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EBC64" w14:textId="77777777" w:rsidR="00112090" w:rsidRPr="00F95B97" w:rsidRDefault="0004690E" w:rsidP="00F95B97">
      <w:pPr>
        <w:pStyle w:val="Title"/>
      </w:pPr>
      <w:bookmarkStart w:id="0" w:name="_GoBack"/>
      <w:bookmarkEnd w:id="0"/>
      <w:r>
        <w:t>SQUARE Workshop Guide: Client Team</w:t>
      </w:r>
    </w:p>
    <w:p w14:paraId="066EBC65" w14:textId="77777777" w:rsidR="0004690E" w:rsidRDefault="0004690E" w:rsidP="00E91D90">
      <w:pPr>
        <w:pStyle w:val="Date"/>
      </w:pPr>
    </w:p>
    <w:p w14:paraId="066EBC66" w14:textId="77777777" w:rsidR="0004690E" w:rsidRDefault="0004690E" w:rsidP="00E91D90">
      <w:pPr>
        <w:pStyle w:val="Date"/>
      </w:pPr>
    </w:p>
    <w:p w14:paraId="066EBC67" w14:textId="77777777" w:rsidR="00F65ACE" w:rsidRPr="00E91D90" w:rsidRDefault="0004690E" w:rsidP="00E91D90">
      <w:pPr>
        <w:pStyle w:val="Date"/>
      </w:pPr>
      <w:r>
        <w:t>October 2009</w:t>
      </w:r>
    </w:p>
    <w:p w14:paraId="066EBC68" w14:textId="77777777" w:rsidR="00396553" w:rsidRDefault="00396553" w:rsidP="00430B8D"/>
    <w:p w14:paraId="066EBC69" w14:textId="77777777" w:rsidR="0004690E" w:rsidRDefault="0004690E" w:rsidP="00430B8D"/>
    <w:p w14:paraId="066EBC6A" w14:textId="77777777" w:rsidR="00430B8D" w:rsidRDefault="00430B8D" w:rsidP="00430B8D"/>
    <w:p w14:paraId="066EBC6B" w14:textId="77777777" w:rsidR="00430B8D" w:rsidRPr="00331E62" w:rsidRDefault="00430B8D" w:rsidP="00430B8D">
      <w:pPr>
        <w:pStyle w:val="Author"/>
      </w:pPr>
      <w:r>
        <w:t>This work was funded by</w:t>
      </w:r>
    </w:p>
    <w:p w14:paraId="066EBC6C" w14:textId="77777777" w:rsidR="00430B8D" w:rsidRDefault="00430B8D" w:rsidP="00A4345B">
      <w:pPr>
        <w:pStyle w:val="Heading1"/>
      </w:pPr>
      <w:r>
        <w:rPr>
          <w:noProof/>
        </w:rPr>
        <w:drawing>
          <wp:anchor distT="0" distB="0" distL="114300" distR="114300" simplePos="0" relativeHeight="251660288" behindDoc="1" locked="0" layoutInCell="1" allowOverlap="0" wp14:anchorId="066EC1E4" wp14:editId="066EC1E5">
            <wp:simplePos x="0" y="0"/>
            <wp:positionH relativeFrom="column">
              <wp:posOffset>47625</wp:posOffset>
            </wp:positionH>
            <wp:positionV relativeFrom="paragraph">
              <wp:posOffset>7620</wp:posOffset>
            </wp:positionV>
            <wp:extent cx="1476375" cy="561975"/>
            <wp:effectExtent l="19050" t="0" r="9525" b="0"/>
            <wp:wrapTight wrapText="bothSides">
              <wp:wrapPolygon edited="0">
                <wp:start x="-279" y="0"/>
                <wp:lineTo x="-279" y="21234"/>
                <wp:lineTo x="21739" y="21234"/>
                <wp:lineTo x="21739" y="0"/>
                <wp:lineTo x="-279"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476375" cy="561975"/>
                    </a:xfrm>
                    <a:prstGeom prst="rect">
                      <a:avLst/>
                    </a:prstGeom>
                    <a:noFill/>
                    <a:ln w="9525">
                      <a:noFill/>
                      <a:miter lim="800000"/>
                      <a:headEnd/>
                      <a:tailEnd/>
                    </a:ln>
                    <a:effectLst/>
                  </pic:spPr>
                </pic:pic>
              </a:graphicData>
            </a:graphic>
          </wp:anchor>
        </w:drawing>
      </w:r>
    </w:p>
    <w:p w14:paraId="066EBC6D" w14:textId="77777777" w:rsidR="00430B8D" w:rsidRPr="00331E62" w:rsidRDefault="00430B8D" w:rsidP="00430B8D">
      <w:pPr>
        <w:sectPr w:rsidR="00430B8D" w:rsidRPr="00331E62" w:rsidSect="00430B8D">
          <w:footerReference w:type="even" r:id="rId13"/>
          <w:footerReference w:type="default" r:id="rId14"/>
          <w:headerReference w:type="first" r:id="rId15"/>
          <w:footerReference w:type="first" r:id="rId16"/>
          <w:type w:val="continuous"/>
          <w:pgSz w:w="12240" w:h="15840" w:code="1"/>
          <w:pgMar w:top="1397" w:right="1800" w:bottom="1080" w:left="2160" w:header="806" w:footer="677" w:gutter="0"/>
          <w:pgNumType w:start="1"/>
          <w:cols w:space="720"/>
          <w:titlePg/>
          <w:docGrid w:linePitch="360"/>
        </w:sectPr>
      </w:pPr>
    </w:p>
    <w:p w14:paraId="066EBC6E" w14:textId="77777777" w:rsidR="00430B8D" w:rsidRPr="00430B8D" w:rsidRDefault="00430B8D" w:rsidP="00430B8D">
      <w:pPr>
        <w:sectPr w:rsidR="00430B8D" w:rsidRPr="00430B8D" w:rsidSect="00010B7C">
          <w:footerReference w:type="even" r:id="rId17"/>
          <w:footerReference w:type="default" r:id="rId18"/>
          <w:headerReference w:type="first" r:id="rId19"/>
          <w:footerReference w:type="first" r:id="rId20"/>
          <w:type w:val="continuous"/>
          <w:pgSz w:w="12240" w:h="15840" w:code="1"/>
          <w:pgMar w:top="1397" w:right="1800" w:bottom="1080" w:left="2160" w:header="806" w:footer="677" w:gutter="0"/>
          <w:pgNumType w:start="1"/>
          <w:cols w:space="720"/>
          <w:titlePg/>
          <w:docGrid w:linePitch="360"/>
        </w:sectPr>
      </w:pPr>
      <w:r>
        <w:lastRenderedPageBreak/>
        <w:br w:type="page"/>
      </w:r>
    </w:p>
    <w:p w14:paraId="066EBC6F" w14:textId="77777777" w:rsidR="00750406" w:rsidRDefault="00750406" w:rsidP="00750406">
      <w:r>
        <w:lastRenderedPageBreak/>
        <w:t>Copyright 20</w:t>
      </w:r>
      <w:r w:rsidR="00096ACD">
        <w:t>10</w:t>
      </w:r>
      <w:r>
        <w:t xml:space="preserve"> Carnegie Mellon University. </w:t>
      </w:r>
    </w:p>
    <w:p w14:paraId="066EBC70" w14:textId="77777777" w:rsidR="00750406" w:rsidRDefault="00750406" w:rsidP="00750406"/>
    <w:p w14:paraId="066EBC71" w14:textId="77777777" w:rsidR="00750406" w:rsidRDefault="00750406" w:rsidP="00750406">
      <w:r>
        <w:t xml:space="preserve">NO WARRANTY </w:t>
      </w:r>
    </w:p>
    <w:p w14:paraId="066EBC72" w14:textId="77777777" w:rsidR="00750406" w:rsidRDefault="00750406" w:rsidP="00750406">
      <w:r>
        <w:t xml:space="preserve">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 </w:t>
      </w:r>
    </w:p>
    <w:p w14:paraId="066EBC73" w14:textId="77777777" w:rsidR="00750406" w:rsidRDefault="00750406" w:rsidP="00750406">
      <w:r>
        <w:t xml:space="preserve">Use of any trademarks in this report is not intended in any way to infringe on the rights of the trademark holder. </w:t>
      </w:r>
    </w:p>
    <w:p w14:paraId="066EBC74" w14:textId="77777777" w:rsidR="002101BB" w:rsidRDefault="002101BB" w:rsidP="002101BB">
      <w:r>
        <w:t>Internal use. Permission to reproduce this document and to prepare derivative works from this document for internal use is granted, provided the copyright and “No Warranty” statements are included with all reproductions and derivative works.</w:t>
      </w:r>
    </w:p>
    <w:p w14:paraId="066EBC75" w14:textId="77777777" w:rsidR="002101BB" w:rsidRDefault="002101BB" w:rsidP="002101BB">
      <w: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066EBC76" w14:textId="77777777" w:rsidR="00750406" w:rsidRDefault="00750406" w:rsidP="00750406"/>
    <w:p w14:paraId="066EBC77" w14:textId="77777777" w:rsidR="004512AF" w:rsidRDefault="004512AF" w:rsidP="00A4345B">
      <w:pPr>
        <w:pStyle w:val="Heading1"/>
        <w:sectPr w:rsidR="004512AF" w:rsidSect="00010B7C">
          <w:headerReference w:type="even" r:id="rId21"/>
          <w:headerReference w:type="default" r:id="rId22"/>
          <w:footerReference w:type="even" r:id="rId23"/>
          <w:footerReference w:type="default" r:id="rId24"/>
          <w:headerReference w:type="first" r:id="rId25"/>
          <w:footerReference w:type="first" r:id="rId26"/>
          <w:pgSz w:w="12240" w:h="15840" w:code="1"/>
          <w:pgMar w:top="1397" w:right="1800" w:bottom="1080" w:left="2160" w:header="806" w:footer="677" w:gutter="0"/>
          <w:pgNumType w:start="1"/>
          <w:cols w:space="720"/>
          <w:docGrid w:linePitch="360"/>
        </w:sectPr>
      </w:pPr>
    </w:p>
    <w:p w14:paraId="066EBC78" w14:textId="77777777" w:rsidR="004512AF" w:rsidRDefault="004512AF" w:rsidP="002A543B">
      <w:pPr>
        <w:pStyle w:val="TOCtitle"/>
      </w:pPr>
      <w:bookmarkStart w:id="1" w:name="_Toc236814505"/>
      <w:r>
        <w:lastRenderedPageBreak/>
        <w:t>Table of Contents</w:t>
      </w:r>
      <w:bookmarkEnd w:id="1"/>
    </w:p>
    <w:p w14:paraId="066EBC79" w14:textId="77777777" w:rsidR="0004690E" w:rsidRDefault="00596A5D">
      <w:pPr>
        <w:pStyle w:val="TOC1"/>
        <w:rPr>
          <w:rFonts w:asciiTheme="minorHAnsi" w:eastAsiaTheme="minorEastAsia" w:hAnsiTheme="minorHAnsi" w:cstheme="minorBidi"/>
          <w:b w:val="0"/>
          <w:bCs w:val="0"/>
          <w:noProof/>
          <w:szCs w:val="22"/>
        </w:rPr>
      </w:pPr>
      <w:r>
        <w:rPr>
          <w:bCs w:val="0"/>
        </w:rPr>
        <w:fldChar w:fldCharType="begin"/>
      </w:r>
      <w:r w:rsidR="0004690E">
        <w:rPr>
          <w:bCs w:val="0"/>
        </w:rPr>
        <w:instrText xml:space="preserve"> TOC \o "1-2" \h \z \u </w:instrText>
      </w:r>
      <w:r>
        <w:rPr>
          <w:bCs w:val="0"/>
        </w:rPr>
        <w:fldChar w:fldCharType="separate"/>
      </w:r>
      <w:hyperlink w:anchor="_Toc265497458" w:history="1">
        <w:r w:rsidR="0004690E" w:rsidRPr="002107A6">
          <w:rPr>
            <w:rStyle w:val="Hyperlink"/>
            <w:noProof/>
          </w:rPr>
          <w:t>Workshop Overview</w:t>
        </w:r>
        <w:r w:rsidR="0004690E">
          <w:rPr>
            <w:noProof/>
            <w:webHidden/>
          </w:rPr>
          <w:tab/>
        </w:r>
        <w:r>
          <w:rPr>
            <w:noProof/>
            <w:webHidden/>
          </w:rPr>
          <w:fldChar w:fldCharType="begin"/>
        </w:r>
        <w:r w:rsidR="0004690E">
          <w:rPr>
            <w:noProof/>
            <w:webHidden/>
          </w:rPr>
          <w:instrText xml:space="preserve"> PAGEREF _Toc265497458 \h </w:instrText>
        </w:r>
        <w:r>
          <w:rPr>
            <w:noProof/>
            <w:webHidden/>
          </w:rPr>
        </w:r>
        <w:r>
          <w:rPr>
            <w:noProof/>
            <w:webHidden/>
          </w:rPr>
          <w:fldChar w:fldCharType="separate"/>
        </w:r>
        <w:r w:rsidR="0004690E">
          <w:rPr>
            <w:noProof/>
            <w:webHidden/>
          </w:rPr>
          <w:t>2</w:t>
        </w:r>
        <w:r>
          <w:rPr>
            <w:noProof/>
            <w:webHidden/>
          </w:rPr>
          <w:fldChar w:fldCharType="end"/>
        </w:r>
      </w:hyperlink>
    </w:p>
    <w:p w14:paraId="066EBC7A"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59" w:history="1">
        <w:r w:rsidR="0004690E" w:rsidRPr="002107A6">
          <w:rPr>
            <w:rStyle w:val="Hyperlink"/>
            <w:noProof/>
          </w:rPr>
          <w:t>Purpose</w:t>
        </w:r>
        <w:r w:rsidR="0004690E">
          <w:rPr>
            <w:noProof/>
            <w:webHidden/>
          </w:rPr>
          <w:tab/>
        </w:r>
        <w:r w:rsidR="00596A5D">
          <w:rPr>
            <w:noProof/>
            <w:webHidden/>
          </w:rPr>
          <w:fldChar w:fldCharType="begin"/>
        </w:r>
        <w:r w:rsidR="0004690E">
          <w:rPr>
            <w:noProof/>
            <w:webHidden/>
          </w:rPr>
          <w:instrText xml:space="preserve"> PAGEREF _Toc265497459 \h </w:instrText>
        </w:r>
        <w:r w:rsidR="00596A5D">
          <w:rPr>
            <w:noProof/>
            <w:webHidden/>
          </w:rPr>
        </w:r>
        <w:r w:rsidR="00596A5D">
          <w:rPr>
            <w:noProof/>
            <w:webHidden/>
          </w:rPr>
          <w:fldChar w:fldCharType="separate"/>
        </w:r>
        <w:r w:rsidR="0004690E">
          <w:rPr>
            <w:noProof/>
            <w:webHidden/>
          </w:rPr>
          <w:t>2</w:t>
        </w:r>
        <w:r w:rsidR="00596A5D">
          <w:rPr>
            <w:noProof/>
            <w:webHidden/>
          </w:rPr>
          <w:fldChar w:fldCharType="end"/>
        </w:r>
      </w:hyperlink>
    </w:p>
    <w:p w14:paraId="066EBC7B"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60" w:history="1">
        <w:r w:rsidR="0004690E" w:rsidRPr="002107A6">
          <w:rPr>
            <w:rStyle w:val="Hyperlink"/>
            <w:noProof/>
          </w:rPr>
          <w:t>The Ideal Company</w:t>
        </w:r>
        <w:r w:rsidR="0004690E">
          <w:rPr>
            <w:noProof/>
            <w:webHidden/>
          </w:rPr>
          <w:tab/>
        </w:r>
        <w:r w:rsidR="00596A5D">
          <w:rPr>
            <w:noProof/>
            <w:webHidden/>
          </w:rPr>
          <w:fldChar w:fldCharType="begin"/>
        </w:r>
        <w:r w:rsidR="0004690E">
          <w:rPr>
            <w:noProof/>
            <w:webHidden/>
          </w:rPr>
          <w:instrText xml:space="preserve"> PAGEREF _Toc265497460 \h </w:instrText>
        </w:r>
        <w:r w:rsidR="00596A5D">
          <w:rPr>
            <w:noProof/>
            <w:webHidden/>
          </w:rPr>
        </w:r>
        <w:r w:rsidR="00596A5D">
          <w:rPr>
            <w:noProof/>
            <w:webHidden/>
          </w:rPr>
          <w:fldChar w:fldCharType="separate"/>
        </w:r>
        <w:r w:rsidR="0004690E">
          <w:rPr>
            <w:noProof/>
            <w:webHidden/>
          </w:rPr>
          <w:t>2</w:t>
        </w:r>
        <w:r w:rsidR="00596A5D">
          <w:rPr>
            <w:noProof/>
            <w:webHidden/>
          </w:rPr>
          <w:fldChar w:fldCharType="end"/>
        </w:r>
      </w:hyperlink>
    </w:p>
    <w:p w14:paraId="066EBC7C"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61" w:history="1">
        <w:r w:rsidR="0004690E" w:rsidRPr="002107A6">
          <w:rPr>
            <w:rStyle w:val="Hyperlink"/>
            <w:noProof/>
          </w:rPr>
          <w:t>Possessions Organization Program (POP)</w:t>
        </w:r>
        <w:r w:rsidR="0004690E">
          <w:rPr>
            <w:noProof/>
            <w:webHidden/>
          </w:rPr>
          <w:tab/>
        </w:r>
        <w:r w:rsidR="00596A5D">
          <w:rPr>
            <w:noProof/>
            <w:webHidden/>
          </w:rPr>
          <w:fldChar w:fldCharType="begin"/>
        </w:r>
        <w:r w:rsidR="0004690E">
          <w:rPr>
            <w:noProof/>
            <w:webHidden/>
          </w:rPr>
          <w:instrText xml:space="preserve"> PAGEREF _Toc265497461 \h </w:instrText>
        </w:r>
        <w:r w:rsidR="00596A5D">
          <w:rPr>
            <w:noProof/>
            <w:webHidden/>
          </w:rPr>
        </w:r>
        <w:r w:rsidR="00596A5D">
          <w:rPr>
            <w:noProof/>
            <w:webHidden/>
          </w:rPr>
          <w:fldChar w:fldCharType="separate"/>
        </w:r>
        <w:r w:rsidR="0004690E">
          <w:rPr>
            <w:noProof/>
            <w:webHidden/>
          </w:rPr>
          <w:t>2</w:t>
        </w:r>
        <w:r w:rsidR="00596A5D">
          <w:rPr>
            <w:noProof/>
            <w:webHidden/>
          </w:rPr>
          <w:fldChar w:fldCharType="end"/>
        </w:r>
      </w:hyperlink>
    </w:p>
    <w:p w14:paraId="066EBC7D"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62" w:history="1">
        <w:r w:rsidR="0004690E" w:rsidRPr="002107A6">
          <w:rPr>
            <w:rStyle w:val="Hyperlink"/>
            <w:noProof/>
          </w:rPr>
          <w:t>Security Goals</w:t>
        </w:r>
        <w:r w:rsidR="0004690E">
          <w:rPr>
            <w:noProof/>
            <w:webHidden/>
          </w:rPr>
          <w:tab/>
        </w:r>
        <w:r w:rsidR="00596A5D">
          <w:rPr>
            <w:noProof/>
            <w:webHidden/>
          </w:rPr>
          <w:fldChar w:fldCharType="begin"/>
        </w:r>
        <w:r w:rsidR="0004690E">
          <w:rPr>
            <w:noProof/>
            <w:webHidden/>
          </w:rPr>
          <w:instrText xml:space="preserve"> PAGEREF _Toc265497462 \h </w:instrText>
        </w:r>
        <w:r w:rsidR="00596A5D">
          <w:rPr>
            <w:noProof/>
            <w:webHidden/>
          </w:rPr>
        </w:r>
        <w:r w:rsidR="00596A5D">
          <w:rPr>
            <w:noProof/>
            <w:webHidden/>
          </w:rPr>
          <w:fldChar w:fldCharType="separate"/>
        </w:r>
        <w:r w:rsidR="0004690E">
          <w:rPr>
            <w:noProof/>
            <w:webHidden/>
          </w:rPr>
          <w:t>3</w:t>
        </w:r>
        <w:r w:rsidR="00596A5D">
          <w:rPr>
            <w:noProof/>
            <w:webHidden/>
          </w:rPr>
          <w:fldChar w:fldCharType="end"/>
        </w:r>
      </w:hyperlink>
    </w:p>
    <w:p w14:paraId="066EBC7E"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63" w:history="1">
        <w:r w:rsidR="0004690E" w:rsidRPr="002107A6">
          <w:rPr>
            <w:rStyle w:val="Hyperlink"/>
            <w:noProof/>
          </w:rPr>
          <w:t>Case Introduction</w:t>
        </w:r>
        <w:r w:rsidR="0004690E">
          <w:rPr>
            <w:noProof/>
            <w:webHidden/>
          </w:rPr>
          <w:tab/>
        </w:r>
        <w:r w:rsidR="00596A5D">
          <w:rPr>
            <w:noProof/>
            <w:webHidden/>
          </w:rPr>
          <w:fldChar w:fldCharType="begin"/>
        </w:r>
        <w:r w:rsidR="0004690E">
          <w:rPr>
            <w:noProof/>
            <w:webHidden/>
          </w:rPr>
          <w:instrText xml:space="preserve"> PAGEREF _Toc265497463 \h </w:instrText>
        </w:r>
        <w:r w:rsidR="00596A5D">
          <w:rPr>
            <w:noProof/>
            <w:webHidden/>
          </w:rPr>
        </w:r>
        <w:r w:rsidR="00596A5D">
          <w:rPr>
            <w:noProof/>
            <w:webHidden/>
          </w:rPr>
          <w:fldChar w:fldCharType="separate"/>
        </w:r>
        <w:r w:rsidR="0004690E">
          <w:rPr>
            <w:noProof/>
            <w:webHidden/>
          </w:rPr>
          <w:t>4</w:t>
        </w:r>
        <w:r w:rsidR="00596A5D">
          <w:rPr>
            <w:noProof/>
            <w:webHidden/>
          </w:rPr>
          <w:fldChar w:fldCharType="end"/>
        </w:r>
      </w:hyperlink>
    </w:p>
    <w:p w14:paraId="066EBC7F" w14:textId="77777777" w:rsidR="0004690E" w:rsidRDefault="006D6D4D">
      <w:pPr>
        <w:pStyle w:val="TOC1"/>
        <w:rPr>
          <w:rFonts w:asciiTheme="minorHAnsi" w:eastAsiaTheme="minorEastAsia" w:hAnsiTheme="minorHAnsi" w:cstheme="minorBidi"/>
          <w:b w:val="0"/>
          <w:bCs w:val="0"/>
          <w:noProof/>
          <w:szCs w:val="22"/>
        </w:rPr>
      </w:pPr>
      <w:hyperlink w:anchor="_Toc265497464" w:history="1">
        <w:r w:rsidR="0004690E" w:rsidRPr="002107A6">
          <w:rPr>
            <w:rStyle w:val="Hyperlink"/>
            <w:noProof/>
          </w:rPr>
          <w:t>The SQUARE Process</w:t>
        </w:r>
        <w:r w:rsidR="0004690E">
          <w:rPr>
            <w:noProof/>
            <w:webHidden/>
          </w:rPr>
          <w:tab/>
        </w:r>
        <w:r w:rsidR="00596A5D">
          <w:rPr>
            <w:noProof/>
            <w:webHidden/>
          </w:rPr>
          <w:fldChar w:fldCharType="begin"/>
        </w:r>
        <w:r w:rsidR="0004690E">
          <w:rPr>
            <w:noProof/>
            <w:webHidden/>
          </w:rPr>
          <w:instrText xml:space="preserve"> PAGEREF _Toc265497464 \h </w:instrText>
        </w:r>
        <w:r w:rsidR="00596A5D">
          <w:rPr>
            <w:noProof/>
            <w:webHidden/>
          </w:rPr>
        </w:r>
        <w:r w:rsidR="00596A5D">
          <w:rPr>
            <w:noProof/>
            <w:webHidden/>
          </w:rPr>
          <w:fldChar w:fldCharType="separate"/>
        </w:r>
        <w:r w:rsidR="0004690E">
          <w:rPr>
            <w:noProof/>
            <w:webHidden/>
          </w:rPr>
          <w:t>6</w:t>
        </w:r>
        <w:r w:rsidR="00596A5D">
          <w:rPr>
            <w:noProof/>
            <w:webHidden/>
          </w:rPr>
          <w:fldChar w:fldCharType="end"/>
        </w:r>
      </w:hyperlink>
    </w:p>
    <w:p w14:paraId="066EBC80"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65" w:history="1">
        <w:r w:rsidR="0004690E" w:rsidRPr="002107A6">
          <w:rPr>
            <w:rStyle w:val="Hyperlink"/>
            <w:noProof/>
          </w:rPr>
          <w:t>Step 1 – Agree on Definitions</w:t>
        </w:r>
        <w:r w:rsidR="0004690E">
          <w:rPr>
            <w:noProof/>
            <w:webHidden/>
          </w:rPr>
          <w:tab/>
        </w:r>
        <w:r w:rsidR="00596A5D">
          <w:rPr>
            <w:noProof/>
            <w:webHidden/>
          </w:rPr>
          <w:fldChar w:fldCharType="begin"/>
        </w:r>
        <w:r w:rsidR="0004690E">
          <w:rPr>
            <w:noProof/>
            <w:webHidden/>
          </w:rPr>
          <w:instrText xml:space="preserve"> PAGEREF _Toc265497465 \h </w:instrText>
        </w:r>
        <w:r w:rsidR="00596A5D">
          <w:rPr>
            <w:noProof/>
            <w:webHidden/>
          </w:rPr>
        </w:r>
        <w:r w:rsidR="00596A5D">
          <w:rPr>
            <w:noProof/>
            <w:webHidden/>
          </w:rPr>
          <w:fldChar w:fldCharType="separate"/>
        </w:r>
        <w:r w:rsidR="0004690E">
          <w:rPr>
            <w:noProof/>
            <w:webHidden/>
          </w:rPr>
          <w:t>6</w:t>
        </w:r>
        <w:r w:rsidR="00596A5D">
          <w:rPr>
            <w:noProof/>
            <w:webHidden/>
          </w:rPr>
          <w:fldChar w:fldCharType="end"/>
        </w:r>
      </w:hyperlink>
    </w:p>
    <w:p w14:paraId="066EBC81"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66" w:history="1">
        <w:r w:rsidR="0004690E" w:rsidRPr="002107A6">
          <w:rPr>
            <w:rStyle w:val="Hyperlink"/>
            <w:noProof/>
          </w:rPr>
          <w:t>Step 2 – Identify Assets and Security Goals</w:t>
        </w:r>
        <w:r w:rsidR="0004690E">
          <w:rPr>
            <w:noProof/>
            <w:webHidden/>
          </w:rPr>
          <w:tab/>
        </w:r>
        <w:r w:rsidR="00596A5D">
          <w:rPr>
            <w:noProof/>
            <w:webHidden/>
          </w:rPr>
          <w:fldChar w:fldCharType="begin"/>
        </w:r>
        <w:r w:rsidR="0004690E">
          <w:rPr>
            <w:noProof/>
            <w:webHidden/>
          </w:rPr>
          <w:instrText xml:space="preserve"> PAGEREF _Toc265497466 \h </w:instrText>
        </w:r>
        <w:r w:rsidR="00596A5D">
          <w:rPr>
            <w:noProof/>
            <w:webHidden/>
          </w:rPr>
        </w:r>
        <w:r w:rsidR="00596A5D">
          <w:rPr>
            <w:noProof/>
            <w:webHidden/>
          </w:rPr>
          <w:fldChar w:fldCharType="separate"/>
        </w:r>
        <w:r w:rsidR="0004690E">
          <w:rPr>
            <w:noProof/>
            <w:webHidden/>
          </w:rPr>
          <w:t>9</w:t>
        </w:r>
        <w:r w:rsidR="00596A5D">
          <w:rPr>
            <w:noProof/>
            <w:webHidden/>
          </w:rPr>
          <w:fldChar w:fldCharType="end"/>
        </w:r>
      </w:hyperlink>
    </w:p>
    <w:p w14:paraId="066EBC82"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67" w:history="1">
        <w:r w:rsidR="0004690E" w:rsidRPr="002107A6">
          <w:rPr>
            <w:rStyle w:val="Hyperlink"/>
            <w:noProof/>
          </w:rPr>
          <w:t>Step 3 – Develop Artifacts</w:t>
        </w:r>
        <w:r w:rsidR="0004690E">
          <w:rPr>
            <w:noProof/>
            <w:webHidden/>
          </w:rPr>
          <w:tab/>
        </w:r>
        <w:r w:rsidR="00596A5D">
          <w:rPr>
            <w:noProof/>
            <w:webHidden/>
          </w:rPr>
          <w:fldChar w:fldCharType="begin"/>
        </w:r>
        <w:r w:rsidR="0004690E">
          <w:rPr>
            <w:noProof/>
            <w:webHidden/>
          </w:rPr>
          <w:instrText xml:space="preserve"> PAGEREF _Toc265497467 \h </w:instrText>
        </w:r>
        <w:r w:rsidR="00596A5D">
          <w:rPr>
            <w:noProof/>
            <w:webHidden/>
          </w:rPr>
        </w:r>
        <w:r w:rsidR="00596A5D">
          <w:rPr>
            <w:noProof/>
            <w:webHidden/>
          </w:rPr>
          <w:fldChar w:fldCharType="separate"/>
        </w:r>
        <w:r w:rsidR="0004690E">
          <w:rPr>
            <w:noProof/>
            <w:webHidden/>
          </w:rPr>
          <w:t>11</w:t>
        </w:r>
        <w:r w:rsidR="00596A5D">
          <w:rPr>
            <w:noProof/>
            <w:webHidden/>
          </w:rPr>
          <w:fldChar w:fldCharType="end"/>
        </w:r>
      </w:hyperlink>
    </w:p>
    <w:p w14:paraId="066EBC83"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68" w:history="1">
        <w:r w:rsidR="0004690E" w:rsidRPr="002107A6">
          <w:rPr>
            <w:rStyle w:val="Hyperlink"/>
            <w:noProof/>
          </w:rPr>
          <w:t>Step 4 – Perform Risk Assessment</w:t>
        </w:r>
        <w:r w:rsidR="0004690E">
          <w:rPr>
            <w:noProof/>
            <w:webHidden/>
          </w:rPr>
          <w:tab/>
        </w:r>
        <w:r w:rsidR="00596A5D">
          <w:rPr>
            <w:noProof/>
            <w:webHidden/>
          </w:rPr>
          <w:fldChar w:fldCharType="begin"/>
        </w:r>
        <w:r w:rsidR="0004690E">
          <w:rPr>
            <w:noProof/>
            <w:webHidden/>
          </w:rPr>
          <w:instrText xml:space="preserve"> PAGEREF _Toc265497468 \h </w:instrText>
        </w:r>
        <w:r w:rsidR="00596A5D">
          <w:rPr>
            <w:noProof/>
            <w:webHidden/>
          </w:rPr>
        </w:r>
        <w:r w:rsidR="00596A5D">
          <w:rPr>
            <w:noProof/>
            <w:webHidden/>
          </w:rPr>
          <w:fldChar w:fldCharType="separate"/>
        </w:r>
        <w:r w:rsidR="0004690E">
          <w:rPr>
            <w:noProof/>
            <w:webHidden/>
          </w:rPr>
          <w:t>19</w:t>
        </w:r>
        <w:r w:rsidR="00596A5D">
          <w:rPr>
            <w:noProof/>
            <w:webHidden/>
          </w:rPr>
          <w:fldChar w:fldCharType="end"/>
        </w:r>
      </w:hyperlink>
    </w:p>
    <w:p w14:paraId="066EBC84"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69" w:history="1">
        <w:r w:rsidR="0004690E" w:rsidRPr="002107A6">
          <w:rPr>
            <w:rStyle w:val="Hyperlink"/>
            <w:noProof/>
          </w:rPr>
          <w:t>Performing Risk Elicitation Using RFRM</w:t>
        </w:r>
        <w:r w:rsidR="0004690E">
          <w:rPr>
            <w:noProof/>
            <w:webHidden/>
          </w:rPr>
          <w:tab/>
        </w:r>
        <w:r w:rsidR="00596A5D">
          <w:rPr>
            <w:noProof/>
            <w:webHidden/>
          </w:rPr>
          <w:fldChar w:fldCharType="begin"/>
        </w:r>
        <w:r w:rsidR="0004690E">
          <w:rPr>
            <w:noProof/>
            <w:webHidden/>
          </w:rPr>
          <w:instrText xml:space="preserve"> PAGEREF _Toc265497469 \h </w:instrText>
        </w:r>
        <w:r w:rsidR="00596A5D">
          <w:rPr>
            <w:noProof/>
            <w:webHidden/>
          </w:rPr>
        </w:r>
        <w:r w:rsidR="00596A5D">
          <w:rPr>
            <w:noProof/>
            <w:webHidden/>
          </w:rPr>
          <w:fldChar w:fldCharType="separate"/>
        </w:r>
        <w:r w:rsidR="0004690E">
          <w:rPr>
            <w:noProof/>
            <w:webHidden/>
          </w:rPr>
          <w:t>20</w:t>
        </w:r>
        <w:r w:rsidR="00596A5D">
          <w:rPr>
            <w:noProof/>
            <w:webHidden/>
          </w:rPr>
          <w:fldChar w:fldCharType="end"/>
        </w:r>
      </w:hyperlink>
    </w:p>
    <w:p w14:paraId="066EBC85"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70" w:history="1">
        <w:r w:rsidR="0004690E" w:rsidRPr="002107A6">
          <w:rPr>
            <w:rStyle w:val="Hyperlink"/>
            <w:noProof/>
          </w:rPr>
          <w:t>Step 5 – Select Elicitation Techniques</w:t>
        </w:r>
        <w:r w:rsidR="0004690E">
          <w:rPr>
            <w:noProof/>
            <w:webHidden/>
          </w:rPr>
          <w:tab/>
        </w:r>
        <w:r w:rsidR="00596A5D">
          <w:rPr>
            <w:noProof/>
            <w:webHidden/>
          </w:rPr>
          <w:fldChar w:fldCharType="begin"/>
        </w:r>
        <w:r w:rsidR="0004690E">
          <w:rPr>
            <w:noProof/>
            <w:webHidden/>
          </w:rPr>
          <w:instrText xml:space="preserve"> PAGEREF _Toc265497470 \h </w:instrText>
        </w:r>
        <w:r w:rsidR="00596A5D">
          <w:rPr>
            <w:noProof/>
            <w:webHidden/>
          </w:rPr>
        </w:r>
        <w:r w:rsidR="00596A5D">
          <w:rPr>
            <w:noProof/>
            <w:webHidden/>
          </w:rPr>
          <w:fldChar w:fldCharType="separate"/>
        </w:r>
        <w:r w:rsidR="0004690E">
          <w:rPr>
            <w:noProof/>
            <w:webHidden/>
          </w:rPr>
          <w:t>23</w:t>
        </w:r>
        <w:r w:rsidR="00596A5D">
          <w:rPr>
            <w:noProof/>
            <w:webHidden/>
          </w:rPr>
          <w:fldChar w:fldCharType="end"/>
        </w:r>
      </w:hyperlink>
    </w:p>
    <w:p w14:paraId="066EBC86"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71" w:history="1">
        <w:r w:rsidR="0004690E" w:rsidRPr="002107A6">
          <w:rPr>
            <w:rStyle w:val="Hyperlink"/>
            <w:noProof/>
          </w:rPr>
          <w:t>Step 6 – Elicit Security Requirements</w:t>
        </w:r>
        <w:r w:rsidR="0004690E">
          <w:rPr>
            <w:noProof/>
            <w:webHidden/>
          </w:rPr>
          <w:tab/>
        </w:r>
        <w:r w:rsidR="00596A5D">
          <w:rPr>
            <w:noProof/>
            <w:webHidden/>
          </w:rPr>
          <w:fldChar w:fldCharType="begin"/>
        </w:r>
        <w:r w:rsidR="0004690E">
          <w:rPr>
            <w:noProof/>
            <w:webHidden/>
          </w:rPr>
          <w:instrText xml:space="preserve"> PAGEREF _Toc265497471 \h </w:instrText>
        </w:r>
        <w:r w:rsidR="00596A5D">
          <w:rPr>
            <w:noProof/>
            <w:webHidden/>
          </w:rPr>
        </w:r>
        <w:r w:rsidR="00596A5D">
          <w:rPr>
            <w:noProof/>
            <w:webHidden/>
          </w:rPr>
          <w:fldChar w:fldCharType="separate"/>
        </w:r>
        <w:r w:rsidR="0004690E">
          <w:rPr>
            <w:noProof/>
            <w:webHidden/>
          </w:rPr>
          <w:t>27</w:t>
        </w:r>
        <w:r w:rsidR="00596A5D">
          <w:rPr>
            <w:noProof/>
            <w:webHidden/>
          </w:rPr>
          <w:fldChar w:fldCharType="end"/>
        </w:r>
      </w:hyperlink>
    </w:p>
    <w:p w14:paraId="066EBC87"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72" w:history="1">
        <w:r w:rsidR="0004690E" w:rsidRPr="002107A6">
          <w:rPr>
            <w:rStyle w:val="Hyperlink"/>
            <w:noProof/>
          </w:rPr>
          <w:t>Step 7 – Categorize Requirements</w:t>
        </w:r>
        <w:r w:rsidR="0004690E">
          <w:rPr>
            <w:noProof/>
            <w:webHidden/>
          </w:rPr>
          <w:tab/>
        </w:r>
        <w:r w:rsidR="00596A5D">
          <w:rPr>
            <w:noProof/>
            <w:webHidden/>
          </w:rPr>
          <w:fldChar w:fldCharType="begin"/>
        </w:r>
        <w:r w:rsidR="0004690E">
          <w:rPr>
            <w:noProof/>
            <w:webHidden/>
          </w:rPr>
          <w:instrText xml:space="preserve"> PAGEREF _Toc265497472 \h </w:instrText>
        </w:r>
        <w:r w:rsidR="00596A5D">
          <w:rPr>
            <w:noProof/>
            <w:webHidden/>
          </w:rPr>
        </w:r>
        <w:r w:rsidR="00596A5D">
          <w:rPr>
            <w:noProof/>
            <w:webHidden/>
          </w:rPr>
          <w:fldChar w:fldCharType="separate"/>
        </w:r>
        <w:r w:rsidR="0004690E">
          <w:rPr>
            <w:noProof/>
            <w:webHidden/>
          </w:rPr>
          <w:t>29</w:t>
        </w:r>
        <w:r w:rsidR="00596A5D">
          <w:rPr>
            <w:noProof/>
            <w:webHidden/>
          </w:rPr>
          <w:fldChar w:fldCharType="end"/>
        </w:r>
      </w:hyperlink>
    </w:p>
    <w:p w14:paraId="066EBC88"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73" w:history="1">
        <w:r w:rsidR="0004690E" w:rsidRPr="002107A6">
          <w:rPr>
            <w:rStyle w:val="Hyperlink"/>
            <w:noProof/>
          </w:rPr>
          <w:t>Step 8 – Prioritize Requirements</w:t>
        </w:r>
        <w:r w:rsidR="0004690E">
          <w:rPr>
            <w:noProof/>
            <w:webHidden/>
          </w:rPr>
          <w:tab/>
        </w:r>
        <w:r w:rsidR="00596A5D">
          <w:rPr>
            <w:noProof/>
            <w:webHidden/>
          </w:rPr>
          <w:fldChar w:fldCharType="begin"/>
        </w:r>
        <w:r w:rsidR="0004690E">
          <w:rPr>
            <w:noProof/>
            <w:webHidden/>
          </w:rPr>
          <w:instrText xml:space="preserve"> PAGEREF _Toc265497473 \h </w:instrText>
        </w:r>
        <w:r w:rsidR="00596A5D">
          <w:rPr>
            <w:noProof/>
            <w:webHidden/>
          </w:rPr>
        </w:r>
        <w:r w:rsidR="00596A5D">
          <w:rPr>
            <w:noProof/>
            <w:webHidden/>
          </w:rPr>
          <w:fldChar w:fldCharType="separate"/>
        </w:r>
        <w:r w:rsidR="0004690E">
          <w:rPr>
            <w:noProof/>
            <w:webHidden/>
          </w:rPr>
          <w:t>31</w:t>
        </w:r>
        <w:r w:rsidR="00596A5D">
          <w:rPr>
            <w:noProof/>
            <w:webHidden/>
          </w:rPr>
          <w:fldChar w:fldCharType="end"/>
        </w:r>
      </w:hyperlink>
    </w:p>
    <w:p w14:paraId="066EBC89"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74" w:history="1">
        <w:r w:rsidR="0004690E" w:rsidRPr="002107A6">
          <w:rPr>
            <w:rStyle w:val="Hyperlink"/>
            <w:noProof/>
          </w:rPr>
          <w:t>Step 9 – Inspect Requirements</w:t>
        </w:r>
        <w:r w:rsidR="0004690E">
          <w:rPr>
            <w:noProof/>
            <w:webHidden/>
          </w:rPr>
          <w:tab/>
        </w:r>
        <w:r w:rsidR="00596A5D">
          <w:rPr>
            <w:noProof/>
            <w:webHidden/>
          </w:rPr>
          <w:fldChar w:fldCharType="begin"/>
        </w:r>
        <w:r w:rsidR="0004690E">
          <w:rPr>
            <w:noProof/>
            <w:webHidden/>
          </w:rPr>
          <w:instrText xml:space="preserve"> PAGEREF _Toc265497474 \h </w:instrText>
        </w:r>
        <w:r w:rsidR="00596A5D">
          <w:rPr>
            <w:noProof/>
            <w:webHidden/>
          </w:rPr>
        </w:r>
        <w:r w:rsidR="00596A5D">
          <w:rPr>
            <w:noProof/>
            <w:webHidden/>
          </w:rPr>
          <w:fldChar w:fldCharType="separate"/>
        </w:r>
        <w:r w:rsidR="0004690E">
          <w:rPr>
            <w:noProof/>
            <w:webHidden/>
          </w:rPr>
          <w:t>32</w:t>
        </w:r>
        <w:r w:rsidR="00596A5D">
          <w:rPr>
            <w:noProof/>
            <w:webHidden/>
          </w:rPr>
          <w:fldChar w:fldCharType="end"/>
        </w:r>
      </w:hyperlink>
    </w:p>
    <w:p w14:paraId="066EBC8A" w14:textId="77777777" w:rsidR="0004690E" w:rsidRDefault="006D6D4D">
      <w:pPr>
        <w:pStyle w:val="TOC1"/>
        <w:rPr>
          <w:rFonts w:asciiTheme="minorHAnsi" w:eastAsiaTheme="minorEastAsia" w:hAnsiTheme="minorHAnsi" w:cstheme="minorBidi"/>
          <w:b w:val="0"/>
          <w:bCs w:val="0"/>
          <w:noProof/>
          <w:szCs w:val="22"/>
        </w:rPr>
      </w:pPr>
      <w:hyperlink w:anchor="_Toc265497475" w:history="1">
        <w:r w:rsidR="0004690E" w:rsidRPr="002107A6">
          <w:rPr>
            <w:rStyle w:val="Hyperlink"/>
            <w:noProof/>
          </w:rPr>
          <w:t>Supplemental Material</w:t>
        </w:r>
        <w:r w:rsidR="0004690E">
          <w:rPr>
            <w:noProof/>
            <w:webHidden/>
          </w:rPr>
          <w:tab/>
        </w:r>
        <w:r w:rsidR="00596A5D">
          <w:rPr>
            <w:noProof/>
            <w:webHidden/>
          </w:rPr>
          <w:fldChar w:fldCharType="begin"/>
        </w:r>
        <w:r w:rsidR="0004690E">
          <w:rPr>
            <w:noProof/>
            <w:webHidden/>
          </w:rPr>
          <w:instrText xml:space="preserve"> PAGEREF _Toc265497475 \h </w:instrText>
        </w:r>
        <w:r w:rsidR="00596A5D">
          <w:rPr>
            <w:noProof/>
            <w:webHidden/>
          </w:rPr>
        </w:r>
        <w:r w:rsidR="00596A5D">
          <w:rPr>
            <w:noProof/>
            <w:webHidden/>
          </w:rPr>
          <w:fldChar w:fldCharType="separate"/>
        </w:r>
        <w:r w:rsidR="0004690E">
          <w:rPr>
            <w:noProof/>
            <w:webHidden/>
          </w:rPr>
          <w:t>34</w:t>
        </w:r>
        <w:r w:rsidR="00596A5D">
          <w:rPr>
            <w:noProof/>
            <w:webHidden/>
          </w:rPr>
          <w:fldChar w:fldCharType="end"/>
        </w:r>
      </w:hyperlink>
    </w:p>
    <w:p w14:paraId="066EBC8B" w14:textId="77777777" w:rsidR="0004690E" w:rsidRDefault="006D6D4D">
      <w:pPr>
        <w:pStyle w:val="TOC2"/>
        <w:tabs>
          <w:tab w:val="right" w:leader="dot" w:pos="8270"/>
        </w:tabs>
        <w:rPr>
          <w:rFonts w:asciiTheme="minorHAnsi" w:eastAsiaTheme="minorEastAsia" w:hAnsiTheme="minorHAnsi" w:cstheme="minorBidi"/>
          <w:b w:val="0"/>
          <w:i w:val="0"/>
          <w:noProof/>
          <w:sz w:val="22"/>
          <w:szCs w:val="22"/>
        </w:rPr>
      </w:pPr>
      <w:hyperlink w:anchor="_Toc265497476" w:history="1">
        <w:r w:rsidR="0004690E" w:rsidRPr="002107A6">
          <w:rPr>
            <w:rStyle w:val="Hyperlink"/>
            <w:noProof/>
          </w:rPr>
          <w:t>Conducting Brainstorming</w:t>
        </w:r>
        <w:r w:rsidR="0004690E">
          <w:rPr>
            <w:noProof/>
            <w:webHidden/>
          </w:rPr>
          <w:tab/>
        </w:r>
        <w:r w:rsidR="00596A5D">
          <w:rPr>
            <w:noProof/>
            <w:webHidden/>
          </w:rPr>
          <w:fldChar w:fldCharType="begin"/>
        </w:r>
        <w:r w:rsidR="0004690E">
          <w:rPr>
            <w:noProof/>
            <w:webHidden/>
          </w:rPr>
          <w:instrText xml:space="preserve"> PAGEREF _Toc265497476 \h </w:instrText>
        </w:r>
        <w:r w:rsidR="00596A5D">
          <w:rPr>
            <w:noProof/>
            <w:webHidden/>
          </w:rPr>
        </w:r>
        <w:r w:rsidR="00596A5D">
          <w:rPr>
            <w:noProof/>
            <w:webHidden/>
          </w:rPr>
          <w:fldChar w:fldCharType="separate"/>
        </w:r>
        <w:r w:rsidR="0004690E">
          <w:rPr>
            <w:noProof/>
            <w:webHidden/>
          </w:rPr>
          <w:t>34</w:t>
        </w:r>
        <w:r w:rsidR="00596A5D">
          <w:rPr>
            <w:noProof/>
            <w:webHidden/>
          </w:rPr>
          <w:fldChar w:fldCharType="end"/>
        </w:r>
      </w:hyperlink>
    </w:p>
    <w:p w14:paraId="066EBC8C" w14:textId="77777777" w:rsidR="0004690E" w:rsidRDefault="006D6D4D">
      <w:pPr>
        <w:pStyle w:val="TOC1"/>
        <w:rPr>
          <w:rFonts w:asciiTheme="minorHAnsi" w:eastAsiaTheme="minorEastAsia" w:hAnsiTheme="minorHAnsi" w:cstheme="minorBidi"/>
          <w:b w:val="0"/>
          <w:bCs w:val="0"/>
          <w:noProof/>
          <w:szCs w:val="22"/>
        </w:rPr>
      </w:pPr>
      <w:hyperlink w:anchor="_Toc265497477" w:history="1">
        <w:r w:rsidR="0004690E" w:rsidRPr="002107A6">
          <w:rPr>
            <w:rStyle w:val="Hyperlink"/>
            <w:noProof/>
          </w:rPr>
          <w:t>References</w:t>
        </w:r>
        <w:r w:rsidR="0004690E">
          <w:rPr>
            <w:noProof/>
            <w:webHidden/>
          </w:rPr>
          <w:tab/>
        </w:r>
        <w:r w:rsidR="00596A5D">
          <w:rPr>
            <w:noProof/>
            <w:webHidden/>
          </w:rPr>
          <w:fldChar w:fldCharType="begin"/>
        </w:r>
        <w:r w:rsidR="0004690E">
          <w:rPr>
            <w:noProof/>
            <w:webHidden/>
          </w:rPr>
          <w:instrText xml:space="preserve"> PAGEREF _Toc265497477 \h </w:instrText>
        </w:r>
        <w:r w:rsidR="00596A5D">
          <w:rPr>
            <w:noProof/>
            <w:webHidden/>
          </w:rPr>
        </w:r>
        <w:r w:rsidR="00596A5D">
          <w:rPr>
            <w:noProof/>
            <w:webHidden/>
          </w:rPr>
          <w:fldChar w:fldCharType="separate"/>
        </w:r>
        <w:r w:rsidR="0004690E">
          <w:rPr>
            <w:noProof/>
            <w:webHidden/>
          </w:rPr>
          <w:t>36</w:t>
        </w:r>
        <w:r w:rsidR="00596A5D">
          <w:rPr>
            <w:noProof/>
            <w:webHidden/>
          </w:rPr>
          <w:fldChar w:fldCharType="end"/>
        </w:r>
      </w:hyperlink>
    </w:p>
    <w:p w14:paraId="066EBC8D" w14:textId="77777777" w:rsidR="004512AF" w:rsidRDefault="00596A5D" w:rsidP="00A4345B">
      <w:pPr>
        <w:pStyle w:val="Heading1"/>
      </w:pPr>
      <w:r>
        <w:rPr>
          <w:rFonts w:cs="Times New Roman"/>
          <w:bCs/>
          <w:sz w:val="22"/>
          <w:szCs w:val="20"/>
        </w:rPr>
        <w:fldChar w:fldCharType="end"/>
      </w:r>
    </w:p>
    <w:p w14:paraId="066EBC8E" w14:textId="77777777" w:rsidR="004512AF" w:rsidRDefault="004512AF" w:rsidP="00A4345B">
      <w:pPr>
        <w:pStyle w:val="Heading1"/>
      </w:pPr>
    </w:p>
    <w:p w14:paraId="066EBC8F" w14:textId="77777777" w:rsidR="00756607" w:rsidRDefault="00756607" w:rsidP="00A4345B">
      <w:pPr>
        <w:pStyle w:val="Heading1"/>
        <w:sectPr w:rsidR="00756607" w:rsidSect="00010B7C">
          <w:footerReference w:type="default" r:id="rId27"/>
          <w:pgSz w:w="12240" w:h="15840" w:code="1"/>
          <w:pgMar w:top="1397" w:right="1800" w:bottom="1080" w:left="2160" w:header="806" w:footer="677" w:gutter="0"/>
          <w:pgNumType w:fmt="lowerRoman" w:start="1"/>
          <w:cols w:space="720"/>
          <w:docGrid w:linePitch="360"/>
        </w:sectPr>
      </w:pPr>
    </w:p>
    <w:p w14:paraId="066EBC90" w14:textId="77777777" w:rsidR="000731A7" w:rsidRPr="008C6607" w:rsidRDefault="000731A7" w:rsidP="00A4345B">
      <w:pPr>
        <w:pStyle w:val="Heading1"/>
      </w:pPr>
      <w:bookmarkStart w:id="2" w:name="_Toc265497458"/>
      <w:r w:rsidRPr="008C6607">
        <w:lastRenderedPageBreak/>
        <w:t>Workshop Overview</w:t>
      </w:r>
      <w:bookmarkEnd w:id="2"/>
    </w:p>
    <w:p w14:paraId="066EBC91" w14:textId="77777777" w:rsidR="000731A7" w:rsidRPr="008C6607" w:rsidRDefault="000731A7" w:rsidP="008C6607">
      <w:pPr>
        <w:pStyle w:val="Heading2"/>
      </w:pPr>
      <w:bookmarkStart w:id="3" w:name="_Toc265497459"/>
      <w:r w:rsidRPr="008C6607">
        <w:t>Purpose</w:t>
      </w:r>
      <w:bookmarkEnd w:id="3"/>
      <w:r w:rsidRPr="008C6607">
        <w:tab/>
      </w:r>
    </w:p>
    <w:p w14:paraId="066EBC92" w14:textId="77777777" w:rsidR="000731A7" w:rsidRPr="003250AB" w:rsidRDefault="000731A7" w:rsidP="000731A7">
      <w:pPr>
        <w:spacing w:after="0"/>
      </w:pPr>
      <w:r w:rsidRPr="003250AB">
        <w:t xml:space="preserve">The intention of this workshop is to instill in you a greater understanding of the SQUARE (Security QUAlity Requirements Engineering) process. This will be done by walking you through a sample scenario based </w:t>
      </w:r>
      <w:r>
        <w:t xml:space="preserve">on </w:t>
      </w:r>
      <w:r w:rsidRPr="003250AB">
        <w:t>previously carried out case studies. The group will be split into two teams:</w:t>
      </w:r>
    </w:p>
    <w:p w14:paraId="066EBC93" w14:textId="77777777" w:rsidR="000731A7" w:rsidRPr="00396052" w:rsidRDefault="000731A7" w:rsidP="0004690E">
      <w:pPr>
        <w:pStyle w:val="ListBullet"/>
        <w:tabs>
          <w:tab w:val="clear" w:pos="360"/>
          <w:tab w:val="num" w:pos="720"/>
        </w:tabs>
        <w:ind w:left="720"/>
        <w:rPr>
          <w:rFonts w:ascii="Times New Roman" w:hAnsi="Times New Roman"/>
          <w:sz w:val="21"/>
          <w:szCs w:val="21"/>
        </w:rPr>
      </w:pPr>
      <w:r w:rsidRPr="00396052">
        <w:rPr>
          <w:rFonts w:ascii="Times New Roman" w:hAnsi="Times New Roman"/>
          <w:sz w:val="21"/>
          <w:szCs w:val="21"/>
        </w:rPr>
        <w:t xml:space="preserve">Client team: One team (you) will act as a client. This document describes your company and the situation for which you are using SQUARE. </w:t>
      </w:r>
    </w:p>
    <w:p w14:paraId="066EBC94" w14:textId="77777777" w:rsidR="000731A7" w:rsidRPr="00396052" w:rsidRDefault="000731A7" w:rsidP="0004690E">
      <w:pPr>
        <w:pStyle w:val="ListBullet"/>
        <w:tabs>
          <w:tab w:val="clear" w:pos="360"/>
          <w:tab w:val="num" w:pos="720"/>
        </w:tabs>
        <w:spacing w:after="240"/>
        <w:ind w:left="720"/>
        <w:rPr>
          <w:rFonts w:ascii="Times New Roman" w:hAnsi="Times New Roman"/>
          <w:sz w:val="21"/>
          <w:szCs w:val="21"/>
        </w:rPr>
      </w:pPr>
      <w:r w:rsidRPr="00396052">
        <w:rPr>
          <w:rFonts w:ascii="Times New Roman" w:hAnsi="Times New Roman"/>
          <w:sz w:val="21"/>
          <w:szCs w:val="21"/>
        </w:rPr>
        <w:t>Requirements engineering team: The other team will be the requirements engineering team. They have a different document to guide them through the scenario. In several places in this document, they are referred to as the RE team.</w:t>
      </w:r>
    </w:p>
    <w:p w14:paraId="066EBC95" w14:textId="77777777" w:rsidR="000731A7" w:rsidRPr="00381756" w:rsidRDefault="000731A7" w:rsidP="000731A7">
      <w:r w:rsidRPr="00381756">
        <w:t>To reduce the complexity of the evaluation, a set of canned answers has been provided for the beginning of each step. It is assumed that both teams have seen an overview about the SQUARE process and are thus at least somewhat familiar with it.</w:t>
      </w:r>
    </w:p>
    <w:p w14:paraId="066EBC96" w14:textId="77777777" w:rsidR="000731A7" w:rsidRDefault="000731A7" w:rsidP="000731A7">
      <w:r>
        <w:t>I</w:t>
      </w:r>
      <w:r w:rsidRPr="00B06969">
        <w:t xml:space="preserve">nformation </w:t>
      </w:r>
      <w:r>
        <w:t>c</w:t>
      </w:r>
      <w:r w:rsidRPr="00B06969">
        <w:t xml:space="preserve">ommon </w:t>
      </w:r>
      <w:r>
        <w:t xml:space="preserve">to you and the RE team </w:t>
      </w:r>
      <w:r w:rsidRPr="00B06969">
        <w:t xml:space="preserve">is shown below in </w:t>
      </w:r>
      <w:r>
        <w:t>regular type</w:t>
      </w:r>
      <w:r w:rsidRPr="00B06969">
        <w:t xml:space="preserve">. Information specific to your team is shown in </w:t>
      </w:r>
      <w:r w:rsidRPr="00B06969">
        <w:rPr>
          <w:i/>
        </w:rPr>
        <w:t>italic</w:t>
      </w:r>
      <w:r>
        <w:t>.</w:t>
      </w:r>
    </w:p>
    <w:p w14:paraId="066EBC97" w14:textId="77777777" w:rsidR="000731A7" w:rsidRPr="003250AB" w:rsidRDefault="000731A7" w:rsidP="008C6607">
      <w:pPr>
        <w:pStyle w:val="Heading2"/>
      </w:pPr>
      <w:bookmarkStart w:id="4" w:name="_Toc265497460"/>
      <w:r w:rsidRPr="003250AB">
        <w:t xml:space="preserve">The </w:t>
      </w:r>
      <w:r>
        <w:t>Ideal</w:t>
      </w:r>
      <w:r w:rsidRPr="003250AB">
        <w:t xml:space="preserve"> Company</w:t>
      </w:r>
      <w:bookmarkEnd w:id="4"/>
      <w:r w:rsidRPr="003250AB">
        <w:t xml:space="preserve"> </w:t>
      </w:r>
    </w:p>
    <w:p w14:paraId="066EBC98" w14:textId="77777777" w:rsidR="000731A7" w:rsidRDefault="000731A7" w:rsidP="00BC0992">
      <w:r w:rsidRPr="00B37BD1">
        <w:t xml:space="preserve">The </w:t>
      </w:r>
      <w:r>
        <w:t>Ideal</w:t>
      </w:r>
      <w:r w:rsidRPr="00B37BD1">
        <w:t xml:space="preserve"> Company is a private company headquartered in </w:t>
      </w:r>
      <w:smartTag w:uri="urn:schemas-microsoft-com:office:smarttags" w:element="State">
        <w:r w:rsidRPr="00B37BD1">
          <w:t>Pennsylvania</w:t>
        </w:r>
      </w:smartTag>
      <w:r>
        <w:t>,</w:t>
      </w:r>
      <w:r w:rsidRPr="00B37BD1">
        <w:t xml:space="preserve"> with a staff of approximately 1,000 </w:t>
      </w:r>
      <w:r>
        <w:t xml:space="preserve">employees spread </w:t>
      </w:r>
      <w:r w:rsidRPr="00B37BD1">
        <w:t xml:space="preserve">across multiple offices in the </w:t>
      </w:r>
      <w:smartTag w:uri="urn:schemas-microsoft-com:office:smarttags" w:element="place">
        <w:smartTag w:uri="urn:schemas-microsoft-com:office:smarttags" w:element="country-region">
          <w:r w:rsidRPr="00B37BD1">
            <w:t>United States</w:t>
          </w:r>
        </w:smartTag>
      </w:smartTag>
      <w:r w:rsidRPr="00B37BD1">
        <w:t>.</w:t>
      </w:r>
      <w:r>
        <w:t xml:space="preserve"> </w:t>
      </w:r>
      <w:r w:rsidRPr="00B37BD1">
        <w:t>It provides technical and management services to various public sectors and a number of diversified private companies.</w:t>
      </w:r>
      <w:r>
        <w:t xml:space="preserve"> </w:t>
      </w:r>
    </w:p>
    <w:p w14:paraId="066EBC99" w14:textId="77777777" w:rsidR="000731A7" w:rsidRPr="008C6607" w:rsidRDefault="000731A7" w:rsidP="00A4345B">
      <w:pPr>
        <w:pStyle w:val="Heading2"/>
      </w:pPr>
      <w:bookmarkStart w:id="5" w:name="_Toc265497461"/>
      <w:r w:rsidRPr="008C6607">
        <w:t>Possessions Organization Program (POP)</w:t>
      </w:r>
      <w:bookmarkEnd w:id="5"/>
      <w:r w:rsidRPr="008C6607">
        <w:t xml:space="preserve"> </w:t>
      </w:r>
    </w:p>
    <w:p w14:paraId="066EBC9A" w14:textId="77777777" w:rsidR="000731A7" w:rsidRPr="003250AB" w:rsidRDefault="000731A7" w:rsidP="000731A7">
      <w:r w:rsidRPr="003250AB">
        <w:t xml:space="preserve">PLU (Possessions Listing Unlimited) Services is one of </w:t>
      </w:r>
      <w:r>
        <w:t xml:space="preserve">the </w:t>
      </w:r>
      <w:r w:rsidRPr="003250AB">
        <w:t xml:space="preserve">four major subsidiaries of </w:t>
      </w:r>
      <w:r>
        <w:t>T</w:t>
      </w:r>
      <w:r w:rsidRPr="003250AB">
        <w:t xml:space="preserve">he </w:t>
      </w:r>
      <w:r>
        <w:t>Ideal</w:t>
      </w:r>
      <w:r w:rsidRPr="003250AB">
        <w:t xml:space="preserve"> Company. PLU provides a range of specialized services </w:t>
      </w:r>
      <w:r>
        <w:t>related to managing</w:t>
      </w:r>
      <w:r w:rsidRPr="003250AB">
        <w:t xml:space="preserve"> asset</w:t>
      </w:r>
      <w:r>
        <w:t>s</w:t>
      </w:r>
      <w:r w:rsidRPr="003250AB">
        <w:t xml:space="preserve">. </w:t>
      </w:r>
      <w:r>
        <w:t>One of its software products is</w:t>
      </w:r>
      <w:r w:rsidRPr="003250AB">
        <w:t xml:space="preserve"> the Possessions Organization Program (POP). </w:t>
      </w:r>
      <w:r>
        <w:t xml:space="preserve">POP is </w:t>
      </w:r>
      <w:r w:rsidRPr="003250AB">
        <w:t xml:space="preserve">a tool for </w:t>
      </w:r>
      <w:r>
        <w:t xml:space="preserve">helping </w:t>
      </w:r>
      <w:r w:rsidRPr="003250AB">
        <w:t>companies to make st</w:t>
      </w:r>
      <w:r>
        <w:t>rategic allocations and plans</w:t>
      </w:r>
      <w:r w:rsidRPr="003250AB">
        <w:t xml:space="preserve"> </w:t>
      </w:r>
      <w:r>
        <w:t xml:space="preserve">for </w:t>
      </w:r>
      <w:r w:rsidRPr="003250AB">
        <w:t xml:space="preserve">their critical IT assets. </w:t>
      </w:r>
      <w:r>
        <w:t>It</w:t>
      </w:r>
      <w:r w:rsidRPr="003250AB">
        <w:t xml:space="preserve"> is an Executive Asset Management Information System that provides decision support capabilities via customized views. These views are displayed in graphical forms and consist of information such as asset information, operational performance, and other user-defined metrics. </w:t>
      </w:r>
    </w:p>
    <w:p w14:paraId="066EBC9B" w14:textId="77777777" w:rsidR="000731A7" w:rsidRPr="003250AB" w:rsidRDefault="000731A7" w:rsidP="000731A7">
      <w:r w:rsidRPr="003250AB">
        <w:t>POP also integrates with many third-party software suites to provide enterprise-level services and features. BILDLODE/AM, which is used internally, is a facility infrastructure management and operation</w:t>
      </w:r>
      <w:r>
        <w:t xml:space="preserve"> </w:t>
      </w:r>
      <w:r w:rsidRPr="003250AB">
        <w:t xml:space="preserve">tool that supports all aspects of infrastructure management. It is also fully integrated with AutoCAD, an industry standard software application that ensures proper change management. All changes made on architectural drawings are immediately reflected in the </w:t>
      </w:r>
      <w:r w:rsidRPr="003250AB">
        <w:lastRenderedPageBreak/>
        <w:t xml:space="preserve">database. Another integrated tool is a backend Geographical Information System (GIS) used to organize information and geographic locations by site. </w:t>
      </w:r>
    </w:p>
    <w:p w14:paraId="066EBC9C" w14:textId="77777777" w:rsidR="000731A7" w:rsidRPr="003250AB" w:rsidRDefault="000731A7" w:rsidP="000731A7">
      <w:r w:rsidRPr="003250AB">
        <w:t>Overall, the POP Software Suite is a full-service support product in all aspects of infrastructure management and facility-related services.</w:t>
      </w:r>
    </w:p>
    <w:p w14:paraId="066EBC9D" w14:textId="77777777" w:rsidR="000731A7" w:rsidRDefault="000731A7" w:rsidP="000731A7">
      <w:pPr>
        <w:rPr>
          <w:i/>
        </w:rPr>
      </w:pPr>
      <w:r w:rsidRPr="003250AB">
        <w:rPr>
          <w:i/>
        </w:rPr>
        <w:t xml:space="preserve">The company is planning on a major expansion of the system, moving it from a local implementation to a distributed one. As a company, </w:t>
      </w:r>
      <w:r>
        <w:rPr>
          <w:i/>
        </w:rPr>
        <w:t>Ideal</w:t>
      </w:r>
      <w:r w:rsidRPr="003250AB">
        <w:rPr>
          <w:i/>
        </w:rPr>
        <w:t xml:space="preserve"> is uncertain as to what risks this might entail. They are asking for</w:t>
      </w:r>
      <w:r>
        <w:rPr>
          <w:i/>
        </w:rPr>
        <w:t xml:space="preserve"> help in identifying security requirements</w:t>
      </w:r>
      <w:r w:rsidRPr="003250AB">
        <w:rPr>
          <w:i/>
        </w:rPr>
        <w:t xml:space="preserve"> in part to avoid drawing attention to the potential weakness of this new expansion.</w:t>
      </w:r>
    </w:p>
    <w:p w14:paraId="066EBC9E" w14:textId="77777777" w:rsidR="000731A7" w:rsidRPr="00D65A24" w:rsidRDefault="000731A7" w:rsidP="00A4345B">
      <w:pPr>
        <w:pStyle w:val="Heading2"/>
      </w:pPr>
      <w:bookmarkStart w:id="6" w:name="_Toc265497462"/>
      <w:r w:rsidRPr="00D65A24">
        <w:t>Security Goals</w:t>
      </w:r>
      <w:bookmarkEnd w:id="6"/>
    </w:p>
    <w:p w14:paraId="066EBC9F" w14:textId="77777777" w:rsidR="000731A7" w:rsidRPr="00DE3ADA" w:rsidRDefault="000731A7" w:rsidP="000731A7">
      <w:r w:rsidRPr="00DE3ADA">
        <w:t xml:space="preserve">These goals are to aid </w:t>
      </w:r>
      <w:r>
        <w:t>T</w:t>
      </w:r>
      <w:r w:rsidRPr="00DE3ADA">
        <w:t xml:space="preserve">he </w:t>
      </w:r>
      <w:r>
        <w:t xml:space="preserve">Ideal Company </w:t>
      </w:r>
      <w:r w:rsidRPr="00DE3ADA">
        <w:t xml:space="preserve">in </w:t>
      </w:r>
      <w:r>
        <w:t xml:space="preserve">a high-level </w:t>
      </w:r>
      <w:r w:rsidRPr="00DE3ADA">
        <w:t>assess</w:t>
      </w:r>
      <w:r>
        <w:t>ment of</w:t>
      </w:r>
      <w:r w:rsidRPr="00DE3ADA">
        <w:t xml:space="preserve"> its existing security standards</w:t>
      </w:r>
      <w:r>
        <w:t xml:space="preserve"> and </w:t>
      </w:r>
      <w:r w:rsidRPr="00DE3ADA">
        <w:t xml:space="preserve">policies regarding </w:t>
      </w:r>
      <w:r>
        <w:t>POP</w:t>
      </w:r>
      <w:r w:rsidRPr="00DE3ADA">
        <w:t>.</w:t>
      </w:r>
    </w:p>
    <w:p w14:paraId="066EBCA0" w14:textId="77777777" w:rsidR="000731A7" w:rsidRDefault="000731A7" w:rsidP="000731A7">
      <w:pPr>
        <w:rPr>
          <w:i/>
        </w:rPr>
      </w:pPr>
      <w:r w:rsidRPr="008434AD">
        <w:rPr>
          <w:i/>
        </w:rPr>
        <w:t>You, as a client, think that these are the security goals necessary for the project to be successful. Please review and remember these security goals when you are prioritizing the requirements with the Requirements Team.</w:t>
      </w:r>
    </w:p>
    <w:p w14:paraId="066EBCA1" w14:textId="77777777" w:rsidR="00D65A24" w:rsidRPr="00D65A24" w:rsidRDefault="00D65A24" w:rsidP="008C6607">
      <w:pPr>
        <w:pStyle w:val="Heading3"/>
      </w:pPr>
      <w:r w:rsidRPr="00D65A24">
        <w:t>Confidentiality</w:t>
      </w:r>
    </w:p>
    <w:p w14:paraId="066EBCA2" w14:textId="77777777" w:rsidR="00D65A24" w:rsidRPr="00DE3ADA" w:rsidRDefault="00D65A24" w:rsidP="00D65A24">
      <w:r w:rsidRPr="00DE3ADA">
        <w:t xml:space="preserve">The security goal of confidentiality will help </w:t>
      </w:r>
      <w:r>
        <w:t>to e</w:t>
      </w:r>
      <w:r w:rsidRPr="00DE3ADA">
        <w:t>nsure that information and resources are accessed only by those who are authorized to use them.</w:t>
      </w:r>
      <w:r>
        <w:t xml:space="preserve"> </w:t>
      </w:r>
      <w:r w:rsidRPr="00DE3ADA">
        <w:t xml:space="preserve">Confidentiality is closely related to </w:t>
      </w:r>
      <w:r>
        <w:t>a</w:t>
      </w:r>
      <w:r w:rsidRPr="00DE3ADA">
        <w:t xml:space="preserve">ccess </w:t>
      </w:r>
      <w:r>
        <w:t>c</w:t>
      </w:r>
      <w:r w:rsidRPr="00DE3ADA">
        <w:t xml:space="preserve">ontrol in that </w:t>
      </w:r>
      <w:r>
        <w:t>access control</w:t>
      </w:r>
      <w:r w:rsidRPr="00DE3ADA">
        <w:t xml:space="preserve"> is a component of confidentiality.</w:t>
      </w:r>
      <w:r>
        <w:t xml:space="preserve"> </w:t>
      </w:r>
      <w:r w:rsidRPr="00DE3ADA">
        <w:t>The protection against unauthorized disclosures will guard against malicious coding, hackers</w:t>
      </w:r>
      <w:r>
        <w:t xml:space="preserve"> and </w:t>
      </w:r>
      <w:r w:rsidRPr="00DE3ADA">
        <w:t>crackers, and accidental disclosures.</w:t>
      </w:r>
      <w:r>
        <w:t xml:space="preserve"> </w:t>
      </w:r>
      <w:r w:rsidRPr="00DE3ADA">
        <w:t>Confidentiality involves policy and procedures</w:t>
      </w:r>
      <w:r>
        <w:t>,</w:t>
      </w:r>
      <w:r w:rsidRPr="00DE3ADA">
        <w:t xml:space="preserve"> as well as the implementation of security controls. </w:t>
      </w:r>
    </w:p>
    <w:p w14:paraId="066EBCA3" w14:textId="77777777" w:rsidR="00D65A24" w:rsidRPr="00D65A24" w:rsidRDefault="00D65A24" w:rsidP="008C6607">
      <w:pPr>
        <w:pStyle w:val="Heading3"/>
      </w:pPr>
      <w:r w:rsidRPr="00D65A24">
        <w:t xml:space="preserve">Availability </w:t>
      </w:r>
    </w:p>
    <w:p w14:paraId="066EBCA4" w14:textId="77777777" w:rsidR="00D65A24" w:rsidRPr="001149E4" w:rsidRDefault="00D65A24" w:rsidP="00D65A24">
      <w:pPr>
        <w:rPr>
          <w:szCs w:val="24"/>
        </w:rPr>
      </w:pPr>
      <w:r w:rsidRPr="004F0B3A">
        <w:t xml:space="preserve">This goal is to ensure that the </w:t>
      </w:r>
      <w:r>
        <w:t>project</w:t>
      </w:r>
      <w:r w:rsidRPr="004F0B3A">
        <w:t xml:space="preserve"> is functional and available at all times.</w:t>
      </w:r>
      <w:r>
        <w:t xml:space="preserve"> </w:t>
      </w:r>
      <w:r w:rsidRPr="004F0B3A">
        <w:t>This includes the core facility management services, Sybase databases, etc.</w:t>
      </w:r>
      <w:r>
        <w:t xml:space="preserve"> </w:t>
      </w:r>
      <w:r w:rsidRPr="001149E4">
        <w:rPr>
          <w:szCs w:val="24"/>
        </w:rPr>
        <w:t xml:space="preserve">The </w:t>
      </w:r>
      <w:r>
        <w:rPr>
          <w:szCs w:val="24"/>
        </w:rPr>
        <w:t xml:space="preserve">project </w:t>
      </w:r>
      <w:r w:rsidRPr="001149E4">
        <w:rPr>
          <w:szCs w:val="24"/>
        </w:rPr>
        <w:t xml:space="preserve">client should assess </w:t>
      </w:r>
      <w:r>
        <w:rPr>
          <w:szCs w:val="24"/>
        </w:rPr>
        <w:t xml:space="preserve">how </w:t>
      </w:r>
      <w:r w:rsidRPr="001149E4">
        <w:rPr>
          <w:szCs w:val="24"/>
        </w:rPr>
        <w:t xml:space="preserve">the system </w:t>
      </w:r>
      <w:r>
        <w:rPr>
          <w:szCs w:val="24"/>
        </w:rPr>
        <w:t xml:space="preserve">is used </w:t>
      </w:r>
      <w:r w:rsidRPr="001149E4">
        <w:rPr>
          <w:szCs w:val="24"/>
        </w:rPr>
        <w:t>and determine disaster recovery needs.</w:t>
      </w:r>
      <w:r>
        <w:rPr>
          <w:szCs w:val="24"/>
        </w:rPr>
        <w:t xml:space="preserve"> </w:t>
      </w:r>
      <w:r w:rsidRPr="001149E4">
        <w:rPr>
          <w:szCs w:val="24"/>
        </w:rPr>
        <w:t>All data should be backed</w:t>
      </w:r>
      <w:r>
        <w:rPr>
          <w:szCs w:val="24"/>
        </w:rPr>
        <w:t xml:space="preserve"> </w:t>
      </w:r>
      <w:r w:rsidRPr="001149E4">
        <w:rPr>
          <w:szCs w:val="24"/>
        </w:rPr>
        <w:t>up to tape or disk daily</w:t>
      </w:r>
      <w:r>
        <w:rPr>
          <w:szCs w:val="24"/>
        </w:rPr>
        <w:t>.</w:t>
      </w:r>
      <w:r w:rsidRPr="001149E4">
        <w:rPr>
          <w:szCs w:val="24"/>
        </w:rPr>
        <w:t xml:space="preserve"> </w:t>
      </w:r>
    </w:p>
    <w:p w14:paraId="066EBCA5" w14:textId="77777777" w:rsidR="00D65A24" w:rsidRPr="00AB5431" w:rsidRDefault="00D65A24" w:rsidP="00D65A24">
      <w:r w:rsidRPr="001149E4">
        <w:t xml:space="preserve">Clients of a </w:t>
      </w:r>
      <w:r>
        <w:t xml:space="preserve">POP </w:t>
      </w:r>
      <w:r w:rsidRPr="001149E4">
        <w:t>application classified as critical should determine what other disaster recovery procedures (e.g., hardware redundancy, data mirroring, remote data mirroring, remote disaster recovery facility) are necessary.</w:t>
      </w:r>
      <w:r>
        <w:t xml:space="preserve"> </w:t>
      </w:r>
    </w:p>
    <w:p w14:paraId="066EBCA6" w14:textId="77777777" w:rsidR="00D65A24" w:rsidRPr="00D65A24" w:rsidRDefault="00D65A24" w:rsidP="008C6607">
      <w:pPr>
        <w:pStyle w:val="Heading3"/>
      </w:pPr>
      <w:r w:rsidRPr="00D65A24">
        <w:t xml:space="preserve">Data Integrity </w:t>
      </w:r>
    </w:p>
    <w:p w14:paraId="066EBCA7" w14:textId="77777777" w:rsidR="00D65A24" w:rsidRPr="001149E4" w:rsidRDefault="00D65A24" w:rsidP="00D65A24">
      <w:r>
        <w:t>The i</w:t>
      </w:r>
      <w:r w:rsidRPr="001149E4">
        <w:t xml:space="preserve">ntegrity of data is absolutely critical in the </w:t>
      </w:r>
      <w:r>
        <w:t>POP s</w:t>
      </w:r>
      <w:r w:rsidRPr="001149E4">
        <w:t>ystem.</w:t>
      </w:r>
      <w:r>
        <w:t xml:space="preserve"> </w:t>
      </w:r>
      <w:r w:rsidRPr="001149E4">
        <w:t xml:space="preserve">If the underlying information upon which facility managers must make their decisions is corrupted or wrong, the purpose of the </w:t>
      </w:r>
      <w:r>
        <w:t>system</w:t>
      </w:r>
      <w:r w:rsidRPr="001149E4">
        <w:t xml:space="preserve"> has been defeated.</w:t>
      </w:r>
      <w:r>
        <w:t xml:space="preserve"> Therefore, </w:t>
      </w:r>
      <w:r w:rsidRPr="001149E4">
        <w:t>data backups and checksum integrity verification are of the utmost importance.</w:t>
      </w:r>
      <w:r>
        <w:t xml:space="preserve"> </w:t>
      </w:r>
      <w:r w:rsidRPr="001149E4">
        <w:t xml:space="preserve"> </w:t>
      </w:r>
    </w:p>
    <w:p w14:paraId="066EBCA8" w14:textId="77777777" w:rsidR="00D65A24" w:rsidRDefault="00D65A24" w:rsidP="00D65A24">
      <w:pPr>
        <w:spacing w:after="120"/>
        <w:rPr>
          <w:b/>
        </w:rPr>
      </w:pPr>
    </w:p>
    <w:p w14:paraId="066EBCA9" w14:textId="77777777" w:rsidR="00D65A24" w:rsidRPr="00D65A24" w:rsidRDefault="00D65A24" w:rsidP="008C6607">
      <w:pPr>
        <w:pStyle w:val="Heading3"/>
      </w:pPr>
      <w:r w:rsidRPr="00D65A24">
        <w:lastRenderedPageBreak/>
        <w:t xml:space="preserve">Monitoring </w:t>
      </w:r>
    </w:p>
    <w:p w14:paraId="066EBCAA" w14:textId="77777777" w:rsidR="00D65A24" w:rsidRDefault="00D65A24" w:rsidP="00D65A24">
      <w:r w:rsidRPr="001149E4">
        <w:t>One security goal is to preserve or enhance the ability to accurately record the activities that take place.</w:t>
      </w:r>
      <w:r>
        <w:t xml:space="preserve"> </w:t>
      </w:r>
      <w:r w:rsidRPr="001149E4">
        <w:t xml:space="preserve">When users interact with the system, a complete accounting of all the commands issued </w:t>
      </w:r>
      <w:r>
        <w:t>and</w:t>
      </w:r>
      <w:r w:rsidRPr="001149E4">
        <w:t xml:space="preserve"> the internal transactions of the </w:t>
      </w:r>
      <w:r>
        <w:t>system</w:t>
      </w:r>
      <w:r w:rsidRPr="001149E4">
        <w:t xml:space="preserve"> should be available.</w:t>
      </w:r>
      <w:r>
        <w:t xml:space="preserve"> </w:t>
      </w:r>
      <w:r w:rsidRPr="001149E4">
        <w:t xml:space="preserve">In order for this to occur, </w:t>
      </w:r>
      <w:r>
        <w:t>l</w:t>
      </w:r>
      <w:r w:rsidRPr="001149E4">
        <w:t xml:space="preserve">ogging </w:t>
      </w:r>
      <w:r>
        <w:t>c</w:t>
      </w:r>
      <w:r w:rsidRPr="001149E4">
        <w:t xml:space="preserve">apabilities that are currently in place for the Asset Management System are needed. </w:t>
      </w:r>
    </w:p>
    <w:p w14:paraId="066EBCAB" w14:textId="77777777" w:rsidR="00D65A24" w:rsidRPr="00D65A24" w:rsidRDefault="00D65A24" w:rsidP="00D65A24">
      <w:pPr>
        <w:spacing w:after="120"/>
        <w:rPr>
          <w:rFonts w:ascii="Arial" w:hAnsi="Arial" w:cs="Arial"/>
          <w:b/>
          <w:sz w:val="20"/>
        </w:rPr>
      </w:pPr>
      <w:r w:rsidRPr="00D65A24">
        <w:rPr>
          <w:rFonts w:ascii="Arial" w:hAnsi="Arial" w:cs="Arial"/>
          <w:b/>
          <w:sz w:val="20"/>
        </w:rPr>
        <w:t xml:space="preserve">Code Review </w:t>
      </w:r>
    </w:p>
    <w:p w14:paraId="066EBCAC" w14:textId="77777777" w:rsidR="00D65A24" w:rsidRDefault="00D65A24" w:rsidP="00D65A24">
      <w:r w:rsidRPr="00413DE4">
        <w:t>Periodic code review should be performed to ensure script and code confidentiality and</w:t>
      </w:r>
      <w:r>
        <w:t xml:space="preserve"> </w:t>
      </w:r>
      <w:r w:rsidRPr="00413DE4">
        <w:t xml:space="preserve">integrity. This process verifies that malicious scripts or code have not been inserted into the source code of the software suite. The potential risks of not performing this periodic review are the </w:t>
      </w:r>
      <w:r>
        <w:t>failure</w:t>
      </w:r>
      <w:r w:rsidRPr="00413DE4">
        <w:t xml:space="preserve"> of the </w:t>
      </w:r>
      <w:r>
        <w:t>system</w:t>
      </w:r>
      <w:r w:rsidRPr="00413DE4">
        <w:t xml:space="preserve"> and </w:t>
      </w:r>
      <w:r>
        <w:t xml:space="preserve">the </w:t>
      </w:r>
      <w:r w:rsidRPr="00413DE4">
        <w:t xml:space="preserve">potential loss of all data. </w:t>
      </w:r>
    </w:p>
    <w:p w14:paraId="066EBCAD" w14:textId="77777777" w:rsidR="00D65A24" w:rsidRPr="00D65A24" w:rsidRDefault="00D65A24" w:rsidP="008C6607">
      <w:pPr>
        <w:pStyle w:val="Heading3"/>
      </w:pPr>
      <w:r w:rsidRPr="00D65A24">
        <w:t xml:space="preserve">Access Control </w:t>
      </w:r>
    </w:p>
    <w:p w14:paraId="066EBCAE" w14:textId="77777777" w:rsidR="00D65A24" w:rsidRPr="00567DDB" w:rsidRDefault="00D65A24" w:rsidP="00D65A24">
      <w:r>
        <w:t>Access control</w:t>
      </w:r>
      <w:r w:rsidRPr="00567DDB">
        <w:t xml:space="preserve"> </w:t>
      </w:r>
      <w:r>
        <w:t xml:space="preserve">helps </w:t>
      </w:r>
      <w:r w:rsidRPr="00567DDB">
        <w:t xml:space="preserve">ensure that only authorized users of the </w:t>
      </w:r>
      <w:r>
        <w:t>POP</w:t>
      </w:r>
      <w:r w:rsidRPr="00567DDB">
        <w:t xml:space="preserve"> </w:t>
      </w:r>
      <w:r>
        <w:t>s</w:t>
      </w:r>
      <w:r w:rsidRPr="00567DDB">
        <w:t xml:space="preserve">ystem have access to their specified and </w:t>
      </w:r>
      <w:r>
        <w:t>authorized</w:t>
      </w:r>
      <w:r w:rsidRPr="00567DDB">
        <w:t xml:space="preserve"> resources.</w:t>
      </w:r>
      <w:r>
        <w:t xml:space="preserve"> </w:t>
      </w:r>
      <w:r w:rsidRPr="00567DDB">
        <w:t xml:space="preserve">The team would like information on what authentication procedures are in place and </w:t>
      </w:r>
      <w:r>
        <w:t>whether</w:t>
      </w:r>
      <w:r w:rsidRPr="00567DDB">
        <w:t xml:space="preserve"> the system will allow for remote connectivity.</w:t>
      </w:r>
      <w:r>
        <w:t xml:space="preserve"> </w:t>
      </w:r>
      <w:r w:rsidRPr="00567DDB">
        <w:t xml:space="preserve">If this holds true, information regarding intact authentication controls and penetration testing </w:t>
      </w:r>
      <w:r>
        <w:t>e</w:t>
      </w:r>
      <w:r w:rsidRPr="00567DDB">
        <w:t xml:space="preserve">nsure the access controls are working properly. </w:t>
      </w:r>
    </w:p>
    <w:p w14:paraId="066EBCAF" w14:textId="77777777" w:rsidR="00D65A24" w:rsidRPr="00D65A24" w:rsidRDefault="00D65A24" w:rsidP="008C6607">
      <w:pPr>
        <w:pStyle w:val="Heading3"/>
      </w:pPr>
      <w:r w:rsidRPr="00D65A24">
        <w:t xml:space="preserve">Maintaining Mission-Critical Services </w:t>
      </w:r>
    </w:p>
    <w:p w14:paraId="066EBCB0" w14:textId="77777777" w:rsidR="00D65A24" w:rsidRDefault="00D65A24" w:rsidP="00D65A24">
      <w:r w:rsidRPr="006D3610">
        <w:t>The most important goal is the ability to deliver essential services in the face of attack, failure, or accident.</w:t>
      </w:r>
      <w:r>
        <w:t xml:space="preserve"> </w:t>
      </w:r>
      <w:r w:rsidRPr="006D3610">
        <w:t>This is dependent upon maintaining necessary system properties in unfavorable environments.</w:t>
      </w:r>
      <w:r>
        <w:t xml:space="preserve"> </w:t>
      </w:r>
      <w:r w:rsidRPr="006D3610">
        <w:t>First, identify the critical services that must be delivered and the resources that support those services.</w:t>
      </w:r>
      <w:r>
        <w:t xml:space="preserve"> Next, the consultant team (in this case, the SQUARE team) </w:t>
      </w:r>
      <w:r w:rsidRPr="006D3610">
        <w:t xml:space="preserve">will proceed to implement controls and defensive measures for protection. </w:t>
      </w:r>
    </w:p>
    <w:p w14:paraId="066EBCB1" w14:textId="77777777" w:rsidR="00D65A24" w:rsidRPr="00D65A24" w:rsidRDefault="00D65A24" w:rsidP="008C6607">
      <w:pPr>
        <w:pStyle w:val="Heading3"/>
      </w:pPr>
      <w:r w:rsidRPr="00D65A24">
        <w:t xml:space="preserve">Disaster Recovery </w:t>
      </w:r>
    </w:p>
    <w:p w14:paraId="066EBCB2" w14:textId="77777777" w:rsidR="00D65A24" w:rsidRDefault="00D65A24" w:rsidP="00D65A24">
      <w:r w:rsidRPr="00B96298">
        <w:t xml:space="preserve">The </w:t>
      </w:r>
      <w:r>
        <w:t>POP</w:t>
      </w:r>
      <w:r w:rsidRPr="00B96298">
        <w:t xml:space="preserve"> client should have procedures in place to address disaster recovery plans for different levels of applications and degrees of disaster.</w:t>
      </w:r>
      <w:r>
        <w:t xml:space="preserve"> </w:t>
      </w:r>
      <w:r w:rsidRPr="00B96298">
        <w:t>The plans should address how and when key personnel</w:t>
      </w:r>
      <w:r w:rsidRPr="00D65A24">
        <w:t xml:space="preserve"> </w:t>
      </w:r>
      <w:r>
        <w:t xml:space="preserve">are </w:t>
      </w:r>
      <w:r w:rsidRPr="00B96298">
        <w:t>contacted</w:t>
      </w:r>
      <w:r>
        <w:t>,</w:t>
      </w:r>
      <w:r w:rsidRPr="00B96298">
        <w:t xml:space="preserve"> along with their duties and responsibilities.</w:t>
      </w:r>
      <w:r>
        <w:t xml:space="preserve"> </w:t>
      </w:r>
      <w:r w:rsidRPr="00B96298">
        <w:t>These plans should be tested</w:t>
      </w:r>
      <w:r>
        <w:t>,</w:t>
      </w:r>
      <w:r w:rsidRPr="00B96298">
        <w:t xml:space="preserve"> </w:t>
      </w:r>
      <w:r>
        <w:t>and</w:t>
      </w:r>
      <w:r w:rsidRPr="00B96298">
        <w:t xml:space="preserve"> the results and lessons learned </w:t>
      </w:r>
      <w:r>
        <w:t xml:space="preserve">should be </w:t>
      </w:r>
      <w:r w:rsidRPr="00B96298">
        <w:t>documented in a central location for easy reference.</w:t>
      </w:r>
    </w:p>
    <w:p w14:paraId="066EBCB3" w14:textId="77777777" w:rsidR="00D65A24" w:rsidRPr="003250AB" w:rsidRDefault="00D65A24" w:rsidP="008C6607">
      <w:pPr>
        <w:pStyle w:val="Heading2"/>
      </w:pPr>
      <w:bookmarkStart w:id="7" w:name="_Toc265497463"/>
      <w:r w:rsidRPr="003250AB">
        <w:t>Case Introduction</w:t>
      </w:r>
      <w:bookmarkEnd w:id="7"/>
    </w:p>
    <w:p w14:paraId="066EBCB4" w14:textId="77777777" w:rsidR="00D65A24" w:rsidRPr="003250AB" w:rsidRDefault="00D65A24" w:rsidP="00D65A24">
      <w:r>
        <w:t>The Ideal</w:t>
      </w:r>
      <w:r w:rsidRPr="003250AB">
        <w:t xml:space="preserve"> </w:t>
      </w:r>
      <w:r>
        <w:t xml:space="preserve">Company </w:t>
      </w:r>
      <w:r w:rsidRPr="003250AB">
        <w:t xml:space="preserve">has experienced situations in the past </w:t>
      </w:r>
      <w:r>
        <w:t>in which</w:t>
      </w:r>
      <w:r w:rsidRPr="003250AB">
        <w:t xml:space="preserve"> sensitive client data was accidentally transmitted to an unauthorized user or other access violations have occurred. While developing POP, </w:t>
      </w:r>
      <w:r>
        <w:t>Ideal</w:t>
      </w:r>
      <w:r w:rsidRPr="003250AB">
        <w:t xml:space="preserve"> realized that they had no </w:t>
      </w:r>
      <w:r>
        <w:t>process</w:t>
      </w:r>
      <w:r w:rsidRPr="003250AB">
        <w:t xml:space="preserve"> in place to respond to this kind of security situation and had no historical or statistical data. Therefore, they decided that they should have a formal security requirements</w:t>
      </w:r>
      <w:r>
        <w:t xml:space="preserve"> engineering process</w:t>
      </w:r>
      <w:r w:rsidRPr="003250AB">
        <w:t xml:space="preserve">. They had recently heard of SQUARE being effective in a similar situation with a company in their field, so they decided to try it. </w:t>
      </w:r>
    </w:p>
    <w:p w14:paraId="066EBCB5" w14:textId="77777777" w:rsidR="00D65A24" w:rsidRPr="008434AD" w:rsidRDefault="00D65A24" w:rsidP="00D65A24">
      <w:r>
        <w:rPr>
          <w:i/>
        </w:rPr>
        <w:lastRenderedPageBreak/>
        <w:t>Ideal</w:t>
      </w:r>
      <w:r w:rsidRPr="003250AB">
        <w:rPr>
          <w:i/>
        </w:rPr>
        <w:t xml:space="preserve"> is also interested in knowing more about the SQUARE process, how the steps specifically work, so that they can employ it locally. The client team should be willing to ask questions </w:t>
      </w:r>
      <w:r>
        <w:rPr>
          <w:i/>
        </w:rPr>
        <w:t>if</w:t>
      </w:r>
      <w:r w:rsidRPr="003250AB">
        <w:rPr>
          <w:i/>
        </w:rPr>
        <w:t xml:space="preserve"> they do not understand the reasoning for a piece of data. Such requests might be forwarded on to the moderator, since in this case the </w:t>
      </w:r>
      <w:r>
        <w:rPr>
          <w:i/>
        </w:rPr>
        <w:t xml:space="preserve">RE </w:t>
      </w:r>
      <w:r w:rsidRPr="003250AB">
        <w:rPr>
          <w:i/>
        </w:rPr>
        <w:t>team is not experienced, but the client team should treat the RE team as if they were experienced</w:t>
      </w:r>
      <w:r w:rsidRPr="003250AB">
        <w:t>.</w:t>
      </w:r>
    </w:p>
    <w:p w14:paraId="066EBCB6" w14:textId="77777777" w:rsidR="0004690E" w:rsidRDefault="00D65A24" w:rsidP="00A4345B">
      <w:pPr>
        <w:pStyle w:val="Heading1"/>
      </w:pPr>
      <w:r w:rsidRPr="00B96298">
        <w:t xml:space="preserve"> </w:t>
      </w:r>
    </w:p>
    <w:p w14:paraId="066EBCB7" w14:textId="77777777" w:rsidR="0004690E" w:rsidRDefault="0004690E" w:rsidP="0004690E">
      <w:pPr>
        <w:rPr>
          <w:rFonts w:ascii="Arial" w:hAnsi="Arial" w:cs="Arial"/>
          <w:sz w:val="32"/>
          <w:szCs w:val="32"/>
        </w:rPr>
      </w:pPr>
      <w:r>
        <w:br w:type="page"/>
      </w:r>
    </w:p>
    <w:p w14:paraId="066EBCB8" w14:textId="77777777" w:rsidR="00D65A24" w:rsidRPr="00A4345B" w:rsidRDefault="00D65A24" w:rsidP="00A4345B">
      <w:pPr>
        <w:pStyle w:val="Heading1"/>
      </w:pPr>
      <w:bookmarkStart w:id="8" w:name="_Toc265497464"/>
      <w:r w:rsidRPr="00A4345B">
        <w:lastRenderedPageBreak/>
        <w:t>The SQUARE Process</w:t>
      </w:r>
      <w:bookmarkEnd w:id="8"/>
    </w:p>
    <w:p w14:paraId="066EBCB9" w14:textId="77777777" w:rsidR="00D65A24" w:rsidRPr="003250AB" w:rsidRDefault="00D65A24" w:rsidP="008C6607">
      <w:pPr>
        <w:pStyle w:val="Heading2"/>
      </w:pPr>
      <w:bookmarkStart w:id="9" w:name="_Toc265497465"/>
      <w:r w:rsidRPr="003250AB">
        <w:t>Step 1 – Agree on Definitions</w:t>
      </w:r>
      <w:bookmarkEnd w:id="9"/>
    </w:p>
    <w:p w14:paraId="066EBCBA" w14:textId="77777777" w:rsidR="00D65A24" w:rsidRDefault="00D65A24" w:rsidP="00D65A24">
      <w:pPr>
        <w:spacing w:line="240" w:lineRule="auto"/>
      </w:pPr>
      <w:r>
        <w:t xml:space="preserve">In this step, </w:t>
      </w:r>
      <w:r w:rsidRPr="00954186">
        <w:t>definitions</w:t>
      </w:r>
      <w:r>
        <w:t xml:space="preserve"> of terms that will be used have to be agreed on by</w:t>
      </w:r>
      <w:r w:rsidRPr="00954186">
        <w:t xml:space="preserve"> the stakeholders and the </w:t>
      </w:r>
      <w:r>
        <w:t>r</w:t>
      </w:r>
      <w:r w:rsidRPr="00954186">
        <w:t xml:space="preserve">equirements </w:t>
      </w:r>
      <w:r>
        <w:t>e</w:t>
      </w:r>
      <w:r w:rsidRPr="00954186">
        <w:t xml:space="preserve">ngineering team. </w:t>
      </w:r>
      <w:r w:rsidRPr="00280621">
        <w:t xml:space="preserve">Some </w:t>
      </w:r>
      <w:r>
        <w:t>suggested</w:t>
      </w:r>
      <w:r w:rsidRPr="00280621">
        <w:t xml:space="preserve"> terms and definitions are shown below. </w:t>
      </w:r>
      <w:r>
        <w:t xml:space="preserve">You may want to identify other terms that should be defined. Participants can proceed with this in two parts. First, focus on generating the list of words, and then select the group of words that will be used. For the initial list, you can use the brainstorming technique to quickly generate a large number of words. (Guidelines for conducting a brainstorming session are included in the supplemental material on page </w:t>
      </w:r>
      <w:r w:rsidR="00C307A7">
        <w:t>39</w:t>
      </w:r>
      <w:r>
        <w:t>.)</w:t>
      </w:r>
    </w:p>
    <w:p w14:paraId="066EBCBB" w14:textId="0FAC85E8" w:rsidR="00A23651" w:rsidRDefault="006D6D4D" w:rsidP="00D65A24">
      <w:pPr>
        <w:spacing w:line="240" w:lineRule="auto"/>
      </w:pPr>
      <w:r>
        <w:rPr>
          <w:noProof/>
        </w:rPr>
        <mc:AlternateContent>
          <mc:Choice Requires="wps">
            <w:drawing>
              <wp:anchor distT="0" distB="0" distL="114300" distR="114300" simplePos="0" relativeHeight="251662336" behindDoc="0" locked="0" layoutInCell="1" allowOverlap="1" wp14:anchorId="066EC1E7" wp14:editId="0CE03060">
                <wp:simplePos x="0" y="0"/>
                <wp:positionH relativeFrom="column">
                  <wp:posOffset>4445</wp:posOffset>
                </wp:positionH>
                <wp:positionV relativeFrom="paragraph">
                  <wp:posOffset>58420</wp:posOffset>
                </wp:positionV>
                <wp:extent cx="5238115" cy="1400175"/>
                <wp:effectExtent l="13970" t="10795" r="5715" b="8255"/>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115" cy="1400175"/>
                        </a:xfrm>
                        <a:prstGeom prst="rect">
                          <a:avLst/>
                        </a:prstGeom>
                        <a:solidFill>
                          <a:schemeClr val="bg1">
                            <a:lumMod val="95000"/>
                            <a:lumOff val="0"/>
                          </a:schemeClr>
                        </a:solidFill>
                        <a:ln w="9525">
                          <a:solidFill>
                            <a:schemeClr val="tx1">
                              <a:lumMod val="100000"/>
                              <a:lumOff val="0"/>
                            </a:schemeClr>
                          </a:solidFill>
                          <a:miter lim="800000"/>
                          <a:headEnd/>
                          <a:tailEnd/>
                        </a:ln>
                      </wps:spPr>
                      <wps:txbx>
                        <w:txbxContent>
                          <w:p w14:paraId="066EC27D" w14:textId="77777777" w:rsidR="00F723A1" w:rsidRPr="009D5D10" w:rsidRDefault="00F723A1" w:rsidP="00A23651">
                            <w:pPr>
                              <w:rPr>
                                <w:b/>
                              </w:rPr>
                            </w:pPr>
                            <w:r w:rsidRPr="009D5D10">
                              <w:rPr>
                                <w:b/>
                              </w:rPr>
                              <w:t xml:space="preserve">Task </w:t>
                            </w:r>
                          </w:p>
                          <w:p w14:paraId="066EC27E" w14:textId="77777777" w:rsidR="00F723A1" w:rsidRPr="00A23651" w:rsidRDefault="00F723A1" w:rsidP="00A23651">
                            <w:r w:rsidRPr="00A23651">
                              <w:t>You, as a client, think that these are the accurate definitions of some terms. Discuss these with the RE team. Feel free to change them if you like, but both you and the RE team must agree on and record the same definitions.</w:t>
                            </w:r>
                          </w:p>
                          <w:p w14:paraId="066EC27F" w14:textId="77777777" w:rsidR="00F723A1" w:rsidRPr="003250AB" w:rsidRDefault="00F723A1" w:rsidP="00A23651">
                            <w:r w:rsidRPr="003250AB">
                              <w:t xml:space="preserve">Time: 15 minutes </w:t>
                            </w:r>
                          </w:p>
                          <w:p w14:paraId="066EC280" w14:textId="77777777" w:rsidR="00F723A1" w:rsidRDefault="00F7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5pt;margin-top:4.6pt;width:412.45pt;height:11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" fillcolor="#f2f2f2 [3052]" strokecolor="black [3213]">
                <v:textbox>
                  <w:txbxContent>
                    <w:p w14:paraId="066EC27D" w14:textId="77777777" w:rsidR="00F723A1" w:rsidRPr="009D5D10" w:rsidRDefault="00F723A1" w:rsidP="00A23651">
                      <w:pPr>
                        <w:rPr>
                          <w:b/>
                        </w:rPr>
                      </w:pPr>
                      <w:r w:rsidRPr="009D5D10">
                        <w:rPr>
                          <w:b/>
                        </w:rPr>
                        <w:t xml:space="preserve">Task </w:t>
                      </w:r>
                    </w:p>
                    <w:p w14:paraId="066EC27E" w14:textId="77777777" w:rsidR="00F723A1" w:rsidRPr="00A23651" w:rsidRDefault="00F723A1" w:rsidP="00A23651">
                      <w:r w:rsidRPr="00A23651">
                        <w:t>You, as a client, think that these are the accurate definitions of some terms. Discuss these with the RE team. Feel free to change them if you like, but both you and the RE team must agree on and record the same definitions.</w:t>
                      </w:r>
                    </w:p>
                    <w:p w14:paraId="066EC27F" w14:textId="77777777" w:rsidR="00F723A1" w:rsidRPr="003250AB" w:rsidRDefault="00F723A1" w:rsidP="00A23651">
                      <w:r w:rsidRPr="003250AB">
                        <w:t xml:space="preserve">Time: 15 minutes </w:t>
                      </w:r>
                    </w:p>
                    <w:p w14:paraId="066EC280" w14:textId="77777777" w:rsidR="00F723A1" w:rsidRDefault="00F723A1"/>
                  </w:txbxContent>
                </v:textbox>
              </v:shape>
            </w:pict>
          </mc:Fallback>
        </mc:AlternateContent>
      </w:r>
    </w:p>
    <w:p w14:paraId="066EBCBC" w14:textId="77777777" w:rsidR="00A23651" w:rsidRDefault="00A23651" w:rsidP="00D65A24">
      <w:pPr>
        <w:spacing w:line="240" w:lineRule="auto"/>
      </w:pPr>
    </w:p>
    <w:p w14:paraId="066EBCBD" w14:textId="77777777" w:rsidR="00A23651" w:rsidRDefault="00A23651" w:rsidP="00D65A24">
      <w:pPr>
        <w:spacing w:line="240" w:lineRule="auto"/>
      </w:pPr>
    </w:p>
    <w:p w14:paraId="066EBCBE" w14:textId="77777777" w:rsidR="00A23651" w:rsidRDefault="00A23651" w:rsidP="00D65A24">
      <w:pPr>
        <w:spacing w:line="240" w:lineRule="auto"/>
      </w:pPr>
    </w:p>
    <w:p w14:paraId="066EBCBF" w14:textId="77777777" w:rsidR="00A23651" w:rsidRDefault="00A23651" w:rsidP="00D65A24">
      <w:pPr>
        <w:spacing w:line="240" w:lineRule="auto"/>
      </w:pPr>
    </w:p>
    <w:p w14:paraId="066EBCC0" w14:textId="77777777" w:rsidR="00A23651" w:rsidRDefault="00A23651" w:rsidP="00D65A24">
      <w:pPr>
        <w:spacing w:line="240" w:lineRule="auto"/>
      </w:pPr>
    </w:p>
    <w:p w14:paraId="066EBCC1" w14:textId="77777777" w:rsidR="00D65A24" w:rsidRPr="00D65A24" w:rsidRDefault="00D65A24" w:rsidP="008C6607">
      <w:pPr>
        <w:pStyle w:val="Heading3"/>
      </w:pPr>
      <w:r w:rsidRPr="00D65A24">
        <w:t>Definitions</w:t>
      </w:r>
    </w:p>
    <w:p w14:paraId="066EBCC2" w14:textId="77777777" w:rsidR="00546A8F" w:rsidRPr="00546A8F" w:rsidRDefault="00D65A24" w:rsidP="00546A8F">
      <w:pPr>
        <w:spacing w:line="240" w:lineRule="auto"/>
        <w:rPr>
          <w:rFonts w:ascii="Arial" w:hAnsi="Arial" w:cs="Arial"/>
          <w:b/>
          <w:sz w:val="20"/>
        </w:rPr>
      </w:pPr>
      <w:r w:rsidRPr="005E0E68">
        <w:rPr>
          <w:b/>
          <w:szCs w:val="21"/>
        </w:rPr>
        <w:t>Access control</w:t>
      </w:r>
      <w:r w:rsidR="00546A8F">
        <w:rPr>
          <w:rFonts w:ascii="Arial" w:hAnsi="Arial" w:cs="Arial"/>
          <w:b/>
          <w:sz w:val="20"/>
        </w:rPr>
        <w:t>—</w:t>
      </w:r>
      <w:r>
        <w:t xml:space="preserve">An </w:t>
      </w:r>
      <w:r>
        <w:rPr>
          <w:b/>
          <w:bCs/>
        </w:rPr>
        <w:t>access control system</w:t>
      </w:r>
      <w:r>
        <w:t xml:space="preserve"> is a system which enables an authority to control access to areas and resources in a given physical facility or computer-based </w:t>
      </w:r>
      <w:r w:rsidRPr="001F05A2">
        <w:t>information system</w:t>
      </w:r>
      <w:r>
        <w:t xml:space="preserve"> [Wikipedia 2009a]. </w:t>
      </w:r>
      <w:r w:rsidRPr="003250AB">
        <w:t xml:space="preserve">Access control ensures that resources are granted only to those users who are entitled to them [SANS </w:t>
      </w:r>
      <w:r>
        <w:t>20</w:t>
      </w:r>
      <w:r w:rsidRPr="003250AB">
        <w:t>0</w:t>
      </w:r>
      <w:r>
        <w:t>9</w:t>
      </w:r>
      <w:r w:rsidRPr="003250AB">
        <w:t>].</w:t>
      </w:r>
    </w:p>
    <w:p w14:paraId="066EBCC3" w14:textId="77777777" w:rsidR="00D65A24" w:rsidRPr="005E0E68" w:rsidRDefault="00D65A24" w:rsidP="00546A8F">
      <w:pPr>
        <w:autoSpaceDE w:val="0"/>
        <w:autoSpaceDN w:val="0"/>
        <w:adjustRightInd w:val="0"/>
        <w:rPr>
          <w:szCs w:val="21"/>
        </w:rPr>
      </w:pPr>
      <w:r w:rsidRPr="005E0E68">
        <w:rPr>
          <w:b/>
          <w:szCs w:val="21"/>
        </w:rPr>
        <w:t>Antivirus software</w:t>
      </w:r>
      <w:r w:rsidR="00546A8F" w:rsidRPr="005E0E68">
        <w:rPr>
          <w:szCs w:val="21"/>
        </w:rPr>
        <w:t>—</w:t>
      </w:r>
      <w:r w:rsidRPr="005E0E68">
        <w:rPr>
          <w:szCs w:val="21"/>
        </w:rPr>
        <w:t>A</w:t>
      </w:r>
      <w:r w:rsidR="00546A8F" w:rsidRPr="005E0E68">
        <w:rPr>
          <w:szCs w:val="21"/>
        </w:rPr>
        <w:t xml:space="preserve"> </w:t>
      </w:r>
      <w:r w:rsidRPr="005E0E68">
        <w:rPr>
          <w:szCs w:val="21"/>
        </w:rPr>
        <w:t>program that searches hard drives and floppy disks for any known or potential viruses [SSQ 2009a].</w:t>
      </w:r>
    </w:p>
    <w:p w14:paraId="066EBCC4" w14:textId="77777777" w:rsidR="00D65A24" w:rsidRPr="005E0E68" w:rsidRDefault="00D65A24" w:rsidP="00546A8F">
      <w:pPr>
        <w:keepNext/>
        <w:rPr>
          <w:b/>
          <w:szCs w:val="21"/>
        </w:rPr>
      </w:pPr>
      <w:r w:rsidRPr="005E0E68">
        <w:rPr>
          <w:b/>
          <w:szCs w:val="21"/>
        </w:rPr>
        <w:t>Asset</w:t>
      </w:r>
      <w:r w:rsidR="00546A8F" w:rsidRPr="005E0E68">
        <w:rPr>
          <w:b/>
          <w:szCs w:val="21"/>
        </w:rPr>
        <w:t>—</w:t>
      </w:r>
      <w:r w:rsidRPr="005E0E68">
        <w:rPr>
          <w:szCs w:val="21"/>
        </w:rPr>
        <w:t>A mission-critical object or entity that a company owns and wants to secure.</w:t>
      </w:r>
    </w:p>
    <w:p w14:paraId="066EBCC5" w14:textId="77777777" w:rsidR="00D65A24" w:rsidRPr="005E0E68" w:rsidRDefault="00D65A24" w:rsidP="003878B4">
      <w:pPr>
        <w:rPr>
          <w:b/>
          <w:szCs w:val="21"/>
        </w:rPr>
      </w:pPr>
      <w:r w:rsidRPr="005E0E68">
        <w:rPr>
          <w:b/>
          <w:szCs w:val="21"/>
        </w:rPr>
        <w:t>Attac</w:t>
      </w:r>
      <w:r w:rsidR="00546A8F" w:rsidRPr="005E0E68">
        <w:rPr>
          <w:b/>
          <w:szCs w:val="21"/>
        </w:rPr>
        <w:t>k</w:t>
      </w:r>
      <w:r w:rsidR="00546A8F" w:rsidRPr="005E0E68">
        <w:rPr>
          <w:szCs w:val="21"/>
        </w:rPr>
        <w:t>—</w:t>
      </w:r>
      <w:r w:rsidRPr="005E0E68">
        <w:rPr>
          <w:szCs w:val="21"/>
        </w:rPr>
        <w:t>An attack is defined as an action wherein a piece of software, a chunk of data, or sequence of commands is used to take advantage of a bug, glitch, or vulnerability in order to get unintended or unanticipated behavior out of computer software, hardware, or something electronic (usually computerized) [Wikipedia 2009b]. It is conducted by an adversary, the attacker, on a potential victim, and is a set of events that an observer believes to have information assurance consequences on some entity, the target of the attack [Ellison 2003].</w:t>
      </w:r>
    </w:p>
    <w:p w14:paraId="066EBCC6" w14:textId="77777777" w:rsidR="00D65A24" w:rsidRPr="00546A8F" w:rsidRDefault="00D65A24" w:rsidP="00546A8F">
      <w:pPr>
        <w:rPr>
          <w:rFonts w:ascii="Arial" w:hAnsi="Arial" w:cs="Arial"/>
          <w:b/>
          <w:sz w:val="20"/>
        </w:rPr>
      </w:pPr>
      <w:r w:rsidRPr="005E0E68">
        <w:rPr>
          <w:b/>
          <w:szCs w:val="21"/>
        </w:rPr>
        <w:t>Auditing</w:t>
      </w:r>
      <w:r w:rsidR="00546A8F">
        <w:rPr>
          <w:rFonts w:ascii="Arial" w:hAnsi="Arial" w:cs="Arial"/>
          <w:b/>
          <w:sz w:val="20"/>
        </w:rPr>
        <w:t>—</w:t>
      </w:r>
      <w:r w:rsidRPr="003250AB">
        <w:t xml:space="preserve">The information gathering and analysis of assets to ensure such things as policy compliance and security from vulnerabilities [SANS </w:t>
      </w:r>
      <w:r>
        <w:t>20</w:t>
      </w:r>
      <w:r w:rsidRPr="003250AB">
        <w:t>0</w:t>
      </w:r>
      <w:r>
        <w:t>9</w:t>
      </w:r>
      <w:r w:rsidRPr="003250AB">
        <w:t>]</w:t>
      </w:r>
      <w:r>
        <w:t>.</w:t>
      </w:r>
    </w:p>
    <w:p w14:paraId="066EBCC7" w14:textId="77777777" w:rsidR="003878B4" w:rsidRPr="005E0E68" w:rsidRDefault="00D65A24" w:rsidP="003878B4">
      <w:pPr>
        <w:spacing w:after="0" w:line="240" w:lineRule="auto"/>
        <w:rPr>
          <w:b/>
          <w:szCs w:val="21"/>
        </w:rPr>
      </w:pPr>
      <w:r w:rsidRPr="005E0E68">
        <w:rPr>
          <w:b/>
          <w:szCs w:val="21"/>
        </w:rPr>
        <w:t>Authentication</w:t>
      </w:r>
      <w:r w:rsidR="00546A8F" w:rsidRPr="005E0E68">
        <w:rPr>
          <w:b/>
          <w:szCs w:val="21"/>
        </w:rPr>
        <w:t>—</w:t>
      </w:r>
      <w:r w:rsidRPr="005E0E68">
        <w:rPr>
          <w:szCs w:val="21"/>
        </w:rPr>
        <w:t>The process of attempting to verify the digital identity of the sender of a communication, such as a request to log in.</w:t>
      </w:r>
    </w:p>
    <w:p w14:paraId="066EBCC8" w14:textId="77777777" w:rsidR="00D65A24" w:rsidRPr="005E0E68" w:rsidRDefault="00D65A24" w:rsidP="003878B4">
      <w:pPr>
        <w:spacing w:before="0"/>
        <w:rPr>
          <w:b/>
          <w:szCs w:val="21"/>
        </w:rPr>
      </w:pPr>
      <w:r w:rsidRPr="005E0E68">
        <w:rPr>
          <w:szCs w:val="21"/>
        </w:rPr>
        <w:t>The process of determining whether someone or something is, in fact, who or what it is declared to be [SSQ 2009b].</w:t>
      </w:r>
    </w:p>
    <w:p w14:paraId="066EBCC9" w14:textId="77777777" w:rsidR="003878B4" w:rsidRPr="005E0E68" w:rsidRDefault="00713DF7" w:rsidP="003878B4">
      <w:pPr>
        <w:spacing w:after="0"/>
        <w:rPr>
          <w:b/>
          <w:szCs w:val="21"/>
        </w:rPr>
      </w:pPr>
      <w:r w:rsidRPr="005E0E68">
        <w:rPr>
          <w:b/>
          <w:szCs w:val="21"/>
        </w:rPr>
        <w:lastRenderedPageBreak/>
        <w:t>Confidentiality</w:t>
      </w:r>
      <w:r w:rsidR="00546A8F" w:rsidRPr="005E0E68">
        <w:rPr>
          <w:b/>
          <w:szCs w:val="21"/>
        </w:rPr>
        <w:t>—</w:t>
      </w:r>
      <w:r w:rsidRPr="005E0E68">
        <w:rPr>
          <w:szCs w:val="21"/>
        </w:rPr>
        <w:t>Ensuring that information is accessible only to those authorized to have access [ISO/IEC 2005].</w:t>
      </w:r>
    </w:p>
    <w:p w14:paraId="066EBCCA" w14:textId="77777777" w:rsidR="00713DF7" w:rsidRPr="005E0E68" w:rsidRDefault="00713DF7" w:rsidP="003878B4">
      <w:pPr>
        <w:spacing w:before="0"/>
        <w:rPr>
          <w:b/>
          <w:szCs w:val="21"/>
        </w:rPr>
      </w:pPr>
      <w:r w:rsidRPr="005E0E68">
        <w:rPr>
          <w:szCs w:val="21"/>
        </w:rPr>
        <w:t>The property that information is not made available or disclosed to unauthorized individuals, entities, or processes (i.e., to any unauthorized system entity) [SANS 2009].</w:t>
      </w:r>
    </w:p>
    <w:p w14:paraId="066EBCCB" w14:textId="77777777" w:rsidR="00713DF7" w:rsidRPr="005E0E68" w:rsidRDefault="00713DF7" w:rsidP="003878B4">
      <w:pPr>
        <w:rPr>
          <w:b/>
          <w:szCs w:val="21"/>
        </w:rPr>
      </w:pPr>
      <w:r w:rsidRPr="005E0E68">
        <w:rPr>
          <w:b/>
          <w:szCs w:val="21"/>
        </w:rPr>
        <w:t>Firewall</w:t>
      </w:r>
      <w:r w:rsidR="003878B4" w:rsidRPr="005E0E68">
        <w:rPr>
          <w:b/>
          <w:szCs w:val="21"/>
        </w:rPr>
        <w:t>—</w:t>
      </w:r>
      <w:r w:rsidRPr="005E0E68">
        <w:rPr>
          <w:szCs w:val="21"/>
        </w:rPr>
        <w:t>A system designed to prevent unauthorized access to or from a private network. Firewalls can be implemented in both hardware and software, or a combination of both [Webopedia 2009].</w:t>
      </w:r>
    </w:p>
    <w:p w14:paraId="066EBCCC" w14:textId="77777777" w:rsidR="00713DF7" w:rsidRPr="005E0E68" w:rsidRDefault="00713DF7" w:rsidP="003878B4">
      <w:pPr>
        <w:spacing w:line="240" w:lineRule="auto"/>
        <w:rPr>
          <w:b/>
          <w:szCs w:val="21"/>
        </w:rPr>
      </w:pPr>
      <w:r w:rsidRPr="005E0E68">
        <w:rPr>
          <w:b/>
          <w:szCs w:val="21"/>
        </w:rPr>
        <w:t>Integrity</w:t>
      </w:r>
      <w:r w:rsidR="003878B4" w:rsidRPr="005E0E68">
        <w:rPr>
          <w:b/>
          <w:szCs w:val="21"/>
        </w:rPr>
        <w:t>—</w:t>
      </w:r>
      <w:r w:rsidRPr="005E0E68">
        <w:rPr>
          <w:szCs w:val="21"/>
        </w:rPr>
        <w:t>For systems, the condition of a system wherein its mandated operational and technical parameters are within the prescribed limits. For data, the property that the data is “whole” or complete [Wikipedia 2009c].</w:t>
      </w:r>
    </w:p>
    <w:p w14:paraId="066EBCCD" w14:textId="77777777" w:rsidR="00713DF7" w:rsidRPr="005E0E68" w:rsidRDefault="00713DF7" w:rsidP="003878B4">
      <w:pPr>
        <w:autoSpaceDE w:val="0"/>
        <w:autoSpaceDN w:val="0"/>
        <w:adjustRightInd w:val="0"/>
        <w:spacing w:before="0"/>
        <w:rPr>
          <w:b/>
          <w:szCs w:val="21"/>
        </w:rPr>
      </w:pPr>
      <w:r w:rsidRPr="005E0E68">
        <w:rPr>
          <w:szCs w:val="21"/>
        </w:rPr>
        <w:t>For systems, the quality that a system has when it can perform its intended function in a unimpaired manner, free from deliberate or inadvertent unauthorized manipulation. For data, the property that data has not been changed, destroyed, or lost in an unauthorized or accidental manner [Allen 1999].</w:t>
      </w:r>
    </w:p>
    <w:p w14:paraId="066EBCCE" w14:textId="77777777" w:rsidR="00713DF7" w:rsidRPr="003878B4" w:rsidRDefault="00713DF7" w:rsidP="003878B4">
      <w:pPr>
        <w:rPr>
          <w:rFonts w:ascii="Arial" w:hAnsi="Arial" w:cs="Arial"/>
          <w:b/>
          <w:sz w:val="20"/>
        </w:rPr>
      </w:pPr>
      <w:r w:rsidRPr="005E0E68">
        <w:rPr>
          <w:b/>
          <w:szCs w:val="21"/>
        </w:rPr>
        <w:t>Vulnerability</w:t>
      </w:r>
      <w:r w:rsidR="003878B4" w:rsidRPr="005E0E68">
        <w:rPr>
          <w:b/>
          <w:szCs w:val="21"/>
        </w:rPr>
        <w:t>—</w:t>
      </w:r>
      <w:r w:rsidRPr="005E0E68">
        <w:rPr>
          <w:szCs w:val="21"/>
        </w:rPr>
        <w:t>A condition or weakness in (or absence of) security procedures, technical controls</w:t>
      </w:r>
      <w:r w:rsidRPr="003250AB">
        <w:t xml:space="preserve">, physical controls, or other controls that could be exploited by a threat [Guttman </w:t>
      </w:r>
      <w:r>
        <w:t>19</w:t>
      </w:r>
      <w:r w:rsidRPr="003250AB">
        <w:t>95].</w:t>
      </w:r>
    </w:p>
    <w:p w14:paraId="066EBCCF" w14:textId="77777777" w:rsidR="006F47C1" w:rsidRPr="00172AE5" w:rsidRDefault="006F47C1" w:rsidP="006F47C1">
      <w:r w:rsidRPr="00172AE5">
        <w:t xml:space="preserve">As a point of information, the following were the </w:t>
      </w:r>
      <w:r>
        <w:t>s</w:t>
      </w:r>
      <w:r w:rsidRPr="00172AE5">
        <w:t>uggested terms from the initial SQUARE case study</w:t>
      </w:r>
      <w:r>
        <w:t xml:space="preserve"> [Mead 2005, Table 24].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748"/>
        <w:gridCol w:w="1666"/>
        <w:gridCol w:w="1760"/>
        <w:gridCol w:w="1659"/>
        <w:gridCol w:w="1677"/>
      </w:tblGrid>
      <w:tr w:rsidR="006F47C1" w:rsidRPr="00876019" w14:paraId="066EBCD5" w14:textId="77777777" w:rsidTr="00E272F7">
        <w:tc>
          <w:tcPr>
            <w:tcW w:w="1915" w:type="dxa"/>
          </w:tcPr>
          <w:p w14:paraId="066EBCD0" w14:textId="77777777" w:rsidR="006F47C1" w:rsidRPr="00876019" w:rsidRDefault="006F47C1" w:rsidP="00E272F7">
            <w:pPr>
              <w:pStyle w:val="TableText"/>
            </w:pPr>
            <w:r w:rsidRPr="00876019">
              <w:t>access control</w:t>
            </w:r>
          </w:p>
        </w:tc>
        <w:tc>
          <w:tcPr>
            <w:tcW w:w="1915" w:type="dxa"/>
          </w:tcPr>
          <w:p w14:paraId="066EBCD1" w14:textId="77777777" w:rsidR="006F47C1" w:rsidRPr="00876019" w:rsidRDefault="006F47C1" w:rsidP="00E272F7">
            <w:pPr>
              <w:pStyle w:val="TableText"/>
            </w:pPr>
            <w:r w:rsidRPr="00876019">
              <w:t>access control list</w:t>
            </w:r>
          </w:p>
        </w:tc>
        <w:tc>
          <w:tcPr>
            <w:tcW w:w="1915" w:type="dxa"/>
          </w:tcPr>
          <w:p w14:paraId="066EBCD2" w14:textId="77777777" w:rsidR="006F47C1" w:rsidRPr="00876019" w:rsidRDefault="006F47C1" w:rsidP="00E272F7">
            <w:pPr>
              <w:pStyle w:val="TableText"/>
            </w:pPr>
            <w:r w:rsidRPr="00876019">
              <w:t>antivirus sof</w:t>
            </w:r>
            <w:r w:rsidRPr="00876019">
              <w:t>t</w:t>
            </w:r>
            <w:r w:rsidRPr="00876019">
              <w:t>ware</w:t>
            </w:r>
          </w:p>
        </w:tc>
        <w:tc>
          <w:tcPr>
            <w:tcW w:w="1915" w:type="dxa"/>
          </w:tcPr>
          <w:p w14:paraId="066EBCD3" w14:textId="77777777" w:rsidR="006F47C1" w:rsidRPr="00876019" w:rsidRDefault="006F47C1" w:rsidP="00E272F7">
            <w:pPr>
              <w:pStyle w:val="TableText"/>
            </w:pPr>
            <w:r w:rsidRPr="00876019">
              <w:t>artifact</w:t>
            </w:r>
          </w:p>
        </w:tc>
        <w:tc>
          <w:tcPr>
            <w:tcW w:w="1916" w:type="dxa"/>
          </w:tcPr>
          <w:p w14:paraId="066EBCD4" w14:textId="77777777" w:rsidR="006F47C1" w:rsidRPr="00876019" w:rsidRDefault="006F47C1" w:rsidP="00E272F7">
            <w:pPr>
              <w:pStyle w:val="TableText"/>
            </w:pPr>
            <w:r w:rsidRPr="00876019">
              <w:t>asset</w:t>
            </w:r>
          </w:p>
        </w:tc>
      </w:tr>
      <w:tr w:rsidR="006F47C1" w:rsidRPr="00876019" w14:paraId="066EBCDB" w14:textId="77777777" w:rsidTr="00E272F7">
        <w:tc>
          <w:tcPr>
            <w:tcW w:w="1915" w:type="dxa"/>
          </w:tcPr>
          <w:p w14:paraId="066EBCD6" w14:textId="77777777" w:rsidR="006F47C1" w:rsidRPr="00876019" w:rsidRDefault="006F47C1" w:rsidP="00E272F7">
            <w:pPr>
              <w:pStyle w:val="TableText"/>
            </w:pPr>
            <w:r w:rsidRPr="00876019">
              <w:t>attack</w:t>
            </w:r>
          </w:p>
        </w:tc>
        <w:tc>
          <w:tcPr>
            <w:tcW w:w="1915" w:type="dxa"/>
          </w:tcPr>
          <w:p w14:paraId="066EBCD7" w14:textId="77777777" w:rsidR="006F47C1" w:rsidRPr="00876019" w:rsidRDefault="006F47C1" w:rsidP="00E272F7">
            <w:pPr>
              <w:pStyle w:val="TableText"/>
            </w:pPr>
            <w:r w:rsidRPr="00876019">
              <w:t>auditing</w:t>
            </w:r>
          </w:p>
        </w:tc>
        <w:tc>
          <w:tcPr>
            <w:tcW w:w="1915" w:type="dxa"/>
          </w:tcPr>
          <w:p w14:paraId="066EBCD8" w14:textId="77777777" w:rsidR="006F47C1" w:rsidRPr="00876019" w:rsidRDefault="006F47C1" w:rsidP="00E272F7">
            <w:pPr>
              <w:pStyle w:val="TableText"/>
            </w:pPr>
            <w:r w:rsidRPr="00876019">
              <w:t>authentication</w:t>
            </w:r>
          </w:p>
        </w:tc>
        <w:tc>
          <w:tcPr>
            <w:tcW w:w="1915" w:type="dxa"/>
          </w:tcPr>
          <w:p w14:paraId="066EBCD9" w14:textId="77777777" w:rsidR="006F47C1" w:rsidRPr="00876019" w:rsidRDefault="006F47C1" w:rsidP="00E272F7">
            <w:pPr>
              <w:pStyle w:val="TableText"/>
            </w:pPr>
            <w:r w:rsidRPr="00876019">
              <w:t>availability</w:t>
            </w:r>
          </w:p>
        </w:tc>
        <w:tc>
          <w:tcPr>
            <w:tcW w:w="1916" w:type="dxa"/>
          </w:tcPr>
          <w:p w14:paraId="066EBCDA" w14:textId="77777777" w:rsidR="006F47C1" w:rsidRPr="00876019" w:rsidRDefault="006F47C1" w:rsidP="00E272F7">
            <w:pPr>
              <w:pStyle w:val="TableText"/>
            </w:pPr>
            <w:r w:rsidRPr="00876019">
              <w:t>back door</w:t>
            </w:r>
          </w:p>
        </w:tc>
      </w:tr>
      <w:tr w:rsidR="006F47C1" w:rsidRPr="00876019" w14:paraId="066EBCE1" w14:textId="77777777" w:rsidTr="00E272F7">
        <w:tc>
          <w:tcPr>
            <w:tcW w:w="1915" w:type="dxa"/>
          </w:tcPr>
          <w:p w14:paraId="066EBCDC" w14:textId="77777777" w:rsidR="006F47C1" w:rsidRPr="00876019" w:rsidRDefault="006F47C1" w:rsidP="00E272F7">
            <w:pPr>
              <w:pStyle w:val="TableText"/>
            </w:pPr>
            <w:r w:rsidRPr="00876019">
              <w:t>breach</w:t>
            </w:r>
          </w:p>
        </w:tc>
        <w:tc>
          <w:tcPr>
            <w:tcW w:w="1915" w:type="dxa"/>
          </w:tcPr>
          <w:p w14:paraId="066EBCDD" w14:textId="77777777" w:rsidR="006F47C1" w:rsidRPr="00876019" w:rsidRDefault="006F47C1" w:rsidP="00E272F7">
            <w:pPr>
              <w:pStyle w:val="TableText"/>
            </w:pPr>
            <w:r w:rsidRPr="00876019">
              <w:t>brute force</w:t>
            </w:r>
          </w:p>
        </w:tc>
        <w:tc>
          <w:tcPr>
            <w:tcW w:w="1915" w:type="dxa"/>
          </w:tcPr>
          <w:p w14:paraId="066EBCDE" w14:textId="77777777" w:rsidR="006F47C1" w:rsidRPr="00876019" w:rsidRDefault="006F47C1" w:rsidP="00E272F7">
            <w:pPr>
              <w:pStyle w:val="TableText"/>
            </w:pPr>
            <w:r w:rsidRPr="00876019">
              <w:t>buffer overflow</w:t>
            </w:r>
          </w:p>
        </w:tc>
        <w:tc>
          <w:tcPr>
            <w:tcW w:w="1915" w:type="dxa"/>
          </w:tcPr>
          <w:p w14:paraId="066EBCDF" w14:textId="77777777" w:rsidR="006F47C1" w:rsidRPr="00876019" w:rsidRDefault="006F47C1" w:rsidP="00E272F7">
            <w:pPr>
              <w:pStyle w:val="TableText"/>
            </w:pPr>
            <w:r w:rsidRPr="00876019">
              <w:t>cache cra</w:t>
            </w:r>
            <w:r w:rsidRPr="00876019">
              <w:t>m</w:t>
            </w:r>
            <w:r w:rsidRPr="00876019">
              <w:t>ming</w:t>
            </w:r>
          </w:p>
        </w:tc>
        <w:tc>
          <w:tcPr>
            <w:tcW w:w="1916" w:type="dxa"/>
          </w:tcPr>
          <w:p w14:paraId="066EBCE0" w14:textId="77777777" w:rsidR="006F47C1" w:rsidRPr="00876019" w:rsidRDefault="006F47C1" w:rsidP="00E272F7">
            <w:pPr>
              <w:pStyle w:val="TableText"/>
            </w:pPr>
            <w:r w:rsidRPr="00876019">
              <w:t>cache poisoning</w:t>
            </w:r>
          </w:p>
        </w:tc>
      </w:tr>
      <w:tr w:rsidR="006F47C1" w:rsidRPr="00876019" w14:paraId="066EBCE7" w14:textId="77777777" w:rsidTr="00E272F7">
        <w:tc>
          <w:tcPr>
            <w:tcW w:w="1915" w:type="dxa"/>
          </w:tcPr>
          <w:p w14:paraId="066EBCE2" w14:textId="77777777" w:rsidR="006F47C1" w:rsidRPr="00876019" w:rsidRDefault="006F47C1" w:rsidP="00E272F7">
            <w:pPr>
              <w:pStyle w:val="TableText"/>
            </w:pPr>
            <w:r w:rsidRPr="00876019">
              <w:t>confidentiality</w:t>
            </w:r>
          </w:p>
        </w:tc>
        <w:tc>
          <w:tcPr>
            <w:tcW w:w="1915" w:type="dxa"/>
          </w:tcPr>
          <w:p w14:paraId="066EBCE3" w14:textId="77777777" w:rsidR="006F47C1" w:rsidRPr="00876019" w:rsidRDefault="006F47C1" w:rsidP="00E272F7">
            <w:pPr>
              <w:pStyle w:val="TableText"/>
            </w:pPr>
            <w:r w:rsidRPr="00876019">
              <w:t>control</w:t>
            </w:r>
          </w:p>
        </w:tc>
        <w:tc>
          <w:tcPr>
            <w:tcW w:w="1915" w:type="dxa"/>
          </w:tcPr>
          <w:p w14:paraId="066EBCE4" w14:textId="77777777" w:rsidR="006F47C1" w:rsidRPr="00876019" w:rsidRDefault="006F47C1" w:rsidP="00E272F7">
            <w:pPr>
              <w:pStyle w:val="TableText"/>
            </w:pPr>
            <w:r w:rsidRPr="00876019">
              <w:t>corruption</w:t>
            </w:r>
          </w:p>
        </w:tc>
        <w:tc>
          <w:tcPr>
            <w:tcW w:w="1915" w:type="dxa"/>
          </w:tcPr>
          <w:p w14:paraId="066EBCE5" w14:textId="77777777" w:rsidR="006F47C1" w:rsidRPr="00876019" w:rsidRDefault="006F47C1" w:rsidP="00E272F7">
            <w:pPr>
              <w:pStyle w:val="TableText"/>
            </w:pPr>
            <w:r w:rsidRPr="00876019">
              <w:t>cracker</w:t>
            </w:r>
          </w:p>
        </w:tc>
        <w:tc>
          <w:tcPr>
            <w:tcW w:w="1916" w:type="dxa"/>
          </w:tcPr>
          <w:p w14:paraId="066EBCE6" w14:textId="77777777" w:rsidR="006F47C1" w:rsidRPr="00876019" w:rsidRDefault="006F47C1" w:rsidP="00E272F7">
            <w:pPr>
              <w:pStyle w:val="TableText"/>
            </w:pPr>
            <w:r w:rsidRPr="00876019">
              <w:t>DoS attack</w:t>
            </w:r>
          </w:p>
        </w:tc>
      </w:tr>
      <w:tr w:rsidR="006F47C1" w:rsidRPr="00876019" w14:paraId="066EBCED" w14:textId="77777777" w:rsidTr="00E272F7">
        <w:tc>
          <w:tcPr>
            <w:tcW w:w="1915" w:type="dxa"/>
          </w:tcPr>
          <w:p w14:paraId="066EBCE8" w14:textId="77777777" w:rsidR="006F47C1" w:rsidRPr="00876019" w:rsidRDefault="006F47C1" w:rsidP="00E272F7">
            <w:pPr>
              <w:pStyle w:val="TableText"/>
            </w:pPr>
            <w:r w:rsidRPr="00876019">
              <w:t>disaster reco</w:t>
            </w:r>
            <w:r w:rsidRPr="00876019">
              <w:t>v</w:t>
            </w:r>
            <w:r w:rsidRPr="00876019">
              <w:t>ery plan</w:t>
            </w:r>
          </w:p>
        </w:tc>
        <w:tc>
          <w:tcPr>
            <w:tcW w:w="1915" w:type="dxa"/>
          </w:tcPr>
          <w:p w14:paraId="066EBCE9" w14:textId="77777777" w:rsidR="006F47C1" w:rsidRPr="00876019" w:rsidRDefault="006F47C1" w:rsidP="00E272F7">
            <w:pPr>
              <w:pStyle w:val="TableText"/>
            </w:pPr>
            <w:r w:rsidRPr="00876019">
              <w:t>disclosure</w:t>
            </w:r>
          </w:p>
        </w:tc>
        <w:tc>
          <w:tcPr>
            <w:tcW w:w="1915" w:type="dxa"/>
          </w:tcPr>
          <w:p w14:paraId="066EBCEA" w14:textId="77777777" w:rsidR="006F47C1" w:rsidRPr="00876019" w:rsidRDefault="006F47C1" w:rsidP="00E272F7">
            <w:pPr>
              <w:pStyle w:val="TableText"/>
            </w:pPr>
            <w:r w:rsidRPr="00876019">
              <w:t>disgruntled e</w:t>
            </w:r>
            <w:r w:rsidRPr="00876019">
              <w:t>m</w:t>
            </w:r>
            <w:r w:rsidRPr="00876019">
              <w:t>ployee</w:t>
            </w:r>
          </w:p>
        </w:tc>
        <w:tc>
          <w:tcPr>
            <w:tcW w:w="1915" w:type="dxa"/>
          </w:tcPr>
          <w:p w14:paraId="066EBCEB" w14:textId="77777777" w:rsidR="006F47C1" w:rsidRPr="00876019" w:rsidRDefault="006F47C1" w:rsidP="00E272F7">
            <w:pPr>
              <w:pStyle w:val="TableText"/>
            </w:pPr>
            <w:r w:rsidRPr="00876019">
              <w:t>downtime</w:t>
            </w:r>
          </w:p>
        </w:tc>
        <w:tc>
          <w:tcPr>
            <w:tcW w:w="1916" w:type="dxa"/>
          </w:tcPr>
          <w:p w14:paraId="066EBCEC" w14:textId="77777777" w:rsidR="006F47C1" w:rsidRPr="00876019" w:rsidRDefault="006F47C1" w:rsidP="00E272F7">
            <w:pPr>
              <w:pStyle w:val="TableText"/>
            </w:pPr>
            <w:r w:rsidRPr="00876019">
              <w:t>disruption</w:t>
            </w:r>
          </w:p>
        </w:tc>
      </w:tr>
      <w:tr w:rsidR="006F47C1" w:rsidRPr="00876019" w14:paraId="066EBCF3" w14:textId="77777777" w:rsidTr="00E272F7">
        <w:tc>
          <w:tcPr>
            <w:tcW w:w="1915" w:type="dxa"/>
          </w:tcPr>
          <w:p w14:paraId="066EBCEE" w14:textId="77777777" w:rsidR="006F47C1" w:rsidRPr="00876019" w:rsidRDefault="006F47C1" w:rsidP="00E272F7">
            <w:pPr>
              <w:pStyle w:val="TableText"/>
            </w:pPr>
            <w:r w:rsidRPr="00876019">
              <w:t>encryption</w:t>
            </w:r>
          </w:p>
        </w:tc>
        <w:tc>
          <w:tcPr>
            <w:tcW w:w="1915" w:type="dxa"/>
          </w:tcPr>
          <w:p w14:paraId="066EBCEF" w14:textId="77777777" w:rsidR="006F47C1" w:rsidRPr="00876019" w:rsidRDefault="006F47C1" w:rsidP="00E272F7">
            <w:pPr>
              <w:pStyle w:val="TableText"/>
            </w:pPr>
            <w:r w:rsidRPr="00876019">
              <w:t>espionage</w:t>
            </w:r>
          </w:p>
        </w:tc>
        <w:tc>
          <w:tcPr>
            <w:tcW w:w="1915" w:type="dxa"/>
          </w:tcPr>
          <w:p w14:paraId="066EBCF0" w14:textId="77777777" w:rsidR="006F47C1" w:rsidRPr="00876019" w:rsidRDefault="006F47C1" w:rsidP="00E272F7">
            <w:pPr>
              <w:pStyle w:val="TableText"/>
            </w:pPr>
            <w:r w:rsidRPr="00876019">
              <w:t>essential se</w:t>
            </w:r>
            <w:r w:rsidRPr="00876019">
              <w:t>r</w:t>
            </w:r>
            <w:r w:rsidRPr="00876019">
              <w:t>vices</w:t>
            </w:r>
          </w:p>
        </w:tc>
        <w:tc>
          <w:tcPr>
            <w:tcW w:w="1915" w:type="dxa"/>
          </w:tcPr>
          <w:p w14:paraId="066EBCF1" w14:textId="77777777" w:rsidR="006F47C1" w:rsidRPr="00876019" w:rsidRDefault="006F47C1" w:rsidP="00E272F7">
            <w:pPr>
              <w:pStyle w:val="TableText"/>
            </w:pPr>
            <w:r w:rsidRPr="00876019">
              <w:t>exposure</w:t>
            </w:r>
          </w:p>
        </w:tc>
        <w:tc>
          <w:tcPr>
            <w:tcW w:w="1916" w:type="dxa"/>
          </w:tcPr>
          <w:p w14:paraId="066EBCF2" w14:textId="77777777" w:rsidR="006F47C1" w:rsidRPr="00876019" w:rsidRDefault="006F47C1" w:rsidP="00E272F7">
            <w:pPr>
              <w:pStyle w:val="TableText"/>
            </w:pPr>
            <w:r w:rsidRPr="00876019">
              <w:t>fabrication</w:t>
            </w:r>
          </w:p>
        </w:tc>
      </w:tr>
      <w:tr w:rsidR="006F47C1" w:rsidRPr="00876019" w14:paraId="066EBCF9" w14:textId="77777777" w:rsidTr="00E272F7">
        <w:tc>
          <w:tcPr>
            <w:tcW w:w="1915" w:type="dxa"/>
          </w:tcPr>
          <w:p w14:paraId="066EBCF4" w14:textId="77777777" w:rsidR="006F47C1" w:rsidRPr="00876019" w:rsidRDefault="006F47C1" w:rsidP="00E272F7">
            <w:pPr>
              <w:pStyle w:val="TableText"/>
            </w:pPr>
            <w:r w:rsidRPr="00876019">
              <w:t>fault line attacks</w:t>
            </w:r>
          </w:p>
        </w:tc>
        <w:tc>
          <w:tcPr>
            <w:tcW w:w="1915" w:type="dxa"/>
          </w:tcPr>
          <w:p w14:paraId="066EBCF5" w14:textId="77777777" w:rsidR="006F47C1" w:rsidRPr="00876019" w:rsidRDefault="006F47C1" w:rsidP="00E272F7">
            <w:pPr>
              <w:pStyle w:val="TableText"/>
            </w:pPr>
            <w:r w:rsidRPr="00876019">
              <w:t>fault tolerance</w:t>
            </w:r>
          </w:p>
        </w:tc>
        <w:tc>
          <w:tcPr>
            <w:tcW w:w="1915" w:type="dxa"/>
          </w:tcPr>
          <w:p w14:paraId="066EBCF6" w14:textId="77777777" w:rsidR="006F47C1" w:rsidRPr="00876019" w:rsidRDefault="006F47C1" w:rsidP="00E272F7">
            <w:pPr>
              <w:pStyle w:val="TableText"/>
            </w:pPr>
            <w:r w:rsidRPr="00876019">
              <w:t>firewall</w:t>
            </w:r>
          </w:p>
        </w:tc>
        <w:tc>
          <w:tcPr>
            <w:tcW w:w="1915" w:type="dxa"/>
          </w:tcPr>
          <w:p w14:paraId="066EBCF7" w14:textId="77777777" w:rsidR="006F47C1" w:rsidRPr="00876019" w:rsidRDefault="006F47C1" w:rsidP="00E272F7">
            <w:pPr>
              <w:pStyle w:val="TableText"/>
            </w:pPr>
            <w:r w:rsidRPr="00876019">
              <w:t>hacker</w:t>
            </w:r>
          </w:p>
        </w:tc>
        <w:tc>
          <w:tcPr>
            <w:tcW w:w="1916" w:type="dxa"/>
          </w:tcPr>
          <w:p w14:paraId="066EBCF8" w14:textId="77777777" w:rsidR="006F47C1" w:rsidRPr="00876019" w:rsidRDefault="006F47C1" w:rsidP="00E272F7">
            <w:pPr>
              <w:pStyle w:val="TableText"/>
            </w:pPr>
            <w:r w:rsidRPr="00876019">
              <w:t>honey pot</w:t>
            </w:r>
          </w:p>
        </w:tc>
      </w:tr>
      <w:tr w:rsidR="006F47C1" w:rsidRPr="00876019" w14:paraId="066EBCFF" w14:textId="77777777" w:rsidTr="00E272F7">
        <w:tc>
          <w:tcPr>
            <w:tcW w:w="1915" w:type="dxa"/>
          </w:tcPr>
          <w:p w14:paraId="066EBCFA" w14:textId="77777777" w:rsidR="006F47C1" w:rsidRPr="00876019" w:rsidRDefault="006F47C1" w:rsidP="00E272F7">
            <w:pPr>
              <w:pStyle w:val="TableText"/>
            </w:pPr>
            <w:r w:rsidRPr="00876019">
              <w:t>HTTP header manipulation</w:t>
            </w:r>
          </w:p>
        </w:tc>
        <w:tc>
          <w:tcPr>
            <w:tcW w:w="1915" w:type="dxa"/>
          </w:tcPr>
          <w:p w14:paraId="066EBCFB" w14:textId="77777777" w:rsidR="006F47C1" w:rsidRPr="00876019" w:rsidRDefault="006F47C1" w:rsidP="00E272F7">
            <w:pPr>
              <w:pStyle w:val="TableText"/>
            </w:pPr>
            <w:r w:rsidRPr="00876019">
              <w:t>Impact</w:t>
            </w:r>
          </w:p>
        </w:tc>
        <w:tc>
          <w:tcPr>
            <w:tcW w:w="1915" w:type="dxa"/>
          </w:tcPr>
          <w:p w14:paraId="066EBCFC" w14:textId="77777777" w:rsidR="006F47C1" w:rsidRPr="00876019" w:rsidRDefault="006F47C1" w:rsidP="00E272F7">
            <w:pPr>
              <w:pStyle w:val="TableText"/>
            </w:pPr>
            <w:r w:rsidRPr="00876019">
              <w:t>incident</w:t>
            </w:r>
          </w:p>
        </w:tc>
        <w:tc>
          <w:tcPr>
            <w:tcW w:w="1915" w:type="dxa"/>
          </w:tcPr>
          <w:p w14:paraId="066EBCFD" w14:textId="77777777" w:rsidR="006F47C1" w:rsidRPr="00876019" w:rsidRDefault="006F47C1" w:rsidP="00E272F7">
            <w:pPr>
              <w:pStyle w:val="TableText"/>
            </w:pPr>
            <w:r w:rsidRPr="00876019">
              <w:t>incident ha</w:t>
            </w:r>
            <w:r w:rsidRPr="00876019">
              <w:t>n</w:t>
            </w:r>
            <w:r w:rsidRPr="00876019">
              <w:t>dling</w:t>
            </w:r>
          </w:p>
        </w:tc>
        <w:tc>
          <w:tcPr>
            <w:tcW w:w="1916" w:type="dxa"/>
          </w:tcPr>
          <w:p w14:paraId="066EBCFE" w14:textId="77777777" w:rsidR="006F47C1" w:rsidRPr="00876019" w:rsidRDefault="006F47C1" w:rsidP="00E272F7">
            <w:pPr>
              <w:pStyle w:val="TableText"/>
            </w:pPr>
            <w:r w:rsidRPr="00876019">
              <w:t>integrity</w:t>
            </w:r>
          </w:p>
        </w:tc>
      </w:tr>
      <w:tr w:rsidR="006F47C1" w:rsidRPr="00876019" w14:paraId="066EBD05" w14:textId="77777777" w:rsidTr="00E272F7">
        <w:tc>
          <w:tcPr>
            <w:tcW w:w="1915" w:type="dxa"/>
          </w:tcPr>
          <w:p w14:paraId="066EBD00" w14:textId="77777777" w:rsidR="006F47C1" w:rsidRPr="00876019" w:rsidRDefault="006F47C1" w:rsidP="00E272F7">
            <w:pPr>
              <w:pStyle w:val="TableText"/>
            </w:pPr>
            <w:r w:rsidRPr="00876019">
              <w:t>interception</w:t>
            </w:r>
          </w:p>
        </w:tc>
        <w:tc>
          <w:tcPr>
            <w:tcW w:w="1915" w:type="dxa"/>
          </w:tcPr>
          <w:p w14:paraId="066EBD01" w14:textId="77777777" w:rsidR="006F47C1" w:rsidRPr="00876019" w:rsidRDefault="006F47C1" w:rsidP="00E272F7">
            <w:pPr>
              <w:pStyle w:val="TableText"/>
            </w:pPr>
            <w:r w:rsidRPr="00876019">
              <w:t>interruption</w:t>
            </w:r>
          </w:p>
        </w:tc>
        <w:tc>
          <w:tcPr>
            <w:tcW w:w="1915" w:type="dxa"/>
          </w:tcPr>
          <w:p w14:paraId="066EBD02" w14:textId="77777777" w:rsidR="006F47C1" w:rsidRPr="00876019" w:rsidRDefault="006F47C1" w:rsidP="00E272F7">
            <w:pPr>
              <w:pStyle w:val="TableText"/>
            </w:pPr>
            <w:r w:rsidRPr="00876019">
              <w:t>intrusion</w:t>
            </w:r>
          </w:p>
        </w:tc>
        <w:tc>
          <w:tcPr>
            <w:tcW w:w="1915" w:type="dxa"/>
          </w:tcPr>
          <w:p w14:paraId="066EBD03" w14:textId="77777777" w:rsidR="006F47C1" w:rsidRPr="00876019" w:rsidRDefault="006F47C1" w:rsidP="00E272F7">
            <w:pPr>
              <w:pStyle w:val="TableText"/>
            </w:pPr>
            <w:r w:rsidRPr="00876019">
              <w:t>intrusion dete</w:t>
            </w:r>
            <w:r w:rsidRPr="00876019">
              <w:t>c</w:t>
            </w:r>
            <w:r w:rsidRPr="00876019">
              <w:t>tion system</w:t>
            </w:r>
          </w:p>
        </w:tc>
        <w:tc>
          <w:tcPr>
            <w:tcW w:w="1916" w:type="dxa"/>
          </w:tcPr>
          <w:p w14:paraId="066EBD04" w14:textId="77777777" w:rsidR="006F47C1" w:rsidRPr="00876019" w:rsidRDefault="006F47C1" w:rsidP="00E272F7">
            <w:pPr>
              <w:pStyle w:val="TableText"/>
            </w:pPr>
            <w:r w:rsidRPr="00876019">
              <w:t>intrusion pr</w:t>
            </w:r>
            <w:r w:rsidRPr="00876019">
              <w:t>e</w:t>
            </w:r>
            <w:r w:rsidRPr="00876019">
              <w:t>vention system</w:t>
            </w:r>
          </w:p>
        </w:tc>
      </w:tr>
      <w:tr w:rsidR="006F47C1" w:rsidRPr="00876019" w14:paraId="066EBD0B" w14:textId="77777777" w:rsidTr="00E272F7">
        <w:tc>
          <w:tcPr>
            <w:tcW w:w="1915" w:type="dxa"/>
          </w:tcPr>
          <w:p w14:paraId="066EBD06" w14:textId="77777777" w:rsidR="006F47C1" w:rsidRPr="00876019" w:rsidRDefault="006F47C1" w:rsidP="00E272F7">
            <w:pPr>
              <w:pStyle w:val="TableText"/>
            </w:pPr>
            <w:r w:rsidRPr="00876019">
              <w:t>liability</w:t>
            </w:r>
          </w:p>
        </w:tc>
        <w:tc>
          <w:tcPr>
            <w:tcW w:w="1915" w:type="dxa"/>
          </w:tcPr>
          <w:p w14:paraId="066EBD07" w14:textId="77777777" w:rsidR="006F47C1" w:rsidRPr="00876019" w:rsidRDefault="006F47C1" w:rsidP="00E272F7">
            <w:pPr>
              <w:pStyle w:val="TableText"/>
            </w:pPr>
            <w:r w:rsidRPr="00876019">
              <w:t>luring attack</w:t>
            </w:r>
          </w:p>
        </w:tc>
        <w:tc>
          <w:tcPr>
            <w:tcW w:w="1915" w:type="dxa"/>
          </w:tcPr>
          <w:p w14:paraId="066EBD08" w14:textId="77777777" w:rsidR="006F47C1" w:rsidRPr="00876019" w:rsidRDefault="006F47C1" w:rsidP="00E272F7">
            <w:pPr>
              <w:pStyle w:val="TableText"/>
            </w:pPr>
            <w:r w:rsidRPr="00876019">
              <w:t>malware</w:t>
            </w:r>
          </w:p>
        </w:tc>
        <w:tc>
          <w:tcPr>
            <w:tcW w:w="1915" w:type="dxa"/>
          </w:tcPr>
          <w:p w14:paraId="066EBD09" w14:textId="77777777" w:rsidR="006F47C1" w:rsidRPr="00876019" w:rsidRDefault="006F47C1" w:rsidP="00E272F7">
            <w:pPr>
              <w:pStyle w:val="TableText"/>
            </w:pPr>
            <w:r w:rsidRPr="00876019">
              <w:t>man-in-the-middle attack</w:t>
            </w:r>
          </w:p>
        </w:tc>
        <w:tc>
          <w:tcPr>
            <w:tcW w:w="1916" w:type="dxa"/>
          </w:tcPr>
          <w:p w14:paraId="066EBD0A" w14:textId="77777777" w:rsidR="006F47C1" w:rsidRPr="00876019" w:rsidRDefault="006F47C1" w:rsidP="00E272F7">
            <w:pPr>
              <w:pStyle w:val="TableText"/>
            </w:pPr>
            <w:r w:rsidRPr="00876019">
              <w:t>masquerade</w:t>
            </w:r>
          </w:p>
        </w:tc>
      </w:tr>
      <w:tr w:rsidR="006F47C1" w:rsidRPr="00876019" w14:paraId="066EBD11" w14:textId="77777777" w:rsidTr="00E272F7">
        <w:tc>
          <w:tcPr>
            <w:tcW w:w="1915" w:type="dxa"/>
          </w:tcPr>
          <w:p w14:paraId="066EBD0C" w14:textId="77777777" w:rsidR="006F47C1" w:rsidRPr="00876019" w:rsidRDefault="006F47C1" w:rsidP="00E272F7">
            <w:pPr>
              <w:pStyle w:val="TableText"/>
            </w:pPr>
            <w:r w:rsidRPr="00876019">
              <w:t>modification</w:t>
            </w:r>
          </w:p>
        </w:tc>
        <w:tc>
          <w:tcPr>
            <w:tcW w:w="1915" w:type="dxa"/>
          </w:tcPr>
          <w:p w14:paraId="066EBD0D" w14:textId="77777777" w:rsidR="006F47C1" w:rsidRPr="00876019" w:rsidRDefault="006F47C1" w:rsidP="00E272F7">
            <w:pPr>
              <w:pStyle w:val="TableText"/>
            </w:pPr>
            <w:r w:rsidRPr="00876019">
              <w:t>non-essential services</w:t>
            </w:r>
          </w:p>
        </w:tc>
        <w:tc>
          <w:tcPr>
            <w:tcW w:w="1915" w:type="dxa"/>
          </w:tcPr>
          <w:p w14:paraId="066EBD0E" w14:textId="77777777" w:rsidR="006F47C1" w:rsidRPr="00876019" w:rsidRDefault="006F47C1" w:rsidP="00E272F7">
            <w:pPr>
              <w:pStyle w:val="TableText"/>
            </w:pPr>
            <w:r w:rsidRPr="00876019">
              <w:t>non-repudiation</w:t>
            </w:r>
          </w:p>
        </w:tc>
        <w:tc>
          <w:tcPr>
            <w:tcW w:w="1915" w:type="dxa"/>
          </w:tcPr>
          <w:p w14:paraId="066EBD0F" w14:textId="77777777" w:rsidR="006F47C1" w:rsidRPr="00876019" w:rsidRDefault="006F47C1" w:rsidP="00E272F7">
            <w:pPr>
              <w:pStyle w:val="TableText"/>
            </w:pPr>
            <w:r w:rsidRPr="00876019">
              <w:t>patch</w:t>
            </w:r>
          </w:p>
        </w:tc>
        <w:tc>
          <w:tcPr>
            <w:tcW w:w="1916" w:type="dxa"/>
          </w:tcPr>
          <w:p w14:paraId="066EBD10" w14:textId="77777777" w:rsidR="006F47C1" w:rsidRPr="00876019" w:rsidRDefault="006F47C1" w:rsidP="00E272F7">
            <w:pPr>
              <w:pStyle w:val="TableText"/>
            </w:pPr>
            <w:r w:rsidRPr="00876019">
              <w:t>penetration</w:t>
            </w:r>
          </w:p>
        </w:tc>
      </w:tr>
      <w:tr w:rsidR="006F47C1" w:rsidRPr="00876019" w14:paraId="066EBD17" w14:textId="77777777" w:rsidTr="00E272F7">
        <w:tc>
          <w:tcPr>
            <w:tcW w:w="1915" w:type="dxa"/>
          </w:tcPr>
          <w:p w14:paraId="066EBD12" w14:textId="77777777" w:rsidR="006F47C1" w:rsidRPr="00876019" w:rsidRDefault="006F47C1" w:rsidP="00E272F7">
            <w:pPr>
              <w:pStyle w:val="TableText"/>
            </w:pPr>
            <w:r w:rsidRPr="00876019">
              <w:t>penetration testing</w:t>
            </w:r>
          </w:p>
        </w:tc>
        <w:tc>
          <w:tcPr>
            <w:tcW w:w="1915" w:type="dxa"/>
          </w:tcPr>
          <w:p w14:paraId="066EBD13" w14:textId="77777777" w:rsidR="006F47C1" w:rsidRPr="00876019" w:rsidRDefault="006F47C1" w:rsidP="00E272F7">
            <w:pPr>
              <w:pStyle w:val="TableText"/>
            </w:pPr>
            <w:r w:rsidRPr="00876019">
              <w:t>physical secur</w:t>
            </w:r>
            <w:r w:rsidRPr="00876019">
              <w:t>i</w:t>
            </w:r>
            <w:r w:rsidRPr="00876019">
              <w:t>ty</w:t>
            </w:r>
          </w:p>
        </w:tc>
        <w:tc>
          <w:tcPr>
            <w:tcW w:w="1915" w:type="dxa"/>
          </w:tcPr>
          <w:p w14:paraId="066EBD14" w14:textId="77777777" w:rsidR="006F47C1" w:rsidRPr="00876019" w:rsidRDefault="006F47C1" w:rsidP="00E272F7">
            <w:pPr>
              <w:pStyle w:val="TableText"/>
            </w:pPr>
            <w:r w:rsidRPr="00876019">
              <w:t>port scanning</w:t>
            </w:r>
          </w:p>
        </w:tc>
        <w:tc>
          <w:tcPr>
            <w:tcW w:w="1915" w:type="dxa"/>
          </w:tcPr>
          <w:p w14:paraId="066EBD15" w14:textId="77777777" w:rsidR="006F47C1" w:rsidRPr="00876019" w:rsidRDefault="006F47C1" w:rsidP="00E272F7">
            <w:pPr>
              <w:pStyle w:val="TableText"/>
            </w:pPr>
            <w:r w:rsidRPr="00876019">
              <w:t>privacy</w:t>
            </w:r>
          </w:p>
        </w:tc>
        <w:tc>
          <w:tcPr>
            <w:tcW w:w="1916" w:type="dxa"/>
          </w:tcPr>
          <w:p w14:paraId="066EBD16" w14:textId="77777777" w:rsidR="006F47C1" w:rsidRPr="00876019" w:rsidRDefault="006F47C1" w:rsidP="00E272F7">
            <w:pPr>
              <w:pStyle w:val="TableText"/>
            </w:pPr>
            <w:r w:rsidRPr="00876019">
              <w:t>procedure</w:t>
            </w:r>
          </w:p>
        </w:tc>
      </w:tr>
      <w:tr w:rsidR="006F47C1" w:rsidRPr="00876019" w14:paraId="066EBD1D" w14:textId="77777777" w:rsidTr="00E272F7">
        <w:tc>
          <w:tcPr>
            <w:tcW w:w="1915" w:type="dxa"/>
          </w:tcPr>
          <w:p w14:paraId="066EBD18" w14:textId="77777777" w:rsidR="006F47C1" w:rsidRPr="00876019" w:rsidRDefault="006F47C1" w:rsidP="00E272F7">
            <w:pPr>
              <w:pStyle w:val="TableText"/>
            </w:pPr>
            <w:r w:rsidRPr="00876019">
              <w:t>recognition</w:t>
            </w:r>
          </w:p>
        </w:tc>
        <w:tc>
          <w:tcPr>
            <w:tcW w:w="1915" w:type="dxa"/>
          </w:tcPr>
          <w:p w14:paraId="066EBD19" w14:textId="77777777" w:rsidR="006F47C1" w:rsidRPr="00876019" w:rsidRDefault="006F47C1" w:rsidP="00E272F7">
            <w:pPr>
              <w:pStyle w:val="TableText"/>
            </w:pPr>
            <w:r w:rsidRPr="00876019">
              <w:t>recovery</w:t>
            </w:r>
          </w:p>
        </w:tc>
        <w:tc>
          <w:tcPr>
            <w:tcW w:w="1915" w:type="dxa"/>
          </w:tcPr>
          <w:p w14:paraId="066EBD1A" w14:textId="77777777" w:rsidR="006F47C1" w:rsidRPr="00876019" w:rsidRDefault="006F47C1" w:rsidP="00E272F7">
            <w:pPr>
              <w:pStyle w:val="TableText"/>
            </w:pPr>
            <w:r w:rsidRPr="00876019">
              <w:t>replay attack</w:t>
            </w:r>
          </w:p>
        </w:tc>
        <w:tc>
          <w:tcPr>
            <w:tcW w:w="1915" w:type="dxa"/>
          </w:tcPr>
          <w:p w14:paraId="066EBD1B" w14:textId="77777777" w:rsidR="006F47C1" w:rsidRPr="00876019" w:rsidRDefault="006F47C1" w:rsidP="00E272F7">
            <w:pPr>
              <w:pStyle w:val="TableText"/>
            </w:pPr>
            <w:r w:rsidRPr="00876019">
              <w:t>resilience</w:t>
            </w:r>
          </w:p>
        </w:tc>
        <w:tc>
          <w:tcPr>
            <w:tcW w:w="1916" w:type="dxa"/>
          </w:tcPr>
          <w:p w14:paraId="066EBD1C" w14:textId="77777777" w:rsidR="006F47C1" w:rsidRPr="00876019" w:rsidRDefault="006F47C1" w:rsidP="00E272F7">
            <w:pPr>
              <w:pStyle w:val="TableText"/>
            </w:pPr>
            <w:r w:rsidRPr="00876019">
              <w:t>resistance</w:t>
            </w:r>
          </w:p>
        </w:tc>
      </w:tr>
      <w:tr w:rsidR="006F47C1" w:rsidRPr="00876019" w14:paraId="066EBD23" w14:textId="77777777" w:rsidTr="00E272F7">
        <w:tc>
          <w:tcPr>
            <w:tcW w:w="1915" w:type="dxa"/>
          </w:tcPr>
          <w:p w14:paraId="066EBD1E" w14:textId="77777777" w:rsidR="006F47C1" w:rsidRPr="00876019" w:rsidRDefault="006F47C1" w:rsidP="00E272F7">
            <w:pPr>
              <w:pStyle w:val="TableText"/>
            </w:pPr>
            <w:r w:rsidRPr="00876019">
              <w:t>risk</w:t>
            </w:r>
          </w:p>
        </w:tc>
        <w:tc>
          <w:tcPr>
            <w:tcW w:w="1915" w:type="dxa"/>
          </w:tcPr>
          <w:p w14:paraId="066EBD1F" w14:textId="77777777" w:rsidR="006F47C1" w:rsidRPr="00876019" w:rsidRDefault="006F47C1" w:rsidP="00E272F7">
            <w:pPr>
              <w:pStyle w:val="TableText"/>
            </w:pPr>
            <w:r w:rsidRPr="00876019">
              <w:t>risk assessment</w:t>
            </w:r>
          </w:p>
        </w:tc>
        <w:tc>
          <w:tcPr>
            <w:tcW w:w="1915" w:type="dxa"/>
          </w:tcPr>
          <w:p w14:paraId="066EBD20" w14:textId="77777777" w:rsidR="006F47C1" w:rsidRPr="00876019" w:rsidRDefault="006F47C1" w:rsidP="00E272F7">
            <w:pPr>
              <w:pStyle w:val="TableText"/>
            </w:pPr>
            <w:r w:rsidRPr="00876019">
              <w:t>security policy</w:t>
            </w:r>
          </w:p>
        </w:tc>
        <w:tc>
          <w:tcPr>
            <w:tcW w:w="1915" w:type="dxa"/>
          </w:tcPr>
          <w:p w14:paraId="066EBD21" w14:textId="77777777" w:rsidR="006F47C1" w:rsidRPr="00876019" w:rsidRDefault="006F47C1" w:rsidP="00E272F7">
            <w:pPr>
              <w:pStyle w:val="TableText"/>
            </w:pPr>
            <w:r w:rsidRPr="00876019">
              <w:t>script kiddies</w:t>
            </w:r>
          </w:p>
        </w:tc>
        <w:tc>
          <w:tcPr>
            <w:tcW w:w="1916" w:type="dxa"/>
          </w:tcPr>
          <w:p w14:paraId="066EBD22" w14:textId="77777777" w:rsidR="006F47C1" w:rsidRPr="00876019" w:rsidRDefault="006F47C1" w:rsidP="00E272F7">
            <w:pPr>
              <w:pStyle w:val="TableText"/>
            </w:pPr>
            <w:r w:rsidRPr="00876019">
              <w:t>spoof</w:t>
            </w:r>
          </w:p>
        </w:tc>
      </w:tr>
      <w:tr w:rsidR="006F47C1" w:rsidRPr="00876019" w14:paraId="066EBD29" w14:textId="77777777" w:rsidTr="00E272F7">
        <w:tc>
          <w:tcPr>
            <w:tcW w:w="1915" w:type="dxa"/>
          </w:tcPr>
          <w:p w14:paraId="066EBD24" w14:textId="77777777" w:rsidR="006F47C1" w:rsidRPr="00876019" w:rsidRDefault="006F47C1" w:rsidP="00E272F7">
            <w:pPr>
              <w:pStyle w:val="TableText"/>
            </w:pPr>
            <w:r w:rsidRPr="00876019">
              <w:lastRenderedPageBreak/>
              <w:t>SQL injection</w:t>
            </w:r>
          </w:p>
        </w:tc>
        <w:tc>
          <w:tcPr>
            <w:tcW w:w="1915" w:type="dxa"/>
          </w:tcPr>
          <w:p w14:paraId="066EBD25" w14:textId="77777777" w:rsidR="006F47C1" w:rsidRPr="00876019" w:rsidRDefault="006F47C1" w:rsidP="00E272F7">
            <w:pPr>
              <w:pStyle w:val="TableText"/>
            </w:pPr>
            <w:r w:rsidRPr="00876019">
              <w:t>stakeholder</w:t>
            </w:r>
          </w:p>
        </w:tc>
        <w:tc>
          <w:tcPr>
            <w:tcW w:w="1915" w:type="dxa"/>
          </w:tcPr>
          <w:p w14:paraId="066EBD26" w14:textId="77777777" w:rsidR="006F47C1" w:rsidRPr="00876019" w:rsidRDefault="006F47C1" w:rsidP="00E272F7">
            <w:pPr>
              <w:pStyle w:val="TableText"/>
            </w:pPr>
            <w:r w:rsidRPr="00876019">
              <w:t>stealthing</w:t>
            </w:r>
          </w:p>
        </w:tc>
        <w:tc>
          <w:tcPr>
            <w:tcW w:w="1915" w:type="dxa"/>
          </w:tcPr>
          <w:p w14:paraId="066EBD27" w14:textId="77777777" w:rsidR="006F47C1" w:rsidRPr="00876019" w:rsidRDefault="006F47C1" w:rsidP="00E272F7">
            <w:pPr>
              <w:pStyle w:val="TableText"/>
            </w:pPr>
            <w:r w:rsidRPr="00876019">
              <w:t>survivability</w:t>
            </w:r>
          </w:p>
        </w:tc>
        <w:tc>
          <w:tcPr>
            <w:tcW w:w="1916" w:type="dxa"/>
          </w:tcPr>
          <w:p w14:paraId="066EBD28" w14:textId="77777777" w:rsidR="006F47C1" w:rsidRPr="00876019" w:rsidRDefault="006F47C1" w:rsidP="00E272F7">
            <w:pPr>
              <w:pStyle w:val="TableText"/>
            </w:pPr>
            <w:r w:rsidRPr="00876019">
              <w:t>target</w:t>
            </w:r>
          </w:p>
        </w:tc>
      </w:tr>
      <w:tr w:rsidR="006F47C1" w:rsidRPr="00876019" w14:paraId="066EBD2F" w14:textId="77777777" w:rsidTr="00E272F7">
        <w:tc>
          <w:tcPr>
            <w:tcW w:w="1915" w:type="dxa"/>
          </w:tcPr>
          <w:p w14:paraId="066EBD2A" w14:textId="77777777" w:rsidR="006F47C1" w:rsidRPr="00876019" w:rsidRDefault="006F47C1" w:rsidP="00E272F7">
            <w:pPr>
              <w:pStyle w:val="TableText"/>
            </w:pPr>
            <w:r w:rsidRPr="00876019">
              <w:t>threat</w:t>
            </w:r>
          </w:p>
        </w:tc>
        <w:tc>
          <w:tcPr>
            <w:tcW w:w="1915" w:type="dxa"/>
          </w:tcPr>
          <w:p w14:paraId="066EBD2B" w14:textId="77777777" w:rsidR="006F47C1" w:rsidRPr="00876019" w:rsidRDefault="006F47C1" w:rsidP="00E272F7">
            <w:pPr>
              <w:pStyle w:val="TableText"/>
            </w:pPr>
            <w:r w:rsidRPr="00876019">
              <w:t>threat asses</w:t>
            </w:r>
            <w:r w:rsidRPr="00876019">
              <w:t>s</w:t>
            </w:r>
            <w:r w:rsidRPr="00876019">
              <w:t>ment</w:t>
            </w:r>
          </w:p>
        </w:tc>
        <w:tc>
          <w:tcPr>
            <w:tcW w:w="1915" w:type="dxa"/>
          </w:tcPr>
          <w:p w14:paraId="066EBD2C" w14:textId="77777777" w:rsidR="006F47C1" w:rsidRPr="00876019" w:rsidRDefault="006F47C1" w:rsidP="00E272F7">
            <w:pPr>
              <w:pStyle w:val="TableText"/>
            </w:pPr>
            <w:r w:rsidRPr="00876019">
              <w:t>threat model</w:t>
            </w:r>
          </w:p>
        </w:tc>
        <w:tc>
          <w:tcPr>
            <w:tcW w:w="1915" w:type="dxa"/>
          </w:tcPr>
          <w:p w14:paraId="066EBD2D" w14:textId="77777777" w:rsidR="006F47C1" w:rsidRPr="00876019" w:rsidRDefault="006F47C1" w:rsidP="00E272F7">
            <w:pPr>
              <w:pStyle w:val="TableText"/>
            </w:pPr>
            <w:r w:rsidRPr="00876019">
              <w:t>toolkits</w:t>
            </w:r>
          </w:p>
        </w:tc>
        <w:tc>
          <w:tcPr>
            <w:tcW w:w="1916" w:type="dxa"/>
          </w:tcPr>
          <w:p w14:paraId="066EBD2E" w14:textId="77777777" w:rsidR="006F47C1" w:rsidRPr="00876019" w:rsidRDefault="006F47C1" w:rsidP="00E272F7">
            <w:pPr>
              <w:pStyle w:val="TableText"/>
            </w:pPr>
            <w:r w:rsidRPr="00876019">
              <w:t>Trojan</w:t>
            </w:r>
          </w:p>
        </w:tc>
      </w:tr>
      <w:tr w:rsidR="006F47C1" w:rsidRPr="00876019" w14:paraId="066EBD35" w14:textId="77777777" w:rsidTr="00E272F7">
        <w:tc>
          <w:tcPr>
            <w:tcW w:w="1915" w:type="dxa"/>
          </w:tcPr>
          <w:p w14:paraId="066EBD30" w14:textId="77777777" w:rsidR="006F47C1" w:rsidRPr="00876019" w:rsidRDefault="006F47C1" w:rsidP="00E272F7">
            <w:pPr>
              <w:pStyle w:val="TableText"/>
            </w:pPr>
            <w:r w:rsidRPr="00876019">
              <w:t>trust</w:t>
            </w:r>
          </w:p>
        </w:tc>
        <w:tc>
          <w:tcPr>
            <w:tcW w:w="1915" w:type="dxa"/>
          </w:tcPr>
          <w:p w14:paraId="066EBD31" w14:textId="77777777" w:rsidR="006F47C1" w:rsidRPr="00876019" w:rsidRDefault="006F47C1" w:rsidP="00E272F7">
            <w:pPr>
              <w:pStyle w:val="TableText"/>
            </w:pPr>
            <w:r w:rsidRPr="00876019">
              <w:t>uptime</w:t>
            </w:r>
          </w:p>
        </w:tc>
        <w:tc>
          <w:tcPr>
            <w:tcW w:w="1915" w:type="dxa"/>
          </w:tcPr>
          <w:p w14:paraId="066EBD32" w14:textId="77777777" w:rsidR="006F47C1" w:rsidRPr="00876019" w:rsidRDefault="006F47C1" w:rsidP="00E272F7">
            <w:pPr>
              <w:pStyle w:val="TableText"/>
            </w:pPr>
            <w:r w:rsidRPr="00876019">
              <w:t>victim</w:t>
            </w:r>
          </w:p>
        </w:tc>
        <w:tc>
          <w:tcPr>
            <w:tcW w:w="1915" w:type="dxa"/>
          </w:tcPr>
          <w:p w14:paraId="066EBD33" w14:textId="77777777" w:rsidR="006F47C1" w:rsidRPr="00876019" w:rsidRDefault="006F47C1" w:rsidP="00E272F7">
            <w:pPr>
              <w:pStyle w:val="TableText"/>
            </w:pPr>
            <w:r w:rsidRPr="00876019">
              <w:t>virus</w:t>
            </w:r>
          </w:p>
        </w:tc>
        <w:tc>
          <w:tcPr>
            <w:tcW w:w="1916" w:type="dxa"/>
          </w:tcPr>
          <w:p w14:paraId="066EBD34" w14:textId="77777777" w:rsidR="006F47C1" w:rsidRPr="00876019" w:rsidRDefault="006F47C1" w:rsidP="00E272F7">
            <w:pPr>
              <w:pStyle w:val="TableText"/>
            </w:pPr>
            <w:r w:rsidRPr="00876019">
              <w:t>vulnerability</w:t>
            </w:r>
          </w:p>
        </w:tc>
      </w:tr>
      <w:tr w:rsidR="006F47C1" w:rsidRPr="00876019" w14:paraId="066EBD3B" w14:textId="77777777" w:rsidTr="00E272F7">
        <w:tc>
          <w:tcPr>
            <w:tcW w:w="1915" w:type="dxa"/>
          </w:tcPr>
          <w:p w14:paraId="066EBD36" w14:textId="77777777" w:rsidR="006F47C1" w:rsidRPr="00876019" w:rsidRDefault="006F47C1" w:rsidP="00E272F7">
            <w:pPr>
              <w:pStyle w:val="TableText"/>
            </w:pPr>
            <w:r w:rsidRPr="00876019">
              <w:t>worm</w:t>
            </w:r>
          </w:p>
        </w:tc>
        <w:tc>
          <w:tcPr>
            <w:tcW w:w="1915" w:type="dxa"/>
          </w:tcPr>
          <w:p w14:paraId="066EBD37" w14:textId="77777777" w:rsidR="006F47C1" w:rsidRPr="00876019" w:rsidRDefault="006F47C1" w:rsidP="00E272F7">
            <w:pPr>
              <w:pStyle w:val="TableText"/>
            </w:pPr>
          </w:p>
        </w:tc>
        <w:tc>
          <w:tcPr>
            <w:tcW w:w="1915" w:type="dxa"/>
          </w:tcPr>
          <w:p w14:paraId="066EBD38" w14:textId="77777777" w:rsidR="006F47C1" w:rsidRPr="00876019" w:rsidRDefault="006F47C1" w:rsidP="00E272F7">
            <w:pPr>
              <w:pStyle w:val="TableText"/>
            </w:pPr>
          </w:p>
        </w:tc>
        <w:tc>
          <w:tcPr>
            <w:tcW w:w="1915" w:type="dxa"/>
          </w:tcPr>
          <w:p w14:paraId="066EBD39" w14:textId="77777777" w:rsidR="006F47C1" w:rsidRPr="00876019" w:rsidRDefault="006F47C1" w:rsidP="00E272F7">
            <w:pPr>
              <w:pStyle w:val="TableText"/>
            </w:pPr>
          </w:p>
        </w:tc>
        <w:tc>
          <w:tcPr>
            <w:tcW w:w="1916" w:type="dxa"/>
          </w:tcPr>
          <w:p w14:paraId="066EBD3A" w14:textId="77777777" w:rsidR="006F47C1" w:rsidRPr="00876019" w:rsidRDefault="006F47C1" w:rsidP="00E272F7">
            <w:pPr>
              <w:pStyle w:val="TableText"/>
            </w:pPr>
          </w:p>
        </w:tc>
      </w:tr>
    </w:tbl>
    <w:p w14:paraId="066EBD3C" w14:textId="77777777" w:rsidR="006F47C1" w:rsidRDefault="006F47C1" w:rsidP="006F47C1"/>
    <w:p w14:paraId="066EBD3D" w14:textId="77777777" w:rsidR="00D65A24" w:rsidRDefault="00D65A24" w:rsidP="00D65A24">
      <w:pPr>
        <w:jc w:val="both"/>
        <w:rPr>
          <w:rFonts w:ascii="Arial" w:hAnsi="Arial" w:cs="Arial"/>
          <w:b/>
          <w:sz w:val="20"/>
        </w:rPr>
      </w:pPr>
    </w:p>
    <w:p w14:paraId="066EBD3E" w14:textId="77777777" w:rsidR="00A23651" w:rsidRDefault="00A23651" w:rsidP="00D65A24">
      <w:pPr>
        <w:jc w:val="both"/>
        <w:rPr>
          <w:rFonts w:ascii="Arial" w:hAnsi="Arial" w:cs="Arial"/>
          <w:b/>
          <w:sz w:val="20"/>
        </w:rPr>
      </w:pPr>
    </w:p>
    <w:p w14:paraId="066EBD3F" w14:textId="77777777" w:rsidR="00A23651" w:rsidRDefault="00A23651" w:rsidP="00D65A24">
      <w:pPr>
        <w:jc w:val="both"/>
        <w:rPr>
          <w:rFonts w:ascii="Arial" w:hAnsi="Arial" w:cs="Arial"/>
          <w:b/>
          <w:sz w:val="20"/>
        </w:rPr>
      </w:pPr>
    </w:p>
    <w:p w14:paraId="066EBD40" w14:textId="77777777" w:rsidR="00A23651" w:rsidRDefault="00A23651" w:rsidP="00D65A24">
      <w:pPr>
        <w:jc w:val="both"/>
        <w:rPr>
          <w:rFonts w:ascii="Arial" w:hAnsi="Arial" w:cs="Arial"/>
          <w:b/>
          <w:sz w:val="20"/>
        </w:rPr>
      </w:pPr>
    </w:p>
    <w:p w14:paraId="066EBD41" w14:textId="77777777" w:rsidR="00A23651" w:rsidRDefault="00A23651" w:rsidP="00D65A24">
      <w:pPr>
        <w:jc w:val="both"/>
        <w:rPr>
          <w:rFonts w:ascii="Arial" w:hAnsi="Arial" w:cs="Arial"/>
          <w:b/>
          <w:sz w:val="20"/>
        </w:rPr>
      </w:pPr>
    </w:p>
    <w:p w14:paraId="066EBD42" w14:textId="77777777" w:rsidR="00A23651" w:rsidRDefault="00A23651" w:rsidP="00D65A24">
      <w:pPr>
        <w:jc w:val="both"/>
        <w:rPr>
          <w:rFonts w:ascii="Arial" w:hAnsi="Arial" w:cs="Arial"/>
          <w:b/>
          <w:sz w:val="20"/>
        </w:rPr>
      </w:pPr>
    </w:p>
    <w:p w14:paraId="066EBD43" w14:textId="77777777" w:rsidR="00A23651" w:rsidRDefault="00A23651" w:rsidP="00D65A24">
      <w:pPr>
        <w:jc w:val="both"/>
        <w:rPr>
          <w:rFonts w:ascii="Arial" w:hAnsi="Arial" w:cs="Arial"/>
          <w:b/>
          <w:sz w:val="20"/>
        </w:rPr>
      </w:pPr>
    </w:p>
    <w:p w14:paraId="066EBD44" w14:textId="77777777" w:rsidR="0004690E" w:rsidRDefault="0004690E">
      <w:pPr>
        <w:suppressAutoHyphens w:val="0"/>
        <w:spacing w:before="0" w:after="0" w:line="240" w:lineRule="auto"/>
        <w:rPr>
          <w:rFonts w:ascii="Arial" w:hAnsi="Arial" w:cs="Arial"/>
          <w:b/>
          <w:i/>
          <w:sz w:val="24"/>
          <w:szCs w:val="26"/>
        </w:rPr>
      </w:pPr>
      <w:r>
        <w:br w:type="page"/>
      </w:r>
    </w:p>
    <w:p w14:paraId="066EBD45" w14:textId="77777777" w:rsidR="00A23651" w:rsidRPr="003250AB" w:rsidRDefault="00A23651" w:rsidP="008C6607">
      <w:pPr>
        <w:pStyle w:val="Heading2"/>
      </w:pPr>
      <w:bookmarkStart w:id="10" w:name="_Toc265497466"/>
      <w:r w:rsidRPr="003250AB">
        <w:lastRenderedPageBreak/>
        <w:t xml:space="preserve">Step 2 – Identify </w:t>
      </w:r>
      <w:r>
        <w:t xml:space="preserve">Assets and </w:t>
      </w:r>
      <w:r w:rsidRPr="003250AB">
        <w:t>Security Goals</w:t>
      </w:r>
      <w:bookmarkEnd w:id="10"/>
    </w:p>
    <w:p w14:paraId="066EBD46" w14:textId="77777777" w:rsidR="00A23651" w:rsidRDefault="00A23651" w:rsidP="00A23651">
      <w:r w:rsidRPr="003250AB">
        <w:t xml:space="preserve">The </w:t>
      </w:r>
      <w:r>
        <w:t xml:space="preserve">purpose of </w:t>
      </w:r>
      <w:r w:rsidRPr="003250AB">
        <w:t xml:space="preserve">this step is to </w:t>
      </w:r>
      <w:r w:rsidRPr="003250AB">
        <w:rPr>
          <w:lang w:val="en-GB"/>
        </w:rPr>
        <w:t xml:space="preserve">agree on a set of </w:t>
      </w:r>
      <w:r>
        <w:rPr>
          <w:lang w:val="en-GB"/>
        </w:rPr>
        <w:t xml:space="preserve">assets to protect and </w:t>
      </w:r>
      <w:r w:rsidRPr="003250AB">
        <w:rPr>
          <w:lang w:val="en-GB"/>
        </w:rPr>
        <w:t>prioritized security goals for the project. This w</w:t>
      </w:r>
      <w:r>
        <w:rPr>
          <w:lang w:val="en-GB"/>
        </w:rPr>
        <w:t>ill</w:t>
      </w:r>
      <w:r w:rsidRPr="003250AB">
        <w:rPr>
          <w:lang w:val="en-GB"/>
        </w:rPr>
        <w:t xml:space="preserve"> help later </w:t>
      </w:r>
      <w:r>
        <w:rPr>
          <w:lang w:val="en-GB"/>
        </w:rPr>
        <w:t>in</w:t>
      </w:r>
      <w:r w:rsidRPr="003250AB">
        <w:rPr>
          <w:lang w:val="en-GB"/>
        </w:rPr>
        <w:t xml:space="preserve"> identify</w:t>
      </w:r>
      <w:r>
        <w:rPr>
          <w:lang w:val="en-GB"/>
        </w:rPr>
        <w:t>ing</w:t>
      </w:r>
      <w:r w:rsidRPr="003250AB">
        <w:rPr>
          <w:lang w:val="en-GB"/>
        </w:rPr>
        <w:t xml:space="preserve"> the priority and relevance of the security risks. Ideally, one </w:t>
      </w:r>
      <w:r>
        <w:rPr>
          <w:lang w:val="en-GB"/>
        </w:rPr>
        <w:t>b</w:t>
      </w:r>
      <w:r w:rsidRPr="003250AB">
        <w:rPr>
          <w:lang w:val="en-GB"/>
        </w:rPr>
        <w:t xml:space="preserve">usiness </w:t>
      </w:r>
      <w:r>
        <w:rPr>
          <w:lang w:val="en-GB"/>
        </w:rPr>
        <w:t>g</w:t>
      </w:r>
      <w:r w:rsidRPr="003250AB">
        <w:rPr>
          <w:lang w:val="en-GB"/>
        </w:rPr>
        <w:t>oal must be identified</w:t>
      </w:r>
      <w:r>
        <w:rPr>
          <w:lang w:val="en-GB"/>
        </w:rPr>
        <w:t xml:space="preserve">, and then the assets </w:t>
      </w:r>
      <w:r w:rsidRPr="003250AB">
        <w:rPr>
          <w:lang w:val="en-GB"/>
        </w:rPr>
        <w:t xml:space="preserve">and </w:t>
      </w:r>
      <w:r>
        <w:rPr>
          <w:lang w:val="en-GB"/>
        </w:rPr>
        <w:t>five</w:t>
      </w:r>
      <w:r w:rsidRPr="003250AB">
        <w:rPr>
          <w:lang w:val="en-GB"/>
        </w:rPr>
        <w:t xml:space="preserve"> or </w:t>
      </w:r>
      <w:r>
        <w:rPr>
          <w:lang w:val="en-GB"/>
        </w:rPr>
        <w:t>six</w:t>
      </w:r>
      <w:r w:rsidRPr="003250AB">
        <w:rPr>
          <w:lang w:val="en-GB"/>
        </w:rPr>
        <w:t xml:space="preserve"> security goals </w:t>
      </w:r>
      <w:r>
        <w:rPr>
          <w:lang w:val="en-GB"/>
        </w:rPr>
        <w:t xml:space="preserve">that map to the business goal </w:t>
      </w:r>
      <w:r w:rsidRPr="003250AB">
        <w:rPr>
          <w:lang w:val="en-GB"/>
        </w:rPr>
        <w:t>must be identified.</w:t>
      </w:r>
      <w:r w:rsidRPr="003250AB">
        <w:t xml:space="preserve"> Remember, security goals are not requirements!</w:t>
      </w:r>
    </w:p>
    <w:p w14:paraId="066EBD47" w14:textId="77777777" w:rsidR="00A23651" w:rsidRDefault="00A23651" w:rsidP="008C6607">
      <w:pPr>
        <w:pStyle w:val="Heading3"/>
      </w:pPr>
      <w:r>
        <w:t>Brainstorming Security Goals</w:t>
      </w:r>
    </w:p>
    <w:p w14:paraId="066EBD48" w14:textId="77777777" w:rsidR="00A23651" w:rsidRDefault="00A23651" w:rsidP="00A23651">
      <w:pPr>
        <w:jc w:val="both"/>
      </w:pPr>
      <w:r>
        <w:t>The brainstorming technique used in Step 1 can be repeated in Step 2 in a different context. In this step, the focus is on eliciting security goals. The problem addressed using the brainstorming technique in this case might be “What are the important security goals of the system?” Conduct the brainstorm as usual and ensure a list of security goals are produced as an output.</w:t>
      </w:r>
    </w:p>
    <w:p w14:paraId="066EBD49" w14:textId="77777777" w:rsidR="00A23651" w:rsidRDefault="00A23651" w:rsidP="00A23651">
      <w:pPr>
        <w:jc w:val="both"/>
      </w:pPr>
      <w:r>
        <w:t xml:space="preserve">As multiple stakeholders are involved in the process, it is likely that they will have conflicting priorities for goals. Each goal can be elicited without any judgment of its relative priority. The non-essential goals will be pushed down or eliminated using the prioritization technique described below. </w:t>
      </w:r>
    </w:p>
    <w:p w14:paraId="066EBD4A" w14:textId="77777777" w:rsidR="00A23651" w:rsidRDefault="00A23651" w:rsidP="008C6607">
      <w:pPr>
        <w:pStyle w:val="Heading3"/>
      </w:pPr>
      <w:r>
        <w:t>Prioritizing Security Goals Using Multivoting</w:t>
      </w:r>
    </w:p>
    <w:p w14:paraId="066EBD4B" w14:textId="77777777" w:rsidR="00A23651" w:rsidRDefault="00A23651" w:rsidP="00A23651">
      <w:r>
        <w:t>The output of the brainstorming session is usually a non-prioritized list of ideas. Often, however, there are not sufficient resources to implement every idea generated. A technique called multivoting can be used to quickly find the common important goals among the stakeholders.</w:t>
      </w:r>
    </w:p>
    <w:p w14:paraId="066EBD4C" w14:textId="77777777" w:rsidR="00A23651" w:rsidRPr="00A23651" w:rsidRDefault="00A23651" w:rsidP="008C6607">
      <w:pPr>
        <w:pStyle w:val="Heading4"/>
      </w:pPr>
      <w:r w:rsidRPr="00A23651">
        <w:t>Multivoting</w:t>
      </w:r>
      <w:r w:rsidRPr="00A23651">
        <w:tab/>
      </w:r>
    </w:p>
    <w:p w14:paraId="066EBD4D" w14:textId="77777777" w:rsidR="00A23651" w:rsidRDefault="00A23651" w:rsidP="00A23651">
      <w:pPr>
        <w:jc w:val="both"/>
        <w:rPr>
          <w:lang w:bidi="th-TH"/>
        </w:rPr>
      </w:pPr>
      <w:r>
        <w:rPr>
          <w:lang w:bidi="th-TH"/>
        </w:rPr>
        <w:t>The multivoting technique can be used to reduce a large number of solutions to a smaller, manageable quantity. The idea is to have multiple iterations of votes, which will reduce the number of candidates in every iteration [</w:t>
      </w:r>
      <w:r w:rsidRPr="00A51584">
        <w:rPr>
          <w:lang w:bidi="th-TH"/>
        </w:rPr>
        <w:t>http://www.ca.uky.edu/agpsd/multivot.pdf</w:t>
      </w:r>
      <w:r>
        <w:rPr>
          <w:lang w:bidi="th-TH"/>
        </w:rPr>
        <w:t xml:space="preserve">]. </w:t>
      </w:r>
    </w:p>
    <w:p w14:paraId="066EBD4E" w14:textId="77777777" w:rsidR="00A23651" w:rsidRPr="00B04C36" w:rsidRDefault="00A23651" w:rsidP="00A23651">
      <w:pPr>
        <w:spacing w:after="0"/>
        <w:rPr>
          <w:lang w:bidi="th-TH"/>
        </w:rPr>
      </w:pPr>
      <w:r>
        <w:rPr>
          <w:lang w:bidi="th-TH"/>
        </w:rPr>
        <w:t>These are the steps in multivoting:</w:t>
      </w:r>
    </w:p>
    <w:p w14:paraId="066EBD4F" w14:textId="77777777" w:rsidR="00A23651" w:rsidRPr="00A23651" w:rsidRDefault="00A23651" w:rsidP="004A2395">
      <w:pPr>
        <w:pStyle w:val="ListNumber"/>
      </w:pPr>
      <w:r w:rsidRPr="00A23651">
        <w:t>Write down the brainstormed security goals in a numbered list.</w:t>
      </w:r>
    </w:p>
    <w:p w14:paraId="066EBD50" w14:textId="77777777" w:rsidR="00A23651" w:rsidRPr="00A23651" w:rsidRDefault="00A23651" w:rsidP="004A2395">
      <w:pPr>
        <w:pStyle w:val="ListNumber"/>
      </w:pPr>
      <w:r w:rsidRPr="00A23651">
        <w:t>Reach consensus on the number of goals that you would like to have in the end.</w:t>
      </w:r>
    </w:p>
    <w:p w14:paraId="066EBD51" w14:textId="77777777" w:rsidR="00A23651" w:rsidRPr="00A23651" w:rsidRDefault="00A23651" w:rsidP="004A2395">
      <w:pPr>
        <w:pStyle w:val="ListNumber"/>
      </w:pPr>
      <w:r w:rsidRPr="00A23651">
        <w:t>Let all members choose the top goals and write the number of goals down. The number of top solutions should be approximately one-third of the total number of goals.</w:t>
      </w:r>
    </w:p>
    <w:p w14:paraId="066EBD52" w14:textId="77777777" w:rsidR="00A23651" w:rsidRPr="00A23651" w:rsidRDefault="00A23651" w:rsidP="004A2395">
      <w:pPr>
        <w:pStyle w:val="ListNumber"/>
      </w:pPr>
      <w:r w:rsidRPr="00A23651">
        <w:t xml:space="preserve">After all members have written down their choices, count the votes for each goal. </w:t>
      </w:r>
    </w:p>
    <w:p w14:paraId="066EBD53" w14:textId="77777777" w:rsidR="00A23651" w:rsidRPr="00A23651" w:rsidRDefault="00A23651" w:rsidP="004A2395">
      <w:pPr>
        <w:pStyle w:val="ListNumber"/>
      </w:pPr>
      <w:r w:rsidRPr="00A23651">
        <w:t xml:space="preserve">Eliminate goals with the fewest votes. </w:t>
      </w:r>
    </w:p>
    <w:p w14:paraId="066EBD54" w14:textId="77777777" w:rsidR="00A23651" w:rsidRPr="005E0E68" w:rsidRDefault="00A23651" w:rsidP="004A2395">
      <w:pPr>
        <w:pStyle w:val="ListNumber"/>
      </w:pPr>
      <w:r w:rsidRPr="00A23651">
        <w:t>Repeat steps 3 and 4 until the agreed upon number of goals is reached.</w:t>
      </w:r>
    </w:p>
    <w:p w14:paraId="066EBD55" w14:textId="77777777" w:rsidR="005E0E68" w:rsidRPr="005E0E68" w:rsidRDefault="005E0E68" w:rsidP="004A2395">
      <w:pPr>
        <w:pStyle w:val="ListNumber"/>
      </w:pPr>
      <w:r w:rsidRPr="005E0E68">
        <w:t>If there is no clear favorite, have the team discuss which goals should be considered or have one final vote.</w:t>
      </w:r>
    </w:p>
    <w:p w14:paraId="066EBD56" w14:textId="77777777" w:rsidR="005E0E68" w:rsidRPr="005E0E68" w:rsidRDefault="005E0E68" w:rsidP="008C6607">
      <w:pPr>
        <w:pStyle w:val="Heading4"/>
        <w:rPr>
          <w:lang w:bidi="th-TH"/>
        </w:rPr>
      </w:pPr>
      <w:r w:rsidRPr="005E0E68">
        <w:rPr>
          <w:lang w:bidi="th-TH"/>
        </w:rPr>
        <w:t>Note</w:t>
      </w:r>
    </w:p>
    <w:p w14:paraId="066EBD57" w14:textId="77777777" w:rsidR="005E0E68" w:rsidRPr="005E0E68" w:rsidRDefault="005E0E68" w:rsidP="005E0E68">
      <w:pPr>
        <w:jc w:val="both"/>
        <w:rPr>
          <w:szCs w:val="21"/>
          <w:lang w:bidi="th-TH"/>
        </w:rPr>
      </w:pPr>
      <w:r w:rsidRPr="005E0E68">
        <w:rPr>
          <w:szCs w:val="21"/>
          <w:lang w:bidi="th-TH"/>
        </w:rPr>
        <w:t xml:space="preserve">While multivoting is a relatively quick decision-making process, its main drawback is that not all participants will agree with the final outcome. The facilitator should be aware of any major conflict from voting and may need to suggest additional time to resolve it [DAU 2002]. </w:t>
      </w:r>
    </w:p>
    <w:p w14:paraId="066EBD58" w14:textId="380C46CF" w:rsidR="00B942F7" w:rsidRPr="00B942F7" w:rsidRDefault="006D6D4D" w:rsidP="005E0E68">
      <w:pPr>
        <w:rPr>
          <w:szCs w:val="21"/>
        </w:rPr>
      </w:pPr>
      <w:r>
        <w:rPr>
          <w:noProof/>
          <w:szCs w:val="21"/>
        </w:rPr>
        <w:lastRenderedPageBreak/>
        <mc:AlternateContent>
          <mc:Choice Requires="wps">
            <w:drawing>
              <wp:anchor distT="0" distB="0" distL="114300" distR="114300" simplePos="0" relativeHeight="251664384" behindDoc="0" locked="0" layoutInCell="1" allowOverlap="1" wp14:anchorId="066EC1E8" wp14:editId="798680E8">
                <wp:simplePos x="0" y="0"/>
                <wp:positionH relativeFrom="column">
                  <wp:posOffset>-7620</wp:posOffset>
                </wp:positionH>
                <wp:positionV relativeFrom="paragraph">
                  <wp:posOffset>5080</wp:posOffset>
                </wp:positionV>
                <wp:extent cx="5255895" cy="2176145"/>
                <wp:effectExtent l="11430" t="5080" r="9525" b="9525"/>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5895" cy="2176145"/>
                        </a:xfrm>
                        <a:prstGeom prst="rect">
                          <a:avLst/>
                        </a:prstGeom>
                        <a:solidFill>
                          <a:schemeClr val="bg1">
                            <a:lumMod val="95000"/>
                            <a:lumOff val="0"/>
                          </a:schemeClr>
                        </a:solidFill>
                        <a:ln w="9525">
                          <a:solidFill>
                            <a:srgbClr val="000000"/>
                          </a:solidFill>
                          <a:miter lim="800000"/>
                          <a:headEnd/>
                          <a:tailEnd/>
                        </a:ln>
                      </wps:spPr>
                      <wps:txbx>
                        <w:txbxContent>
                          <w:p w14:paraId="066EC281" w14:textId="77777777" w:rsidR="00F723A1" w:rsidRPr="00A808E0" w:rsidRDefault="00F723A1" w:rsidP="00A808E0">
                            <w:pPr>
                              <w:rPr>
                                <w:b/>
                                <w:szCs w:val="21"/>
                              </w:rPr>
                            </w:pPr>
                            <w:r w:rsidRPr="00A808E0">
                              <w:rPr>
                                <w:b/>
                                <w:szCs w:val="21"/>
                              </w:rPr>
                              <w:t>Task</w:t>
                            </w:r>
                          </w:p>
                          <w:p w14:paraId="066EC282" w14:textId="77777777" w:rsidR="00F723A1" w:rsidRPr="00A808E0" w:rsidRDefault="00F723A1" w:rsidP="00A808E0">
                            <w:pPr>
                              <w:rPr>
                                <w:szCs w:val="21"/>
                              </w:rPr>
                            </w:pPr>
                            <w:r w:rsidRPr="00A808E0">
                              <w:rPr>
                                <w:szCs w:val="21"/>
                              </w:rPr>
                              <w:t>You have already provided the requirements engineering team with your business objectives and functional requirements, as a result of which both you and the RE team have agreed on a common business goal. However, several security goals have been identified. Your task now is to prioritize these security goals and discuss them with the RE team.</w:t>
                            </w:r>
                          </w:p>
                          <w:p w14:paraId="066EC283" w14:textId="77777777" w:rsidR="00F723A1" w:rsidRPr="00A808E0" w:rsidRDefault="00F723A1" w:rsidP="00A808E0">
                            <w:pPr>
                              <w:rPr>
                                <w:szCs w:val="21"/>
                              </w:rPr>
                            </w:pPr>
                            <w:r w:rsidRPr="00A808E0">
                              <w:rPr>
                                <w:szCs w:val="21"/>
                              </w:rPr>
                              <w:t>The security goals in the following list have already been prioritized in a suggested order. You may change the priorities if you like after discussing them with the SQUARE RE team.</w:t>
                            </w:r>
                          </w:p>
                          <w:p w14:paraId="066EC284" w14:textId="77777777" w:rsidR="00F723A1" w:rsidRPr="005E0E68" w:rsidRDefault="00F723A1" w:rsidP="00A808E0">
                            <w:pPr>
                              <w:rPr>
                                <w:szCs w:val="21"/>
                              </w:rPr>
                            </w:pPr>
                            <w:r w:rsidRPr="005E0E68">
                              <w:rPr>
                                <w:szCs w:val="21"/>
                              </w:rPr>
                              <w:t xml:space="preserve">Time: 15 minutes </w:t>
                            </w:r>
                          </w:p>
                          <w:p w14:paraId="066EC285" w14:textId="77777777" w:rsidR="00F723A1" w:rsidRDefault="00F7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6pt;margin-top:.4pt;width:413.85pt;height:17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" fillcolor="#f2f2f2 [3052]">
                <v:textbox>
                  <w:txbxContent>
                    <w:p w14:paraId="066EC281" w14:textId="77777777" w:rsidR="00F723A1" w:rsidRPr="00A808E0" w:rsidRDefault="00F723A1" w:rsidP="00A808E0">
                      <w:pPr>
                        <w:rPr>
                          <w:b/>
                          <w:szCs w:val="21"/>
                        </w:rPr>
                      </w:pPr>
                      <w:r w:rsidRPr="00A808E0">
                        <w:rPr>
                          <w:b/>
                          <w:szCs w:val="21"/>
                        </w:rPr>
                        <w:t>Task</w:t>
                      </w:r>
                    </w:p>
                    <w:p w14:paraId="066EC282" w14:textId="77777777" w:rsidR="00F723A1" w:rsidRPr="00A808E0" w:rsidRDefault="00F723A1" w:rsidP="00A808E0">
                      <w:pPr>
                        <w:rPr>
                          <w:szCs w:val="21"/>
                        </w:rPr>
                      </w:pPr>
                      <w:r w:rsidRPr="00A808E0">
                        <w:rPr>
                          <w:szCs w:val="21"/>
                        </w:rPr>
                        <w:t>You have already provided the requirements engineering team with your business objectives and functional requirements, as a result of which both you and the RE team have agreed on a common business goal. However, several security goals have been identified. Your task now is to prioritize these security goals and discuss them with the RE team.</w:t>
                      </w:r>
                    </w:p>
                    <w:p w14:paraId="066EC283" w14:textId="77777777" w:rsidR="00F723A1" w:rsidRPr="00A808E0" w:rsidRDefault="00F723A1" w:rsidP="00A808E0">
                      <w:pPr>
                        <w:rPr>
                          <w:szCs w:val="21"/>
                        </w:rPr>
                      </w:pPr>
                      <w:r w:rsidRPr="00A808E0">
                        <w:rPr>
                          <w:szCs w:val="21"/>
                        </w:rPr>
                        <w:t>The security goals in the following list have already been prioritized in a suggested order. You may change the priorities if you like after discussing them with the SQUARE RE team.</w:t>
                      </w:r>
                    </w:p>
                    <w:p w14:paraId="066EC284" w14:textId="77777777" w:rsidR="00F723A1" w:rsidRPr="005E0E68" w:rsidRDefault="00F723A1" w:rsidP="00A808E0">
                      <w:pPr>
                        <w:rPr>
                          <w:szCs w:val="21"/>
                        </w:rPr>
                      </w:pPr>
                      <w:r w:rsidRPr="005E0E68">
                        <w:rPr>
                          <w:szCs w:val="21"/>
                        </w:rPr>
                        <w:t xml:space="preserve">Time: 15 minutes </w:t>
                      </w:r>
                    </w:p>
                    <w:p w14:paraId="066EC285" w14:textId="77777777" w:rsidR="00F723A1" w:rsidRDefault="00F723A1"/>
                  </w:txbxContent>
                </v:textbox>
              </v:shape>
            </w:pict>
          </mc:Fallback>
        </mc:AlternateContent>
      </w:r>
    </w:p>
    <w:p w14:paraId="066EBD59" w14:textId="77777777" w:rsidR="00B942F7" w:rsidRPr="00B942F7" w:rsidRDefault="00B942F7" w:rsidP="005E0E68">
      <w:pPr>
        <w:rPr>
          <w:szCs w:val="21"/>
        </w:rPr>
      </w:pPr>
    </w:p>
    <w:p w14:paraId="066EBD5A" w14:textId="77777777" w:rsidR="00B942F7" w:rsidRPr="00B942F7" w:rsidRDefault="00B942F7" w:rsidP="005E0E68">
      <w:pPr>
        <w:rPr>
          <w:szCs w:val="21"/>
        </w:rPr>
      </w:pPr>
    </w:p>
    <w:p w14:paraId="066EBD5B" w14:textId="77777777" w:rsidR="00B942F7" w:rsidRPr="00B942F7" w:rsidRDefault="00B942F7" w:rsidP="005E0E68">
      <w:pPr>
        <w:rPr>
          <w:szCs w:val="21"/>
        </w:rPr>
      </w:pPr>
    </w:p>
    <w:p w14:paraId="066EBD5C" w14:textId="77777777" w:rsidR="00B942F7" w:rsidRPr="00B942F7" w:rsidRDefault="00B942F7" w:rsidP="005E0E68">
      <w:pPr>
        <w:rPr>
          <w:szCs w:val="21"/>
        </w:rPr>
      </w:pPr>
    </w:p>
    <w:p w14:paraId="066EBD5D" w14:textId="77777777" w:rsidR="00B942F7" w:rsidRPr="00B942F7" w:rsidRDefault="00B942F7" w:rsidP="005E0E68">
      <w:pPr>
        <w:rPr>
          <w:szCs w:val="21"/>
        </w:rPr>
      </w:pPr>
    </w:p>
    <w:p w14:paraId="066EBD5E" w14:textId="77777777" w:rsidR="00B942F7" w:rsidRPr="00B942F7" w:rsidRDefault="00B942F7" w:rsidP="005E0E68">
      <w:pPr>
        <w:rPr>
          <w:szCs w:val="21"/>
        </w:rPr>
      </w:pPr>
    </w:p>
    <w:p w14:paraId="066EBD5F" w14:textId="77777777" w:rsidR="00B942F7" w:rsidRPr="00B942F7" w:rsidRDefault="00B942F7" w:rsidP="005E0E68">
      <w:pPr>
        <w:rPr>
          <w:szCs w:val="21"/>
        </w:rPr>
      </w:pPr>
    </w:p>
    <w:p w14:paraId="066EBD60" w14:textId="77777777" w:rsidR="00A808E0" w:rsidRPr="00582441" w:rsidRDefault="00A808E0" w:rsidP="008C6607">
      <w:pPr>
        <w:pStyle w:val="Heading3"/>
      </w:pPr>
      <w:r w:rsidRPr="00582441">
        <w:t xml:space="preserve">Business Goal </w:t>
      </w:r>
    </w:p>
    <w:p w14:paraId="066EBD61" w14:textId="77777777" w:rsidR="00A808E0" w:rsidRPr="003250AB" w:rsidRDefault="00A808E0" w:rsidP="00A808E0">
      <w:pPr>
        <w:spacing w:line="240" w:lineRule="auto"/>
        <w:rPr>
          <w:i/>
          <w:iCs/>
        </w:rPr>
      </w:pPr>
      <w:r>
        <w:rPr>
          <w:i/>
          <w:iCs/>
        </w:rPr>
        <w:t>“</w:t>
      </w:r>
      <w:r w:rsidRPr="003250AB">
        <w:rPr>
          <w:i/>
          <w:iCs/>
        </w:rPr>
        <w:t>This tool … provides the means to make informative decisions based on available sources.</w:t>
      </w:r>
      <w:r>
        <w:rPr>
          <w:i/>
          <w:iCs/>
        </w:rPr>
        <w:t>“</w:t>
      </w:r>
    </w:p>
    <w:p w14:paraId="066EBD62" w14:textId="77777777" w:rsidR="00A808E0" w:rsidRPr="00582441" w:rsidRDefault="00A808E0" w:rsidP="008C6607">
      <w:pPr>
        <w:pStyle w:val="Heading3"/>
      </w:pPr>
      <w:r w:rsidRPr="00582441">
        <w:t xml:space="preserve">Security Goals </w:t>
      </w:r>
    </w:p>
    <w:p w14:paraId="066EBD63" w14:textId="77777777" w:rsidR="00A808E0" w:rsidRPr="003250AB" w:rsidRDefault="00A808E0" w:rsidP="00A808E0">
      <w:pPr>
        <w:spacing w:line="240" w:lineRule="auto"/>
      </w:pPr>
      <w:r w:rsidRPr="003250AB">
        <w:t>Prioritize from 1</w:t>
      </w:r>
      <w:r>
        <w:t xml:space="preserve"> </w:t>
      </w:r>
      <w:r w:rsidRPr="003250AB">
        <w:t>(highest) to 5</w:t>
      </w:r>
      <w:r>
        <w:t xml:space="preserve"> </w:t>
      </w:r>
      <w:r w:rsidRPr="003250AB">
        <w:t>(lowest)</w:t>
      </w:r>
    </w:p>
    <w:tbl>
      <w:tblPr>
        <w:tblW w:w="0" w:type="auto"/>
        <w:tblBorders>
          <w:bottom w:val="single" w:sz="4" w:space="0" w:color="auto"/>
          <w:insideH w:val="single" w:sz="4" w:space="0" w:color="auto"/>
        </w:tblBorders>
        <w:tblCellMar>
          <w:top w:w="14" w:type="dxa"/>
          <w:left w:w="115" w:type="dxa"/>
          <w:bottom w:w="14" w:type="dxa"/>
          <w:right w:w="115" w:type="dxa"/>
        </w:tblCellMar>
        <w:tblLook w:val="04A0" w:firstRow="1" w:lastRow="0" w:firstColumn="1" w:lastColumn="0" w:noHBand="0" w:noVBand="1"/>
      </w:tblPr>
      <w:tblGrid>
        <w:gridCol w:w="4466"/>
        <w:gridCol w:w="4044"/>
      </w:tblGrid>
      <w:tr w:rsidR="00A808E0" w:rsidRPr="00876019" w14:paraId="066EBD66" w14:textId="77777777" w:rsidTr="00E272F7">
        <w:tc>
          <w:tcPr>
            <w:tcW w:w="9576" w:type="dxa"/>
          </w:tcPr>
          <w:p w14:paraId="066EBD64" w14:textId="77777777" w:rsidR="00A808E0" w:rsidRPr="00876019" w:rsidRDefault="00A808E0" w:rsidP="00E272F7">
            <w:pPr>
              <w:pStyle w:val="TableText"/>
              <w:rPr>
                <w:b/>
              </w:rPr>
            </w:pPr>
            <w:r w:rsidRPr="00876019">
              <w:rPr>
                <w:b/>
              </w:rPr>
              <w:t>Security Goal</w:t>
            </w:r>
          </w:p>
        </w:tc>
        <w:tc>
          <w:tcPr>
            <w:tcW w:w="9576" w:type="dxa"/>
          </w:tcPr>
          <w:p w14:paraId="066EBD65" w14:textId="77777777" w:rsidR="00A808E0" w:rsidRPr="00876019" w:rsidRDefault="00A808E0" w:rsidP="00E272F7">
            <w:pPr>
              <w:pStyle w:val="TableText"/>
              <w:rPr>
                <w:b/>
              </w:rPr>
            </w:pPr>
            <w:r w:rsidRPr="00876019">
              <w:rPr>
                <w:b/>
              </w:rPr>
              <w:t>Priority</w:t>
            </w:r>
          </w:p>
        </w:tc>
      </w:tr>
      <w:tr w:rsidR="00A808E0" w14:paraId="066EBD69" w14:textId="77777777" w:rsidTr="00E272F7">
        <w:tc>
          <w:tcPr>
            <w:tcW w:w="9576" w:type="dxa"/>
          </w:tcPr>
          <w:p w14:paraId="066EBD67" w14:textId="77777777" w:rsidR="00A808E0" w:rsidRPr="003250AB" w:rsidRDefault="00A808E0" w:rsidP="00E272F7">
            <w:pPr>
              <w:pStyle w:val="TableText"/>
            </w:pPr>
            <w:r w:rsidRPr="003250AB">
              <w:t xml:space="preserve">Management shall exercise effective control over the system’s configuration and usage. </w:t>
            </w:r>
          </w:p>
        </w:tc>
        <w:tc>
          <w:tcPr>
            <w:tcW w:w="9576" w:type="dxa"/>
          </w:tcPr>
          <w:p w14:paraId="066EBD68" w14:textId="77777777" w:rsidR="00A808E0" w:rsidRPr="003250AB" w:rsidRDefault="00A808E0" w:rsidP="00E272F7">
            <w:pPr>
              <w:pStyle w:val="TableText"/>
            </w:pPr>
            <w:r w:rsidRPr="003250AB">
              <w:t>1</w:t>
            </w:r>
          </w:p>
        </w:tc>
      </w:tr>
      <w:tr w:rsidR="00A808E0" w14:paraId="066EBD6C" w14:textId="77777777" w:rsidTr="00E272F7">
        <w:tc>
          <w:tcPr>
            <w:tcW w:w="9576" w:type="dxa"/>
          </w:tcPr>
          <w:p w14:paraId="066EBD6A" w14:textId="77777777" w:rsidR="00A808E0" w:rsidRPr="003250AB" w:rsidRDefault="00A808E0" w:rsidP="00E272F7">
            <w:pPr>
              <w:pStyle w:val="TableText"/>
            </w:pPr>
            <w:r w:rsidRPr="003250AB">
              <w:t>The confidentiality, accuracy</w:t>
            </w:r>
            <w:r>
              <w:t>,</w:t>
            </w:r>
            <w:r w:rsidRPr="003250AB">
              <w:t xml:space="preserve"> and integrity of the POP’s data shall be maintained. </w:t>
            </w:r>
          </w:p>
        </w:tc>
        <w:tc>
          <w:tcPr>
            <w:tcW w:w="9576" w:type="dxa"/>
          </w:tcPr>
          <w:p w14:paraId="066EBD6B" w14:textId="77777777" w:rsidR="00A808E0" w:rsidRPr="003250AB" w:rsidRDefault="00A808E0" w:rsidP="00E272F7">
            <w:pPr>
              <w:pStyle w:val="TableText"/>
            </w:pPr>
            <w:r w:rsidRPr="003250AB">
              <w:t>2</w:t>
            </w:r>
          </w:p>
        </w:tc>
      </w:tr>
      <w:tr w:rsidR="00A808E0" w14:paraId="066EBD6F" w14:textId="77777777" w:rsidTr="00E272F7">
        <w:tc>
          <w:tcPr>
            <w:tcW w:w="9576" w:type="dxa"/>
          </w:tcPr>
          <w:p w14:paraId="066EBD6D" w14:textId="77777777" w:rsidR="00A808E0" w:rsidRPr="003250AB" w:rsidRDefault="00A808E0" w:rsidP="00E272F7">
            <w:pPr>
              <w:pStyle w:val="TableText"/>
            </w:pPr>
            <w:r w:rsidRPr="003250AB">
              <w:t xml:space="preserve">The POP system shall be available for use when needed. </w:t>
            </w:r>
          </w:p>
        </w:tc>
        <w:tc>
          <w:tcPr>
            <w:tcW w:w="9576" w:type="dxa"/>
          </w:tcPr>
          <w:p w14:paraId="066EBD6E" w14:textId="77777777" w:rsidR="00A808E0" w:rsidRPr="003250AB" w:rsidRDefault="00A808E0" w:rsidP="00E272F7">
            <w:pPr>
              <w:pStyle w:val="TableText"/>
            </w:pPr>
            <w:r w:rsidRPr="003250AB">
              <w:t>3</w:t>
            </w:r>
          </w:p>
        </w:tc>
      </w:tr>
      <w:tr w:rsidR="00A808E0" w14:paraId="066EBD72" w14:textId="77777777" w:rsidTr="00E272F7">
        <w:tc>
          <w:tcPr>
            <w:tcW w:w="9576" w:type="dxa"/>
          </w:tcPr>
          <w:p w14:paraId="066EBD70" w14:textId="77777777" w:rsidR="00A808E0" w:rsidRPr="003250AB" w:rsidRDefault="00A808E0" w:rsidP="00E272F7">
            <w:pPr>
              <w:pStyle w:val="TableText"/>
            </w:pPr>
            <w:r w:rsidRPr="003250AB">
              <w:t>System performance should not be significan</w:t>
            </w:r>
            <w:r w:rsidRPr="003250AB">
              <w:t>t</w:t>
            </w:r>
            <w:r w:rsidRPr="003250AB">
              <w:t>ly impacted by the new security measures.</w:t>
            </w:r>
          </w:p>
        </w:tc>
        <w:tc>
          <w:tcPr>
            <w:tcW w:w="9576" w:type="dxa"/>
          </w:tcPr>
          <w:p w14:paraId="066EBD71" w14:textId="77777777" w:rsidR="00A808E0" w:rsidRPr="003250AB" w:rsidRDefault="00A808E0" w:rsidP="00E272F7">
            <w:pPr>
              <w:pStyle w:val="TableText"/>
            </w:pPr>
            <w:r w:rsidRPr="003250AB">
              <w:t>4</w:t>
            </w:r>
          </w:p>
        </w:tc>
      </w:tr>
      <w:tr w:rsidR="00A808E0" w14:paraId="066EBD75" w14:textId="77777777" w:rsidTr="00E272F7">
        <w:tc>
          <w:tcPr>
            <w:tcW w:w="9576" w:type="dxa"/>
          </w:tcPr>
          <w:p w14:paraId="066EBD73" w14:textId="77777777" w:rsidR="00A808E0" w:rsidRPr="003250AB" w:rsidRDefault="00A808E0" w:rsidP="00E272F7">
            <w:pPr>
              <w:pStyle w:val="TableText"/>
            </w:pPr>
            <w:r w:rsidRPr="003250AB">
              <w:t xml:space="preserve">New security measures should not hamper ease of use of the system. </w:t>
            </w:r>
          </w:p>
        </w:tc>
        <w:tc>
          <w:tcPr>
            <w:tcW w:w="9576" w:type="dxa"/>
          </w:tcPr>
          <w:p w14:paraId="066EBD74" w14:textId="77777777" w:rsidR="00A808E0" w:rsidRPr="003250AB" w:rsidRDefault="00A808E0" w:rsidP="00E272F7">
            <w:pPr>
              <w:pStyle w:val="TableText"/>
              <w:rPr>
                <w:iCs/>
              </w:rPr>
            </w:pPr>
            <w:r w:rsidRPr="003250AB">
              <w:rPr>
                <w:iCs/>
              </w:rPr>
              <w:t>5</w:t>
            </w:r>
          </w:p>
        </w:tc>
      </w:tr>
    </w:tbl>
    <w:p w14:paraId="066EBD76" w14:textId="77777777" w:rsidR="00A808E0" w:rsidRDefault="00A808E0" w:rsidP="00A808E0">
      <w:pPr>
        <w:spacing w:line="240" w:lineRule="auto"/>
      </w:pPr>
    </w:p>
    <w:p w14:paraId="066EBD77" w14:textId="77777777" w:rsidR="00B942F7" w:rsidRDefault="00B942F7" w:rsidP="005E0E68">
      <w:pPr>
        <w:rPr>
          <w:szCs w:val="21"/>
        </w:rPr>
      </w:pPr>
    </w:p>
    <w:p w14:paraId="066EBD78" w14:textId="77777777" w:rsidR="00A808E0" w:rsidRDefault="00A808E0" w:rsidP="005E0E68">
      <w:pPr>
        <w:rPr>
          <w:szCs w:val="21"/>
        </w:rPr>
      </w:pPr>
    </w:p>
    <w:p w14:paraId="066EBD79" w14:textId="77777777" w:rsidR="00A808E0" w:rsidRDefault="00A808E0" w:rsidP="005E0E68">
      <w:pPr>
        <w:rPr>
          <w:szCs w:val="21"/>
        </w:rPr>
      </w:pPr>
    </w:p>
    <w:p w14:paraId="066EBD7A" w14:textId="77777777" w:rsidR="00A808E0" w:rsidRDefault="00A808E0" w:rsidP="005E0E68">
      <w:pPr>
        <w:rPr>
          <w:szCs w:val="21"/>
        </w:rPr>
      </w:pPr>
    </w:p>
    <w:p w14:paraId="066EBD7B" w14:textId="77777777" w:rsidR="00A808E0" w:rsidRDefault="00A808E0" w:rsidP="005E0E68">
      <w:pPr>
        <w:rPr>
          <w:szCs w:val="21"/>
        </w:rPr>
      </w:pPr>
    </w:p>
    <w:p w14:paraId="066EBD7C" w14:textId="77777777" w:rsidR="00A808E0" w:rsidRDefault="00A808E0" w:rsidP="005E0E68">
      <w:pPr>
        <w:rPr>
          <w:szCs w:val="21"/>
        </w:rPr>
      </w:pPr>
    </w:p>
    <w:p w14:paraId="066EBD7D" w14:textId="77777777" w:rsidR="00A808E0" w:rsidRDefault="00A808E0" w:rsidP="005E0E68">
      <w:pPr>
        <w:rPr>
          <w:szCs w:val="21"/>
        </w:rPr>
      </w:pPr>
    </w:p>
    <w:p w14:paraId="066EBD7E" w14:textId="77777777" w:rsidR="00A808E0" w:rsidRPr="003250AB" w:rsidRDefault="00A808E0" w:rsidP="008C6607">
      <w:pPr>
        <w:pStyle w:val="Heading2"/>
      </w:pPr>
      <w:bookmarkStart w:id="11" w:name="_Toc265497467"/>
      <w:r w:rsidRPr="003250AB">
        <w:lastRenderedPageBreak/>
        <w:t>Step 3 – Develop Artifacts</w:t>
      </w:r>
      <w:bookmarkEnd w:id="11"/>
    </w:p>
    <w:p w14:paraId="066EBD7F" w14:textId="77777777" w:rsidR="00A808E0" w:rsidRDefault="00A808E0" w:rsidP="00A808E0">
      <w:r w:rsidRPr="003250AB">
        <w:t xml:space="preserve">The </w:t>
      </w:r>
      <w:r>
        <w:t xml:space="preserve">purpose of </w:t>
      </w:r>
      <w:r w:rsidRPr="003250AB">
        <w:t xml:space="preserve">this step is to collect a complete set of artifacts for the system. Typically, the artifacts are system architecture diagrams, use-case scenarios, misuse case scenarios, and attack trees. </w:t>
      </w:r>
    </w:p>
    <w:p w14:paraId="066EBD80" w14:textId="77777777" w:rsidR="00A808E0" w:rsidRDefault="00A808E0" w:rsidP="008C6607">
      <w:pPr>
        <w:pStyle w:val="Heading3"/>
      </w:pPr>
      <w:r>
        <w:t>Misuse Cases</w:t>
      </w:r>
    </w:p>
    <w:p w14:paraId="066EBD81" w14:textId="77777777" w:rsidR="00A808E0" w:rsidRDefault="00A808E0" w:rsidP="00A808E0">
      <w:r>
        <w:t xml:space="preserve">Misuse cases are derived from the use case technique, which is a modular way to describe a way in which a complex system is employed by its users [Armour 2000]. </w:t>
      </w:r>
    </w:p>
    <w:p w14:paraId="066EBD82" w14:textId="77777777" w:rsidR="00A808E0" w:rsidRDefault="00A808E0" w:rsidP="00A808E0">
      <w:pPr>
        <w:jc w:val="both"/>
      </w:pPr>
      <w:r>
        <w:t xml:space="preserve">With slight modifications, use cases can be used to aid in the identification of security requirements. Misuse cases specify behavior that is </w:t>
      </w:r>
      <w:r w:rsidRPr="00843EE5">
        <w:rPr>
          <w:i/>
        </w:rPr>
        <w:t>not</w:t>
      </w:r>
      <w:r>
        <w:t xml:space="preserve"> wanted in the proposed system. Many security breaches can be described in a stepwise fashion that resembles ordinary use cases. Misuse cases can also be associated with a use case, indicated with a “threaten” relationship; that is, the misuse case represents a threat to normal usage. An example this kind of relationship is shown below [Sindre 2000].</w:t>
      </w:r>
    </w:p>
    <w:p w14:paraId="066EBD83" w14:textId="77777777" w:rsidR="00A808E0" w:rsidRDefault="00A808E0" w:rsidP="00A808E0">
      <w:pPr>
        <w:jc w:val="both"/>
      </w:pPr>
      <w:r>
        <w:rPr>
          <w:noProof/>
        </w:rPr>
        <w:drawing>
          <wp:inline distT="0" distB="0" distL="0" distR="0" wp14:anchorId="066EC1E9" wp14:editId="066EC1EA">
            <wp:extent cx="3867150" cy="32099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a:off x="0" y="0"/>
                      <a:ext cx="3867150" cy="3209925"/>
                    </a:xfrm>
                    <a:prstGeom prst="rect">
                      <a:avLst/>
                    </a:prstGeom>
                    <a:noFill/>
                    <a:ln w="9525">
                      <a:noFill/>
                      <a:miter lim="800000"/>
                      <a:headEnd/>
                      <a:tailEnd/>
                    </a:ln>
                  </pic:spPr>
                </pic:pic>
              </a:graphicData>
            </a:graphic>
          </wp:inline>
        </w:drawing>
      </w:r>
    </w:p>
    <w:p w14:paraId="066EBD84" w14:textId="77777777" w:rsidR="00A808E0" w:rsidRDefault="00A808E0" w:rsidP="00A4345B">
      <w:pPr>
        <w:pStyle w:val="Heading3"/>
      </w:pPr>
      <w:r>
        <w:t>Notations</w:t>
      </w:r>
    </w:p>
    <w:p w14:paraId="066EBD85" w14:textId="77777777" w:rsidR="00A808E0" w:rsidRPr="00A808E0" w:rsidRDefault="00A808E0" w:rsidP="00A4345B">
      <w:pPr>
        <w:spacing w:after="0"/>
        <w:rPr>
          <w:b/>
          <w:bCs/>
        </w:rPr>
      </w:pPr>
      <w:r w:rsidRPr="00C01038">
        <w:rPr>
          <w:b/>
          <w:bCs/>
        </w:rPr>
        <w:t>Misuser</w:t>
      </w:r>
      <w:r>
        <w:t>—“A</w:t>
      </w:r>
      <w:r w:rsidRPr="003A35D8">
        <w:t>n actor that initiates misuse cases, either</w:t>
      </w:r>
      <w:r>
        <w:t xml:space="preserve"> </w:t>
      </w:r>
      <w:r w:rsidRPr="003A35D8">
        <w:t>intentionally or inadvertently.</w:t>
      </w:r>
      <w:r>
        <w:t>”</w:t>
      </w:r>
      <w:r>
        <w:br/>
      </w:r>
      <w:r w:rsidRPr="003A35D8">
        <w:rPr>
          <w:b/>
          <w:bCs/>
        </w:rPr>
        <w:t>Misuse case</w:t>
      </w:r>
      <w:r>
        <w:t>—</w:t>
      </w:r>
      <w:r w:rsidRPr="003A35D8">
        <w:t>A</w:t>
      </w:r>
      <w:r>
        <w:t xml:space="preserve"> </w:t>
      </w:r>
      <w:r w:rsidRPr="003A35D8">
        <w:t>sequence of actions</w:t>
      </w:r>
      <w:r>
        <w:t xml:space="preserve"> and their variants that a system can perform by interacting with misusers, resulting in harm or losses to some stakeholder.</w:t>
      </w:r>
    </w:p>
    <w:p w14:paraId="066EBD86" w14:textId="77777777" w:rsidR="00A4345B" w:rsidRDefault="00A4345B" w:rsidP="00A4345B">
      <w:pPr>
        <w:pStyle w:val="Heading3"/>
      </w:pPr>
    </w:p>
    <w:p w14:paraId="066EBD87" w14:textId="77777777" w:rsidR="00A4345B" w:rsidRDefault="00A4345B" w:rsidP="00A4345B">
      <w:pPr>
        <w:pStyle w:val="Heading3"/>
      </w:pPr>
    </w:p>
    <w:p w14:paraId="066EBD88" w14:textId="77777777" w:rsidR="00A808E0" w:rsidRPr="00A4345B" w:rsidRDefault="00A808E0" w:rsidP="00A4345B">
      <w:pPr>
        <w:pStyle w:val="Heading3"/>
      </w:pPr>
      <w:r w:rsidRPr="00A4345B">
        <w:lastRenderedPageBreak/>
        <w:t>Eliciting a Misuse Case</w:t>
      </w:r>
    </w:p>
    <w:p w14:paraId="066EBD89" w14:textId="77777777" w:rsidR="00A808E0" w:rsidRDefault="00A808E0" w:rsidP="00A808E0">
      <w:r>
        <w:t>Similar to a use case, a misuse case can be captured in a form with information in fields such as described below [Chen 2004]. Note that there are many misuse case templates—this is just one example.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975"/>
        <w:gridCol w:w="6535"/>
      </w:tblGrid>
      <w:tr w:rsidR="00A808E0" w:rsidRPr="0094749C" w14:paraId="066EBD8C" w14:textId="77777777" w:rsidTr="00A808E0">
        <w:tc>
          <w:tcPr>
            <w:tcW w:w="1975" w:type="dxa"/>
          </w:tcPr>
          <w:p w14:paraId="066EBD8A" w14:textId="77777777" w:rsidR="00A808E0" w:rsidRPr="004C700C" w:rsidRDefault="00A808E0" w:rsidP="00E272F7">
            <w:pPr>
              <w:pStyle w:val="TableText"/>
              <w:rPr>
                <w:b/>
              </w:rPr>
            </w:pPr>
            <w:r w:rsidRPr="004C700C">
              <w:rPr>
                <w:b/>
              </w:rPr>
              <w:t>Field</w:t>
            </w:r>
          </w:p>
        </w:tc>
        <w:tc>
          <w:tcPr>
            <w:tcW w:w="6535" w:type="dxa"/>
          </w:tcPr>
          <w:p w14:paraId="066EBD8B" w14:textId="77777777" w:rsidR="00A808E0" w:rsidRPr="004C700C" w:rsidRDefault="00A808E0" w:rsidP="00E272F7">
            <w:pPr>
              <w:pStyle w:val="TableText"/>
              <w:rPr>
                <w:b/>
              </w:rPr>
            </w:pPr>
            <w:r w:rsidRPr="004C700C">
              <w:rPr>
                <w:b/>
              </w:rPr>
              <w:t>Description</w:t>
            </w:r>
          </w:p>
        </w:tc>
      </w:tr>
      <w:tr w:rsidR="00A808E0" w:rsidRPr="0094749C" w14:paraId="066EBD8F" w14:textId="77777777" w:rsidTr="00A808E0">
        <w:tc>
          <w:tcPr>
            <w:tcW w:w="1975" w:type="dxa"/>
          </w:tcPr>
          <w:p w14:paraId="066EBD8D" w14:textId="77777777" w:rsidR="00A808E0" w:rsidRPr="0094749C" w:rsidRDefault="00A808E0" w:rsidP="00E272F7">
            <w:pPr>
              <w:pStyle w:val="TableText"/>
            </w:pPr>
            <w:r w:rsidRPr="0094749C">
              <w:t xml:space="preserve">Number </w:t>
            </w:r>
          </w:p>
        </w:tc>
        <w:tc>
          <w:tcPr>
            <w:tcW w:w="6535" w:type="dxa"/>
          </w:tcPr>
          <w:p w14:paraId="066EBD8E" w14:textId="77777777" w:rsidR="00A808E0" w:rsidRPr="0094749C" w:rsidRDefault="00A808E0" w:rsidP="00E272F7">
            <w:pPr>
              <w:pStyle w:val="TableText"/>
            </w:pPr>
            <w:r w:rsidRPr="0094749C">
              <w:t>Misuse case number. Each misuse case represents a single threat/vulnerability</w:t>
            </w:r>
            <w:r>
              <w:t>.</w:t>
            </w:r>
          </w:p>
        </w:tc>
      </w:tr>
      <w:tr w:rsidR="00A808E0" w:rsidRPr="0094749C" w14:paraId="066EBD92" w14:textId="77777777" w:rsidTr="00A808E0">
        <w:tc>
          <w:tcPr>
            <w:tcW w:w="1975" w:type="dxa"/>
          </w:tcPr>
          <w:p w14:paraId="066EBD90" w14:textId="77777777" w:rsidR="00A808E0" w:rsidRPr="0094749C" w:rsidRDefault="00A808E0" w:rsidP="00E272F7">
            <w:pPr>
              <w:pStyle w:val="TableText"/>
            </w:pPr>
            <w:r w:rsidRPr="0094749C">
              <w:t>Name</w:t>
            </w:r>
          </w:p>
        </w:tc>
        <w:tc>
          <w:tcPr>
            <w:tcW w:w="6535" w:type="dxa"/>
          </w:tcPr>
          <w:p w14:paraId="066EBD91" w14:textId="77777777" w:rsidR="00A808E0" w:rsidRPr="0094749C" w:rsidRDefault="00A808E0" w:rsidP="00E272F7">
            <w:pPr>
              <w:pStyle w:val="TableText"/>
            </w:pPr>
            <w:r w:rsidRPr="0094749C">
              <w:t>The name of a particular threat or vulnerability. Threats may derive from user or system component interaction</w:t>
            </w:r>
            <w:r>
              <w:t>.</w:t>
            </w:r>
          </w:p>
        </w:tc>
      </w:tr>
      <w:tr w:rsidR="00A808E0" w:rsidRPr="0094749C" w14:paraId="066EBD95" w14:textId="77777777" w:rsidTr="00A808E0">
        <w:tc>
          <w:tcPr>
            <w:tcW w:w="1975" w:type="dxa"/>
          </w:tcPr>
          <w:p w14:paraId="066EBD93" w14:textId="77777777" w:rsidR="00A808E0" w:rsidRPr="0094749C" w:rsidRDefault="00A808E0" w:rsidP="00E272F7">
            <w:pPr>
              <w:pStyle w:val="TableText"/>
            </w:pPr>
            <w:r w:rsidRPr="0094749C">
              <w:t>Scope</w:t>
            </w:r>
          </w:p>
        </w:tc>
        <w:tc>
          <w:tcPr>
            <w:tcW w:w="6535" w:type="dxa"/>
          </w:tcPr>
          <w:p w14:paraId="066EBD94" w14:textId="77777777" w:rsidR="00A808E0" w:rsidRPr="0094749C" w:rsidRDefault="00A808E0" w:rsidP="00E272F7">
            <w:pPr>
              <w:pStyle w:val="TableText"/>
            </w:pPr>
            <w:r w:rsidRPr="0094749C">
              <w:t xml:space="preserve">System </w:t>
            </w:r>
            <w:r>
              <w:t>v</w:t>
            </w:r>
            <w:r w:rsidRPr="0094749C">
              <w:t>ulnerability concern(s)</w:t>
            </w:r>
          </w:p>
        </w:tc>
      </w:tr>
      <w:tr w:rsidR="00A808E0" w:rsidRPr="0094749C" w14:paraId="066EBD98" w14:textId="77777777" w:rsidTr="00A808E0">
        <w:tc>
          <w:tcPr>
            <w:tcW w:w="1975" w:type="dxa"/>
          </w:tcPr>
          <w:p w14:paraId="066EBD96" w14:textId="77777777" w:rsidR="00A808E0" w:rsidRPr="0094749C" w:rsidRDefault="00A808E0" w:rsidP="00E272F7">
            <w:pPr>
              <w:pStyle w:val="TableText"/>
            </w:pPr>
            <w:r w:rsidRPr="0094749C">
              <w:t>Priority</w:t>
            </w:r>
          </w:p>
        </w:tc>
        <w:tc>
          <w:tcPr>
            <w:tcW w:w="6535" w:type="dxa"/>
          </w:tcPr>
          <w:p w14:paraId="066EBD97" w14:textId="77777777" w:rsidR="00A808E0" w:rsidRPr="0094749C" w:rsidRDefault="00A808E0" w:rsidP="00E272F7">
            <w:pPr>
              <w:pStyle w:val="TableText"/>
            </w:pPr>
            <w:r w:rsidRPr="0094749C">
              <w:t>Relative importance of the misuse case (low, medium, or high)</w:t>
            </w:r>
          </w:p>
        </w:tc>
      </w:tr>
      <w:tr w:rsidR="00A808E0" w:rsidRPr="0094749C" w14:paraId="066EBD9D" w14:textId="77777777" w:rsidTr="00A808E0">
        <w:tc>
          <w:tcPr>
            <w:tcW w:w="1975" w:type="dxa"/>
          </w:tcPr>
          <w:p w14:paraId="066EBD99" w14:textId="77777777" w:rsidR="00A808E0" w:rsidRPr="0094749C" w:rsidRDefault="00A808E0" w:rsidP="00E272F7">
            <w:pPr>
              <w:pStyle w:val="TableText"/>
            </w:pPr>
            <w:r w:rsidRPr="0094749C">
              <w:t>Deployment Env</w:t>
            </w:r>
            <w:r w:rsidRPr="0094749C">
              <w:t>i</w:t>
            </w:r>
            <w:r w:rsidRPr="0094749C">
              <w:t>ronment</w:t>
            </w:r>
          </w:p>
        </w:tc>
        <w:tc>
          <w:tcPr>
            <w:tcW w:w="6535" w:type="dxa"/>
          </w:tcPr>
          <w:p w14:paraId="066EBD9A" w14:textId="77777777" w:rsidR="00A808E0" w:rsidRPr="0094749C" w:rsidRDefault="00A808E0" w:rsidP="00E272F7">
            <w:pPr>
              <w:pStyle w:val="TableText"/>
            </w:pPr>
            <w:r w:rsidRPr="0094749C">
              <w:t>Network environment where the affected system/component is d</w:t>
            </w:r>
            <w:r w:rsidRPr="0094749C">
              <w:t>e</w:t>
            </w:r>
            <w:r w:rsidRPr="0094749C">
              <w:t>ployed</w:t>
            </w:r>
          </w:p>
          <w:p w14:paraId="066EBD9B" w14:textId="77777777" w:rsidR="00A808E0" w:rsidRPr="0094749C" w:rsidRDefault="00A808E0" w:rsidP="00E272F7">
            <w:pPr>
              <w:pStyle w:val="TableText"/>
            </w:pPr>
            <w:r w:rsidRPr="0094749C">
              <w:t>___Intranet</w:t>
            </w:r>
          </w:p>
          <w:p w14:paraId="066EBD9C" w14:textId="77777777" w:rsidR="00A808E0" w:rsidRPr="0094749C" w:rsidRDefault="00A808E0" w:rsidP="00E272F7">
            <w:pPr>
              <w:pStyle w:val="TableText"/>
            </w:pPr>
            <w:r w:rsidRPr="0094749C">
              <w:t>___Extranet/Internet</w:t>
            </w:r>
          </w:p>
        </w:tc>
      </w:tr>
      <w:tr w:rsidR="00A808E0" w:rsidRPr="0094749C" w14:paraId="066EBDA0" w14:textId="77777777" w:rsidTr="00A808E0">
        <w:tc>
          <w:tcPr>
            <w:tcW w:w="1975" w:type="dxa"/>
          </w:tcPr>
          <w:p w14:paraId="066EBD9E" w14:textId="77777777" w:rsidR="00A808E0" w:rsidRPr="0094749C" w:rsidRDefault="00A808E0" w:rsidP="00E272F7">
            <w:pPr>
              <w:pStyle w:val="TableText"/>
            </w:pPr>
            <w:r w:rsidRPr="0094749C">
              <w:t>Mis-actors</w:t>
            </w:r>
          </w:p>
        </w:tc>
        <w:tc>
          <w:tcPr>
            <w:tcW w:w="6535" w:type="dxa"/>
          </w:tcPr>
          <w:p w14:paraId="066EBD9F" w14:textId="77777777" w:rsidR="00A808E0" w:rsidRPr="0094749C" w:rsidRDefault="00A808E0" w:rsidP="00E272F7">
            <w:pPr>
              <w:pStyle w:val="TableText"/>
            </w:pPr>
            <w:r w:rsidRPr="0094749C">
              <w:t>Attacker type</w:t>
            </w:r>
          </w:p>
        </w:tc>
      </w:tr>
      <w:tr w:rsidR="00A808E0" w:rsidRPr="0094749C" w14:paraId="066EBDA3" w14:textId="77777777" w:rsidTr="00A808E0">
        <w:tc>
          <w:tcPr>
            <w:tcW w:w="1975" w:type="dxa"/>
          </w:tcPr>
          <w:p w14:paraId="066EBDA1" w14:textId="77777777" w:rsidR="00A808E0" w:rsidRPr="0094749C" w:rsidRDefault="00A808E0" w:rsidP="00E272F7">
            <w:pPr>
              <w:pStyle w:val="TableText"/>
            </w:pPr>
            <w:r w:rsidRPr="0094749C">
              <w:t>Access Right</w:t>
            </w:r>
            <w:r>
              <w:t xml:space="preserve"> </w:t>
            </w:r>
            <w:r w:rsidRPr="0094749C">
              <w:t>Levels</w:t>
            </w:r>
          </w:p>
        </w:tc>
        <w:tc>
          <w:tcPr>
            <w:tcW w:w="6535" w:type="dxa"/>
          </w:tcPr>
          <w:p w14:paraId="066EBDA2" w14:textId="77777777" w:rsidR="00A808E0" w:rsidRPr="0094749C" w:rsidRDefault="00A808E0" w:rsidP="00E272F7">
            <w:pPr>
              <w:pStyle w:val="TableText"/>
            </w:pPr>
            <w:r w:rsidRPr="0094749C">
              <w:t>The access right levels needed to perform the misuse case</w:t>
            </w:r>
          </w:p>
        </w:tc>
      </w:tr>
      <w:tr w:rsidR="00A808E0" w:rsidRPr="0094749C" w14:paraId="066EBDA6" w14:textId="77777777" w:rsidTr="00A808E0">
        <w:tc>
          <w:tcPr>
            <w:tcW w:w="1975" w:type="dxa"/>
          </w:tcPr>
          <w:p w14:paraId="066EBDA4" w14:textId="77777777" w:rsidR="00A808E0" w:rsidRPr="0094749C" w:rsidRDefault="00A808E0" w:rsidP="00E272F7">
            <w:pPr>
              <w:pStyle w:val="TableText"/>
            </w:pPr>
            <w:r w:rsidRPr="0094749C">
              <w:t>Point of Entry</w:t>
            </w:r>
          </w:p>
        </w:tc>
        <w:tc>
          <w:tcPr>
            <w:tcW w:w="6535" w:type="dxa"/>
          </w:tcPr>
          <w:p w14:paraId="066EBDA5" w14:textId="77777777" w:rsidR="00A808E0" w:rsidRPr="0094749C" w:rsidRDefault="00A808E0" w:rsidP="00E272F7">
            <w:pPr>
              <w:pStyle w:val="TableText"/>
            </w:pPr>
            <w:r w:rsidRPr="0094749C">
              <w:t>The point of entry from which the mis-actor can initiate the misuse case</w:t>
            </w:r>
          </w:p>
        </w:tc>
      </w:tr>
      <w:tr w:rsidR="00A808E0" w:rsidRPr="0094749C" w14:paraId="066EBDA9" w14:textId="77777777" w:rsidTr="00A808E0">
        <w:tc>
          <w:tcPr>
            <w:tcW w:w="1975" w:type="dxa"/>
          </w:tcPr>
          <w:p w14:paraId="066EBDA7" w14:textId="77777777" w:rsidR="00A808E0" w:rsidRPr="0094749C" w:rsidRDefault="00A808E0" w:rsidP="00E272F7">
            <w:pPr>
              <w:pStyle w:val="TableText"/>
            </w:pPr>
            <w:r w:rsidRPr="0094749C">
              <w:t>Security Attributes</w:t>
            </w:r>
            <w:r>
              <w:t xml:space="preserve"> </w:t>
            </w:r>
            <w:r w:rsidRPr="0094749C">
              <w:t>Affected</w:t>
            </w:r>
          </w:p>
        </w:tc>
        <w:tc>
          <w:tcPr>
            <w:tcW w:w="6535" w:type="dxa"/>
          </w:tcPr>
          <w:p w14:paraId="066EBDA8" w14:textId="77777777" w:rsidR="00A808E0" w:rsidRPr="0094749C" w:rsidRDefault="00A808E0" w:rsidP="00E272F7">
            <w:pPr>
              <w:pStyle w:val="TableText"/>
            </w:pPr>
            <w:r w:rsidRPr="0094749C">
              <w:t xml:space="preserve">What aspects of security are compromised </w:t>
            </w:r>
            <w:r>
              <w:t>(</w:t>
            </w:r>
            <w:r w:rsidRPr="0094749C">
              <w:t xml:space="preserve">confidentiality, integrity, </w:t>
            </w:r>
            <w:r>
              <w:t xml:space="preserve">or </w:t>
            </w:r>
            <w:r w:rsidRPr="0094749C">
              <w:t>availability)</w:t>
            </w:r>
          </w:p>
        </w:tc>
      </w:tr>
      <w:tr w:rsidR="00A808E0" w:rsidRPr="0094749C" w14:paraId="066EBDAC" w14:textId="77777777" w:rsidTr="00A808E0">
        <w:tc>
          <w:tcPr>
            <w:tcW w:w="1975" w:type="dxa"/>
          </w:tcPr>
          <w:p w14:paraId="066EBDAA" w14:textId="77777777" w:rsidR="00A808E0" w:rsidRPr="0094749C" w:rsidRDefault="00A808E0" w:rsidP="00E272F7">
            <w:pPr>
              <w:pStyle w:val="TableText"/>
            </w:pPr>
            <w:r w:rsidRPr="0094749C">
              <w:t>Description</w:t>
            </w:r>
          </w:p>
        </w:tc>
        <w:tc>
          <w:tcPr>
            <w:tcW w:w="6535" w:type="dxa"/>
          </w:tcPr>
          <w:p w14:paraId="066EBDAB" w14:textId="77777777" w:rsidR="00A808E0" w:rsidRPr="0094749C" w:rsidRDefault="00A808E0" w:rsidP="00E272F7">
            <w:pPr>
              <w:pStyle w:val="TableText"/>
            </w:pPr>
            <w:r w:rsidRPr="0094749C">
              <w:t>A detailed description of the steps to perform the misuse case</w:t>
            </w:r>
          </w:p>
        </w:tc>
      </w:tr>
      <w:tr w:rsidR="00A808E0" w:rsidRPr="0094749C" w14:paraId="066EBDAF" w14:textId="77777777" w:rsidTr="00A808E0">
        <w:tc>
          <w:tcPr>
            <w:tcW w:w="1975" w:type="dxa"/>
          </w:tcPr>
          <w:p w14:paraId="066EBDAD" w14:textId="77777777" w:rsidR="00A808E0" w:rsidRPr="0094749C" w:rsidRDefault="00A808E0" w:rsidP="00E272F7">
            <w:pPr>
              <w:pStyle w:val="TableText"/>
            </w:pPr>
            <w:r w:rsidRPr="0094749C">
              <w:t>Sophistication</w:t>
            </w:r>
          </w:p>
        </w:tc>
        <w:tc>
          <w:tcPr>
            <w:tcW w:w="6535" w:type="dxa"/>
          </w:tcPr>
          <w:p w14:paraId="066EBDAE" w14:textId="77777777" w:rsidR="00A808E0" w:rsidRPr="0094749C" w:rsidRDefault="00A808E0" w:rsidP="00E272F7">
            <w:pPr>
              <w:pStyle w:val="TableText"/>
            </w:pPr>
            <w:r w:rsidRPr="0094749C">
              <w:t>The relative complexity of performing the misuse case (low, medium, or high)</w:t>
            </w:r>
          </w:p>
        </w:tc>
      </w:tr>
      <w:tr w:rsidR="00A808E0" w:rsidRPr="0094749C" w14:paraId="066EBDB2" w14:textId="77777777" w:rsidTr="00A808E0">
        <w:tc>
          <w:tcPr>
            <w:tcW w:w="1975" w:type="dxa"/>
          </w:tcPr>
          <w:p w14:paraId="066EBDB0" w14:textId="77777777" w:rsidR="00A808E0" w:rsidRPr="0094749C" w:rsidRDefault="00A808E0" w:rsidP="00E272F7">
            <w:pPr>
              <w:pStyle w:val="TableText"/>
            </w:pPr>
            <w:r w:rsidRPr="0094749C">
              <w:t>Pre-conditions</w:t>
            </w:r>
          </w:p>
        </w:tc>
        <w:tc>
          <w:tcPr>
            <w:tcW w:w="6535" w:type="dxa"/>
          </w:tcPr>
          <w:p w14:paraId="066EBDB1" w14:textId="77777777" w:rsidR="00A808E0" w:rsidRPr="0094749C" w:rsidRDefault="00A808E0" w:rsidP="00E272F7">
            <w:pPr>
              <w:pStyle w:val="TableText"/>
            </w:pPr>
            <w:r w:rsidRPr="0094749C">
              <w:t>All conditions that must be satisfied before the misuse case can be performed</w:t>
            </w:r>
          </w:p>
        </w:tc>
      </w:tr>
      <w:tr w:rsidR="00A808E0" w:rsidRPr="0094749C" w14:paraId="066EBDB5" w14:textId="77777777" w:rsidTr="00A808E0">
        <w:tc>
          <w:tcPr>
            <w:tcW w:w="1975" w:type="dxa"/>
          </w:tcPr>
          <w:p w14:paraId="066EBDB3" w14:textId="77777777" w:rsidR="00A808E0" w:rsidRPr="0094749C" w:rsidRDefault="00A808E0" w:rsidP="00E272F7">
            <w:pPr>
              <w:pStyle w:val="TableText"/>
            </w:pPr>
            <w:r w:rsidRPr="0094749C">
              <w:t>Assumptions</w:t>
            </w:r>
          </w:p>
        </w:tc>
        <w:tc>
          <w:tcPr>
            <w:tcW w:w="6535" w:type="dxa"/>
          </w:tcPr>
          <w:p w14:paraId="066EBDB4" w14:textId="77777777" w:rsidR="00A808E0" w:rsidRPr="0094749C" w:rsidRDefault="00A808E0" w:rsidP="00E272F7">
            <w:pPr>
              <w:pStyle w:val="TableText"/>
            </w:pPr>
            <w:r w:rsidRPr="0094749C">
              <w:t>Existing system and network configuration settings (e.g.</w:t>
            </w:r>
            <w:r>
              <w:t>,</w:t>
            </w:r>
            <w:r w:rsidRPr="0094749C">
              <w:t xml:space="preserve"> existing user access control list)</w:t>
            </w:r>
          </w:p>
        </w:tc>
      </w:tr>
      <w:tr w:rsidR="00A808E0" w:rsidRPr="0094749C" w14:paraId="066EBDBC" w14:textId="77777777" w:rsidTr="00A808E0">
        <w:tc>
          <w:tcPr>
            <w:tcW w:w="1975" w:type="dxa"/>
          </w:tcPr>
          <w:p w14:paraId="066EBDB6" w14:textId="77777777" w:rsidR="00A808E0" w:rsidRPr="0094749C" w:rsidRDefault="00A808E0" w:rsidP="00E272F7">
            <w:pPr>
              <w:pStyle w:val="TableText"/>
            </w:pPr>
            <w:r w:rsidRPr="0094749C">
              <w:t>Post-conditions</w:t>
            </w:r>
          </w:p>
        </w:tc>
        <w:tc>
          <w:tcPr>
            <w:tcW w:w="6535" w:type="dxa"/>
          </w:tcPr>
          <w:p w14:paraId="066EBDB7" w14:textId="77777777" w:rsidR="00A808E0" w:rsidRPr="0094749C" w:rsidRDefault="00A808E0" w:rsidP="00E272F7">
            <w:pPr>
              <w:pStyle w:val="TableText"/>
            </w:pPr>
            <w:r w:rsidRPr="0094749C">
              <w:t>The outcome of a successful execution of the misuse case, along with the measures desired to prevent, detect, and recover from the misuse case. There are four sections for post-conditions:</w:t>
            </w:r>
          </w:p>
          <w:p w14:paraId="066EBDB8" w14:textId="77777777" w:rsidR="00A808E0" w:rsidRPr="0094749C" w:rsidRDefault="00A808E0" w:rsidP="00E272F7">
            <w:pPr>
              <w:pStyle w:val="TableText"/>
            </w:pPr>
            <w:r w:rsidRPr="004C700C">
              <w:rPr>
                <w:b/>
              </w:rPr>
              <w:t>Worst Case Threat</w:t>
            </w:r>
            <w:r w:rsidRPr="0094749C">
              <w:t xml:space="preserve"> – The most undesired outcome from successful execution of the misuse case</w:t>
            </w:r>
          </w:p>
          <w:p w14:paraId="066EBDB9" w14:textId="77777777" w:rsidR="00A808E0" w:rsidRPr="0094749C" w:rsidRDefault="00A808E0" w:rsidP="00E272F7">
            <w:pPr>
              <w:pStyle w:val="TableText"/>
            </w:pPr>
            <w:r w:rsidRPr="004C700C">
              <w:rPr>
                <w:b/>
              </w:rPr>
              <w:t>Wanted Prevention Guarantee</w:t>
            </w:r>
            <w:r w:rsidRPr="0094749C">
              <w:t xml:space="preserve"> – The measures to put in place to try to prevent the misuse case from being successfully executed</w:t>
            </w:r>
          </w:p>
          <w:p w14:paraId="066EBDBA" w14:textId="77777777" w:rsidR="00A808E0" w:rsidRPr="0094749C" w:rsidRDefault="00A808E0" w:rsidP="00E272F7">
            <w:pPr>
              <w:pStyle w:val="TableText"/>
            </w:pPr>
            <w:r w:rsidRPr="004C700C">
              <w:rPr>
                <w:b/>
              </w:rPr>
              <w:t>Wanted Detection Guarantee</w:t>
            </w:r>
            <w:r w:rsidRPr="0094749C">
              <w:t xml:space="preserve"> – The measures to put in place to d</w:t>
            </w:r>
            <w:r w:rsidRPr="0094749C">
              <w:t>e</w:t>
            </w:r>
            <w:r w:rsidRPr="0094749C">
              <w:t>tect the occurrence of the misuse case</w:t>
            </w:r>
          </w:p>
          <w:p w14:paraId="066EBDBB" w14:textId="77777777" w:rsidR="00A808E0" w:rsidRPr="0094749C" w:rsidRDefault="00A808E0" w:rsidP="00E272F7">
            <w:pPr>
              <w:pStyle w:val="TableText"/>
            </w:pPr>
            <w:r w:rsidRPr="004C700C">
              <w:rPr>
                <w:b/>
              </w:rPr>
              <w:t>Wanted Recovery Guarantee</w:t>
            </w:r>
            <w:r w:rsidRPr="0094749C">
              <w:t xml:space="preserve"> – The measures to put in place to be able to recover if the misuse case is executed</w:t>
            </w:r>
          </w:p>
        </w:tc>
      </w:tr>
      <w:tr w:rsidR="00A808E0" w:rsidRPr="0094749C" w14:paraId="066EBDBF" w14:textId="77777777" w:rsidTr="00A808E0">
        <w:tc>
          <w:tcPr>
            <w:tcW w:w="1975" w:type="dxa"/>
            <w:tcBorders>
              <w:top w:val="single" w:sz="4" w:space="0" w:color="000000"/>
              <w:left w:val="single" w:sz="4" w:space="0" w:color="000000"/>
              <w:bottom w:val="single" w:sz="4" w:space="0" w:color="000000"/>
              <w:right w:val="single" w:sz="4" w:space="0" w:color="000000"/>
            </w:tcBorders>
          </w:tcPr>
          <w:p w14:paraId="066EBDBD" w14:textId="77777777" w:rsidR="00A808E0" w:rsidRPr="0094749C" w:rsidRDefault="00A808E0" w:rsidP="00E272F7">
            <w:pPr>
              <w:pStyle w:val="TableText"/>
            </w:pPr>
            <w:r w:rsidRPr="0094749C">
              <w:t>Potential Mis-actor</w:t>
            </w:r>
            <w:r>
              <w:t xml:space="preserve"> </w:t>
            </w:r>
            <w:r w:rsidRPr="0094749C">
              <w:t>Profiles</w:t>
            </w:r>
          </w:p>
        </w:tc>
        <w:tc>
          <w:tcPr>
            <w:tcW w:w="6535" w:type="dxa"/>
            <w:tcBorders>
              <w:top w:val="single" w:sz="4" w:space="0" w:color="000000"/>
              <w:left w:val="single" w:sz="4" w:space="0" w:color="000000"/>
              <w:bottom w:val="single" w:sz="4" w:space="0" w:color="000000"/>
              <w:right w:val="single" w:sz="4" w:space="0" w:color="000000"/>
            </w:tcBorders>
          </w:tcPr>
          <w:p w14:paraId="066EBDBE" w14:textId="77777777" w:rsidR="00A808E0" w:rsidRPr="0094749C" w:rsidRDefault="00A808E0" w:rsidP="00E272F7">
            <w:pPr>
              <w:pStyle w:val="TableText"/>
            </w:pPr>
            <w:r w:rsidRPr="0094749C">
              <w:t xml:space="preserve">Attacker </w:t>
            </w:r>
            <w:r>
              <w:t>p</w:t>
            </w:r>
            <w:r w:rsidRPr="0094749C">
              <w:t>rofile (e.g.</w:t>
            </w:r>
            <w:r>
              <w:t>,</w:t>
            </w:r>
            <w:r w:rsidRPr="0094749C">
              <w:t xml:space="preserve"> attacker characteristics)</w:t>
            </w:r>
          </w:p>
        </w:tc>
      </w:tr>
      <w:tr w:rsidR="00A808E0" w:rsidRPr="0094749C" w14:paraId="066EBDC2" w14:textId="77777777" w:rsidTr="00A808E0">
        <w:tc>
          <w:tcPr>
            <w:tcW w:w="1975" w:type="dxa"/>
            <w:tcBorders>
              <w:top w:val="single" w:sz="4" w:space="0" w:color="000000"/>
              <w:left w:val="single" w:sz="4" w:space="0" w:color="000000"/>
              <w:bottom w:val="single" w:sz="4" w:space="0" w:color="000000"/>
              <w:right w:val="single" w:sz="4" w:space="0" w:color="000000"/>
            </w:tcBorders>
          </w:tcPr>
          <w:p w14:paraId="066EBDC0" w14:textId="77777777" w:rsidR="00A808E0" w:rsidRPr="0094749C" w:rsidRDefault="00A808E0" w:rsidP="00E272F7">
            <w:pPr>
              <w:pStyle w:val="TableText"/>
            </w:pPr>
            <w:r w:rsidRPr="0094749C">
              <w:t>Stakeholders and</w:t>
            </w:r>
            <w:r>
              <w:t xml:space="preserve"> </w:t>
            </w:r>
            <w:r w:rsidRPr="0094749C">
              <w:t>Threats</w:t>
            </w:r>
          </w:p>
        </w:tc>
        <w:tc>
          <w:tcPr>
            <w:tcW w:w="6535" w:type="dxa"/>
            <w:tcBorders>
              <w:top w:val="single" w:sz="4" w:space="0" w:color="000000"/>
              <w:left w:val="single" w:sz="4" w:space="0" w:color="000000"/>
              <w:bottom w:val="single" w:sz="4" w:space="0" w:color="000000"/>
              <w:right w:val="single" w:sz="4" w:space="0" w:color="000000"/>
            </w:tcBorders>
          </w:tcPr>
          <w:p w14:paraId="066EBDC1" w14:textId="77777777" w:rsidR="00A808E0" w:rsidRPr="0094749C" w:rsidRDefault="00A808E0" w:rsidP="00E272F7">
            <w:pPr>
              <w:pStyle w:val="TableText"/>
            </w:pPr>
            <w:r w:rsidRPr="0094749C">
              <w:t>Stakeholders who will be affected if the misuse case is successfully executed, and the potential loss to each stakeholder</w:t>
            </w:r>
          </w:p>
        </w:tc>
      </w:tr>
      <w:tr w:rsidR="00A808E0" w:rsidRPr="0094749C" w14:paraId="066EBDC5" w14:textId="77777777" w:rsidTr="00A808E0">
        <w:tc>
          <w:tcPr>
            <w:tcW w:w="1975" w:type="dxa"/>
            <w:tcBorders>
              <w:top w:val="single" w:sz="4" w:space="0" w:color="000000"/>
              <w:left w:val="single" w:sz="4" w:space="0" w:color="000000"/>
              <w:bottom w:val="single" w:sz="4" w:space="0" w:color="000000"/>
              <w:right w:val="single" w:sz="4" w:space="0" w:color="000000"/>
            </w:tcBorders>
          </w:tcPr>
          <w:p w14:paraId="066EBDC3" w14:textId="77777777" w:rsidR="00A808E0" w:rsidRPr="0094749C" w:rsidRDefault="00A808E0" w:rsidP="00E272F7">
            <w:pPr>
              <w:pStyle w:val="TableText"/>
            </w:pPr>
            <w:r w:rsidRPr="0094749C">
              <w:t>Related Use Cases</w:t>
            </w:r>
          </w:p>
        </w:tc>
        <w:tc>
          <w:tcPr>
            <w:tcW w:w="6535" w:type="dxa"/>
            <w:tcBorders>
              <w:top w:val="single" w:sz="4" w:space="0" w:color="000000"/>
              <w:left w:val="single" w:sz="4" w:space="0" w:color="000000"/>
              <w:bottom w:val="single" w:sz="4" w:space="0" w:color="000000"/>
              <w:right w:val="single" w:sz="4" w:space="0" w:color="000000"/>
            </w:tcBorders>
          </w:tcPr>
          <w:p w14:paraId="066EBDC4" w14:textId="77777777" w:rsidR="00A808E0" w:rsidRPr="0094749C" w:rsidRDefault="00A808E0" w:rsidP="00E272F7">
            <w:pPr>
              <w:pStyle w:val="TableText"/>
            </w:pPr>
            <w:r w:rsidRPr="0094749C">
              <w:t>The use cases that this misuse case directly threatens</w:t>
            </w:r>
          </w:p>
        </w:tc>
      </w:tr>
    </w:tbl>
    <w:p w14:paraId="066EBDC6" w14:textId="15052002" w:rsidR="00A808E0" w:rsidRDefault="006D6D4D" w:rsidP="005E0E68">
      <w:pPr>
        <w:rPr>
          <w:szCs w:val="21"/>
        </w:rPr>
      </w:pPr>
      <w:r>
        <w:rPr>
          <w:noProof/>
          <w:szCs w:val="21"/>
        </w:rPr>
        <w:lastRenderedPageBreak/>
        <mc:AlternateContent>
          <mc:Choice Requires="wps">
            <w:drawing>
              <wp:anchor distT="0" distB="0" distL="114300" distR="114300" simplePos="0" relativeHeight="251666432" behindDoc="0" locked="0" layoutInCell="1" allowOverlap="1" wp14:anchorId="066EC1EB" wp14:editId="20C3DD15">
                <wp:simplePos x="0" y="0"/>
                <wp:positionH relativeFrom="column">
                  <wp:posOffset>10160</wp:posOffset>
                </wp:positionH>
                <wp:positionV relativeFrom="paragraph">
                  <wp:posOffset>5080</wp:posOffset>
                </wp:positionV>
                <wp:extent cx="5247640" cy="2185670"/>
                <wp:effectExtent l="10160" t="5080" r="9525" b="952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7640" cy="2185670"/>
                        </a:xfrm>
                        <a:prstGeom prst="rect">
                          <a:avLst/>
                        </a:prstGeom>
                        <a:solidFill>
                          <a:schemeClr val="bg1">
                            <a:lumMod val="95000"/>
                            <a:lumOff val="0"/>
                          </a:schemeClr>
                        </a:solidFill>
                        <a:ln w="9525">
                          <a:solidFill>
                            <a:srgbClr val="000000"/>
                          </a:solidFill>
                          <a:miter lim="800000"/>
                          <a:headEnd/>
                          <a:tailEnd/>
                        </a:ln>
                      </wps:spPr>
                      <wps:txbx>
                        <w:txbxContent>
                          <w:p w14:paraId="066EC286" w14:textId="77777777" w:rsidR="00F723A1" w:rsidRPr="00A808E0" w:rsidRDefault="00F723A1" w:rsidP="00A808E0">
                            <w:pPr>
                              <w:rPr>
                                <w:b/>
                              </w:rPr>
                            </w:pPr>
                            <w:r w:rsidRPr="00A808E0">
                              <w:rPr>
                                <w:b/>
                              </w:rPr>
                              <w:t>Task</w:t>
                            </w:r>
                          </w:p>
                          <w:p w14:paraId="066EC287" w14:textId="77777777" w:rsidR="00F723A1" w:rsidRPr="00A808E0" w:rsidRDefault="00F723A1" w:rsidP="00A808E0">
                            <w:r w:rsidRPr="00A808E0">
                              <w:t xml:space="preserve">Your task is to generate as many system artifacts as possible and give them to the RE team. Since it may not be feasible to come up with artifacts in this workshop, two use cases and four misuse cases have been provided for you. You have already created the use cases and you now have to discuss and finalize them with the RE team. The RE team has, however, come up with certain misuse cases, which need to be completed after discussions with you. Be sure to document all the artifacts at the end of this step. </w:t>
                            </w:r>
                            <w:r w:rsidRPr="00A808E0">
                              <w:rPr>
                                <w:b/>
                              </w:rPr>
                              <w:t>Incomplete sections are specified in bold.</w:t>
                            </w:r>
                            <w:r w:rsidRPr="00A808E0">
                              <w:t xml:space="preserve"> Please fill them.</w:t>
                            </w:r>
                          </w:p>
                          <w:p w14:paraId="066EC288" w14:textId="77777777" w:rsidR="00F723A1" w:rsidRPr="003250AB" w:rsidRDefault="00F723A1" w:rsidP="00A808E0">
                            <w:r w:rsidRPr="003250AB">
                              <w:t xml:space="preserve">Time: 25 minutes </w:t>
                            </w:r>
                          </w:p>
                          <w:p w14:paraId="066EC289" w14:textId="77777777" w:rsidR="00F723A1" w:rsidRDefault="00F7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8pt;margin-top:.4pt;width:413.2pt;height:17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" fillcolor="#f2f2f2 [3052]">
                <v:textbox>
                  <w:txbxContent>
                    <w:p w14:paraId="066EC286" w14:textId="77777777" w:rsidR="00F723A1" w:rsidRPr="00A808E0" w:rsidRDefault="00F723A1" w:rsidP="00A808E0">
                      <w:pPr>
                        <w:rPr>
                          <w:b/>
                        </w:rPr>
                      </w:pPr>
                      <w:r w:rsidRPr="00A808E0">
                        <w:rPr>
                          <w:b/>
                        </w:rPr>
                        <w:t>Task</w:t>
                      </w:r>
                    </w:p>
                    <w:p w14:paraId="066EC287" w14:textId="77777777" w:rsidR="00F723A1" w:rsidRPr="00A808E0" w:rsidRDefault="00F723A1" w:rsidP="00A808E0">
                      <w:r w:rsidRPr="00A808E0">
                        <w:t xml:space="preserve">Your task is to generate as many system artifacts as possible and give them to the RE team. Since it may not be feasible to come up with artifacts in this workshop, two use cases and four misuse cases have been provided for you. You have already created the use cases and you now have to discuss and finalize them with the RE team. The RE team has, however, come up with certain misuse cases, which need to be completed after discussions with you. Be sure to document all the artifacts at the end of this step. </w:t>
                      </w:r>
                      <w:r w:rsidRPr="00A808E0">
                        <w:rPr>
                          <w:b/>
                        </w:rPr>
                        <w:t>Incomplete sections are specified in bold.</w:t>
                      </w:r>
                      <w:r w:rsidRPr="00A808E0">
                        <w:t xml:space="preserve"> Please fill them.</w:t>
                      </w:r>
                    </w:p>
                    <w:p w14:paraId="066EC288" w14:textId="77777777" w:rsidR="00F723A1" w:rsidRPr="003250AB" w:rsidRDefault="00F723A1" w:rsidP="00A808E0">
                      <w:r w:rsidRPr="003250AB">
                        <w:t xml:space="preserve">Time: 25 minutes </w:t>
                      </w:r>
                    </w:p>
                    <w:p w14:paraId="066EC289" w14:textId="77777777" w:rsidR="00F723A1" w:rsidRDefault="00F723A1"/>
                  </w:txbxContent>
                </v:textbox>
              </v:shape>
            </w:pict>
          </mc:Fallback>
        </mc:AlternateContent>
      </w:r>
    </w:p>
    <w:p w14:paraId="066EBDC7" w14:textId="77777777" w:rsidR="00A808E0" w:rsidRDefault="00A808E0" w:rsidP="005E0E68">
      <w:pPr>
        <w:rPr>
          <w:szCs w:val="21"/>
        </w:rPr>
      </w:pPr>
    </w:p>
    <w:p w14:paraId="066EBDC8" w14:textId="77777777" w:rsidR="00A808E0" w:rsidRDefault="00A808E0" w:rsidP="005E0E68">
      <w:pPr>
        <w:rPr>
          <w:szCs w:val="21"/>
        </w:rPr>
      </w:pPr>
    </w:p>
    <w:p w14:paraId="066EBDC9" w14:textId="77777777" w:rsidR="00A808E0" w:rsidRDefault="00A808E0" w:rsidP="005E0E68">
      <w:pPr>
        <w:rPr>
          <w:szCs w:val="21"/>
        </w:rPr>
      </w:pPr>
    </w:p>
    <w:p w14:paraId="066EBDCA" w14:textId="77777777" w:rsidR="00A808E0" w:rsidRDefault="00A808E0" w:rsidP="005E0E68">
      <w:pPr>
        <w:rPr>
          <w:szCs w:val="21"/>
        </w:rPr>
      </w:pPr>
    </w:p>
    <w:p w14:paraId="066EBDCB" w14:textId="77777777" w:rsidR="00A808E0" w:rsidRDefault="00A808E0" w:rsidP="005E0E68">
      <w:pPr>
        <w:rPr>
          <w:szCs w:val="21"/>
        </w:rPr>
      </w:pPr>
    </w:p>
    <w:p w14:paraId="066EBDCC" w14:textId="77777777" w:rsidR="00A808E0" w:rsidRDefault="00A808E0" w:rsidP="005E0E68">
      <w:pPr>
        <w:rPr>
          <w:szCs w:val="21"/>
        </w:rPr>
      </w:pPr>
    </w:p>
    <w:p w14:paraId="066EBDCD" w14:textId="77777777" w:rsidR="00A808E0" w:rsidRDefault="00A808E0" w:rsidP="005E0E68">
      <w:pPr>
        <w:rPr>
          <w:szCs w:val="21"/>
        </w:rPr>
      </w:pPr>
    </w:p>
    <w:p w14:paraId="066EBDCE" w14:textId="77777777" w:rsidR="00A808E0" w:rsidRPr="00A808E0" w:rsidRDefault="00A808E0" w:rsidP="008C6607">
      <w:pPr>
        <w:pStyle w:val="Heading4"/>
      </w:pPr>
      <w:r w:rsidRPr="00A808E0">
        <w:t>Use Cases</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15" w:type="dxa"/>
          <w:bottom w:w="14" w:type="dxa"/>
          <w:right w:w="115" w:type="dxa"/>
        </w:tblCellMar>
        <w:tblLook w:val="04A0" w:firstRow="1" w:lastRow="0" w:firstColumn="1" w:lastColumn="0" w:noHBand="0" w:noVBand="1"/>
      </w:tblPr>
      <w:tblGrid>
        <w:gridCol w:w="2088"/>
        <w:gridCol w:w="7375"/>
      </w:tblGrid>
      <w:tr w:rsidR="00A808E0" w:rsidRPr="009E3928" w14:paraId="066EBDD1" w14:textId="77777777" w:rsidTr="00A808E0">
        <w:tc>
          <w:tcPr>
            <w:tcW w:w="2088" w:type="dxa"/>
          </w:tcPr>
          <w:p w14:paraId="066EBDCF" w14:textId="77777777" w:rsidR="00A808E0" w:rsidRPr="009E3928" w:rsidRDefault="00A808E0" w:rsidP="00E272F7">
            <w:pPr>
              <w:pStyle w:val="TableText"/>
            </w:pPr>
            <w:r w:rsidRPr="009E3928">
              <w:t>Number</w:t>
            </w:r>
          </w:p>
        </w:tc>
        <w:tc>
          <w:tcPr>
            <w:tcW w:w="7375" w:type="dxa"/>
          </w:tcPr>
          <w:p w14:paraId="066EBDD0" w14:textId="77777777" w:rsidR="00A808E0" w:rsidRPr="009E3928" w:rsidRDefault="00A808E0" w:rsidP="00E272F7">
            <w:pPr>
              <w:pStyle w:val="TableText"/>
            </w:pPr>
            <w:r w:rsidRPr="009E3928">
              <w:t>UC-01</w:t>
            </w:r>
          </w:p>
        </w:tc>
      </w:tr>
      <w:tr w:rsidR="00A808E0" w:rsidRPr="009E3928" w14:paraId="066EBDD4" w14:textId="77777777" w:rsidTr="00A808E0">
        <w:tc>
          <w:tcPr>
            <w:tcW w:w="2088" w:type="dxa"/>
          </w:tcPr>
          <w:p w14:paraId="066EBDD2" w14:textId="77777777" w:rsidR="00A808E0" w:rsidRPr="009E3928" w:rsidRDefault="00A808E0" w:rsidP="00E272F7">
            <w:pPr>
              <w:pStyle w:val="TableText"/>
            </w:pPr>
            <w:r w:rsidRPr="009E3928">
              <w:t xml:space="preserve">Use Case </w:t>
            </w:r>
          </w:p>
        </w:tc>
        <w:tc>
          <w:tcPr>
            <w:tcW w:w="7375" w:type="dxa"/>
          </w:tcPr>
          <w:p w14:paraId="066EBDD3" w14:textId="77777777" w:rsidR="00A808E0" w:rsidRPr="009E3928" w:rsidRDefault="00A808E0" w:rsidP="00E272F7">
            <w:pPr>
              <w:pStyle w:val="TableText"/>
            </w:pPr>
            <w:r w:rsidRPr="009E3928">
              <w:t>Damage Assessment</w:t>
            </w:r>
          </w:p>
        </w:tc>
      </w:tr>
      <w:tr w:rsidR="00A808E0" w:rsidRPr="009E3928" w14:paraId="066EBDD7" w14:textId="77777777" w:rsidTr="00A808E0">
        <w:tc>
          <w:tcPr>
            <w:tcW w:w="2088" w:type="dxa"/>
          </w:tcPr>
          <w:p w14:paraId="066EBDD5" w14:textId="77777777" w:rsidR="00A808E0" w:rsidRPr="009E3928" w:rsidRDefault="00A808E0" w:rsidP="00E272F7">
            <w:pPr>
              <w:pStyle w:val="TableText"/>
            </w:pPr>
            <w:r w:rsidRPr="009E3928">
              <w:t>Description</w:t>
            </w:r>
          </w:p>
        </w:tc>
        <w:tc>
          <w:tcPr>
            <w:tcW w:w="7375" w:type="dxa"/>
          </w:tcPr>
          <w:p w14:paraId="066EBDD6" w14:textId="77777777" w:rsidR="00A808E0" w:rsidRPr="009E3928" w:rsidRDefault="00A808E0" w:rsidP="00E272F7">
            <w:pPr>
              <w:pStyle w:val="TableText"/>
            </w:pPr>
            <w:r w:rsidRPr="009E3928">
              <w:t>The Medium-Level Possessions Organization Program user wants to make changes to the floor plan to indicate damaged areas in the facility.</w:t>
            </w:r>
          </w:p>
        </w:tc>
      </w:tr>
      <w:tr w:rsidR="00A808E0" w:rsidRPr="009E3928" w14:paraId="066EBDDA" w14:textId="77777777" w:rsidTr="00A808E0">
        <w:tc>
          <w:tcPr>
            <w:tcW w:w="2088" w:type="dxa"/>
          </w:tcPr>
          <w:p w14:paraId="066EBDD8" w14:textId="77777777" w:rsidR="00A808E0" w:rsidRPr="009E3928" w:rsidRDefault="00A808E0" w:rsidP="00E272F7">
            <w:pPr>
              <w:pStyle w:val="TableText"/>
            </w:pPr>
            <w:r w:rsidRPr="009E3928">
              <w:t>Actors</w:t>
            </w:r>
          </w:p>
        </w:tc>
        <w:tc>
          <w:tcPr>
            <w:tcW w:w="7375" w:type="dxa"/>
          </w:tcPr>
          <w:p w14:paraId="066EBDD9" w14:textId="77777777" w:rsidR="00A808E0" w:rsidRPr="009E3928" w:rsidRDefault="00A808E0" w:rsidP="00E272F7">
            <w:pPr>
              <w:pStyle w:val="TableText"/>
            </w:pPr>
            <w:r w:rsidRPr="009E3928">
              <w:t>Medium-Level User, High-Level User, System Administrator</w:t>
            </w:r>
          </w:p>
        </w:tc>
      </w:tr>
      <w:tr w:rsidR="00A808E0" w:rsidRPr="009E3928" w14:paraId="066EBDDF" w14:textId="77777777" w:rsidTr="00A808E0">
        <w:tc>
          <w:tcPr>
            <w:tcW w:w="2088" w:type="dxa"/>
          </w:tcPr>
          <w:p w14:paraId="066EBDDB" w14:textId="77777777" w:rsidR="00A808E0" w:rsidRPr="009E3928" w:rsidRDefault="00A808E0" w:rsidP="00E272F7">
            <w:pPr>
              <w:pStyle w:val="TableText"/>
            </w:pPr>
            <w:r w:rsidRPr="009E3928">
              <w:t>Assumptions</w:t>
            </w:r>
          </w:p>
        </w:tc>
        <w:tc>
          <w:tcPr>
            <w:tcW w:w="7375" w:type="dxa"/>
          </w:tcPr>
          <w:p w14:paraId="066EBDDC" w14:textId="77777777" w:rsidR="00A808E0" w:rsidRPr="009E3928" w:rsidRDefault="00A808E0" w:rsidP="00E272F7">
            <w:pPr>
              <w:pStyle w:val="TableText"/>
            </w:pPr>
            <w:r w:rsidRPr="009E3928">
              <w:t>The user has proper edit privileges</w:t>
            </w:r>
            <w:r>
              <w:t>.</w:t>
            </w:r>
          </w:p>
          <w:p w14:paraId="066EBDDD" w14:textId="77777777" w:rsidR="00A808E0" w:rsidRPr="009E3928" w:rsidRDefault="00A808E0" w:rsidP="00E272F7">
            <w:pPr>
              <w:pStyle w:val="TableText"/>
            </w:pPr>
            <w:r w:rsidRPr="009E3928">
              <w:t>The data entered is correct</w:t>
            </w:r>
            <w:r>
              <w:t>.</w:t>
            </w:r>
          </w:p>
          <w:p w14:paraId="066EBDDE" w14:textId="77777777" w:rsidR="00A808E0" w:rsidRPr="009E3928" w:rsidRDefault="00A808E0" w:rsidP="00E272F7">
            <w:pPr>
              <w:pStyle w:val="TableText"/>
            </w:pPr>
            <w:r w:rsidRPr="009E3928">
              <w:t>The user has proper security privileges</w:t>
            </w:r>
            <w:r>
              <w:t>.</w:t>
            </w:r>
          </w:p>
        </w:tc>
      </w:tr>
      <w:tr w:rsidR="00A808E0" w:rsidRPr="009E3928" w14:paraId="066EBDEA" w14:textId="77777777" w:rsidTr="00A808E0">
        <w:tc>
          <w:tcPr>
            <w:tcW w:w="2088" w:type="dxa"/>
          </w:tcPr>
          <w:p w14:paraId="066EBDE0" w14:textId="77777777" w:rsidR="00A808E0" w:rsidRPr="009E3928" w:rsidRDefault="00A808E0" w:rsidP="00E272F7">
            <w:pPr>
              <w:pStyle w:val="TableText"/>
            </w:pPr>
            <w:r w:rsidRPr="009E3928">
              <w:t>Steps</w:t>
            </w:r>
          </w:p>
        </w:tc>
        <w:tc>
          <w:tcPr>
            <w:tcW w:w="7375" w:type="dxa"/>
          </w:tcPr>
          <w:p w14:paraId="066EBDE1" w14:textId="77777777" w:rsidR="00A808E0" w:rsidRPr="005537D8" w:rsidRDefault="00A808E0" w:rsidP="00E272F7">
            <w:pPr>
              <w:pStyle w:val="TableText"/>
              <w:tabs>
                <w:tab w:val="left" w:pos="357"/>
              </w:tabs>
            </w:pPr>
            <w:r>
              <w:t>1.</w:t>
            </w:r>
            <w:r>
              <w:tab/>
            </w:r>
            <w:r w:rsidRPr="005537D8">
              <w:t>Select Operations Management.</w:t>
            </w:r>
          </w:p>
          <w:p w14:paraId="066EBDE2" w14:textId="77777777" w:rsidR="00A808E0" w:rsidRPr="005537D8" w:rsidRDefault="00A808E0" w:rsidP="00E272F7">
            <w:pPr>
              <w:pStyle w:val="TableText"/>
              <w:tabs>
                <w:tab w:val="left" w:pos="357"/>
              </w:tabs>
            </w:pPr>
            <w:r>
              <w:t>2.</w:t>
            </w:r>
            <w:r>
              <w:tab/>
            </w:r>
            <w:r w:rsidRPr="005537D8">
              <w:t>Select Building.</w:t>
            </w:r>
          </w:p>
          <w:p w14:paraId="066EBDE3" w14:textId="77777777" w:rsidR="00A808E0" w:rsidRPr="005537D8" w:rsidRDefault="00A808E0" w:rsidP="00E272F7">
            <w:pPr>
              <w:pStyle w:val="TableText"/>
              <w:tabs>
                <w:tab w:val="left" w:pos="357"/>
              </w:tabs>
            </w:pPr>
            <w:r>
              <w:t>3.</w:t>
            </w:r>
            <w:r>
              <w:tab/>
            </w:r>
            <w:r w:rsidRPr="005537D8">
              <w:t>Select Floor Plans.</w:t>
            </w:r>
          </w:p>
          <w:p w14:paraId="066EBDE4" w14:textId="77777777" w:rsidR="00A808E0" w:rsidRPr="005537D8" w:rsidRDefault="00A808E0" w:rsidP="00E272F7">
            <w:pPr>
              <w:pStyle w:val="TableText"/>
              <w:tabs>
                <w:tab w:val="left" w:pos="357"/>
              </w:tabs>
            </w:pPr>
            <w:r>
              <w:t>4.</w:t>
            </w:r>
            <w:r>
              <w:tab/>
            </w:r>
            <w:r w:rsidRPr="005537D8">
              <w:t>Select Area Status to view the current condition.</w:t>
            </w:r>
          </w:p>
          <w:p w14:paraId="066EBDE5" w14:textId="77777777" w:rsidR="00A808E0" w:rsidRPr="005537D8" w:rsidRDefault="00A808E0" w:rsidP="00E272F7">
            <w:pPr>
              <w:pStyle w:val="TableText"/>
              <w:tabs>
                <w:tab w:val="left" w:pos="357"/>
              </w:tabs>
            </w:pPr>
            <w:r>
              <w:t>5.</w:t>
            </w:r>
            <w:r>
              <w:tab/>
            </w:r>
            <w:r w:rsidRPr="005537D8">
              <w:t>Highlight the specific area for damage assessment.</w:t>
            </w:r>
          </w:p>
          <w:p w14:paraId="066EBDE6" w14:textId="77777777" w:rsidR="00A808E0" w:rsidRPr="009E3928" w:rsidRDefault="00A808E0" w:rsidP="00E272F7">
            <w:pPr>
              <w:pStyle w:val="TableText"/>
              <w:tabs>
                <w:tab w:val="left" w:pos="357"/>
              </w:tabs>
            </w:pPr>
            <w:r>
              <w:t>6.</w:t>
            </w:r>
            <w:r>
              <w:tab/>
            </w:r>
            <w:r w:rsidRPr="005537D8">
              <w:t>From the drop-down menu, select the status you wish to assign to the</w:t>
            </w:r>
            <w:r>
              <w:br/>
            </w:r>
            <w:r>
              <w:tab/>
            </w:r>
            <w:r w:rsidRPr="005537D8">
              <w:t>room (Damaged</w:t>
            </w:r>
            <w:r w:rsidRPr="009E3928">
              <w:t>, Destroyed, Inventory, Not Usable, Renovation,</w:t>
            </w:r>
            <w:r>
              <w:br/>
            </w:r>
            <w:r>
              <w:tab/>
            </w:r>
            <w:r w:rsidRPr="009E3928">
              <w:t>Construction).</w:t>
            </w:r>
          </w:p>
          <w:p w14:paraId="066EBDE7" w14:textId="77777777" w:rsidR="00A808E0" w:rsidRPr="005537D8" w:rsidRDefault="00A808E0" w:rsidP="00E272F7">
            <w:pPr>
              <w:pStyle w:val="TableText"/>
              <w:tabs>
                <w:tab w:val="left" w:pos="357"/>
              </w:tabs>
            </w:pPr>
            <w:r>
              <w:t>7.</w:t>
            </w:r>
            <w:r>
              <w:tab/>
            </w:r>
            <w:r w:rsidRPr="005537D8">
              <w:t>Press Go.</w:t>
            </w:r>
          </w:p>
          <w:p w14:paraId="066EBDE8" w14:textId="77777777" w:rsidR="00A808E0" w:rsidRPr="005537D8" w:rsidRDefault="00A808E0" w:rsidP="00E272F7">
            <w:pPr>
              <w:pStyle w:val="TableText"/>
              <w:tabs>
                <w:tab w:val="left" w:pos="357"/>
              </w:tabs>
            </w:pPr>
            <w:r>
              <w:t>8.</w:t>
            </w:r>
            <w:r>
              <w:tab/>
            </w:r>
            <w:r w:rsidRPr="005537D8">
              <w:t>To continue marking areas, select “Floor Plan” and choose another floor.</w:t>
            </w:r>
          </w:p>
          <w:p w14:paraId="066EBDE9" w14:textId="77777777" w:rsidR="00A808E0" w:rsidRPr="009E3928" w:rsidRDefault="00A808E0" w:rsidP="00E272F7">
            <w:pPr>
              <w:pStyle w:val="TableText"/>
              <w:tabs>
                <w:tab w:val="left" w:pos="357"/>
              </w:tabs>
            </w:pPr>
            <w:r w:rsidRPr="005537D8">
              <w:t>Repeat</w:t>
            </w:r>
            <w:r w:rsidRPr="009E3928">
              <w:t xml:space="preserve"> steps 4-7.</w:t>
            </w:r>
          </w:p>
        </w:tc>
      </w:tr>
      <w:tr w:rsidR="00A808E0" w:rsidRPr="009E3928" w14:paraId="066EBDED" w14:textId="77777777" w:rsidTr="00A808E0">
        <w:tc>
          <w:tcPr>
            <w:tcW w:w="2088" w:type="dxa"/>
          </w:tcPr>
          <w:p w14:paraId="066EBDEB" w14:textId="77777777" w:rsidR="00A808E0" w:rsidRPr="009E3928" w:rsidRDefault="00A808E0" w:rsidP="00E272F7">
            <w:pPr>
              <w:pStyle w:val="TableText"/>
            </w:pPr>
            <w:r w:rsidRPr="009E3928">
              <w:t>Variations</w:t>
            </w:r>
          </w:p>
        </w:tc>
        <w:tc>
          <w:tcPr>
            <w:tcW w:w="7375" w:type="dxa"/>
          </w:tcPr>
          <w:p w14:paraId="066EBDEC" w14:textId="77777777" w:rsidR="00A808E0" w:rsidRPr="009E3928" w:rsidRDefault="00A808E0" w:rsidP="00E272F7">
            <w:pPr>
              <w:pStyle w:val="TableText"/>
            </w:pPr>
            <w:r w:rsidRPr="009E3928">
              <w:t>NA</w:t>
            </w:r>
          </w:p>
        </w:tc>
      </w:tr>
      <w:tr w:rsidR="00A808E0" w:rsidRPr="009E3928" w14:paraId="066EBDF0" w14:textId="77777777" w:rsidTr="00A808E0">
        <w:tc>
          <w:tcPr>
            <w:tcW w:w="2088" w:type="dxa"/>
          </w:tcPr>
          <w:p w14:paraId="066EBDEE" w14:textId="77777777" w:rsidR="00A808E0" w:rsidRPr="009E3928" w:rsidRDefault="00A808E0" w:rsidP="00E272F7">
            <w:pPr>
              <w:pStyle w:val="TableText"/>
            </w:pPr>
            <w:r w:rsidRPr="009E3928">
              <w:t>Non-Functional</w:t>
            </w:r>
          </w:p>
        </w:tc>
        <w:tc>
          <w:tcPr>
            <w:tcW w:w="7375" w:type="dxa"/>
          </w:tcPr>
          <w:p w14:paraId="066EBDEF" w14:textId="77777777" w:rsidR="00A808E0" w:rsidRPr="009E3928" w:rsidRDefault="00A808E0" w:rsidP="00E272F7">
            <w:pPr>
              <w:pStyle w:val="TableText"/>
            </w:pPr>
            <w:r w:rsidRPr="009E3928">
              <w:t>NA</w:t>
            </w:r>
          </w:p>
        </w:tc>
      </w:tr>
      <w:tr w:rsidR="00A808E0" w:rsidRPr="009E3928" w14:paraId="066EBDF3" w14:textId="77777777" w:rsidTr="00A808E0">
        <w:tc>
          <w:tcPr>
            <w:tcW w:w="2088" w:type="dxa"/>
            <w:tcBorders>
              <w:top w:val="single" w:sz="4" w:space="0" w:color="auto"/>
              <w:left w:val="single" w:sz="4" w:space="0" w:color="auto"/>
              <w:bottom w:val="single" w:sz="4" w:space="0" w:color="auto"/>
              <w:right w:val="single" w:sz="4" w:space="0" w:color="auto"/>
            </w:tcBorders>
          </w:tcPr>
          <w:p w14:paraId="066EBDF1" w14:textId="77777777" w:rsidR="00A808E0" w:rsidRPr="009E3928" w:rsidRDefault="00A808E0" w:rsidP="00E272F7">
            <w:pPr>
              <w:pStyle w:val="TableText"/>
            </w:pPr>
            <w:r w:rsidRPr="009E3928">
              <w:t>Related Misuse</w:t>
            </w:r>
            <w:r>
              <w:t xml:space="preserve"> </w:t>
            </w:r>
            <w:r w:rsidRPr="009E3928">
              <w:t>Ca</w:t>
            </w:r>
            <w:r w:rsidRPr="009E3928">
              <w:t>s</w:t>
            </w:r>
            <w:r w:rsidRPr="009E3928">
              <w:t>es</w:t>
            </w:r>
          </w:p>
        </w:tc>
        <w:tc>
          <w:tcPr>
            <w:tcW w:w="7375" w:type="dxa"/>
            <w:tcBorders>
              <w:top w:val="single" w:sz="4" w:space="0" w:color="auto"/>
              <w:left w:val="single" w:sz="4" w:space="0" w:color="auto"/>
              <w:bottom w:val="single" w:sz="4" w:space="0" w:color="auto"/>
              <w:right w:val="single" w:sz="4" w:space="0" w:color="auto"/>
            </w:tcBorders>
          </w:tcPr>
          <w:p w14:paraId="066EBDF2" w14:textId="77777777" w:rsidR="00A808E0" w:rsidRPr="009E3928" w:rsidRDefault="00A808E0" w:rsidP="00E272F7">
            <w:pPr>
              <w:pStyle w:val="TableText"/>
            </w:pPr>
            <w:r w:rsidRPr="009E3928">
              <w:t>MC-01,MC-03, MC-04</w:t>
            </w:r>
          </w:p>
        </w:tc>
      </w:tr>
    </w:tbl>
    <w:p w14:paraId="066EBDF4" w14:textId="77777777" w:rsidR="00A808E0" w:rsidRDefault="00A808E0" w:rsidP="005E0E68">
      <w:pPr>
        <w:rPr>
          <w:szCs w:val="21"/>
        </w:rPr>
      </w:pPr>
    </w:p>
    <w:p w14:paraId="066EBDF5" w14:textId="77777777" w:rsidR="00A808E0" w:rsidRDefault="00A808E0" w:rsidP="005E0E68">
      <w:pPr>
        <w:rPr>
          <w:szCs w:val="21"/>
        </w:rPr>
      </w:pPr>
    </w:p>
    <w:p w14:paraId="066EBDF6" w14:textId="77777777" w:rsidR="00A808E0" w:rsidRDefault="00A808E0" w:rsidP="005E0E68">
      <w:pPr>
        <w:rPr>
          <w:szCs w:val="21"/>
        </w:rPr>
      </w:pPr>
    </w:p>
    <w:p w14:paraId="066EBDF7" w14:textId="77777777" w:rsidR="00A808E0" w:rsidRDefault="00A808E0" w:rsidP="005E0E68">
      <w:pPr>
        <w:rPr>
          <w:szCs w:val="21"/>
        </w:rPr>
      </w:pP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15" w:type="dxa"/>
          <w:bottom w:w="14" w:type="dxa"/>
          <w:right w:w="115" w:type="dxa"/>
        </w:tblCellMar>
        <w:tblLook w:val="04A0" w:firstRow="1" w:lastRow="0" w:firstColumn="1" w:lastColumn="0" w:noHBand="0" w:noVBand="1"/>
      </w:tblPr>
      <w:tblGrid>
        <w:gridCol w:w="2088"/>
        <w:gridCol w:w="7375"/>
      </w:tblGrid>
      <w:tr w:rsidR="00A808E0" w:rsidRPr="009E3928" w14:paraId="066EBDFA" w14:textId="77777777" w:rsidTr="00A808E0">
        <w:tc>
          <w:tcPr>
            <w:tcW w:w="2088" w:type="dxa"/>
          </w:tcPr>
          <w:p w14:paraId="066EBDF8" w14:textId="77777777" w:rsidR="00A808E0" w:rsidRPr="009E3928" w:rsidRDefault="00A808E0" w:rsidP="00E272F7">
            <w:pPr>
              <w:pStyle w:val="TableText"/>
            </w:pPr>
            <w:r w:rsidRPr="009E3928">
              <w:lastRenderedPageBreak/>
              <w:t>Number</w:t>
            </w:r>
          </w:p>
        </w:tc>
        <w:tc>
          <w:tcPr>
            <w:tcW w:w="7375" w:type="dxa"/>
          </w:tcPr>
          <w:p w14:paraId="066EBDF9" w14:textId="77777777" w:rsidR="00A808E0" w:rsidRPr="009E3928" w:rsidRDefault="00A808E0" w:rsidP="00E272F7">
            <w:pPr>
              <w:pStyle w:val="TableText"/>
            </w:pPr>
            <w:r w:rsidRPr="009E3928">
              <w:t>UC-02</w:t>
            </w:r>
          </w:p>
        </w:tc>
      </w:tr>
      <w:tr w:rsidR="00A808E0" w:rsidRPr="009E3928" w14:paraId="066EBDFD" w14:textId="77777777" w:rsidTr="00A808E0">
        <w:tc>
          <w:tcPr>
            <w:tcW w:w="2088" w:type="dxa"/>
          </w:tcPr>
          <w:p w14:paraId="066EBDFB" w14:textId="77777777" w:rsidR="00A808E0" w:rsidRPr="009E3928" w:rsidRDefault="00A808E0" w:rsidP="00E272F7">
            <w:pPr>
              <w:pStyle w:val="TableText"/>
            </w:pPr>
            <w:r w:rsidRPr="009E3928">
              <w:t xml:space="preserve">Use Case </w:t>
            </w:r>
          </w:p>
        </w:tc>
        <w:tc>
          <w:tcPr>
            <w:tcW w:w="7375" w:type="dxa"/>
          </w:tcPr>
          <w:p w14:paraId="066EBDFC" w14:textId="77777777" w:rsidR="00A808E0" w:rsidRPr="009E3928" w:rsidRDefault="00A808E0" w:rsidP="00E272F7">
            <w:pPr>
              <w:pStyle w:val="TableText"/>
            </w:pPr>
            <w:r w:rsidRPr="009E3928">
              <w:t>BILDLODE Administration Adding a User and Assigning Privileges</w:t>
            </w:r>
          </w:p>
        </w:tc>
      </w:tr>
      <w:tr w:rsidR="00A808E0" w:rsidRPr="009E3928" w14:paraId="066EBE00" w14:textId="77777777" w:rsidTr="00A808E0">
        <w:tc>
          <w:tcPr>
            <w:tcW w:w="2088" w:type="dxa"/>
          </w:tcPr>
          <w:p w14:paraId="066EBDFE" w14:textId="77777777" w:rsidR="00A808E0" w:rsidRPr="009E3928" w:rsidRDefault="00A808E0" w:rsidP="00E272F7">
            <w:pPr>
              <w:pStyle w:val="TableText"/>
            </w:pPr>
            <w:r w:rsidRPr="009E3928">
              <w:t>Description</w:t>
            </w:r>
          </w:p>
        </w:tc>
        <w:tc>
          <w:tcPr>
            <w:tcW w:w="7375" w:type="dxa"/>
          </w:tcPr>
          <w:p w14:paraId="066EBDFF" w14:textId="77777777" w:rsidR="00A808E0" w:rsidRPr="009E3928" w:rsidRDefault="00A808E0" w:rsidP="00E272F7">
            <w:pPr>
              <w:pStyle w:val="TableText"/>
            </w:pPr>
            <w:r w:rsidRPr="009E3928">
              <w:t>The BILDLODE Administrator adds a user to the users table so that the user will have the ability to use the Possessions Organization Program. The user must also assign the proper privileges associated with their user-level.</w:t>
            </w:r>
          </w:p>
        </w:tc>
      </w:tr>
      <w:tr w:rsidR="00A808E0" w:rsidRPr="009E3928" w14:paraId="066EBE03" w14:textId="77777777" w:rsidTr="00A808E0">
        <w:tc>
          <w:tcPr>
            <w:tcW w:w="2088" w:type="dxa"/>
          </w:tcPr>
          <w:p w14:paraId="066EBE01" w14:textId="77777777" w:rsidR="00A808E0" w:rsidRPr="009E3928" w:rsidRDefault="00A808E0" w:rsidP="00E272F7">
            <w:pPr>
              <w:pStyle w:val="TableText"/>
            </w:pPr>
            <w:r w:rsidRPr="009E3928">
              <w:t>Actors</w:t>
            </w:r>
          </w:p>
        </w:tc>
        <w:tc>
          <w:tcPr>
            <w:tcW w:w="7375" w:type="dxa"/>
          </w:tcPr>
          <w:p w14:paraId="066EBE02" w14:textId="77777777" w:rsidR="00A808E0" w:rsidRPr="009E3928" w:rsidRDefault="00A808E0" w:rsidP="00E272F7">
            <w:pPr>
              <w:pStyle w:val="TableText"/>
            </w:pPr>
            <w:r w:rsidRPr="009E3928">
              <w:t>BILDLODE Administrator</w:t>
            </w:r>
          </w:p>
        </w:tc>
      </w:tr>
      <w:tr w:rsidR="00A808E0" w:rsidRPr="009E3928" w14:paraId="066EBE06" w14:textId="77777777" w:rsidTr="00A808E0">
        <w:tc>
          <w:tcPr>
            <w:tcW w:w="2088" w:type="dxa"/>
          </w:tcPr>
          <w:p w14:paraId="066EBE04" w14:textId="77777777" w:rsidR="00A808E0" w:rsidRPr="009E3928" w:rsidRDefault="00A808E0" w:rsidP="00E272F7">
            <w:pPr>
              <w:pStyle w:val="TableText"/>
            </w:pPr>
            <w:r w:rsidRPr="009E3928">
              <w:t>Assumptions</w:t>
            </w:r>
          </w:p>
        </w:tc>
        <w:tc>
          <w:tcPr>
            <w:tcW w:w="7375" w:type="dxa"/>
          </w:tcPr>
          <w:p w14:paraId="066EBE05" w14:textId="77777777" w:rsidR="00A808E0" w:rsidRPr="009E3928" w:rsidRDefault="00A808E0" w:rsidP="00E272F7">
            <w:pPr>
              <w:pStyle w:val="TableText"/>
            </w:pPr>
            <w:r w:rsidRPr="009E3928">
              <w:t>The BILDLODE Admin has the proper security privileges.</w:t>
            </w:r>
          </w:p>
        </w:tc>
      </w:tr>
      <w:tr w:rsidR="00A808E0" w:rsidRPr="009E3928" w14:paraId="066EBE19" w14:textId="77777777" w:rsidTr="00A808E0">
        <w:tc>
          <w:tcPr>
            <w:tcW w:w="2088" w:type="dxa"/>
          </w:tcPr>
          <w:p w14:paraId="066EBE07" w14:textId="77777777" w:rsidR="00A808E0" w:rsidRPr="009E3928" w:rsidRDefault="00A808E0" w:rsidP="00E272F7">
            <w:pPr>
              <w:pStyle w:val="TableText"/>
            </w:pPr>
            <w:r w:rsidRPr="009E3928">
              <w:t>Steps</w:t>
            </w:r>
          </w:p>
        </w:tc>
        <w:tc>
          <w:tcPr>
            <w:tcW w:w="7375" w:type="dxa"/>
          </w:tcPr>
          <w:p w14:paraId="066EBE08" w14:textId="77777777" w:rsidR="00A808E0" w:rsidRPr="009E3928" w:rsidRDefault="00A808E0" w:rsidP="00E272F7">
            <w:pPr>
              <w:pStyle w:val="TableText"/>
            </w:pPr>
            <w:r w:rsidRPr="009E3928">
              <w:t>Add Individual</w:t>
            </w:r>
          </w:p>
          <w:p w14:paraId="066EBE09" w14:textId="77777777" w:rsidR="00A808E0" w:rsidRPr="00CC3332" w:rsidRDefault="00A808E0" w:rsidP="00E272F7">
            <w:pPr>
              <w:pStyle w:val="TableText"/>
              <w:tabs>
                <w:tab w:val="left" w:pos="360"/>
              </w:tabs>
            </w:pPr>
            <w:r>
              <w:t>1.</w:t>
            </w:r>
            <w:r>
              <w:tab/>
            </w:r>
            <w:r w:rsidRPr="00CC3332">
              <w:t>Open BILDLODE.</w:t>
            </w:r>
          </w:p>
          <w:p w14:paraId="066EBE0A" w14:textId="77777777" w:rsidR="00A808E0" w:rsidRPr="00CC3332" w:rsidRDefault="00A808E0" w:rsidP="00E272F7">
            <w:pPr>
              <w:pStyle w:val="TableText"/>
              <w:tabs>
                <w:tab w:val="left" w:pos="360"/>
              </w:tabs>
            </w:pPr>
            <w:r>
              <w:t>2.</w:t>
            </w:r>
            <w:r>
              <w:tab/>
            </w:r>
            <w:r w:rsidRPr="00CC3332">
              <w:t xml:space="preserve">Select the project (in this case, it is Possessions Organization Program </w:t>
            </w:r>
            <w:r>
              <w:br/>
            </w:r>
            <w:r>
              <w:tab/>
            </w:r>
            <w:r w:rsidRPr="00CC3332">
              <w:t>but varies according to client).</w:t>
            </w:r>
          </w:p>
          <w:p w14:paraId="066EBE0B" w14:textId="77777777" w:rsidR="00A808E0" w:rsidRPr="00CC3332" w:rsidRDefault="00A808E0" w:rsidP="00E272F7">
            <w:pPr>
              <w:pStyle w:val="TableText"/>
              <w:tabs>
                <w:tab w:val="left" w:pos="360"/>
              </w:tabs>
            </w:pPr>
            <w:r>
              <w:t>3.</w:t>
            </w:r>
            <w:r>
              <w:tab/>
            </w:r>
            <w:r w:rsidRPr="00CC3332">
              <w:t>Navigate to System Management.</w:t>
            </w:r>
          </w:p>
          <w:p w14:paraId="066EBE0C" w14:textId="77777777" w:rsidR="00A808E0" w:rsidRPr="00CC3332" w:rsidRDefault="00A808E0" w:rsidP="00E272F7">
            <w:pPr>
              <w:pStyle w:val="TableText"/>
              <w:tabs>
                <w:tab w:val="left" w:pos="360"/>
              </w:tabs>
            </w:pPr>
            <w:r>
              <w:t>4.</w:t>
            </w:r>
            <w:r>
              <w:tab/>
            </w:r>
            <w:r w:rsidRPr="00CC3332">
              <w:t>Select Security.</w:t>
            </w:r>
          </w:p>
          <w:p w14:paraId="066EBE0D" w14:textId="77777777" w:rsidR="00A808E0" w:rsidRPr="00CC3332" w:rsidRDefault="00A808E0" w:rsidP="00E272F7">
            <w:pPr>
              <w:pStyle w:val="TableText"/>
              <w:tabs>
                <w:tab w:val="left" w:pos="360"/>
              </w:tabs>
            </w:pPr>
            <w:r>
              <w:t>5.</w:t>
            </w:r>
            <w:r>
              <w:tab/>
            </w:r>
            <w:r w:rsidRPr="00CC3332">
              <w:t>Click the Secure Padlock.</w:t>
            </w:r>
          </w:p>
          <w:p w14:paraId="066EBE0E" w14:textId="77777777" w:rsidR="00A808E0" w:rsidRPr="00CC3332" w:rsidRDefault="00A808E0" w:rsidP="00E272F7">
            <w:pPr>
              <w:pStyle w:val="TableText"/>
              <w:tabs>
                <w:tab w:val="left" w:pos="360"/>
              </w:tabs>
            </w:pPr>
            <w:r>
              <w:t>6.</w:t>
            </w:r>
            <w:r>
              <w:tab/>
            </w:r>
            <w:r w:rsidRPr="00CC3332">
              <w:t>Select Users.</w:t>
            </w:r>
          </w:p>
          <w:p w14:paraId="066EBE0F" w14:textId="77777777" w:rsidR="00A808E0" w:rsidRPr="00CC3332" w:rsidRDefault="00A808E0" w:rsidP="00E272F7">
            <w:pPr>
              <w:pStyle w:val="TableText"/>
              <w:tabs>
                <w:tab w:val="left" w:pos="360"/>
              </w:tabs>
            </w:pPr>
            <w:r>
              <w:t>7.</w:t>
            </w:r>
            <w:r>
              <w:tab/>
            </w:r>
            <w:r w:rsidRPr="00CC3332">
              <w:t>Open a new record.</w:t>
            </w:r>
          </w:p>
          <w:p w14:paraId="066EBE10" w14:textId="77777777" w:rsidR="00A808E0" w:rsidRPr="00CC3332" w:rsidRDefault="00A808E0" w:rsidP="00E272F7">
            <w:pPr>
              <w:pStyle w:val="TableText"/>
              <w:tabs>
                <w:tab w:val="left" w:pos="360"/>
              </w:tabs>
            </w:pPr>
            <w:r>
              <w:t>8.</w:t>
            </w:r>
            <w:r>
              <w:tab/>
            </w:r>
            <w:r w:rsidRPr="00CC3332">
              <w:t>Enter the username (must match the login name).</w:t>
            </w:r>
          </w:p>
          <w:p w14:paraId="066EBE11" w14:textId="77777777" w:rsidR="00A808E0" w:rsidRPr="00CC3332" w:rsidRDefault="00A808E0" w:rsidP="00E272F7">
            <w:pPr>
              <w:pStyle w:val="TableText"/>
              <w:tabs>
                <w:tab w:val="left" w:pos="360"/>
              </w:tabs>
            </w:pPr>
            <w:r>
              <w:t>9.</w:t>
            </w:r>
            <w:r>
              <w:tab/>
            </w:r>
            <w:r w:rsidRPr="00CC3332">
              <w:t>Select the user-level (Review, Edit…).</w:t>
            </w:r>
          </w:p>
          <w:p w14:paraId="066EBE12" w14:textId="77777777" w:rsidR="00A808E0" w:rsidRPr="00CC3332" w:rsidRDefault="00A808E0" w:rsidP="00E272F7">
            <w:pPr>
              <w:pStyle w:val="TableText"/>
              <w:tabs>
                <w:tab w:val="left" w:pos="360"/>
              </w:tabs>
            </w:pPr>
            <w:r>
              <w:t>10.</w:t>
            </w:r>
            <w:r>
              <w:tab/>
            </w:r>
            <w:r w:rsidRPr="00CC3332">
              <w:t>Assign groups.</w:t>
            </w:r>
          </w:p>
          <w:p w14:paraId="066EBE13" w14:textId="77777777" w:rsidR="00A808E0" w:rsidRPr="009E3928" w:rsidRDefault="00A808E0" w:rsidP="00E272F7">
            <w:pPr>
              <w:pStyle w:val="TableText"/>
              <w:tabs>
                <w:tab w:val="left" w:pos="360"/>
              </w:tabs>
            </w:pPr>
            <w:r w:rsidRPr="009E3928">
              <w:t>Add Group</w:t>
            </w:r>
          </w:p>
          <w:p w14:paraId="066EBE14" w14:textId="77777777" w:rsidR="00A808E0" w:rsidRPr="009E3928" w:rsidRDefault="00A808E0" w:rsidP="00E272F7">
            <w:pPr>
              <w:pStyle w:val="TableText"/>
              <w:tabs>
                <w:tab w:val="left" w:pos="360"/>
              </w:tabs>
            </w:pPr>
            <w:r w:rsidRPr="009E3928">
              <w:t>Open BILDLODE.</w:t>
            </w:r>
          </w:p>
          <w:p w14:paraId="066EBE15" w14:textId="77777777" w:rsidR="00A808E0" w:rsidRPr="009E3928" w:rsidRDefault="00A808E0" w:rsidP="00E272F7">
            <w:pPr>
              <w:pStyle w:val="TableText"/>
              <w:tabs>
                <w:tab w:val="left" w:pos="360"/>
              </w:tabs>
            </w:pPr>
            <w:r>
              <w:t>1.</w:t>
            </w:r>
            <w:r>
              <w:tab/>
            </w:r>
            <w:r w:rsidRPr="009E3928">
              <w:t>Select Security Groups.</w:t>
            </w:r>
          </w:p>
          <w:p w14:paraId="066EBE16" w14:textId="77777777" w:rsidR="00A808E0" w:rsidRPr="009E3928" w:rsidRDefault="00A808E0" w:rsidP="00E272F7">
            <w:pPr>
              <w:pStyle w:val="TableText"/>
              <w:tabs>
                <w:tab w:val="left" w:pos="360"/>
              </w:tabs>
            </w:pPr>
            <w:r>
              <w:t>2.</w:t>
            </w:r>
            <w:r>
              <w:tab/>
            </w:r>
            <w:r w:rsidRPr="009E3928">
              <w:t>Add new record.</w:t>
            </w:r>
          </w:p>
          <w:p w14:paraId="066EBE17" w14:textId="77777777" w:rsidR="00A808E0" w:rsidRPr="009E3928" w:rsidRDefault="00A808E0" w:rsidP="00E272F7">
            <w:pPr>
              <w:pStyle w:val="TableText"/>
              <w:tabs>
                <w:tab w:val="left" w:pos="360"/>
              </w:tabs>
            </w:pPr>
            <w:r>
              <w:t>3.</w:t>
            </w:r>
            <w:r>
              <w:tab/>
            </w:r>
            <w:r w:rsidRPr="009E3928">
              <w:t>Add group name.</w:t>
            </w:r>
          </w:p>
          <w:p w14:paraId="066EBE18" w14:textId="77777777" w:rsidR="00A808E0" w:rsidRPr="009E3928" w:rsidRDefault="00A808E0" w:rsidP="00E272F7">
            <w:pPr>
              <w:pStyle w:val="TableText"/>
              <w:tabs>
                <w:tab w:val="left" w:pos="360"/>
              </w:tabs>
            </w:pPr>
            <w:r>
              <w:t>4.</w:t>
            </w:r>
            <w:r>
              <w:tab/>
            </w:r>
            <w:r w:rsidRPr="009E3928">
              <w:t>Add description.</w:t>
            </w:r>
          </w:p>
        </w:tc>
      </w:tr>
      <w:tr w:rsidR="00A808E0" w:rsidRPr="009E3928" w14:paraId="066EBE1C" w14:textId="77777777" w:rsidTr="00A808E0">
        <w:tc>
          <w:tcPr>
            <w:tcW w:w="2088" w:type="dxa"/>
          </w:tcPr>
          <w:p w14:paraId="066EBE1A" w14:textId="77777777" w:rsidR="00A808E0" w:rsidRPr="009E3928" w:rsidRDefault="00A808E0" w:rsidP="00E272F7">
            <w:pPr>
              <w:pStyle w:val="TableText"/>
            </w:pPr>
            <w:r w:rsidRPr="009E3928">
              <w:t>Variations</w:t>
            </w:r>
          </w:p>
        </w:tc>
        <w:tc>
          <w:tcPr>
            <w:tcW w:w="7375" w:type="dxa"/>
          </w:tcPr>
          <w:p w14:paraId="066EBE1B" w14:textId="77777777" w:rsidR="00A808E0" w:rsidRPr="009E3928" w:rsidRDefault="00A808E0" w:rsidP="00E272F7">
            <w:pPr>
              <w:pStyle w:val="TableText"/>
            </w:pPr>
            <w:r w:rsidRPr="009E3928">
              <w:t>Go directly to the data through BILDLODE</w:t>
            </w:r>
          </w:p>
        </w:tc>
      </w:tr>
      <w:tr w:rsidR="00A808E0" w:rsidRPr="009E3928" w14:paraId="066EBE1F" w14:textId="77777777" w:rsidTr="00A808E0">
        <w:tc>
          <w:tcPr>
            <w:tcW w:w="2088" w:type="dxa"/>
          </w:tcPr>
          <w:p w14:paraId="066EBE1D" w14:textId="77777777" w:rsidR="00A808E0" w:rsidRPr="009E3928" w:rsidRDefault="00A808E0" w:rsidP="00E272F7">
            <w:pPr>
              <w:pStyle w:val="TableText"/>
            </w:pPr>
            <w:r w:rsidRPr="009E3928">
              <w:t>Non-Functional</w:t>
            </w:r>
          </w:p>
        </w:tc>
        <w:tc>
          <w:tcPr>
            <w:tcW w:w="7375" w:type="dxa"/>
          </w:tcPr>
          <w:p w14:paraId="066EBE1E" w14:textId="77777777" w:rsidR="00A808E0" w:rsidRPr="009E3928" w:rsidRDefault="00A808E0" w:rsidP="00E272F7">
            <w:pPr>
              <w:pStyle w:val="TableText"/>
            </w:pPr>
            <w:r w:rsidRPr="009E3928">
              <w:t>No user password</w:t>
            </w:r>
          </w:p>
        </w:tc>
      </w:tr>
      <w:tr w:rsidR="00A808E0" w:rsidRPr="009E3928" w14:paraId="066EBE22" w14:textId="77777777" w:rsidTr="00A808E0">
        <w:tc>
          <w:tcPr>
            <w:tcW w:w="2088" w:type="dxa"/>
          </w:tcPr>
          <w:p w14:paraId="066EBE20" w14:textId="77777777" w:rsidR="00A808E0" w:rsidRPr="009E3928" w:rsidRDefault="00A808E0" w:rsidP="00E272F7">
            <w:pPr>
              <w:pStyle w:val="TableText"/>
            </w:pPr>
            <w:r w:rsidRPr="009E3928">
              <w:t>Related Misuse</w:t>
            </w:r>
            <w:r>
              <w:t xml:space="preserve"> </w:t>
            </w:r>
            <w:r w:rsidRPr="009E3928">
              <w:t>Ca</w:t>
            </w:r>
            <w:r w:rsidRPr="009E3928">
              <w:t>s</w:t>
            </w:r>
            <w:r w:rsidRPr="009E3928">
              <w:t>es</w:t>
            </w:r>
          </w:p>
        </w:tc>
        <w:tc>
          <w:tcPr>
            <w:tcW w:w="7375" w:type="dxa"/>
          </w:tcPr>
          <w:p w14:paraId="066EBE21" w14:textId="77777777" w:rsidR="00A808E0" w:rsidRPr="009E3928" w:rsidRDefault="00A808E0" w:rsidP="00E272F7">
            <w:pPr>
              <w:pStyle w:val="TableText"/>
            </w:pPr>
            <w:r w:rsidRPr="009E3928">
              <w:t>MC-01, MC-02,MC-03, MC-04</w:t>
            </w:r>
          </w:p>
        </w:tc>
      </w:tr>
    </w:tbl>
    <w:p w14:paraId="066EBE23" w14:textId="77777777" w:rsidR="00A808E0" w:rsidRDefault="00A808E0" w:rsidP="008C6607">
      <w:pPr>
        <w:pStyle w:val="Heading4"/>
      </w:pPr>
    </w:p>
    <w:p w14:paraId="066EBE24" w14:textId="77777777" w:rsidR="00A808E0" w:rsidRDefault="00A808E0" w:rsidP="008C6607">
      <w:pPr>
        <w:pStyle w:val="Heading4"/>
      </w:pPr>
    </w:p>
    <w:p w14:paraId="066EBE25" w14:textId="77777777" w:rsidR="00A808E0" w:rsidRDefault="00A808E0" w:rsidP="008C6607">
      <w:pPr>
        <w:pStyle w:val="Heading4"/>
      </w:pPr>
    </w:p>
    <w:p w14:paraId="066EBE26" w14:textId="77777777" w:rsidR="00A808E0" w:rsidRDefault="00A808E0" w:rsidP="008C6607">
      <w:pPr>
        <w:pStyle w:val="Heading4"/>
      </w:pPr>
    </w:p>
    <w:p w14:paraId="066EBE27" w14:textId="77777777" w:rsidR="00A808E0" w:rsidRDefault="00A808E0" w:rsidP="008C6607">
      <w:pPr>
        <w:pStyle w:val="Heading4"/>
      </w:pPr>
    </w:p>
    <w:p w14:paraId="066EBE28" w14:textId="77777777" w:rsidR="00A808E0" w:rsidRDefault="00A808E0" w:rsidP="008C6607">
      <w:pPr>
        <w:pStyle w:val="Heading4"/>
      </w:pPr>
    </w:p>
    <w:p w14:paraId="066EBE29" w14:textId="77777777" w:rsidR="00A808E0" w:rsidRDefault="00A808E0" w:rsidP="008C6607">
      <w:pPr>
        <w:pStyle w:val="Heading4"/>
      </w:pPr>
    </w:p>
    <w:p w14:paraId="066EBE2A" w14:textId="77777777" w:rsidR="00A808E0" w:rsidRPr="00A808E0" w:rsidRDefault="00A808E0" w:rsidP="008C6607">
      <w:pPr>
        <w:pStyle w:val="Heading4"/>
      </w:pPr>
      <w:r w:rsidRPr="00A808E0">
        <w:lastRenderedPageBreak/>
        <w:t>Misuse Cases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966"/>
        <w:gridCol w:w="1823"/>
        <w:gridCol w:w="4721"/>
      </w:tblGrid>
      <w:tr w:rsidR="00A808E0" w:rsidRPr="009E3928" w14:paraId="066EBE2D" w14:textId="77777777" w:rsidTr="00A808E0">
        <w:tc>
          <w:tcPr>
            <w:tcW w:w="1966" w:type="dxa"/>
          </w:tcPr>
          <w:p w14:paraId="066EBE2B" w14:textId="77777777" w:rsidR="00A808E0" w:rsidRPr="009E3928" w:rsidRDefault="00A808E0" w:rsidP="00E272F7">
            <w:pPr>
              <w:pStyle w:val="TableText"/>
            </w:pPr>
            <w:r w:rsidRPr="009E3928">
              <w:t xml:space="preserve">Number </w:t>
            </w:r>
          </w:p>
        </w:tc>
        <w:tc>
          <w:tcPr>
            <w:tcW w:w="6544" w:type="dxa"/>
            <w:gridSpan w:val="2"/>
          </w:tcPr>
          <w:p w14:paraId="066EBE2C" w14:textId="77777777" w:rsidR="00A808E0" w:rsidRPr="009E3928" w:rsidRDefault="00A808E0" w:rsidP="00E272F7">
            <w:pPr>
              <w:pStyle w:val="TableText"/>
            </w:pPr>
            <w:r w:rsidRPr="009E3928">
              <w:t>MC-01</w:t>
            </w:r>
          </w:p>
        </w:tc>
      </w:tr>
      <w:tr w:rsidR="00A808E0" w:rsidRPr="009E3928" w14:paraId="066EBE30" w14:textId="77777777" w:rsidTr="00A808E0">
        <w:tc>
          <w:tcPr>
            <w:tcW w:w="1966" w:type="dxa"/>
          </w:tcPr>
          <w:p w14:paraId="066EBE2E" w14:textId="77777777" w:rsidR="00A808E0" w:rsidRPr="009E3928" w:rsidRDefault="00A808E0" w:rsidP="00E272F7">
            <w:pPr>
              <w:pStyle w:val="TableText"/>
            </w:pPr>
            <w:r w:rsidRPr="009E3928">
              <w:t>Name</w:t>
            </w:r>
          </w:p>
        </w:tc>
        <w:tc>
          <w:tcPr>
            <w:tcW w:w="6544" w:type="dxa"/>
            <w:gridSpan w:val="2"/>
          </w:tcPr>
          <w:p w14:paraId="066EBE2F" w14:textId="77777777" w:rsidR="00A808E0" w:rsidRPr="009E3928" w:rsidRDefault="00A808E0" w:rsidP="00E272F7">
            <w:pPr>
              <w:pStyle w:val="TableText"/>
            </w:pPr>
            <w:r w:rsidRPr="009E3928">
              <w:t>Unauthorized logon on the server</w:t>
            </w:r>
          </w:p>
        </w:tc>
      </w:tr>
      <w:tr w:rsidR="00A808E0" w:rsidRPr="009E3928" w14:paraId="066EBE33" w14:textId="77777777" w:rsidTr="00A808E0">
        <w:tc>
          <w:tcPr>
            <w:tcW w:w="1966" w:type="dxa"/>
          </w:tcPr>
          <w:p w14:paraId="066EBE31" w14:textId="77777777" w:rsidR="00A808E0" w:rsidRPr="009E3928" w:rsidRDefault="00A808E0" w:rsidP="00E272F7">
            <w:pPr>
              <w:pStyle w:val="TableText"/>
            </w:pPr>
            <w:r w:rsidRPr="009E3928">
              <w:t>Scope</w:t>
            </w:r>
          </w:p>
        </w:tc>
        <w:tc>
          <w:tcPr>
            <w:tcW w:w="6544" w:type="dxa"/>
            <w:gridSpan w:val="2"/>
          </w:tcPr>
          <w:p w14:paraId="066EBE32" w14:textId="77777777" w:rsidR="00A808E0" w:rsidRPr="009E3928" w:rsidRDefault="00A808E0" w:rsidP="00E272F7">
            <w:pPr>
              <w:pStyle w:val="TableText"/>
            </w:pPr>
            <w:r w:rsidRPr="009E3928">
              <w:t>User Authorization Concerns</w:t>
            </w:r>
          </w:p>
        </w:tc>
      </w:tr>
      <w:tr w:rsidR="00A808E0" w:rsidRPr="009E3928" w14:paraId="066EBE36" w14:textId="77777777" w:rsidTr="00A808E0">
        <w:tc>
          <w:tcPr>
            <w:tcW w:w="1966" w:type="dxa"/>
          </w:tcPr>
          <w:p w14:paraId="066EBE34" w14:textId="77777777" w:rsidR="00A808E0" w:rsidRPr="009E3928" w:rsidRDefault="00A808E0" w:rsidP="00E272F7">
            <w:pPr>
              <w:pStyle w:val="TableText"/>
              <w:rPr>
                <w:b/>
              </w:rPr>
            </w:pPr>
            <w:r w:rsidRPr="009E3928">
              <w:rPr>
                <w:b/>
              </w:rPr>
              <w:t>Priority</w:t>
            </w:r>
          </w:p>
        </w:tc>
        <w:tc>
          <w:tcPr>
            <w:tcW w:w="6544" w:type="dxa"/>
            <w:gridSpan w:val="2"/>
          </w:tcPr>
          <w:p w14:paraId="066EBE35" w14:textId="77777777" w:rsidR="00A808E0" w:rsidRPr="009E3928" w:rsidRDefault="00A808E0" w:rsidP="00E272F7">
            <w:pPr>
              <w:pStyle w:val="TableText"/>
            </w:pPr>
            <w:r w:rsidRPr="009E3928">
              <w:t>___Low ___Medium _</w:t>
            </w:r>
            <w:r w:rsidRPr="009E3928">
              <w:rPr>
                <w:u w:val="single"/>
              </w:rPr>
              <w:t>_</w:t>
            </w:r>
            <w:r w:rsidRPr="009E3928">
              <w:t>_High</w:t>
            </w:r>
          </w:p>
        </w:tc>
      </w:tr>
      <w:tr w:rsidR="00A808E0" w:rsidRPr="009E3928" w14:paraId="066EBE3A" w14:textId="77777777" w:rsidTr="00A808E0">
        <w:tc>
          <w:tcPr>
            <w:tcW w:w="1966" w:type="dxa"/>
          </w:tcPr>
          <w:p w14:paraId="066EBE37" w14:textId="77777777" w:rsidR="00A808E0" w:rsidRPr="009E3928" w:rsidRDefault="00A808E0" w:rsidP="00E272F7">
            <w:pPr>
              <w:pStyle w:val="TableText"/>
            </w:pPr>
            <w:r w:rsidRPr="009E3928">
              <w:rPr>
                <w:b/>
              </w:rPr>
              <w:t>Deployment Env</w:t>
            </w:r>
            <w:r w:rsidRPr="009E3928">
              <w:rPr>
                <w:b/>
              </w:rPr>
              <w:t>i</w:t>
            </w:r>
            <w:r w:rsidRPr="009E3928">
              <w:rPr>
                <w:b/>
              </w:rPr>
              <w:t>ronment</w:t>
            </w:r>
          </w:p>
        </w:tc>
        <w:tc>
          <w:tcPr>
            <w:tcW w:w="6544" w:type="dxa"/>
            <w:gridSpan w:val="2"/>
          </w:tcPr>
          <w:p w14:paraId="066EBE38" w14:textId="77777777" w:rsidR="00A808E0" w:rsidRPr="009E3928" w:rsidRDefault="00A808E0" w:rsidP="00E272F7">
            <w:pPr>
              <w:pStyle w:val="TableText"/>
            </w:pPr>
            <w:r w:rsidRPr="009E3928">
              <w:t>___Intranet</w:t>
            </w:r>
          </w:p>
          <w:p w14:paraId="066EBE39" w14:textId="77777777" w:rsidR="00A808E0" w:rsidRPr="009E3928" w:rsidRDefault="00A808E0" w:rsidP="00E272F7">
            <w:pPr>
              <w:pStyle w:val="TableText"/>
            </w:pPr>
            <w:r w:rsidRPr="009E3928">
              <w:t>___Extranet/Internet</w:t>
            </w:r>
          </w:p>
        </w:tc>
      </w:tr>
      <w:tr w:rsidR="00A808E0" w:rsidRPr="009E3928" w14:paraId="066EBE3D" w14:textId="77777777" w:rsidTr="00A808E0">
        <w:tc>
          <w:tcPr>
            <w:tcW w:w="1966" w:type="dxa"/>
          </w:tcPr>
          <w:p w14:paraId="066EBE3B" w14:textId="77777777" w:rsidR="00A808E0" w:rsidRPr="009E3928" w:rsidRDefault="00A808E0" w:rsidP="00E272F7">
            <w:pPr>
              <w:pStyle w:val="TableText"/>
            </w:pPr>
            <w:r w:rsidRPr="009E3928">
              <w:t>Mis-actors</w:t>
            </w:r>
          </w:p>
        </w:tc>
        <w:tc>
          <w:tcPr>
            <w:tcW w:w="6544" w:type="dxa"/>
            <w:gridSpan w:val="2"/>
          </w:tcPr>
          <w:p w14:paraId="066EBE3C" w14:textId="77777777" w:rsidR="00A808E0" w:rsidRPr="009E3928" w:rsidRDefault="00A808E0" w:rsidP="00E272F7">
            <w:pPr>
              <w:pStyle w:val="TableText"/>
            </w:pPr>
            <w:r w:rsidRPr="009E3928">
              <w:t>Unauthorized users</w:t>
            </w:r>
          </w:p>
        </w:tc>
      </w:tr>
      <w:tr w:rsidR="00A808E0" w:rsidRPr="009E3928" w14:paraId="066EBE45" w14:textId="77777777" w:rsidTr="00A808E0">
        <w:tc>
          <w:tcPr>
            <w:tcW w:w="1966" w:type="dxa"/>
          </w:tcPr>
          <w:p w14:paraId="066EBE3E" w14:textId="77777777" w:rsidR="00A808E0" w:rsidRPr="009E3928" w:rsidRDefault="00A808E0" w:rsidP="00E272F7">
            <w:pPr>
              <w:pStyle w:val="TableText"/>
            </w:pPr>
            <w:r w:rsidRPr="009E3928">
              <w:t>Access Right</w:t>
            </w:r>
          </w:p>
          <w:p w14:paraId="066EBE3F" w14:textId="77777777" w:rsidR="00A808E0" w:rsidRPr="009E3928" w:rsidRDefault="00A808E0" w:rsidP="00E272F7">
            <w:pPr>
              <w:pStyle w:val="TableText"/>
            </w:pPr>
            <w:r w:rsidRPr="009E3928">
              <w:t>Levels</w:t>
            </w:r>
          </w:p>
        </w:tc>
        <w:tc>
          <w:tcPr>
            <w:tcW w:w="6544" w:type="dxa"/>
            <w:gridSpan w:val="2"/>
          </w:tcPr>
          <w:p w14:paraId="066EBE40" w14:textId="77777777" w:rsidR="00A808E0" w:rsidRPr="009E3928" w:rsidRDefault="00A808E0" w:rsidP="00E272F7">
            <w:pPr>
              <w:pStyle w:val="TableText"/>
            </w:pPr>
            <w:r w:rsidRPr="009E3928">
              <w:rPr>
                <w:u w:val="single"/>
              </w:rPr>
              <w:t>_X</w:t>
            </w:r>
            <w:r w:rsidRPr="009E3928">
              <w:t>_ Low-Level System Users</w:t>
            </w:r>
          </w:p>
          <w:p w14:paraId="066EBE41" w14:textId="77777777" w:rsidR="00A808E0" w:rsidRPr="009E3928" w:rsidRDefault="00A808E0" w:rsidP="00E272F7">
            <w:pPr>
              <w:pStyle w:val="TableText"/>
            </w:pPr>
            <w:r w:rsidRPr="009E3928">
              <w:rPr>
                <w:u w:val="single"/>
              </w:rPr>
              <w:t>_X</w:t>
            </w:r>
            <w:r w:rsidRPr="009E3928">
              <w:t>_ Medium-Level System Users</w:t>
            </w:r>
          </w:p>
          <w:p w14:paraId="066EBE42" w14:textId="77777777" w:rsidR="00A808E0" w:rsidRPr="009E3928" w:rsidRDefault="00A808E0" w:rsidP="00E272F7">
            <w:pPr>
              <w:pStyle w:val="TableText"/>
            </w:pPr>
            <w:r w:rsidRPr="009E3928">
              <w:rPr>
                <w:u w:val="single"/>
              </w:rPr>
              <w:t>_X</w:t>
            </w:r>
            <w:r w:rsidRPr="009E3928">
              <w:t>_ High-Level System Users</w:t>
            </w:r>
          </w:p>
          <w:p w14:paraId="066EBE43" w14:textId="77777777" w:rsidR="00A808E0" w:rsidRPr="009E3928" w:rsidRDefault="00A808E0" w:rsidP="00E272F7">
            <w:pPr>
              <w:pStyle w:val="TableText"/>
            </w:pPr>
            <w:r w:rsidRPr="009E3928">
              <w:rPr>
                <w:u w:val="single"/>
              </w:rPr>
              <w:t>_X</w:t>
            </w:r>
            <w:r w:rsidRPr="009E3928">
              <w:t>_ Sys Admin</w:t>
            </w:r>
          </w:p>
          <w:p w14:paraId="066EBE44" w14:textId="77777777" w:rsidR="00A808E0" w:rsidRPr="009E3928" w:rsidRDefault="00A808E0" w:rsidP="00E272F7">
            <w:pPr>
              <w:pStyle w:val="TableText"/>
            </w:pPr>
            <w:r w:rsidRPr="009E3928">
              <w:rPr>
                <w:u w:val="single"/>
              </w:rPr>
              <w:t>_X</w:t>
            </w:r>
            <w:r w:rsidRPr="009E3928">
              <w:t>_ Other Network User</w:t>
            </w:r>
          </w:p>
        </w:tc>
      </w:tr>
      <w:tr w:rsidR="00A808E0" w:rsidRPr="009E3928" w14:paraId="066EBE48" w14:textId="77777777" w:rsidTr="00A808E0">
        <w:tc>
          <w:tcPr>
            <w:tcW w:w="1966" w:type="dxa"/>
          </w:tcPr>
          <w:p w14:paraId="066EBE46" w14:textId="77777777" w:rsidR="00A808E0" w:rsidRPr="009E3928" w:rsidRDefault="00A808E0" w:rsidP="00E272F7">
            <w:pPr>
              <w:pStyle w:val="TableText"/>
            </w:pPr>
            <w:r w:rsidRPr="009E3928">
              <w:t>Point of Entry</w:t>
            </w:r>
          </w:p>
        </w:tc>
        <w:tc>
          <w:tcPr>
            <w:tcW w:w="6544" w:type="dxa"/>
            <w:gridSpan w:val="2"/>
          </w:tcPr>
          <w:p w14:paraId="066EBE47" w14:textId="77777777" w:rsidR="00A808E0" w:rsidRPr="009E3928" w:rsidRDefault="00A808E0" w:rsidP="00E272F7">
            <w:pPr>
              <w:pStyle w:val="TableText"/>
            </w:pPr>
            <w:r w:rsidRPr="009E3928">
              <w:t>___ Network _</w:t>
            </w:r>
            <w:r w:rsidRPr="009E3928">
              <w:rPr>
                <w:u w:val="single"/>
              </w:rPr>
              <w:t>X</w:t>
            </w:r>
            <w:r w:rsidRPr="009E3928">
              <w:t>_ Host ___Application</w:t>
            </w:r>
          </w:p>
        </w:tc>
      </w:tr>
      <w:tr w:rsidR="00A808E0" w:rsidRPr="009E3928" w14:paraId="066EBE4E" w14:textId="77777777" w:rsidTr="00A808E0">
        <w:tc>
          <w:tcPr>
            <w:tcW w:w="1966" w:type="dxa"/>
          </w:tcPr>
          <w:p w14:paraId="066EBE49" w14:textId="77777777" w:rsidR="00A808E0" w:rsidRPr="009E3928" w:rsidRDefault="00A808E0" w:rsidP="00E272F7">
            <w:pPr>
              <w:pStyle w:val="TableText"/>
              <w:rPr>
                <w:b/>
              </w:rPr>
            </w:pPr>
            <w:r w:rsidRPr="009E3928">
              <w:rPr>
                <w:b/>
              </w:rPr>
              <w:t>Security Attributes</w:t>
            </w:r>
          </w:p>
          <w:p w14:paraId="066EBE4A" w14:textId="77777777" w:rsidR="00A808E0" w:rsidRPr="009E3928" w:rsidRDefault="00A808E0" w:rsidP="00E272F7">
            <w:pPr>
              <w:pStyle w:val="TableText"/>
            </w:pPr>
            <w:r w:rsidRPr="009E3928">
              <w:rPr>
                <w:b/>
              </w:rPr>
              <w:t>Affected</w:t>
            </w:r>
          </w:p>
        </w:tc>
        <w:tc>
          <w:tcPr>
            <w:tcW w:w="6544" w:type="dxa"/>
            <w:gridSpan w:val="2"/>
          </w:tcPr>
          <w:p w14:paraId="066EBE4B" w14:textId="77777777" w:rsidR="00A808E0" w:rsidRPr="009E3928" w:rsidRDefault="00A808E0" w:rsidP="00E272F7">
            <w:pPr>
              <w:pStyle w:val="TableText"/>
            </w:pPr>
            <w:r w:rsidRPr="009E3928">
              <w:t>___Confidentiality</w:t>
            </w:r>
          </w:p>
          <w:p w14:paraId="066EBE4C" w14:textId="77777777" w:rsidR="00A808E0" w:rsidRPr="009E3928" w:rsidRDefault="00A808E0" w:rsidP="00E272F7">
            <w:pPr>
              <w:pStyle w:val="TableText"/>
            </w:pPr>
            <w:r w:rsidRPr="009E3928">
              <w:t>___Integrity</w:t>
            </w:r>
          </w:p>
          <w:p w14:paraId="066EBE4D" w14:textId="77777777" w:rsidR="00A808E0" w:rsidRPr="009E3928" w:rsidRDefault="00A808E0" w:rsidP="00E272F7">
            <w:pPr>
              <w:pStyle w:val="TableText"/>
            </w:pPr>
            <w:r w:rsidRPr="009E3928">
              <w:t>___Availability</w:t>
            </w:r>
          </w:p>
        </w:tc>
      </w:tr>
      <w:tr w:rsidR="00A808E0" w:rsidRPr="009E3928" w14:paraId="066EBE51" w14:textId="77777777" w:rsidTr="00A808E0">
        <w:tc>
          <w:tcPr>
            <w:tcW w:w="1966" w:type="dxa"/>
          </w:tcPr>
          <w:p w14:paraId="066EBE4F" w14:textId="77777777" w:rsidR="00A808E0" w:rsidRPr="009E3928" w:rsidRDefault="00A808E0" w:rsidP="00E272F7">
            <w:pPr>
              <w:pStyle w:val="TableText"/>
            </w:pPr>
            <w:r w:rsidRPr="009E3928">
              <w:t>Description</w:t>
            </w:r>
          </w:p>
        </w:tc>
        <w:tc>
          <w:tcPr>
            <w:tcW w:w="6544" w:type="dxa"/>
            <w:gridSpan w:val="2"/>
          </w:tcPr>
          <w:p w14:paraId="066EBE50" w14:textId="77777777" w:rsidR="00A808E0" w:rsidRPr="009E3928" w:rsidRDefault="00A808E0" w:rsidP="00E272F7">
            <w:pPr>
              <w:pStyle w:val="TableText"/>
            </w:pPr>
            <w:r w:rsidRPr="009E3928">
              <w:t>An unauthorized user attempts to log on to the server and succeeds.</w:t>
            </w:r>
          </w:p>
        </w:tc>
      </w:tr>
      <w:tr w:rsidR="00A808E0" w:rsidRPr="009E3928" w14:paraId="066EBE56" w14:textId="77777777" w:rsidTr="00A808E0">
        <w:tc>
          <w:tcPr>
            <w:tcW w:w="1966" w:type="dxa"/>
          </w:tcPr>
          <w:p w14:paraId="066EBE52" w14:textId="77777777" w:rsidR="00A808E0" w:rsidRPr="009E3928" w:rsidRDefault="00A808E0" w:rsidP="00E272F7">
            <w:pPr>
              <w:pStyle w:val="TableText"/>
            </w:pPr>
            <w:r w:rsidRPr="009E3928">
              <w:t>Sophistication</w:t>
            </w:r>
          </w:p>
        </w:tc>
        <w:tc>
          <w:tcPr>
            <w:tcW w:w="6544" w:type="dxa"/>
            <w:gridSpan w:val="2"/>
          </w:tcPr>
          <w:p w14:paraId="066EBE53" w14:textId="77777777" w:rsidR="00A808E0" w:rsidRPr="009E3928" w:rsidRDefault="00A808E0" w:rsidP="00E272F7">
            <w:pPr>
              <w:pStyle w:val="TableText"/>
            </w:pPr>
            <w:r w:rsidRPr="009E3928">
              <w:t>_</w:t>
            </w:r>
            <w:r w:rsidRPr="009E3928">
              <w:rPr>
                <w:u w:val="single"/>
              </w:rPr>
              <w:t>X</w:t>
            </w:r>
            <w:r w:rsidRPr="009E3928">
              <w:t>_ Low</w:t>
            </w:r>
          </w:p>
          <w:p w14:paraId="066EBE54" w14:textId="77777777" w:rsidR="00A808E0" w:rsidRPr="009E3928" w:rsidRDefault="00A808E0" w:rsidP="00E272F7">
            <w:pPr>
              <w:pStyle w:val="TableText"/>
            </w:pPr>
            <w:r w:rsidRPr="009E3928">
              <w:t>___ Medium</w:t>
            </w:r>
          </w:p>
          <w:p w14:paraId="066EBE55" w14:textId="77777777" w:rsidR="00A808E0" w:rsidRPr="009E3928" w:rsidRDefault="00A808E0" w:rsidP="00E272F7">
            <w:pPr>
              <w:pStyle w:val="TableText"/>
            </w:pPr>
            <w:r w:rsidRPr="009E3928">
              <w:t>___ High</w:t>
            </w:r>
          </w:p>
        </w:tc>
      </w:tr>
      <w:tr w:rsidR="00A808E0" w:rsidRPr="009E3928" w14:paraId="066EBE5B" w14:textId="77777777" w:rsidTr="00A808E0">
        <w:tc>
          <w:tcPr>
            <w:tcW w:w="1966" w:type="dxa"/>
          </w:tcPr>
          <w:p w14:paraId="066EBE57" w14:textId="77777777" w:rsidR="00A808E0" w:rsidRPr="009E3928" w:rsidRDefault="00A808E0" w:rsidP="00E272F7">
            <w:pPr>
              <w:pStyle w:val="TableText"/>
              <w:rPr>
                <w:b/>
              </w:rPr>
            </w:pPr>
            <w:r w:rsidRPr="009E3928">
              <w:rPr>
                <w:b/>
              </w:rPr>
              <w:t>Pre-conditions</w:t>
            </w:r>
          </w:p>
        </w:tc>
        <w:tc>
          <w:tcPr>
            <w:tcW w:w="6544" w:type="dxa"/>
            <w:gridSpan w:val="2"/>
          </w:tcPr>
          <w:p w14:paraId="066EBE58" w14:textId="77777777" w:rsidR="00A808E0" w:rsidRPr="009E3928" w:rsidRDefault="00A808E0" w:rsidP="00E272F7">
            <w:pPr>
              <w:pStyle w:val="TableText"/>
            </w:pPr>
            <w:r w:rsidRPr="009E3928">
              <w:t>Access control lists (ACL) are configured properly in a domain based network.</w:t>
            </w:r>
          </w:p>
          <w:p w14:paraId="066EBE59" w14:textId="77777777" w:rsidR="00A808E0" w:rsidRPr="009E3928" w:rsidRDefault="00A808E0" w:rsidP="00E272F7">
            <w:pPr>
              <w:pStyle w:val="TableText"/>
            </w:pPr>
            <w:r w:rsidRPr="009E3928">
              <w:t>The unauthorized user has unintended logon rights to the server.</w:t>
            </w:r>
          </w:p>
          <w:p w14:paraId="066EBE5A" w14:textId="77777777" w:rsidR="00A808E0" w:rsidRPr="009E3928" w:rsidRDefault="00A808E0" w:rsidP="00E272F7">
            <w:pPr>
              <w:pStyle w:val="TableText"/>
            </w:pPr>
            <w:r w:rsidRPr="009E3928">
              <w:t>The server resides on an ____________ (internet/intranet?) network.</w:t>
            </w:r>
          </w:p>
        </w:tc>
      </w:tr>
      <w:tr w:rsidR="00A808E0" w:rsidRPr="009E3928" w14:paraId="066EBE5E" w14:textId="77777777" w:rsidTr="00A808E0">
        <w:tc>
          <w:tcPr>
            <w:tcW w:w="1966" w:type="dxa"/>
          </w:tcPr>
          <w:p w14:paraId="066EBE5C" w14:textId="77777777" w:rsidR="00A808E0" w:rsidRPr="009E3928" w:rsidRDefault="00A808E0" w:rsidP="00E272F7">
            <w:pPr>
              <w:pStyle w:val="TableText"/>
            </w:pPr>
            <w:r w:rsidRPr="009E3928">
              <w:t>Assumptions</w:t>
            </w:r>
          </w:p>
        </w:tc>
        <w:tc>
          <w:tcPr>
            <w:tcW w:w="6544" w:type="dxa"/>
            <w:gridSpan w:val="2"/>
          </w:tcPr>
          <w:p w14:paraId="066EBE5D" w14:textId="77777777" w:rsidR="00A808E0" w:rsidRPr="009E3928" w:rsidRDefault="00A808E0" w:rsidP="00E272F7">
            <w:pPr>
              <w:pStyle w:val="TableText"/>
            </w:pPr>
            <w:r w:rsidRPr="009E3928">
              <w:t>The user does not have permission to log on to the server.</w:t>
            </w:r>
          </w:p>
        </w:tc>
      </w:tr>
      <w:tr w:rsidR="00A808E0" w:rsidRPr="009E3928" w14:paraId="066EBE62" w14:textId="77777777" w:rsidTr="00A808E0">
        <w:tc>
          <w:tcPr>
            <w:tcW w:w="1966" w:type="dxa"/>
            <w:vMerge w:val="restart"/>
          </w:tcPr>
          <w:p w14:paraId="066EBE5F" w14:textId="77777777" w:rsidR="00A808E0" w:rsidRPr="009E3928" w:rsidRDefault="00A808E0" w:rsidP="00E272F7">
            <w:pPr>
              <w:pStyle w:val="TableText"/>
            </w:pPr>
            <w:r w:rsidRPr="009E3928">
              <w:t>Post-conditions</w:t>
            </w:r>
          </w:p>
        </w:tc>
        <w:tc>
          <w:tcPr>
            <w:tcW w:w="1823" w:type="dxa"/>
          </w:tcPr>
          <w:p w14:paraId="066EBE60" w14:textId="77777777" w:rsidR="00A808E0" w:rsidRPr="009E3928" w:rsidRDefault="00A808E0" w:rsidP="00E272F7">
            <w:pPr>
              <w:pStyle w:val="TableText"/>
            </w:pPr>
            <w:r w:rsidRPr="009E3928">
              <w:t>Worst Case Threat</w:t>
            </w:r>
          </w:p>
        </w:tc>
        <w:tc>
          <w:tcPr>
            <w:tcW w:w="4721" w:type="dxa"/>
          </w:tcPr>
          <w:p w14:paraId="066EBE61" w14:textId="77777777" w:rsidR="00A808E0" w:rsidRPr="009E3928" w:rsidRDefault="00A808E0" w:rsidP="00E272F7">
            <w:pPr>
              <w:pStyle w:val="TableText"/>
            </w:pPr>
            <w:r w:rsidRPr="009E3928">
              <w:t>The unauthorized user logs onto the server m</w:t>
            </w:r>
            <w:r w:rsidRPr="009E3928">
              <w:t>a</w:t>
            </w:r>
            <w:r w:rsidRPr="009E3928">
              <w:t>chine. His/her actions are never caught.</w:t>
            </w:r>
          </w:p>
        </w:tc>
      </w:tr>
      <w:tr w:rsidR="00A808E0" w:rsidRPr="009E3928" w14:paraId="066EBE66" w14:textId="77777777" w:rsidTr="00A808E0">
        <w:tc>
          <w:tcPr>
            <w:tcW w:w="1966" w:type="dxa"/>
            <w:vMerge/>
          </w:tcPr>
          <w:p w14:paraId="066EBE63" w14:textId="77777777" w:rsidR="00A808E0" w:rsidRPr="009E3928" w:rsidRDefault="00A808E0" w:rsidP="00E272F7">
            <w:pPr>
              <w:pStyle w:val="TableText"/>
            </w:pPr>
          </w:p>
        </w:tc>
        <w:tc>
          <w:tcPr>
            <w:tcW w:w="1823" w:type="dxa"/>
          </w:tcPr>
          <w:p w14:paraId="066EBE64" w14:textId="77777777" w:rsidR="00A808E0" w:rsidRPr="009E3928" w:rsidRDefault="00A808E0" w:rsidP="00E272F7">
            <w:pPr>
              <w:pStyle w:val="TableText"/>
            </w:pPr>
            <w:r w:rsidRPr="009E3928">
              <w:t>Wanted Preve</w:t>
            </w:r>
            <w:r w:rsidRPr="009E3928">
              <w:t>n</w:t>
            </w:r>
            <w:r w:rsidRPr="009E3928">
              <w:t>tion Guarantee</w:t>
            </w:r>
          </w:p>
        </w:tc>
        <w:tc>
          <w:tcPr>
            <w:tcW w:w="4721" w:type="dxa"/>
          </w:tcPr>
          <w:p w14:paraId="066EBE65" w14:textId="77777777" w:rsidR="00A808E0" w:rsidRPr="009E3928" w:rsidRDefault="00A808E0" w:rsidP="00E272F7">
            <w:pPr>
              <w:pStyle w:val="TableText"/>
            </w:pPr>
            <w:r w:rsidRPr="009E3928">
              <w:t>Enforce machine ACL security policy (role-based user authentication).</w:t>
            </w:r>
          </w:p>
        </w:tc>
      </w:tr>
      <w:tr w:rsidR="00A808E0" w:rsidRPr="009E3928" w14:paraId="066EBE6A" w14:textId="77777777" w:rsidTr="00A808E0">
        <w:tc>
          <w:tcPr>
            <w:tcW w:w="1966" w:type="dxa"/>
            <w:vMerge/>
          </w:tcPr>
          <w:p w14:paraId="066EBE67" w14:textId="77777777" w:rsidR="00A808E0" w:rsidRPr="009E3928" w:rsidRDefault="00A808E0" w:rsidP="00E272F7">
            <w:pPr>
              <w:pStyle w:val="TableText"/>
            </w:pPr>
          </w:p>
        </w:tc>
        <w:tc>
          <w:tcPr>
            <w:tcW w:w="1823" w:type="dxa"/>
          </w:tcPr>
          <w:p w14:paraId="066EBE68" w14:textId="77777777" w:rsidR="00A808E0" w:rsidRPr="009E3928" w:rsidRDefault="00A808E0" w:rsidP="00E272F7">
            <w:pPr>
              <w:pStyle w:val="TableText"/>
            </w:pPr>
            <w:r w:rsidRPr="009E3928">
              <w:t>Wanted Dete</w:t>
            </w:r>
            <w:r w:rsidRPr="009E3928">
              <w:t>c</w:t>
            </w:r>
            <w:r w:rsidRPr="009E3928">
              <w:t>tion Guarantee</w:t>
            </w:r>
          </w:p>
        </w:tc>
        <w:tc>
          <w:tcPr>
            <w:tcW w:w="4721" w:type="dxa"/>
          </w:tcPr>
          <w:p w14:paraId="066EBE69" w14:textId="77777777" w:rsidR="00A808E0" w:rsidRPr="009E3928" w:rsidRDefault="00A808E0" w:rsidP="00E272F7">
            <w:pPr>
              <w:pStyle w:val="TableText"/>
            </w:pPr>
            <w:r w:rsidRPr="009E3928">
              <w:t>Logon attempts are logged and viewed by system administrators.</w:t>
            </w:r>
          </w:p>
        </w:tc>
      </w:tr>
      <w:tr w:rsidR="00A808E0" w:rsidRPr="009E3928" w14:paraId="066EBE6E" w14:textId="77777777" w:rsidTr="00A808E0">
        <w:tc>
          <w:tcPr>
            <w:tcW w:w="1966" w:type="dxa"/>
            <w:vMerge/>
          </w:tcPr>
          <w:p w14:paraId="066EBE6B" w14:textId="77777777" w:rsidR="00A808E0" w:rsidRPr="009E3928" w:rsidRDefault="00A808E0" w:rsidP="00E272F7">
            <w:pPr>
              <w:pStyle w:val="TableText"/>
            </w:pPr>
          </w:p>
        </w:tc>
        <w:tc>
          <w:tcPr>
            <w:tcW w:w="1823" w:type="dxa"/>
          </w:tcPr>
          <w:p w14:paraId="066EBE6C" w14:textId="77777777" w:rsidR="00A808E0" w:rsidRPr="009E3928" w:rsidRDefault="00A808E0" w:rsidP="00E272F7">
            <w:pPr>
              <w:pStyle w:val="TableText"/>
            </w:pPr>
            <w:r w:rsidRPr="009E3928">
              <w:t>Wanted Recovery Guarantee</w:t>
            </w:r>
          </w:p>
        </w:tc>
        <w:tc>
          <w:tcPr>
            <w:tcW w:w="4721" w:type="dxa"/>
          </w:tcPr>
          <w:p w14:paraId="066EBE6D" w14:textId="77777777" w:rsidR="00A808E0" w:rsidRPr="009E3928" w:rsidRDefault="00A808E0" w:rsidP="00E272F7">
            <w:pPr>
              <w:pStyle w:val="TableText"/>
            </w:pPr>
            <w:r w:rsidRPr="009E3928">
              <w:t>Remove users’ unauthorized logon rights on the server.</w:t>
            </w:r>
          </w:p>
        </w:tc>
      </w:tr>
      <w:tr w:rsidR="00A808E0" w:rsidRPr="009E3928" w14:paraId="066EBE72" w14:textId="77777777" w:rsidTr="00A808E0">
        <w:tc>
          <w:tcPr>
            <w:tcW w:w="1966" w:type="dxa"/>
          </w:tcPr>
          <w:p w14:paraId="066EBE6F" w14:textId="77777777" w:rsidR="00A808E0" w:rsidRPr="009E3928" w:rsidRDefault="00A808E0" w:rsidP="00E272F7">
            <w:pPr>
              <w:pStyle w:val="TableText"/>
            </w:pPr>
            <w:r w:rsidRPr="009E3928">
              <w:t>Potential Mis-actor</w:t>
            </w:r>
          </w:p>
          <w:p w14:paraId="066EBE70" w14:textId="77777777" w:rsidR="00A808E0" w:rsidRPr="009E3928" w:rsidRDefault="00A808E0" w:rsidP="00E272F7">
            <w:pPr>
              <w:pStyle w:val="TableText"/>
            </w:pPr>
            <w:r w:rsidRPr="009E3928">
              <w:t>Profiles</w:t>
            </w:r>
          </w:p>
        </w:tc>
        <w:tc>
          <w:tcPr>
            <w:tcW w:w="6544" w:type="dxa"/>
            <w:gridSpan w:val="2"/>
          </w:tcPr>
          <w:p w14:paraId="066EBE71" w14:textId="77777777" w:rsidR="00A808E0" w:rsidRPr="009E3928" w:rsidRDefault="00A808E0" w:rsidP="00E272F7">
            <w:pPr>
              <w:pStyle w:val="TableText"/>
            </w:pPr>
            <w:r w:rsidRPr="009E3928">
              <w:t>Medium to highly skilled, potentially host administrators with medium criminal intent</w:t>
            </w:r>
          </w:p>
        </w:tc>
      </w:tr>
      <w:tr w:rsidR="00A808E0" w:rsidRPr="009E3928" w14:paraId="066EBE77" w14:textId="77777777" w:rsidTr="00A808E0">
        <w:tc>
          <w:tcPr>
            <w:tcW w:w="1966" w:type="dxa"/>
            <w:tcBorders>
              <w:top w:val="single" w:sz="4" w:space="0" w:color="000000"/>
              <w:left w:val="single" w:sz="4" w:space="0" w:color="000000"/>
              <w:bottom w:val="single" w:sz="4" w:space="0" w:color="000000"/>
              <w:right w:val="single" w:sz="4" w:space="0" w:color="000000"/>
            </w:tcBorders>
          </w:tcPr>
          <w:p w14:paraId="066EBE73" w14:textId="77777777" w:rsidR="00A808E0" w:rsidRPr="009E3928" w:rsidRDefault="00A808E0" w:rsidP="00E272F7">
            <w:pPr>
              <w:pStyle w:val="TableText"/>
            </w:pPr>
            <w:r w:rsidRPr="009E3928">
              <w:t>Stakeholders and</w:t>
            </w:r>
          </w:p>
          <w:p w14:paraId="066EBE74" w14:textId="77777777" w:rsidR="00A808E0" w:rsidRPr="009E3928" w:rsidRDefault="00A808E0" w:rsidP="00E272F7">
            <w:pPr>
              <w:pStyle w:val="TableText"/>
            </w:pPr>
            <w:r w:rsidRPr="009E3928">
              <w:t>Threats</w:t>
            </w:r>
          </w:p>
        </w:tc>
        <w:tc>
          <w:tcPr>
            <w:tcW w:w="6544" w:type="dxa"/>
            <w:gridSpan w:val="2"/>
            <w:tcBorders>
              <w:top w:val="single" w:sz="4" w:space="0" w:color="000000"/>
              <w:left w:val="single" w:sz="4" w:space="0" w:color="000000"/>
              <w:bottom w:val="single" w:sz="4" w:space="0" w:color="000000"/>
              <w:right w:val="single" w:sz="4" w:space="0" w:color="000000"/>
            </w:tcBorders>
          </w:tcPr>
          <w:p w14:paraId="066EBE75" w14:textId="77777777" w:rsidR="00A808E0" w:rsidRPr="009E3928" w:rsidRDefault="00A808E0" w:rsidP="00E272F7">
            <w:pPr>
              <w:pStyle w:val="TableText"/>
            </w:pPr>
            <w:r w:rsidRPr="009E3928">
              <w:t>POP Client Company: loss of data integrity and/or confidentiality</w:t>
            </w:r>
          </w:p>
          <w:p w14:paraId="066EBE76" w14:textId="77777777" w:rsidR="00A808E0" w:rsidRPr="009E3928" w:rsidRDefault="00A808E0" w:rsidP="00E272F7">
            <w:pPr>
              <w:pStyle w:val="TableText"/>
            </w:pPr>
            <w:r w:rsidRPr="009E3928">
              <w:t>Ideal Co.: loss of reputation, loss of current and potential clients</w:t>
            </w:r>
          </w:p>
        </w:tc>
      </w:tr>
      <w:tr w:rsidR="00A808E0" w:rsidRPr="009E3928" w14:paraId="066EBE7A" w14:textId="77777777" w:rsidTr="00A808E0">
        <w:tc>
          <w:tcPr>
            <w:tcW w:w="1966" w:type="dxa"/>
            <w:tcBorders>
              <w:top w:val="single" w:sz="4" w:space="0" w:color="000000"/>
              <w:left w:val="single" w:sz="4" w:space="0" w:color="000000"/>
              <w:bottom w:val="single" w:sz="4" w:space="0" w:color="000000"/>
              <w:right w:val="single" w:sz="4" w:space="0" w:color="000000"/>
            </w:tcBorders>
          </w:tcPr>
          <w:p w14:paraId="066EBE78" w14:textId="77777777" w:rsidR="00A808E0" w:rsidRPr="009E3928" w:rsidRDefault="00A808E0" w:rsidP="00E272F7">
            <w:pPr>
              <w:pStyle w:val="TableText"/>
            </w:pPr>
            <w:r w:rsidRPr="009E3928">
              <w:t>Related Use Cases</w:t>
            </w:r>
          </w:p>
        </w:tc>
        <w:tc>
          <w:tcPr>
            <w:tcW w:w="6544" w:type="dxa"/>
            <w:gridSpan w:val="2"/>
            <w:tcBorders>
              <w:top w:val="single" w:sz="4" w:space="0" w:color="000000"/>
              <w:left w:val="single" w:sz="4" w:space="0" w:color="000000"/>
              <w:bottom w:val="single" w:sz="4" w:space="0" w:color="000000"/>
              <w:right w:val="single" w:sz="4" w:space="0" w:color="000000"/>
            </w:tcBorders>
          </w:tcPr>
          <w:p w14:paraId="066EBE79" w14:textId="77777777" w:rsidR="00A808E0" w:rsidRPr="009E3928" w:rsidRDefault="00A808E0" w:rsidP="00E272F7">
            <w:pPr>
              <w:pStyle w:val="TableText"/>
            </w:pPr>
            <w:r w:rsidRPr="009E3928">
              <w:t>UC-01, UC-02</w:t>
            </w:r>
          </w:p>
        </w:tc>
      </w:tr>
    </w:tbl>
    <w:p w14:paraId="066EBE7B" w14:textId="77777777" w:rsidR="00A808E0" w:rsidRDefault="00A808E0" w:rsidP="005E0E68">
      <w:pPr>
        <w:rPr>
          <w:szCs w:val="21"/>
        </w:rPr>
      </w:pPr>
    </w:p>
    <w:p w14:paraId="066EBE7C" w14:textId="77777777" w:rsidR="00A808E0" w:rsidRDefault="00A808E0" w:rsidP="005E0E68">
      <w:pPr>
        <w:rPr>
          <w:szCs w:val="21"/>
        </w:rPr>
      </w:pPr>
    </w:p>
    <w:p w14:paraId="066EBE7D" w14:textId="77777777" w:rsidR="00A808E0" w:rsidRDefault="00A808E0" w:rsidP="005E0E68">
      <w:pPr>
        <w:rPr>
          <w:szCs w:val="21"/>
        </w:rPr>
      </w:pPr>
    </w:p>
    <w:tbl>
      <w:tblPr>
        <w:tblW w:w="8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966"/>
        <w:gridCol w:w="1823"/>
        <w:gridCol w:w="4721"/>
      </w:tblGrid>
      <w:tr w:rsidR="00A808E0" w:rsidRPr="009E3928" w14:paraId="066EBE80" w14:textId="77777777" w:rsidTr="0004690E">
        <w:tc>
          <w:tcPr>
            <w:tcW w:w="1966" w:type="dxa"/>
          </w:tcPr>
          <w:p w14:paraId="066EBE7E" w14:textId="77777777" w:rsidR="00A808E0" w:rsidRPr="009E3928" w:rsidRDefault="00A808E0" w:rsidP="00E272F7">
            <w:pPr>
              <w:pStyle w:val="TableText"/>
            </w:pPr>
            <w:r w:rsidRPr="009E3928">
              <w:lastRenderedPageBreak/>
              <w:t xml:space="preserve">Number </w:t>
            </w:r>
          </w:p>
        </w:tc>
        <w:tc>
          <w:tcPr>
            <w:tcW w:w="6544" w:type="dxa"/>
            <w:gridSpan w:val="2"/>
          </w:tcPr>
          <w:p w14:paraId="066EBE7F" w14:textId="77777777" w:rsidR="00A808E0" w:rsidRPr="009E3928" w:rsidRDefault="00A808E0" w:rsidP="00E272F7">
            <w:pPr>
              <w:pStyle w:val="TableText"/>
            </w:pPr>
            <w:r w:rsidRPr="009E3928">
              <w:t>MC-02</w:t>
            </w:r>
          </w:p>
        </w:tc>
      </w:tr>
      <w:tr w:rsidR="00A808E0" w:rsidRPr="009E3928" w14:paraId="066EBE83" w14:textId="77777777" w:rsidTr="0004690E">
        <w:tc>
          <w:tcPr>
            <w:tcW w:w="1966" w:type="dxa"/>
          </w:tcPr>
          <w:p w14:paraId="066EBE81" w14:textId="77777777" w:rsidR="00A808E0" w:rsidRPr="009E3928" w:rsidRDefault="00A808E0" w:rsidP="00E272F7">
            <w:pPr>
              <w:pStyle w:val="TableText"/>
            </w:pPr>
            <w:r w:rsidRPr="009E3928">
              <w:t>Name</w:t>
            </w:r>
          </w:p>
        </w:tc>
        <w:tc>
          <w:tcPr>
            <w:tcW w:w="6544" w:type="dxa"/>
            <w:gridSpan w:val="2"/>
          </w:tcPr>
          <w:p w14:paraId="066EBE82" w14:textId="77777777" w:rsidR="00A808E0" w:rsidRPr="009E3928" w:rsidRDefault="00A808E0" w:rsidP="00E272F7">
            <w:pPr>
              <w:pStyle w:val="TableText"/>
            </w:pPr>
            <w:r w:rsidRPr="009E3928">
              <w:t>Sys admin gains access to system data</w:t>
            </w:r>
          </w:p>
        </w:tc>
      </w:tr>
      <w:tr w:rsidR="00A808E0" w:rsidRPr="009E3928" w14:paraId="066EBE86" w14:textId="77777777" w:rsidTr="0004690E">
        <w:tc>
          <w:tcPr>
            <w:tcW w:w="1966" w:type="dxa"/>
          </w:tcPr>
          <w:p w14:paraId="066EBE84" w14:textId="77777777" w:rsidR="00A808E0" w:rsidRPr="009E3928" w:rsidRDefault="00A808E0" w:rsidP="00E272F7">
            <w:pPr>
              <w:pStyle w:val="TableText"/>
            </w:pPr>
            <w:r w:rsidRPr="009E3928">
              <w:t>Scope</w:t>
            </w:r>
          </w:p>
        </w:tc>
        <w:tc>
          <w:tcPr>
            <w:tcW w:w="6544" w:type="dxa"/>
            <w:gridSpan w:val="2"/>
          </w:tcPr>
          <w:p w14:paraId="066EBE85" w14:textId="77777777" w:rsidR="00A808E0" w:rsidRPr="009E3928" w:rsidRDefault="00A808E0" w:rsidP="00E272F7">
            <w:pPr>
              <w:pStyle w:val="TableText"/>
            </w:pPr>
            <w:r w:rsidRPr="009E3928">
              <w:t>User Authorization Concerns</w:t>
            </w:r>
          </w:p>
        </w:tc>
      </w:tr>
      <w:tr w:rsidR="00A808E0" w:rsidRPr="009E3928" w14:paraId="066EBE89" w14:textId="77777777" w:rsidTr="0004690E">
        <w:tc>
          <w:tcPr>
            <w:tcW w:w="1966" w:type="dxa"/>
          </w:tcPr>
          <w:p w14:paraId="066EBE87" w14:textId="77777777" w:rsidR="00A808E0" w:rsidRPr="009E3928" w:rsidRDefault="00A808E0" w:rsidP="00E272F7">
            <w:pPr>
              <w:pStyle w:val="TableText"/>
              <w:rPr>
                <w:b/>
              </w:rPr>
            </w:pPr>
            <w:r w:rsidRPr="009E3928">
              <w:rPr>
                <w:b/>
              </w:rPr>
              <w:t>Priority</w:t>
            </w:r>
          </w:p>
        </w:tc>
        <w:tc>
          <w:tcPr>
            <w:tcW w:w="6544" w:type="dxa"/>
            <w:gridSpan w:val="2"/>
          </w:tcPr>
          <w:p w14:paraId="066EBE88" w14:textId="77777777" w:rsidR="00A808E0" w:rsidRPr="009E3928" w:rsidRDefault="00A808E0" w:rsidP="00E272F7">
            <w:pPr>
              <w:pStyle w:val="TableText"/>
            </w:pPr>
            <w:r w:rsidRPr="009E3928">
              <w:t>___Low ___Medium _</w:t>
            </w:r>
            <w:r w:rsidRPr="009E3928">
              <w:rPr>
                <w:u w:val="single"/>
              </w:rPr>
              <w:t>_</w:t>
            </w:r>
            <w:r w:rsidRPr="009E3928">
              <w:t>_High</w:t>
            </w:r>
          </w:p>
        </w:tc>
      </w:tr>
      <w:tr w:rsidR="00A808E0" w:rsidRPr="009E3928" w14:paraId="066EBE8E" w14:textId="77777777" w:rsidTr="0004690E">
        <w:tc>
          <w:tcPr>
            <w:tcW w:w="1966" w:type="dxa"/>
          </w:tcPr>
          <w:p w14:paraId="066EBE8A" w14:textId="77777777" w:rsidR="00A808E0" w:rsidRPr="009E3928" w:rsidRDefault="00A808E0" w:rsidP="00E272F7">
            <w:pPr>
              <w:pStyle w:val="TableText"/>
              <w:rPr>
                <w:b/>
              </w:rPr>
            </w:pPr>
            <w:r w:rsidRPr="009E3928">
              <w:rPr>
                <w:b/>
              </w:rPr>
              <w:t>Deployment</w:t>
            </w:r>
          </w:p>
          <w:p w14:paraId="066EBE8B" w14:textId="77777777" w:rsidR="00A808E0" w:rsidRPr="009E3928" w:rsidRDefault="00A808E0" w:rsidP="00E272F7">
            <w:pPr>
              <w:pStyle w:val="TableText"/>
            </w:pPr>
            <w:r w:rsidRPr="009E3928">
              <w:rPr>
                <w:b/>
              </w:rPr>
              <w:t>Environment</w:t>
            </w:r>
          </w:p>
        </w:tc>
        <w:tc>
          <w:tcPr>
            <w:tcW w:w="6544" w:type="dxa"/>
            <w:gridSpan w:val="2"/>
          </w:tcPr>
          <w:p w14:paraId="066EBE8C" w14:textId="77777777" w:rsidR="00A808E0" w:rsidRPr="009E3928" w:rsidRDefault="00A808E0" w:rsidP="00E272F7">
            <w:pPr>
              <w:pStyle w:val="TableText"/>
            </w:pPr>
            <w:r w:rsidRPr="009E3928">
              <w:t>___Intranet</w:t>
            </w:r>
          </w:p>
          <w:p w14:paraId="066EBE8D" w14:textId="77777777" w:rsidR="00A808E0" w:rsidRPr="009E3928" w:rsidRDefault="00A808E0" w:rsidP="00E272F7">
            <w:pPr>
              <w:pStyle w:val="TableText"/>
            </w:pPr>
            <w:r w:rsidRPr="009E3928">
              <w:t>___Extranet/Internet</w:t>
            </w:r>
          </w:p>
        </w:tc>
      </w:tr>
      <w:tr w:rsidR="00A808E0" w:rsidRPr="009E3928" w14:paraId="066EBE91" w14:textId="77777777" w:rsidTr="0004690E">
        <w:tc>
          <w:tcPr>
            <w:tcW w:w="1966" w:type="dxa"/>
          </w:tcPr>
          <w:p w14:paraId="066EBE8F" w14:textId="77777777" w:rsidR="00A808E0" w:rsidRPr="009E3928" w:rsidRDefault="00A808E0" w:rsidP="00E272F7">
            <w:pPr>
              <w:pStyle w:val="TableText"/>
            </w:pPr>
            <w:r w:rsidRPr="009E3928">
              <w:t>Mis-actors</w:t>
            </w:r>
          </w:p>
        </w:tc>
        <w:tc>
          <w:tcPr>
            <w:tcW w:w="6544" w:type="dxa"/>
            <w:gridSpan w:val="2"/>
          </w:tcPr>
          <w:p w14:paraId="066EBE90" w14:textId="77777777" w:rsidR="00A808E0" w:rsidRPr="009E3928" w:rsidRDefault="00A808E0" w:rsidP="00E272F7">
            <w:pPr>
              <w:pStyle w:val="TableText"/>
            </w:pPr>
            <w:r w:rsidRPr="009E3928">
              <w:t>Sys Admin</w:t>
            </w:r>
          </w:p>
        </w:tc>
      </w:tr>
      <w:tr w:rsidR="00A808E0" w:rsidRPr="009E3928" w14:paraId="066EBE98" w14:textId="77777777" w:rsidTr="0004690E">
        <w:tc>
          <w:tcPr>
            <w:tcW w:w="1966" w:type="dxa"/>
          </w:tcPr>
          <w:p w14:paraId="066EBE92" w14:textId="77777777" w:rsidR="00A808E0" w:rsidRPr="009E3928" w:rsidRDefault="00A808E0" w:rsidP="00E272F7">
            <w:pPr>
              <w:pStyle w:val="TableText"/>
            </w:pPr>
            <w:r w:rsidRPr="009E3928">
              <w:t>Access Right</w:t>
            </w:r>
            <w:r>
              <w:t xml:space="preserve"> </w:t>
            </w:r>
            <w:r w:rsidRPr="009E3928">
              <w:t>Levels</w:t>
            </w:r>
          </w:p>
        </w:tc>
        <w:tc>
          <w:tcPr>
            <w:tcW w:w="6544" w:type="dxa"/>
            <w:gridSpan w:val="2"/>
          </w:tcPr>
          <w:p w14:paraId="066EBE93" w14:textId="77777777" w:rsidR="00A808E0" w:rsidRPr="009E3928" w:rsidRDefault="00A808E0" w:rsidP="00E272F7">
            <w:pPr>
              <w:pStyle w:val="TableText"/>
            </w:pPr>
            <w:r w:rsidRPr="009E3928">
              <w:rPr>
                <w:u w:val="single"/>
              </w:rPr>
              <w:t>__</w:t>
            </w:r>
            <w:r w:rsidRPr="009E3928">
              <w:t>_ Low-Level System Users</w:t>
            </w:r>
          </w:p>
          <w:p w14:paraId="066EBE94" w14:textId="77777777" w:rsidR="00A808E0" w:rsidRPr="009E3928" w:rsidRDefault="00A808E0" w:rsidP="00E272F7">
            <w:pPr>
              <w:pStyle w:val="TableText"/>
            </w:pPr>
            <w:r w:rsidRPr="009E3928">
              <w:rPr>
                <w:u w:val="single"/>
              </w:rPr>
              <w:t>__</w:t>
            </w:r>
            <w:r w:rsidRPr="009E3928">
              <w:t>_ Medium-Level System Users</w:t>
            </w:r>
          </w:p>
          <w:p w14:paraId="066EBE95" w14:textId="77777777" w:rsidR="00A808E0" w:rsidRPr="009E3928" w:rsidRDefault="00A808E0" w:rsidP="00E272F7">
            <w:pPr>
              <w:pStyle w:val="TableText"/>
            </w:pPr>
            <w:r w:rsidRPr="009E3928">
              <w:rPr>
                <w:u w:val="single"/>
              </w:rPr>
              <w:t>__</w:t>
            </w:r>
            <w:r w:rsidRPr="009E3928">
              <w:t>_ High-Level System Users</w:t>
            </w:r>
          </w:p>
          <w:p w14:paraId="066EBE96" w14:textId="77777777" w:rsidR="00A808E0" w:rsidRPr="009E3928" w:rsidRDefault="00A808E0" w:rsidP="00E272F7">
            <w:pPr>
              <w:pStyle w:val="TableText"/>
            </w:pPr>
            <w:r w:rsidRPr="009E3928">
              <w:rPr>
                <w:u w:val="single"/>
              </w:rPr>
              <w:t>_X</w:t>
            </w:r>
            <w:r w:rsidRPr="009E3928">
              <w:t>_ Sys Admin</w:t>
            </w:r>
          </w:p>
          <w:p w14:paraId="066EBE97" w14:textId="77777777" w:rsidR="00A808E0" w:rsidRPr="009E3928" w:rsidRDefault="00A808E0" w:rsidP="00E272F7">
            <w:pPr>
              <w:pStyle w:val="TableText"/>
            </w:pPr>
            <w:r w:rsidRPr="009E3928">
              <w:rPr>
                <w:u w:val="single"/>
              </w:rPr>
              <w:t>__</w:t>
            </w:r>
            <w:r w:rsidRPr="009E3928">
              <w:t>_ Other Network User</w:t>
            </w:r>
          </w:p>
        </w:tc>
      </w:tr>
      <w:tr w:rsidR="00A808E0" w:rsidRPr="009E3928" w14:paraId="066EBE9B" w14:textId="77777777" w:rsidTr="0004690E">
        <w:tc>
          <w:tcPr>
            <w:tcW w:w="1966" w:type="dxa"/>
          </w:tcPr>
          <w:p w14:paraId="066EBE99" w14:textId="77777777" w:rsidR="00A808E0" w:rsidRPr="009E3928" w:rsidRDefault="00A808E0" w:rsidP="00E272F7">
            <w:pPr>
              <w:pStyle w:val="TableText"/>
            </w:pPr>
            <w:r w:rsidRPr="009E3928">
              <w:t>Point of Entry</w:t>
            </w:r>
          </w:p>
        </w:tc>
        <w:tc>
          <w:tcPr>
            <w:tcW w:w="6544" w:type="dxa"/>
            <w:gridSpan w:val="2"/>
          </w:tcPr>
          <w:p w14:paraId="066EBE9A" w14:textId="77777777" w:rsidR="00A808E0" w:rsidRPr="009E3928" w:rsidRDefault="00A808E0" w:rsidP="00E272F7">
            <w:pPr>
              <w:pStyle w:val="TableText"/>
            </w:pPr>
            <w:r w:rsidRPr="009E3928">
              <w:t>___ Network _</w:t>
            </w:r>
            <w:r w:rsidRPr="009E3928">
              <w:rPr>
                <w:u w:val="single"/>
              </w:rPr>
              <w:t>_</w:t>
            </w:r>
            <w:r w:rsidRPr="009E3928">
              <w:t>_ Host _</w:t>
            </w:r>
            <w:r w:rsidRPr="009E3928">
              <w:rPr>
                <w:u w:val="single"/>
              </w:rPr>
              <w:t>X</w:t>
            </w:r>
            <w:r w:rsidRPr="009E3928">
              <w:t>_ Application</w:t>
            </w:r>
          </w:p>
        </w:tc>
      </w:tr>
      <w:tr w:rsidR="00A808E0" w:rsidRPr="009E3928" w14:paraId="066EBEA0" w14:textId="77777777" w:rsidTr="0004690E">
        <w:tc>
          <w:tcPr>
            <w:tcW w:w="1966" w:type="dxa"/>
          </w:tcPr>
          <w:p w14:paraId="066EBE9C" w14:textId="77777777" w:rsidR="00A808E0" w:rsidRPr="009E3928" w:rsidRDefault="00A808E0" w:rsidP="00E272F7">
            <w:pPr>
              <w:pStyle w:val="TableText"/>
            </w:pPr>
            <w:r w:rsidRPr="009E3928">
              <w:rPr>
                <w:b/>
              </w:rPr>
              <w:t>Security Attributes</w:t>
            </w:r>
            <w:r>
              <w:rPr>
                <w:b/>
              </w:rPr>
              <w:t xml:space="preserve"> </w:t>
            </w:r>
            <w:r w:rsidRPr="009E3928">
              <w:rPr>
                <w:b/>
              </w:rPr>
              <w:t>Affected</w:t>
            </w:r>
          </w:p>
        </w:tc>
        <w:tc>
          <w:tcPr>
            <w:tcW w:w="6544" w:type="dxa"/>
            <w:gridSpan w:val="2"/>
          </w:tcPr>
          <w:p w14:paraId="066EBE9D" w14:textId="77777777" w:rsidR="00A808E0" w:rsidRPr="009E3928" w:rsidRDefault="00A808E0" w:rsidP="00E272F7">
            <w:pPr>
              <w:pStyle w:val="TableText"/>
            </w:pPr>
            <w:r w:rsidRPr="009E3928">
              <w:t>___Confidentiality</w:t>
            </w:r>
          </w:p>
          <w:p w14:paraId="066EBE9E" w14:textId="77777777" w:rsidR="00A808E0" w:rsidRPr="009E3928" w:rsidRDefault="00A808E0" w:rsidP="00E272F7">
            <w:pPr>
              <w:pStyle w:val="TableText"/>
            </w:pPr>
            <w:r w:rsidRPr="009E3928">
              <w:t>___Integrity</w:t>
            </w:r>
          </w:p>
          <w:p w14:paraId="066EBE9F" w14:textId="77777777" w:rsidR="00A808E0" w:rsidRPr="009E3928" w:rsidRDefault="00A808E0" w:rsidP="00E272F7">
            <w:pPr>
              <w:pStyle w:val="TableText"/>
            </w:pPr>
            <w:r w:rsidRPr="009E3928">
              <w:t>___Availability</w:t>
            </w:r>
          </w:p>
        </w:tc>
      </w:tr>
      <w:tr w:rsidR="00A808E0" w:rsidRPr="009E3928" w14:paraId="066EBEA3" w14:textId="77777777" w:rsidTr="0004690E">
        <w:tc>
          <w:tcPr>
            <w:tcW w:w="1966" w:type="dxa"/>
          </w:tcPr>
          <w:p w14:paraId="066EBEA1" w14:textId="77777777" w:rsidR="00A808E0" w:rsidRPr="009E3928" w:rsidRDefault="00A808E0" w:rsidP="00E272F7">
            <w:pPr>
              <w:pStyle w:val="TableText"/>
            </w:pPr>
            <w:r w:rsidRPr="009E3928">
              <w:t>Description</w:t>
            </w:r>
          </w:p>
        </w:tc>
        <w:tc>
          <w:tcPr>
            <w:tcW w:w="6544" w:type="dxa"/>
            <w:gridSpan w:val="2"/>
          </w:tcPr>
          <w:p w14:paraId="066EBEA2" w14:textId="77777777" w:rsidR="00A808E0" w:rsidRPr="009E3928" w:rsidRDefault="00A808E0" w:rsidP="00E272F7">
            <w:pPr>
              <w:pStyle w:val="TableText"/>
            </w:pPr>
            <w:r w:rsidRPr="009E3928">
              <w:t>A sys admin attempts to gain access data on the Windows 2003 server and succeeds.</w:t>
            </w:r>
          </w:p>
        </w:tc>
      </w:tr>
      <w:tr w:rsidR="00A808E0" w:rsidRPr="009E3928" w14:paraId="066EBEA8" w14:textId="77777777" w:rsidTr="0004690E">
        <w:tc>
          <w:tcPr>
            <w:tcW w:w="1966" w:type="dxa"/>
          </w:tcPr>
          <w:p w14:paraId="066EBEA4" w14:textId="77777777" w:rsidR="00A808E0" w:rsidRPr="009E3928" w:rsidRDefault="00A808E0" w:rsidP="00E272F7">
            <w:pPr>
              <w:pStyle w:val="TableText"/>
            </w:pPr>
            <w:r w:rsidRPr="009E3928">
              <w:t>Sophistication</w:t>
            </w:r>
          </w:p>
        </w:tc>
        <w:tc>
          <w:tcPr>
            <w:tcW w:w="6544" w:type="dxa"/>
            <w:gridSpan w:val="2"/>
          </w:tcPr>
          <w:p w14:paraId="066EBEA5" w14:textId="77777777" w:rsidR="00A808E0" w:rsidRPr="009E3928" w:rsidRDefault="00A808E0" w:rsidP="00E272F7">
            <w:pPr>
              <w:pStyle w:val="TableText"/>
            </w:pPr>
            <w:r w:rsidRPr="009E3928">
              <w:t>___ Low</w:t>
            </w:r>
          </w:p>
          <w:p w14:paraId="066EBEA6" w14:textId="77777777" w:rsidR="00A808E0" w:rsidRPr="009E3928" w:rsidRDefault="00A808E0" w:rsidP="00E272F7">
            <w:pPr>
              <w:pStyle w:val="TableText"/>
            </w:pPr>
            <w:r w:rsidRPr="009E3928">
              <w:t>_</w:t>
            </w:r>
            <w:r w:rsidRPr="009E3928">
              <w:rPr>
                <w:u w:val="single"/>
              </w:rPr>
              <w:t>X</w:t>
            </w:r>
            <w:r w:rsidRPr="009E3928">
              <w:t>_ Medium</w:t>
            </w:r>
          </w:p>
          <w:p w14:paraId="066EBEA7" w14:textId="77777777" w:rsidR="00A808E0" w:rsidRPr="009E3928" w:rsidRDefault="00A808E0" w:rsidP="00E272F7">
            <w:pPr>
              <w:pStyle w:val="TableText"/>
            </w:pPr>
            <w:r w:rsidRPr="009E3928">
              <w:t>___ High</w:t>
            </w:r>
          </w:p>
        </w:tc>
      </w:tr>
      <w:tr w:rsidR="00A808E0" w:rsidRPr="009E3928" w14:paraId="066EBEAB" w14:textId="77777777" w:rsidTr="0004690E">
        <w:tc>
          <w:tcPr>
            <w:tcW w:w="1966" w:type="dxa"/>
          </w:tcPr>
          <w:p w14:paraId="066EBEA9" w14:textId="77777777" w:rsidR="00A808E0" w:rsidRPr="009E3928" w:rsidRDefault="00A808E0" w:rsidP="00E272F7">
            <w:pPr>
              <w:pStyle w:val="TableText"/>
            </w:pPr>
            <w:r w:rsidRPr="009E3928">
              <w:t>Pre-conditions</w:t>
            </w:r>
          </w:p>
        </w:tc>
        <w:tc>
          <w:tcPr>
            <w:tcW w:w="6544" w:type="dxa"/>
            <w:gridSpan w:val="2"/>
          </w:tcPr>
          <w:p w14:paraId="066EBEAA" w14:textId="77777777" w:rsidR="00A808E0" w:rsidRPr="009E3928" w:rsidRDefault="00A808E0" w:rsidP="00E272F7">
            <w:pPr>
              <w:pStyle w:val="TableText"/>
            </w:pPr>
            <w:r w:rsidRPr="009E3928">
              <w:t>The sys admin has logon rights to the server or he/she has the crede</w:t>
            </w:r>
            <w:r w:rsidRPr="009E3928">
              <w:t>n</w:t>
            </w:r>
            <w:r w:rsidRPr="009E3928">
              <w:t>tials to access the database.</w:t>
            </w:r>
          </w:p>
        </w:tc>
      </w:tr>
      <w:tr w:rsidR="00A808E0" w:rsidRPr="009E3928" w14:paraId="066EBEAE" w14:textId="77777777" w:rsidTr="0004690E">
        <w:tc>
          <w:tcPr>
            <w:tcW w:w="1966" w:type="dxa"/>
          </w:tcPr>
          <w:p w14:paraId="066EBEAC" w14:textId="77777777" w:rsidR="00A808E0" w:rsidRPr="009E3928" w:rsidRDefault="00A808E0" w:rsidP="00E272F7">
            <w:pPr>
              <w:pStyle w:val="TableText"/>
            </w:pPr>
            <w:r w:rsidRPr="009E3928">
              <w:t>Assumptions</w:t>
            </w:r>
          </w:p>
        </w:tc>
        <w:tc>
          <w:tcPr>
            <w:tcW w:w="6544" w:type="dxa"/>
            <w:gridSpan w:val="2"/>
          </w:tcPr>
          <w:p w14:paraId="066EBEAD" w14:textId="77777777" w:rsidR="00A808E0" w:rsidRPr="009E3928" w:rsidRDefault="00A808E0" w:rsidP="00E272F7">
            <w:pPr>
              <w:pStyle w:val="TableText"/>
            </w:pPr>
            <w:r w:rsidRPr="009E3928">
              <w:t>The sys admin does not have permission to access data on the server.</w:t>
            </w:r>
          </w:p>
        </w:tc>
      </w:tr>
      <w:tr w:rsidR="00A808E0" w:rsidRPr="009E3928" w14:paraId="066EBEB2" w14:textId="77777777" w:rsidTr="0004690E">
        <w:tc>
          <w:tcPr>
            <w:tcW w:w="1966" w:type="dxa"/>
            <w:vMerge w:val="restart"/>
          </w:tcPr>
          <w:p w14:paraId="066EBEAF" w14:textId="77777777" w:rsidR="00A808E0" w:rsidRPr="009E3928" w:rsidRDefault="00A808E0" w:rsidP="00E272F7">
            <w:pPr>
              <w:pStyle w:val="TableText"/>
            </w:pPr>
            <w:r w:rsidRPr="009E3928">
              <w:t>Post-conditions</w:t>
            </w:r>
          </w:p>
        </w:tc>
        <w:tc>
          <w:tcPr>
            <w:tcW w:w="1823" w:type="dxa"/>
          </w:tcPr>
          <w:p w14:paraId="066EBEB0" w14:textId="77777777" w:rsidR="00A808E0" w:rsidRPr="009E3928" w:rsidRDefault="00A808E0" w:rsidP="00E272F7">
            <w:pPr>
              <w:pStyle w:val="TableText"/>
            </w:pPr>
            <w:r w:rsidRPr="009E3928">
              <w:t>Worst Case Threat</w:t>
            </w:r>
          </w:p>
        </w:tc>
        <w:tc>
          <w:tcPr>
            <w:tcW w:w="4721" w:type="dxa"/>
          </w:tcPr>
          <w:p w14:paraId="066EBEB1" w14:textId="77777777" w:rsidR="00A808E0" w:rsidRPr="009E3928" w:rsidRDefault="00A808E0" w:rsidP="00E272F7">
            <w:pPr>
              <w:pStyle w:val="TableText"/>
            </w:pPr>
            <w:r w:rsidRPr="009E3928">
              <w:t>The sys admin sees and/or tampers with the sy</w:t>
            </w:r>
            <w:r w:rsidRPr="009E3928">
              <w:t>s</w:t>
            </w:r>
            <w:r w:rsidRPr="009E3928">
              <w:t>tem data. His/her actions are never caught.</w:t>
            </w:r>
          </w:p>
        </w:tc>
      </w:tr>
      <w:tr w:rsidR="00A808E0" w:rsidRPr="009E3928" w14:paraId="066EBEB6" w14:textId="77777777" w:rsidTr="0004690E">
        <w:tc>
          <w:tcPr>
            <w:tcW w:w="1966" w:type="dxa"/>
            <w:vMerge/>
          </w:tcPr>
          <w:p w14:paraId="066EBEB3" w14:textId="77777777" w:rsidR="00A808E0" w:rsidRPr="009E3928" w:rsidRDefault="00A808E0" w:rsidP="00E272F7">
            <w:pPr>
              <w:pStyle w:val="TableText"/>
            </w:pPr>
          </w:p>
        </w:tc>
        <w:tc>
          <w:tcPr>
            <w:tcW w:w="1823" w:type="dxa"/>
          </w:tcPr>
          <w:p w14:paraId="066EBEB4" w14:textId="77777777" w:rsidR="00A808E0" w:rsidRPr="009E3928" w:rsidRDefault="00A808E0" w:rsidP="00E272F7">
            <w:pPr>
              <w:pStyle w:val="TableText"/>
            </w:pPr>
            <w:r w:rsidRPr="009E3928">
              <w:t>Wanted Preve</w:t>
            </w:r>
            <w:r w:rsidRPr="009E3928">
              <w:t>n</w:t>
            </w:r>
            <w:r w:rsidRPr="009E3928">
              <w:t>tion Guarantee</w:t>
            </w:r>
          </w:p>
        </w:tc>
        <w:tc>
          <w:tcPr>
            <w:tcW w:w="4721" w:type="dxa"/>
          </w:tcPr>
          <w:p w14:paraId="066EBEB5" w14:textId="77777777" w:rsidR="00A808E0" w:rsidRPr="009E3928" w:rsidRDefault="00A808E0" w:rsidP="00E272F7">
            <w:pPr>
              <w:pStyle w:val="TableText"/>
            </w:pPr>
            <w:r w:rsidRPr="009E3928">
              <w:t>Enforce machine ACL security policy. Separate credentials for system administration and applic</w:t>
            </w:r>
            <w:r w:rsidRPr="009E3928">
              <w:t>a</w:t>
            </w:r>
            <w:r w:rsidRPr="009E3928">
              <w:t>tion access (role-based user authentication).</w:t>
            </w:r>
          </w:p>
        </w:tc>
      </w:tr>
      <w:tr w:rsidR="00A808E0" w:rsidRPr="009E3928" w14:paraId="066EBEBA" w14:textId="77777777" w:rsidTr="0004690E">
        <w:tc>
          <w:tcPr>
            <w:tcW w:w="1966" w:type="dxa"/>
            <w:vMerge/>
          </w:tcPr>
          <w:p w14:paraId="066EBEB7" w14:textId="77777777" w:rsidR="00A808E0" w:rsidRPr="009E3928" w:rsidRDefault="00A808E0" w:rsidP="00E272F7">
            <w:pPr>
              <w:pStyle w:val="TableText"/>
            </w:pPr>
          </w:p>
        </w:tc>
        <w:tc>
          <w:tcPr>
            <w:tcW w:w="1823" w:type="dxa"/>
          </w:tcPr>
          <w:p w14:paraId="066EBEB8" w14:textId="77777777" w:rsidR="00A808E0" w:rsidRPr="009E3928" w:rsidRDefault="00A808E0" w:rsidP="00E272F7">
            <w:pPr>
              <w:pStyle w:val="TableText"/>
            </w:pPr>
            <w:r w:rsidRPr="009E3928">
              <w:t>Wanted Dete</w:t>
            </w:r>
            <w:r w:rsidRPr="009E3928">
              <w:t>c</w:t>
            </w:r>
            <w:r w:rsidRPr="009E3928">
              <w:t>tion Guarantee</w:t>
            </w:r>
          </w:p>
        </w:tc>
        <w:tc>
          <w:tcPr>
            <w:tcW w:w="4721" w:type="dxa"/>
          </w:tcPr>
          <w:p w14:paraId="066EBEB9" w14:textId="77777777" w:rsidR="00A808E0" w:rsidRPr="009E3928" w:rsidRDefault="00A808E0" w:rsidP="00E272F7">
            <w:pPr>
              <w:pStyle w:val="TableText"/>
            </w:pPr>
            <w:r w:rsidRPr="009E3928">
              <w:t>Logon attempts are logged, application usage is logged, and database accesses are logged. Audit information is cross reviewed by a group of sys admins and managers.</w:t>
            </w:r>
          </w:p>
        </w:tc>
      </w:tr>
      <w:tr w:rsidR="00A808E0" w:rsidRPr="009E3928" w14:paraId="066EBEBE" w14:textId="77777777" w:rsidTr="0004690E">
        <w:tc>
          <w:tcPr>
            <w:tcW w:w="1966" w:type="dxa"/>
            <w:vMerge/>
          </w:tcPr>
          <w:p w14:paraId="066EBEBB" w14:textId="77777777" w:rsidR="00A808E0" w:rsidRPr="009E3928" w:rsidRDefault="00A808E0" w:rsidP="00E272F7">
            <w:pPr>
              <w:pStyle w:val="TableText"/>
            </w:pPr>
          </w:p>
        </w:tc>
        <w:tc>
          <w:tcPr>
            <w:tcW w:w="1823" w:type="dxa"/>
            <w:tcBorders>
              <w:top w:val="single" w:sz="4" w:space="0" w:color="000000"/>
              <w:left w:val="single" w:sz="4" w:space="0" w:color="000000"/>
              <w:bottom w:val="single" w:sz="4" w:space="0" w:color="000000"/>
              <w:right w:val="single" w:sz="4" w:space="0" w:color="000000"/>
            </w:tcBorders>
          </w:tcPr>
          <w:p w14:paraId="066EBEBC" w14:textId="77777777" w:rsidR="00A808E0" w:rsidRPr="009E3928" w:rsidRDefault="00A808E0" w:rsidP="00E272F7">
            <w:pPr>
              <w:pStyle w:val="TableText"/>
            </w:pPr>
            <w:r w:rsidRPr="009E3928">
              <w:t>Wanted Recovery Guarantee</w:t>
            </w:r>
          </w:p>
        </w:tc>
        <w:tc>
          <w:tcPr>
            <w:tcW w:w="4721" w:type="dxa"/>
            <w:tcBorders>
              <w:top w:val="single" w:sz="4" w:space="0" w:color="000000"/>
              <w:left w:val="single" w:sz="4" w:space="0" w:color="000000"/>
              <w:bottom w:val="single" w:sz="4" w:space="0" w:color="000000"/>
              <w:right w:val="single" w:sz="4" w:space="0" w:color="000000"/>
            </w:tcBorders>
          </w:tcPr>
          <w:p w14:paraId="066EBEBD" w14:textId="77777777" w:rsidR="00A808E0" w:rsidRPr="009E3928" w:rsidRDefault="00A808E0" w:rsidP="00E272F7">
            <w:pPr>
              <w:pStyle w:val="TableText"/>
            </w:pPr>
            <w:r w:rsidRPr="009E3928">
              <w:t>Restore data from backup if data is tampered with.</w:t>
            </w:r>
          </w:p>
        </w:tc>
      </w:tr>
      <w:tr w:rsidR="00A808E0" w:rsidRPr="009E3928" w14:paraId="066EBEC1" w14:textId="77777777" w:rsidTr="0004690E">
        <w:tc>
          <w:tcPr>
            <w:tcW w:w="1966" w:type="dxa"/>
          </w:tcPr>
          <w:p w14:paraId="066EBEBF" w14:textId="77777777" w:rsidR="00A808E0" w:rsidRPr="009E3928" w:rsidRDefault="00A808E0" w:rsidP="00E272F7">
            <w:pPr>
              <w:pStyle w:val="TableText"/>
            </w:pPr>
            <w:r w:rsidRPr="009E3928">
              <w:t>Potential Mis-actor</w:t>
            </w:r>
            <w:r>
              <w:t xml:space="preserve"> </w:t>
            </w:r>
            <w:r w:rsidRPr="009E3928">
              <w:t>Profiles</w:t>
            </w:r>
          </w:p>
        </w:tc>
        <w:tc>
          <w:tcPr>
            <w:tcW w:w="6544" w:type="dxa"/>
            <w:gridSpan w:val="2"/>
          </w:tcPr>
          <w:p w14:paraId="066EBEC0" w14:textId="77777777" w:rsidR="00A808E0" w:rsidRPr="009E3928" w:rsidRDefault="00A808E0" w:rsidP="00E272F7">
            <w:pPr>
              <w:pStyle w:val="TableText"/>
            </w:pPr>
            <w:r w:rsidRPr="009E3928">
              <w:t>Highly skilled system administrators who understand how the system works and know about backdoors (if any exist)</w:t>
            </w:r>
          </w:p>
        </w:tc>
      </w:tr>
      <w:tr w:rsidR="00A808E0" w:rsidRPr="009E3928" w14:paraId="066EBEC6" w14:textId="77777777" w:rsidTr="0004690E">
        <w:tc>
          <w:tcPr>
            <w:tcW w:w="1966" w:type="dxa"/>
          </w:tcPr>
          <w:p w14:paraId="066EBEC2" w14:textId="77777777" w:rsidR="00A808E0" w:rsidRPr="009E3928" w:rsidRDefault="00A808E0" w:rsidP="00E272F7">
            <w:pPr>
              <w:pStyle w:val="TableText"/>
            </w:pPr>
            <w:r w:rsidRPr="009E3928">
              <w:t>Stakeholders and</w:t>
            </w:r>
          </w:p>
          <w:p w14:paraId="066EBEC3" w14:textId="77777777" w:rsidR="00A808E0" w:rsidRPr="009E3928" w:rsidRDefault="00A808E0" w:rsidP="00E272F7">
            <w:pPr>
              <w:pStyle w:val="TableText"/>
            </w:pPr>
            <w:r w:rsidRPr="009E3928">
              <w:t>Threats</w:t>
            </w:r>
          </w:p>
        </w:tc>
        <w:tc>
          <w:tcPr>
            <w:tcW w:w="6544" w:type="dxa"/>
            <w:gridSpan w:val="2"/>
          </w:tcPr>
          <w:p w14:paraId="066EBEC4" w14:textId="77777777" w:rsidR="00A808E0" w:rsidRPr="009E3928" w:rsidRDefault="00A808E0" w:rsidP="00E272F7">
            <w:pPr>
              <w:pStyle w:val="TableText"/>
            </w:pPr>
            <w:r w:rsidRPr="009E3928">
              <w:t>POP Client Company: loss of data integrity and/or confidentiality</w:t>
            </w:r>
          </w:p>
          <w:p w14:paraId="066EBEC5" w14:textId="77777777" w:rsidR="00A808E0" w:rsidRPr="009E3928" w:rsidRDefault="00A808E0" w:rsidP="00E272F7">
            <w:pPr>
              <w:pStyle w:val="TableText"/>
            </w:pPr>
            <w:r w:rsidRPr="009E3928">
              <w:t>Ideal Co.: loss of reputation, loss of current and potential clients</w:t>
            </w:r>
          </w:p>
        </w:tc>
      </w:tr>
      <w:tr w:rsidR="00A808E0" w:rsidRPr="009E3928" w14:paraId="066EBEC9" w14:textId="77777777" w:rsidTr="0004690E">
        <w:tc>
          <w:tcPr>
            <w:tcW w:w="1966" w:type="dxa"/>
          </w:tcPr>
          <w:p w14:paraId="066EBEC7" w14:textId="77777777" w:rsidR="00A808E0" w:rsidRPr="009E3928" w:rsidRDefault="00A808E0" w:rsidP="00E272F7">
            <w:pPr>
              <w:pStyle w:val="TableText"/>
            </w:pPr>
            <w:r w:rsidRPr="009E3928">
              <w:t>Related Use Cases</w:t>
            </w:r>
          </w:p>
        </w:tc>
        <w:tc>
          <w:tcPr>
            <w:tcW w:w="6544" w:type="dxa"/>
            <w:gridSpan w:val="2"/>
          </w:tcPr>
          <w:p w14:paraId="066EBEC8" w14:textId="77777777" w:rsidR="00A808E0" w:rsidRPr="009E3928" w:rsidRDefault="00A808E0" w:rsidP="00E272F7">
            <w:pPr>
              <w:pStyle w:val="TableText"/>
            </w:pPr>
            <w:r w:rsidRPr="009E3928">
              <w:t>UC-01, UC-02</w:t>
            </w:r>
          </w:p>
        </w:tc>
      </w:tr>
    </w:tbl>
    <w:p w14:paraId="066EBECA" w14:textId="77777777" w:rsidR="00A808E0" w:rsidRDefault="00A808E0" w:rsidP="005E0E68">
      <w:pPr>
        <w:rPr>
          <w:szCs w:val="21"/>
        </w:rPr>
      </w:pPr>
    </w:p>
    <w:p w14:paraId="066EBECB" w14:textId="77777777" w:rsidR="00956055" w:rsidRDefault="00956055" w:rsidP="005E0E68">
      <w:pPr>
        <w:rPr>
          <w:szCs w:val="21"/>
        </w:rPr>
      </w:pPr>
    </w:p>
    <w:p w14:paraId="066EBECC" w14:textId="77777777" w:rsidR="00956055" w:rsidRDefault="00956055" w:rsidP="005E0E68">
      <w:pPr>
        <w:rPr>
          <w:szCs w:val="21"/>
        </w:rPr>
      </w:pPr>
    </w:p>
    <w:tbl>
      <w:tblPr>
        <w:tblW w:w="8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982"/>
        <w:gridCol w:w="1773"/>
        <w:gridCol w:w="4755"/>
      </w:tblGrid>
      <w:tr w:rsidR="00956055" w:rsidRPr="009E3928" w14:paraId="066EBECF" w14:textId="77777777" w:rsidTr="00956055">
        <w:tc>
          <w:tcPr>
            <w:tcW w:w="1982" w:type="dxa"/>
          </w:tcPr>
          <w:p w14:paraId="066EBECD" w14:textId="77777777" w:rsidR="00956055" w:rsidRPr="009E3928" w:rsidRDefault="00956055" w:rsidP="00E272F7">
            <w:pPr>
              <w:pStyle w:val="TableText"/>
            </w:pPr>
            <w:r w:rsidRPr="009E3928">
              <w:lastRenderedPageBreak/>
              <w:t xml:space="preserve">Number </w:t>
            </w:r>
          </w:p>
        </w:tc>
        <w:tc>
          <w:tcPr>
            <w:tcW w:w="6528" w:type="dxa"/>
            <w:gridSpan w:val="2"/>
          </w:tcPr>
          <w:p w14:paraId="066EBECE" w14:textId="77777777" w:rsidR="00956055" w:rsidRPr="009E3928" w:rsidRDefault="00956055" w:rsidP="00E272F7">
            <w:pPr>
              <w:pStyle w:val="TableText"/>
            </w:pPr>
            <w:r w:rsidRPr="009E3928">
              <w:t>MC-03</w:t>
            </w:r>
          </w:p>
        </w:tc>
      </w:tr>
      <w:tr w:rsidR="00956055" w:rsidRPr="009E3928" w14:paraId="066EBED2" w14:textId="77777777" w:rsidTr="00956055">
        <w:tc>
          <w:tcPr>
            <w:tcW w:w="1982" w:type="dxa"/>
          </w:tcPr>
          <w:p w14:paraId="066EBED0" w14:textId="77777777" w:rsidR="00956055" w:rsidRPr="009E3928" w:rsidRDefault="00956055" w:rsidP="00E272F7">
            <w:pPr>
              <w:pStyle w:val="TableText"/>
            </w:pPr>
            <w:r w:rsidRPr="009E3928">
              <w:t>Name</w:t>
            </w:r>
          </w:p>
        </w:tc>
        <w:tc>
          <w:tcPr>
            <w:tcW w:w="6528" w:type="dxa"/>
            <w:gridSpan w:val="2"/>
          </w:tcPr>
          <w:p w14:paraId="066EBED1" w14:textId="77777777" w:rsidR="00956055" w:rsidRPr="009E3928" w:rsidRDefault="00956055" w:rsidP="00E272F7">
            <w:pPr>
              <w:pStyle w:val="TableText"/>
            </w:pPr>
            <w:r w:rsidRPr="009E3928">
              <w:t>Malicious users install malicious programs that can tap into Excel’s memory to steal exported data.</w:t>
            </w:r>
          </w:p>
        </w:tc>
      </w:tr>
      <w:tr w:rsidR="00956055" w:rsidRPr="009E3928" w14:paraId="066EBED5" w14:textId="77777777" w:rsidTr="00956055">
        <w:tc>
          <w:tcPr>
            <w:tcW w:w="1982" w:type="dxa"/>
          </w:tcPr>
          <w:p w14:paraId="066EBED3" w14:textId="77777777" w:rsidR="00956055" w:rsidRPr="009E3928" w:rsidRDefault="00956055" w:rsidP="00E272F7">
            <w:pPr>
              <w:pStyle w:val="TableText"/>
            </w:pPr>
            <w:r w:rsidRPr="009E3928">
              <w:t>Scope</w:t>
            </w:r>
          </w:p>
        </w:tc>
        <w:tc>
          <w:tcPr>
            <w:tcW w:w="6528" w:type="dxa"/>
            <w:gridSpan w:val="2"/>
          </w:tcPr>
          <w:p w14:paraId="066EBED4" w14:textId="77777777" w:rsidR="00956055" w:rsidRPr="009E3928" w:rsidRDefault="00956055" w:rsidP="00E272F7">
            <w:pPr>
              <w:pStyle w:val="TableText"/>
            </w:pPr>
            <w:r w:rsidRPr="009E3928">
              <w:t>Data confidentiality concerns</w:t>
            </w:r>
          </w:p>
        </w:tc>
      </w:tr>
      <w:tr w:rsidR="00956055" w:rsidRPr="009E3928" w14:paraId="066EBED8" w14:textId="77777777" w:rsidTr="00956055">
        <w:tc>
          <w:tcPr>
            <w:tcW w:w="1982" w:type="dxa"/>
          </w:tcPr>
          <w:p w14:paraId="066EBED6" w14:textId="77777777" w:rsidR="00956055" w:rsidRPr="009E3928" w:rsidRDefault="00956055" w:rsidP="00E272F7">
            <w:pPr>
              <w:pStyle w:val="TableText"/>
              <w:rPr>
                <w:b/>
              </w:rPr>
            </w:pPr>
            <w:r w:rsidRPr="009E3928">
              <w:rPr>
                <w:b/>
              </w:rPr>
              <w:t>Priority</w:t>
            </w:r>
          </w:p>
        </w:tc>
        <w:tc>
          <w:tcPr>
            <w:tcW w:w="6528" w:type="dxa"/>
            <w:gridSpan w:val="2"/>
          </w:tcPr>
          <w:p w14:paraId="066EBED7" w14:textId="77777777" w:rsidR="00956055" w:rsidRPr="009E3928" w:rsidRDefault="00956055" w:rsidP="00E272F7">
            <w:pPr>
              <w:pStyle w:val="TableText"/>
            </w:pPr>
            <w:r w:rsidRPr="009E3928">
              <w:t>___Low ___Medium _</w:t>
            </w:r>
            <w:r w:rsidRPr="009E3928">
              <w:rPr>
                <w:u w:val="single"/>
              </w:rPr>
              <w:t>_</w:t>
            </w:r>
            <w:r w:rsidRPr="009E3928">
              <w:t>_High</w:t>
            </w:r>
          </w:p>
        </w:tc>
      </w:tr>
      <w:tr w:rsidR="00956055" w:rsidRPr="009E3928" w14:paraId="066EBEDD" w14:textId="77777777" w:rsidTr="00956055">
        <w:tc>
          <w:tcPr>
            <w:tcW w:w="1982" w:type="dxa"/>
          </w:tcPr>
          <w:p w14:paraId="066EBED9" w14:textId="77777777" w:rsidR="00956055" w:rsidRPr="009E3928" w:rsidRDefault="00956055" w:rsidP="00E272F7">
            <w:pPr>
              <w:pStyle w:val="TableText"/>
              <w:rPr>
                <w:b/>
              </w:rPr>
            </w:pPr>
            <w:r w:rsidRPr="009E3928">
              <w:rPr>
                <w:b/>
              </w:rPr>
              <w:t>Deployment</w:t>
            </w:r>
          </w:p>
          <w:p w14:paraId="066EBEDA" w14:textId="77777777" w:rsidR="00956055" w:rsidRPr="009E3928" w:rsidRDefault="00956055" w:rsidP="00E272F7">
            <w:pPr>
              <w:pStyle w:val="TableText"/>
            </w:pPr>
            <w:r w:rsidRPr="009E3928">
              <w:rPr>
                <w:b/>
              </w:rPr>
              <w:t>Environment</w:t>
            </w:r>
          </w:p>
        </w:tc>
        <w:tc>
          <w:tcPr>
            <w:tcW w:w="6528" w:type="dxa"/>
            <w:gridSpan w:val="2"/>
          </w:tcPr>
          <w:p w14:paraId="066EBEDB" w14:textId="77777777" w:rsidR="00956055" w:rsidRPr="009E3928" w:rsidRDefault="00956055" w:rsidP="00E272F7">
            <w:pPr>
              <w:pStyle w:val="TableText"/>
            </w:pPr>
            <w:r w:rsidRPr="009E3928">
              <w:t>___Intranet</w:t>
            </w:r>
          </w:p>
          <w:p w14:paraId="066EBEDC" w14:textId="77777777" w:rsidR="00956055" w:rsidRPr="009E3928" w:rsidRDefault="00956055" w:rsidP="00E272F7">
            <w:pPr>
              <w:pStyle w:val="TableText"/>
            </w:pPr>
            <w:r w:rsidRPr="009E3928">
              <w:t>___Extranet/Internet</w:t>
            </w:r>
          </w:p>
        </w:tc>
      </w:tr>
      <w:tr w:rsidR="00956055" w:rsidRPr="009E3928" w14:paraId="066EBEE0" w14:textId="77777777" w:rsidTr="00956055">
        <w:tc>
          <w:tcPr>
            <w:tcW w:w="1982" w:type="dxa"/>
          </w:tcPr>
          <w:p w14:paraId="066EBEDE" w14:textId="77777777" w:rsidR="00956055" w:rsidRPr="009E3928" w:rsidRDefault="00956055" w:rsidP="00E272F7">
            <w:pPr>
              <w:pStyle w:val="TableText"/>
            </w:pPr>
            <w:r w:rsidRPr="009E3928">
              <w:t>Mis-actors</w:t>
            </w:r>
          </w:p>
        </w:tc>
        <w:tc>
          <w:tcPr>
            <w:tcW w:w="6528" w:type="dxa"/>
            <w:gridSpan w:val="2"/>
          </w:tcPr>
          <w:p w14:paraId="066EBEDF" w14:textId="77777777" w:rsidR="00956055" w:rsidRPr="009E3928" w:rsidRDefault="00956055" w:rsidP="00E272F7">
            <w:pPr>
              <w:pStyle w:val="TableText"/>
            </w:pPr>
            <w:r w:rsidRPr="009E3928">
              <w:t>Users, sys admins</w:t>
            </w:r>
          </w:p>
        </w:tc>
      </w:tr>
      <w:tr w:rsidR="00956055" w:rsidRPr="009E3928" w14:paraId="066EBEE8" w14:textId="77777777" w:rsidTr="00956055">
        <w:tc>
          <w:tcPr>
            <w:tcW w:w="1982" w:type="dxa"/>
          </w:tcPr>
          <w:p w14:paraId="066EBEE1" w14:textId="77777777" w:rsidR="00956055" w:rsidRPr="009E3928" w:rsidRDefault="00956055" w:rsidP="00E272F7">
            <w:pPr>
              <w:pStyle w:val="TableText"/>
            </w:pPr>
            <w:r w:rsidRPr="009E3928">
              <w:t>Access Right</w:t>
            </w:r>
          </w:p>
          <w:p w14:paraId="066EBEE2" w14:textId="77777777" w:rsidR="00956055" w:rsidRPr="009E3928" w:rsidRDefault="00956055" w:rsidP="00E272F7">
            <w:pPr>
              <w:pStyle w:val="TableText"/>
            </w:pPr>
            <w:r w:rsidRPr="009E3928">
              <w:t>Levels</w:t>
            </w:r>
          </w:p>
        </w:tc>
        <w:tc>
          <w:tcPr>
            <w:tcW w:w="6528" w:type="dxa"/>
            <w:gridSpan w:val="2"/>
          </w:tcPr>
          <w:p w14:paraId="066EBEE3" w14:textId="77777777" w:rsidR="00956055" w:rsidRPr="009E3928" w:rsidRDefault="00956055" w:rsidP="00E272F7">
            <w:pPr>
              <w:pStyle w:val="TableText"/>
            </w:pPr>
            <w:r w:rsidRPr="009E3928">
              <w:rPr>
                <w:u w:val="single"/>
              </w:rPr>
              <w:t>_X</w:t>
            </w:r>
            <w:r w:rsidRPr="009E3928">
              <w:t>_ Low-Level System Users</w:t>
            </w:r>
          </w:p>
          <w:p w14:paraId="066EBEE4" w14:textId="77777777" w:rsidR="00956055" w:rsidRPr="009E3928" w:rsidRDefault="00956055" w:rsidP="00E272F7">
            <w:pPr>
              <w:pStyle w:val="TableText"/>
            </w:pPr>
            <w:r w:rsidRPr="009E3928">
              <w:rPr>
                <w:u w:val="single"/>
              </w:rPr>
              <w:t>_X</w:t>
            </w:r>
            <w:r w:rsidRPr="009E3928">
              <w:t>_ Medium-Level System Users</w:t>
            </w:r>
          </w:p>
          <w:p w14:paraId="066EBEE5" w14:textId="77777777" w:rsidR="00956055" w:rsidRPr="009E3928" w:rsidRDefault="00956055" w:rsidP="00E272F7">
            <w:pPr>
              <w:pStyle w:val="TableText"/>
            </w:pPr>
            <w:r w:rsidRPr="009E3928">
              <w:rPr>
                <w:u w:val="single"/>
              </w:rPr>
              <w:t>_X</w:t>
            </w:r>
            <w:r w:rsidRPr="009E3928">
              <w:t>_ High-Level System Users</w:t>
            </w:r>
          </w:p>
          <w:p w14:paraId="066EBEE6" w14:textId="77777777" w:rsidR="00956055" w:rsidRPr="009E3928" w:rsidRDefault="00956055" w:rsidP="00E272F7">
            <w:pPr>
              <w:pStyle w:val="TableText"/>
            </w:pPr>
            <w:r w:rsidRPr="009E3928">
              <w:rPr>
                <w:u w:val="single"/>
              </w:rPr>
              <w:t>_X</w:t>
            </w:r>
            <w:r w:rsidRPr="009E3928">
              <w:t>_ Sys Admin</w:t>
            </w:r>
          </w:p>
          <w:p w14:paraId="066EBEE7" w14:textId="77777777" w:rsidR="00956055" w:rsidRPr="009E3928" w:rsidRDefault="00956055" w:rsidP="00E272F7">
            <w:pPr>
              <w:pStyle w:val="TableText"/>
            </w:pPr>
            <w:r w:rsidRPr="009E3928">
              <w:rPr>
                <w:u w:val="single"/>
              </w:rPr>
              <w:t>_X</w:t>
            </w:r>
            <w:r w:rsidRPr="009E3928">
              <w:t>_ Other Network User</w:t>
            </w:r>
          </w:p>
        </w:tc>
      </w:tr>
      <w:tr w:rsidR="00956055" w:rsidRPr="009E3928" w14:paraId="066EBEEB" w14:textId="77777777" w:rsidTr="00956055">
        <w:tc>
          <w:tcPr>
            <w:tcW w:w="1982" w:type="dxa"/>
          </w:tcPr>
          <w:p w14:paraId="066EBEE9" w14:textId="77777777" w:rsidR="00956055" w:rsidRPr="009E3928" w:rsidRDefault="00956055" w:rsidP="00E272F7">
            <w:pPr>
              <w:pStyle w:val="TableText"/>
            </w:pPr>
            <w:r w:rsidRPr="009E3928">
              <w:t>Point of Entry</w:t>
            </w:r>
          </w:p>
        </w:tc>
        <w:tc>
          <w:tcPr>
            <w:tcW w:w="6528" w:type="dxa"/>
            <w:gridSpan w:val="2"/>
          </w:tcPr>
          <w:p w14:paraId="066EBEEA" w14:textId="77777777" w:rsidR="00956055" w:rsidRPr="009E3928" w:rsidRDefault="00956055" w:rsidP="00E272F7">
            <w:pPr>
              <w:pStyle w:val="TableText"/>
            </w:pPr>
            <w:r w:rsidRPr="009E3928">
              <w:t>___ Network _</w:t>
            </w:r>
            <w:r w:rsidRPr="009E3928">
              <w:rPr>
                <w:u w:val="single"/>
              </w:rPr>
              <w:t>_</w:t>
            </w:r>
            <w:r w:rsidRPr="009E3928">
              <w:t>_ Host _</w:t>
            </w:r>
            <w:r w:rsidRPr="009E3928">
              <w:rPr>
                <w:u w:val="single"/>
              </w:rPr>
              <w:t>X</w:t>
            </w:r>
            <w:r w:rsidRPr="009E3928">
              <w:t>_ Application</w:t>
            </w:r>
          </w:p>
        </w:tc>
      </w:tr>
      <w:tr w:rsidR="00956055" w:rsidRPr="009E3928" w14:paraId="066EBEF0" w14:textId="77777777" w:rsidTr="00956055">
        <w:tc>
          <w:tcPr>
            <w:tcW w:w="1982" w:type="dxa"/>
          </w:tcPr>
          <w:p w14:paraId="066EBEEC" w14:textId="77777777" w:rsidR="00956055" w:rsidRPr="009E3928" w:rsidRDefault="00956055" w:rsidP="00E272F7">
            <w:pPr>
              <w:pStyle w:val="TableText"/>
            </w:pPr>
            <w:r w:rsidRPr="009E3928">
              <w:rPr>
                <w:b/>
              </w:rPr>
              <w:t>Security Attributes</w:t>
            </w:r>
            <w:r>
              <w:rPr>
                <w:b/>
              </w:rPr>
              <w:t xml:space="preserve"> </w:t>
            </w:r>
            <w:r w:rsidRPr="009E3928">
              <w:rPr>
                <w:b/>
              </w:rPr>
              <w:t>Affected</w:t>
            </w:r>
          </w:p>
        </w:tc>
        <w:tc>
          <w:tcPr>
            <w:tcW w:w="6528" w:type="dxa"/>
            <w:gridSpan w:val="2"/>
          </w:tcPr>
          <w:p w14:paraId="066EBEED" w14:textId="77777777" w:rsidR="00956055" w:rsidRPr="009E3928" w:rsidRDefault="00956055" w:rsidP="00E272F7">
            <w:pPr>
              <w:pStyle w:val="TableText"/>
            </w:pPr>
            <w:r w:rsidRPr="009E3928">
              <w:t>___Confidentiality</w:t>
            </w:r>
          </w:p>
          <w:p w14:paraId="066EBEEE" w14:textId="77777777" w:rsidR="00956055" w:rsidRPr="009E3928" w:rsidRDefault="00956055" w:rsidP="00E272F7">
            <w:pPr>
              <w:pStyle w:val="TableText"/>
            </w:pPr>
            <w:r w:rsidRPr="009E3928">
              <w:t>___Integrity</w:t>
            </w:r>
          </w:p>
          <w:p w14:paraId="066EBEEF" w14:textId="77777777" w:rsidR="00956055" w:rsidRPr="009E3928" w:rsidRDefault="00956055" w:rsidP="00E272F7">
            <w:pPr>
              <w:pStyle w:val="TableText"/>
            </w:pPr>
            <w:r w:rsidRPr="009E3928">
              <w:t>___Availability</w:t>
            </w:r>
          </w:p>
        </w:tc>
      </w:tr>
      <w:tr w:rsidR="00956055" w:rsidRPr="009E3928" w14:paraId="066EBEF3" w14:textId="77777777" w:rsidTr="00956055">
        <w:tc>
          <w:tcPr>
            <w:tcW w:w="1982" w:type="dxa"/>
          </w:tcPr>
          <w:p w14:paraId="066EBEF1" w14:textId="77777777" w:rsidR="00956055" w:rsidRPr="009E3928" w:rsidRDefault="00956055" w:rsidP="00E272F7">
            <w:pPr>
              <w:pStyle w:val="TableText"/>
            </w:pPr>
            <w:r w:rsidRPr="009E3928">
              <w:t>Description</w:t>
            </w:r>
          </w:p>
        </w:tc>
        <w:tc>
          <w:tcPr>
            <w:tcW w:w="6528" w:type="dxa"/>
            <w:gridSpan w:val="2"/>
          </w:tcPr>
          <w:p w14:paraId="066EBEF2" w14:textId="77777777" w:rsidR="00956055" w:rsidRPr="009E3928" w:rsidRDefault="00956055" w:rsidP="00E272F7">
            <w:pPr>
              <w:pStyle w:val="TableText"/>
            </w:pPr>
            <w:r w:rsidRPr="009E3928">
              <w:t>Malicious users install malicious programs that can tap into Excel’s memory to steal exported data. Because Excel and Microsoft Office overall use shared memory, the shared memory can be tapped by programs or malicious scripts.</w:t>
            </w:r>
          </w:p>
        </w:tc>
      </w:tr>
      <w:tr w:rsidR="00956055" w:rsidRPr="009E3928" w14:paraId="066EBEF8" w14:textId="77777777" w:rsidTr="00956055">
        <w:tc>
          <w:tcPr>
            <w:tcW w:w="1982" w:type="dxa"/>
          </w:tcPr>
          <w:p w14:paraId="066EBEF4" w14:textId="77777777" w:rsidR="00956055" w:rsidRPr="009E3928" w:rsidRDefault="00956055" w:rsidP="00E272F7">
            <w:pPr>
              <w:pStyle w:val="TableText"/>
            </w:pPr>
            <w:r w:rsidRPr="009E3928">
              <w:t>Sophistication</w:t>
            </w:r>
          </w:p>
        </w:tc>
        <w:tc>
          <w:tcPr>
            <w:tcW w:w="6528" w:type="dxa"/>
            <w:gridSpan w:val="2"/>
          </w:tcPr>
          <w:p w14:paraId="066EBEF5" w14:textId="77777777" w:rsidR="00956055" w:rsidRPr="009E3928" w:rsidRDefault="00956055" w:rsidP="00E272F7">
            <w:pPr>
              <w:pStyle w:val="TableText"/>
            </w:pPr>
            <w:r w:rsidRPr="009E3928">
              <w:t>___ Low</w:t>
            </w:r>
          </w:p>
          <w:p w14:paraId="066EBEF6" w14:textId="77777777" w:rsidR="00956055" w:rsidRPr="009E3928" w:rsidRDefault="00956055" w:rsidP="00E272F7">
            <w:pPr>
              <w:pStyle w:val="TableText"/>
            </w:pPr>
            <w:r w:rsidRPr="009E3928">
              <w:t>___ Medium</w:t>
            </w:r>
          </w:p>
          <w:p w14:paraId="066EBEF7" w14:textId="77777777" w:rsidR="00956055" w:rsidRPr="009E3928" w:rsidRDefault="00956055" w:rsidP="00E272F7">
            <w:pPr>
              <w:pStyle w:val="TableText"/>
            </w:pPr>
            <w:r w:rsidRPr="009E3928">
              <w:t>_</w:t>
            </w:r>
            <w:r w:rsidRPr="009E3928">
              <w:rPr>
                <w:u w:val="single"/>
              </w:rPr>
              <w:t>X</w:t>
            </w:r>
            <w:r w:rsidRPr="009E3928">
              <w:t>_ High</w:t>
            </w:r>
          </w:p>
        </w:tc>
      </w:tr>
      <w:tr w:rsidR="00956055" w:rsidRPr="009E3928" w14:paraId="066EBEFB" w14:textId="77777777" w:rsidTr="00956055">
        <w:tc>
          <w:tcPr>
            <w:tcW w:w="1982" w:type="dxa"/>
          </w:tcPr>
          <w:p w14:paraId="066EBEF9" w14:textId="77777777" w:rsidR="00956055" w:rsidRPr="009E3928" w:rsidRDefault="00956055" w:rsidP="00E272F7">
            <w:pPr>
              <w:pStyle w:val="TableText"/>
            </w:pPr>
            <w:r w:rsidRPr="009E3928">
              <w:t>Pre-conditions</w:t>
            </w:r>
          </w:p>
        </w:tc>
        <w:tc>
          <w:tcPr>
            <w:tcW w:w="6528" w:type="dxa"/>
            <w:gridSpan w:val="2"/>
          </w:tcPr>
          <w:p w14:paraId="066EBEFA" w14:textId="77777777" w:rsidR="00956055" w:rsidRPr="009E3928" w:rsidRDefault="00956055" w:rsidP="00E272F7">
            <w:pPr>
              <w:pStyle w:val="TableText"/>
            </w:pPr>
            <w:r w:rsidRPr="009E3928">
              <w:t>The malicious user gained access to the victim’s machine at some point and installed malicious programs.</w:t>
            </w:r>
          </w:p>
        </w:tc>
      </w:tr>
      <w:tr w:rsidR="00956055" w:rsidRPr="009E3928" w14:paraId="066EBEFE" w14:textId="77777777" w:rsidTr="00956055">
        <w:tc>
          <w:tcPr>
            <w:tcW w:w="1982" w:type="dxa"/>
          </w:tcPr>
          <w:p w14:paraId="066EBEFC" w14:textId="77777777" w:rsidR="00956055" w:rsidRPr="009E3928" w:rsidRDefault="00956055" w:rsidP="00E272F7">
            <w:pPr>
              <w:pStyle w:val="TableText"/>
            </w:pPr>
            <w:r w:rsidRPr="009E3928">
              <w:t>Assumptions</w:t>
            </w:r>
          </w:p>
        </w:tc>
        <w:tc>
          <w:tcPr>
            <w:tcW w:w="6528" w:type="dxa"/>
            <w:gridSpan w:val="2"/>
          </w:tcPr>
          <w:p w14:paraId="066EBEFD" w14:textId="77777777" w:rsidR="00956055" w:rsidRPr="009E3928" w:rsidRDefault="00956055" w:rsidP="00E272F7">
            <w:pPr>
              <w:pStyle w:val="TableText"/>
            </w:pPr>
            <w:r w:rsidRPr="009E3928">
              <w:t>NA</w:t>
            </w:r>
          </w:p>
        </w:tc>
      </w:tr>
      <w:tr w:rsidR="00956055" w:rsidRPr="009E3928" w14:paraId="066EBF02" w14:textId="77777777" w:rsidTr="00956055">
        <w:tc>
          <w:tcPr>
            <w:tcW w:w="1982" w:type="dxa"/>
            <w:vMerge w:val="restart"/>
            <w:tcBorders>
              <w:top w:val="single" w:sz="4" w:space="0" w:color="000000"/>
              <w:left w:val="single" w:sz="4" w:space="0" w:color="000000"/>
              <w:right w:val="single" w:sz="4" w:space="0" w:color="000000"/>
            </w:tcBorders>
          </w:tcPr>
          <w:p w14:paraId="066EBEFF" w14:textId="77777777" w:rsidR="00956055" w:rsidRPr="009E3928" w:rsidRDefault="00956055" w:rsidP="00E272F7">
            <w:pPr>
              <w:pStyle w:val="TableText"/>
            </w:pPr>
            <w:r w:rsidRPr="009E3928">
              <w:t>Post-conditions</w:t>
            </w:r>
          </w:p>
        </w:tc>
        <w:tc>
          <w:tcPr>
            <w:tcW w:w="1773" w:type="dxa"/>
            <w:tcBorders>
              <w:top w:val="single" w:sz="4" w:space="0" w:color="000000"/>
              <w:left w:val="single" w:sz="4" w:space="0" w:color="000000"/>
              <w:bottom w:val="single" w:sz="4" w:space="0" w:color="000000"/>
              <w:right w:val="single" w:sz="4" w:space="0" w:color="000000"/>
            </w:tcBorders>
          </w:tcPr>
          <w:p w14:paraId="066EBF00" w14:textId="77777777" w:rsidR="00956055" w:rsidRPr="009E3928" w:rsidRDefault="00956055" w:rsidP="00E272F7">
            <w:pPr>
              <w:pStyle w:val="TableText"/>
            </w:pPr>
            <w:r w:rsidRPr="009E3928">
              <w:t>Worst Case Threat</w:t>
            </w:r>
          </w:p>
        </w:tc>
        <w:tc>
          <w:tcPr>
            <w:tcW w:w="4755" w:type="dxa"/>
            <w:tcBorders>
              <w:top w:val="single" w:sz="4" w:space="0" w:color="000000"/>
              <w:left w:val="single" w:sz="4" w:space="0" w:color="000000"/>
              <w:bottom w:val="single" w:sz="4" w:space="0" w:color="000000"/>
              <w:right w:val="single" w:sz="4" w:space="0" w:color="000000"/>
            </w:tcBorders>
          </w:tcPr>
          <w:p w14:paraId="066EBF01" w14:textId="77777777" w:rsidR="00956055" w:rsidRPr="009E3928" w:rsidRDefault="00956055" w:rsidP="00E272F7">
            <w:pPr>
              <w:pStyle w:val="TableText"/>
            </w:pPr>
            <w:r w:rsidRPr="009E3928">
              <w:t>The malicious user steals information in the e</w:t>
            </w:r>
            <w:r w:rsidRPr="009E3928">
              <w:t>x</w:t>
            </w:r>
            <w:r w:rsidRPr="009E3928">
              <w:t>ported Excel memory. His/her actions are never caught.</w:t>
            </w:r>
          </w:p>
        </w:tc>
      </w:tr>
      <w:tr w:rsidR="00956055" w:rsidRPr="009E3928" w14:paraId="066EBF06" w14:textId="77777777" w:rsidTr="00956055">
        <w:tc>
          <w:tcPr>
            <w:tcW w:w="1982" w:type="dxa"/>
            <w:vMerge/>
            <w:tcBorders>
              <w:left w:val="single" w:sz="4" w:space="0" w:color="000000"/>
              <w:right w:val="single" w:sz="4" w:space="0" w:color="000000"/>
            </w:tcBorders>
          </w:tcPr>
          <w:p w14:paraId="066EBF03" w14:textId="77777777" w:rsidR="00956055" w:rsidRPr="009E3928" w:rsidRDefault="00956055" w:rsidP="00E272F7">
            <w:pPr>
              <w:pStyle w:val="TableText"/>
            </w:pPr>
          </w:p>
        </w:tc>
        <w:tc>
          <w:tcPr>
            <w:tcW w:w="1773" w:type="dxa"/>
            <w:tcBorders>
              <w:top w:val="single" w:sz="4" w:space="0" w:color="000000"/>
              <w:left w:val="single" w:sz="4" w:space="0" w:color="000000"/>
              <w:bottom w:val="single" w:sz="4" w:space="0" w:color="000000"/>
              <w:right w:val="single" w:sz="4" w:space="0" w:color="000000"/>
            </w:tcBorders>
          </w:tcPr>
          <w:p w14:paraId="066EBF04" w14:textId="77777777" w:rsidR="00956055" w:rsidRPr="009E3928" w:rsidRDefault="00956055" w:rsidP="00E272F7">
            <w:pPr>
              <w:pStyle w:val="TableText"/>
            </w:pPr>
            <w:r w:rsidRPr="009E3928">
              <w:t>Wanted Preve</w:t>
            </w:r>
            <w:r w:rsidRPr="009E3928">
              <w:t>n</w:t>
            </w:r>
            <w:r w:rsidRPr="009E3928">
              <w:t>tion Guarantee</w:t>
            </w:r>
          </w:p>
        </w:tc>
        <w:tc>
          <w:tcPr>
            <w:tcW w:w="4755" w:type="dxa"/>
            <w:tcBorders>
              <w:top w:val="single" w:sz="4" w:space="0" w:color="000000"/>
              <w:left w:val="single" w:sz="4" w:space="0" w:color="000000"/>
              <w:bottom w:val="single" w:sz="4" w:space="0" w:color="000000"/>
              <w:right w:val="single" w:sz="4" w:space="0" w:color="000000"/>
            </w:tcBorders>
          </w:tcPr>
          <w:p w14:paraId="066EBF05" w14:textId="77777777" w:rsidR="00956055" w:rsidRPr="009E3928" w:rsidRDefault="00956055" w:rsidP="00E272F7">
            <w:pPr>
              <w:pStyle w:val="TableText"/>
            </w:pPr>
            <w:r w:rsidRPr="009E3928">
              <w:t>Enforce security policies for workstation system access.</w:t>
            </w:r>
          </w:p>
        </w:tc>
      </w:tr>
      <w:tr w:rsidR="00956055" w:rsidRPr="009E3928" w14:paraId="066EBF0A" w14:textId="77777777" w:rsidTr="00956055">
        <w:tc>
          <w:tcPr>
            <w:tcW w:w="1982" w:type="dxa"/>
            <w:vMerge/>
            <w:tcBorders>
              <w:left w:val="single" w:sz="4" w:space="0" w:color="000000"/>
              <w:right w:val="single" w:sz="4" w:space="0" w:color="000000"/>
            </w:tcBorders>
          </w:tcPr>
          <w:p w14:paraId="066EBF07" w14:textId="77777777" w:rsidR="00956055" w:rsidRPr="009E3928" w:rsidRDefault="00956055" w:rsidP="00E272F7">
            <w:pPr>
              <w:pStyle w:val="TableText"/>
            </w:pPr>
          </w:p>
        </w:tc>
        <w:tc>
          <w:tcPr>
            <w:tcW w:w="1773" w:type="dxa"/>
            <w:tcBorders>
              <w:top w:val="single" w:sz="4" w:space="0" w:color="000000"/>
              <w:left w:val="single" w:sz="4" w:space="0" w:color="000000"/>
              <w:bottom w:val="single" w:sz="4" w:space="0" w:color="000000"/>
              <w:right w:val="single" w:sz="4" w:space="0" w:color="000000"/>
            </w:tcBorders>
          </w:tcPr>
          <w:p w14:paraId="066EBF08" w14:textId="77777777" w:rsidR="00956055" w:rsidRPr="009E3928" w:rsidRDefault="00956055" w:rsidP="00E272F7">
            <w:pPr>
              <w:pStyle w:val="TableText"/>
            </w:pPr>
            <w:r w:rsidRPr="009E3928">
              <w:t>Wanted Dete</w:t>
            </w:r>
            <w:r w:rsidRPr="009E3928">
              <w:t>c</w:t>
            </w:r>
            <w:r w:rsidRPr="009E3928">
              <w:t>tion Guarantee</w:t>
            </w:r>
          </w:p>
        </w:tc>
        <w:tc>
          <w:tcPr>
            <w:tcW w:w="4755" w:type="dxa"/>
            <w:tcBorders>
              <w:top w:val="single" w:sz="4" w:space="0" w:color="000000"/>
              <w:left w:val="single" w:sz="4" w:space="0" w:color="000000"/>
              <w:bottom w:val="single" w:sz="4" w:space="0" w:color="000000"/>
              <w:right w:val="single" w:sz="4" w:space="0" w:color="000000"/>
            </w:tcBorders>
          </w:tcPr>
          <w:p w14:paraId="066EBF09" w14:textId="77777777" w:rsidR="00956055" w:rsidRPr="009E3928" w:rsidRDefault="00956055" w:rsidP="00E272F7">
            <w:pPr>
              <w:pStyle w:val="TableText"/>
            </w:pPr>
            <w:r w:rsidRPr="009E3928">
              <w:t>Monitor system resource usage for unusual pr</w:t>
            </w:r>
            <w:r w:rsidRPr="009E3928">
              <w:t>o</w:t>
            </w:r>
            <w:r w:rsidRPr="009E3928">
              <w:t>grams.</w:t>
            </w:r>
          </w:p>
        </w:tc>
      </w:tr>
      <w:tr w:rsidR="00956055" w:rsidRPr="009E3928" w14:paraId="066EBF0E" w14:textId="77777777" w:rsidTr="00956055">
        <w:tc>
          <w:tcPr>
            <w:tcW w:w="1982" w:type="dxa"/>
            <w:vMerge/>
            <w:tcBorders>
              <w:left w:val="single" w:sz="4" w:space="0" w:color="000000"/>
              <w:bottom w:val="single" w:sz="4" w:space="0" w:color="000000"/>
              <w:right w:val="single" w:sz="4" w:space="0" w:color="000000"/>
            </w:tcBorders>
          </w:tcPr>
          <w:p w14:paraId="066EBF0B" w14:textId="77777777" w:rsidR="00956055" w:rsidRPr="009E3928" w:rsidRDefault="00956055" w:rsidP="00E272F7">
            <w:pPr>
              <w:pStyle w:val="TableText"/>
            </w:pPr>
          </w:p>
        </w:tc>
        <w:tc>
          <w:tcPr>
            <w:tcW w:w="1773" w:type="dxa"/>
            <w:tcBorders>
              <w:top w:val="single" w:sz="4" w:space="0" w:color="000000"/>
              <w:left w:val="single" w:sz="4" w:space="0" w:color="000000"/>
              <w:bottom w:val="single" w:sz="4" w:space="0" w:color="000000"/>
              <w:right w:val="single" w:sz="4" w:space="0" w:color="000000"/>
            </w:tcBorders>
          </w:tcPr>
          <w:p w14:paraId="066EBF0C" w14:textId="77777777" w:rsidR="00956055" w:rsidRPr="009E3928" w:rsidRDefault="00956055" w:rsidP="00E272F7">
            <w:pPr>
              <w:pStyle w:val="TableText"/>
            </w:pPr>
            <w:r w:rsidRPr="009E3928">
              <w:t>Wanted Reco</w:t>
            </w:r>
            <w:r w:rsidRPr="009E3928">
              <w:t>v</w:t>
            </w:r>
            <w:r w:rsidRPr="009E3928">
              <w:t>ery Guarantee</w:t>
            </w:r>
          </w:p>
        </w:tc>
        <w:tc>
          <w:tcPr>
            <w:tcW w:w="4755" w:type="dxa"/>
            <w:tcBorders>
              <w:top w:val="single" w:sz="4" w:space="0" w:color="000000"/>
              <w:left w:val="single" w:sz="4" w:space="0" w:color="000000"/>
              <w:bottom w:val="single" w:sz="4" w:space="0" w:color="000000"/>
              <w:right w:val="single" w:sz="4" w:space="0" w:color="000000"/>
            </w:tcBorders>
          </w:tcPr>
          <w:p w14:paraId="066EBF0D" w14:textId="77777777" w:rsidR="00956055" w:rsidRPr="009E3928" w:rsidRDefault="00956055" w:rsidP="00E272F7">
            <w:pPr>
              <w:pStyle w:val="TableText"/>
            </w:pPr>
            <w:r w:rsidRPr="009E3928">
              <w:t>Limit user privileges regarding installation of any programs.</w:t>
            </w:r>
          </w:p>
        </w:tc>
      </w:tr>
      <w:tr w:rsidR="00956055" w:rsidRPr="009E3928" w14:paraId="066EBF12" w14:textId="77777777" w:rsidTr="00956055">
        <w:tc>
          <w:tcPr>
            <w:tcW w:w="1982" w:type="dxa"/>
          </w:tcPr>
          <w:p w14:paraId="066EBF0F" w14:textId="77777777" w:rsidR="00956055" w:rsidRPr="009E3928" w:rsidRDefault="00956055" w:rsidP="00E272F7">
            <w:pPr>
              <w:pStyle w:val="TableText"/>
            </w:pPr>
            <w:r w:rsidRPr="009E3928">
              <w:t>Potential Mis-actor Profiles</w:t>
            </w:r>
          </w:p>
        </w:tc>
        <w:tc>
          <w:tcPr>
            <w:tcW w:w="1773" w:type="dxa"/>
          </w:tcPr>
          <w:p w14:paraId="066EBF10" w14:textId="77777777" w:rsidR="00956055" w:rsidRPr="009E3928" w:rsidRDefault="00956055" w:rsidP="00E272F7">
            <w:pPr>
              <w:pStyle w:val="TableText"/>
            </w:pPr>
            <w:r w:rsidRPr="009E3928">
              <w:t>Highly skilled users with high criminal intent.</w:t>
            </w:r>
          </w:p>
        </w:tc>
        <w:tc>
          <w:tcPr>
            <w:tcW w:w="4755" w:type="dxa"/>
          </w:tcPr>
          <w:p w14:paraId="066EBF11" w14:textId="77777777" w:rsidR="00956055" w:rsidRPr="009E3928" w:rsidRDefault="00956055" w:rsidP="00E272F7">
            <w:pPr>
              <w:pStyle w:val="TableText"/>
            </w:pPr>
          </w:p>
        </w:tc>
      </w:tr>
      <w:tr w:rsidR="00956055" w:rsidRPr="009E3928" w14:paraId="066EBF16" w14:textId="77777777" w:rsidTr="00956055">
        <w:tc>
          <w:tcPr>
            <w:tcW w:w="1982" w:type="dxa"/>
          </w:tcPr>
          <w:p w14:paraId="066EBF13" w14:textId="77777777" w:rsidR="00956055" w:rsidRPr="009E3928" w:rsidRDefault="00956055" w:rsidP="00E272F7">
            <w:pPr>
              <w:pStyle w:val="TableText"/>
            </w:pPr>
            <w:r w:rsidRPr="009E3928">
              <w:t>Stakeholders and Threats</w:t>
            </w:r>
          </w:p>
        </w:tc>
        <w:tc>
          <w:tcPr>
            <w:tcW w:w="6528" w:type="dxa"/>
            <w:gridSpan w:val="2"/>
          </w:tcPr>
          <w:p w14:paraId="066EBF14" w14:textId="77777777" w:rsidR="00956055" w:rsidRPr="009E3928" w:rsidRDefault="00956055" w:rsidP="00E272F7">
            <w:pPr>
              <w:pStyle w:val="TableText"/>
            </w:pPr>
            <w:r w:rsidRPr="009E3928">
              <w:t>POP Client Company: loss of data integrity and/or confidentiality</w:t>
            </w:r>
          </w:p>
          <w:p w14:paraId="066EBF15" w14:textId="77777777" w:rsidR="00956055" w:rsidRPr="009E3928" w:rsidRDefault="00956055" w:rsidP="00E272F7">
            <w:pPr>
              <w:pStyle w:val="TableText"/>
            </w:pPr>
            <w:r w:rsidRPr="009E3928">
              <w:t>Ideal Co.: loss of reputation, loss of current and potential clients</w:t>
            </w:r>
          </w:p>
        </w:tc>
      </w:tr>
      <w:tr w:rsidR="00956055" w:rsidRPr="009E3928" w14:paraId="066EBF19" w14:textId="77777777" w:rsidTr="00956055">
        <w:tc>
          <w:tcPr>
            <w:tcW w:w="1982" w:type="dxa"/>
          </w:tcPr>
          <w:p w14:paraId="066EBF17" w14:textId="77777777" w:rsidR="00956055" w:rsidRPr="009E3928" w:rsidRDefault="00956055" w:rsidP="00E272F7">
            <w:pPr>
              <w:pStyle w:val="TableText"/>
            </w:pPr>
            <w:r w:rsidRPr="009E3928">
              <w:t>Related Use Cases</w:t>
            </w:r>
          </w:p>
        </w:tc>
        <w:tc>
          <w:tcPr>
            <w:tcW w:w="6528" w:type="dxa"/>
            <w:gridSpan w:val="2"/>
          </w:tcPr>
          <w:p w14:paraId="066EBF18" w14:textId="77777777" w:rsidR="00956055" w:rsidRPr="009E3928" w:rsidRDefault="00956055" w:rsidP="00E272F7">
            <w:pPr>
              <w:pStyle w:val="TableText"/>
            </w:pPr>
            <w:r w:rsidRPr="009E3928">
              <w:t>UC-01, UC-02</w:t>
            </w:r>
          </w:p>
        </w:tc>
      </w:tr>
    </w:tbl>
    <w:p w14:paraId="066EBF1A" w14:textId="77777777" w:rsidR="00956055" w:rsidRDefault="00956055" w:rsidP="005E0E68">
      <w:pPr>
        <w:rPr>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972"/>
        <w:gridCol w:w="1829"/>
        <w:gridCol w:w="4709"/>
      </w:tblGrid>
      <w:tr w:rsidR="00956055" w:rsidRPr="009E3928" w14:paraId="066EBF1D" w14:textId="77777777" w:rsidTr="00E272F7">
        <w:tc>
          <w:tcPr>
            <w:tcW w:w="2088" w:type="dxa"/>
          </w:tcPr>
          <w:p w14:paraId="066EBF1B" w14:textId="77777777" w:rsidR="00956055" w:rsidRPr="009E3928" w:rsidRDefault="00956055" w:rsidP="00E272F7">
            <w:pPr>
              <w:pStyle w:val="TableText"/>
            </w:pPr>
            <w:r w:rsidRPr="009E3928">
              <w:lastRenderedPageBreak/>
              <w:t xml:space="preserve">Number </w:t>
            </w:r>
          </w:p>
        </w:tc>
        <w:tc>
          <w:tcPr>
            <w:tcW w:w="7488" w:type="dxa"/>
            <w:gridSpan w:val="2"/>
          </w:tcPr>
          <w:p w14:paraId="066EBF1C" w14:textId="77777777" w:rsidR="00956055" w:rsidRPr="009E3928" w:rsidRDefault="00956055" w:rsidP="00E272F7">
            <w:pPr>
              <w:pStyle w:val="TableText"/>
            </w:pPr>
            <w:r w:rsidRPr="009E3928">
              <w:t>MC-04</w:t>
            </w:r>
          </w:p>
        </w:tc>
      </w:tr>
      <w:tr w:rsidR="00956055" w:rsidRPr="009E3928" w14:paraId="066EBF20" w14:textId="77777777" w:rsidTr="00E272F7">
        <w:tc>
          <w:tcPr>
            <w:tcW w:w="2088" w:type="dxa"/>
          </w:tcPr>
          <w:p w14:paraId="066EBF1E" w14:textId="77777777" w:rsidR="00956055" w:rsidRPr="009E3928" w:rsidRDefault="00956055" w:rsidP="00E272F7">
            <w:pPr>
              <w:pStyle w:val="TableText"/>
            </w:pPr>
            <w:r w:rsidRPr="009E3928">
              <w:t>Name</w:t>
            </w:r>
          </w:p>
        </w:tc>
        <w:tc>
          <w:tcPr>
            <w:tcW w:w="7488" w:type="dxa"/>
            <w:gridSpan w:val="2"/>
          </w:tcPr>
          <w:p w14:paraId="066EBF1F" w14:textId="77777777" w:rsidR="00956055" w:rsidRPr="009E3928" w:rsidRDefault="00956055" w:rsidP="00E272F7">
            <w:pPr>
              <w:pStyle w:val="TableText"/>
            </w:pPr>
            <w:r w:rsidRPr="009E3928">
              <w:t>Input Validation Attack</w:t>
            </w:r>
          </w:p>
        </w:tc>
      </w:tr>
      <w:tr w:rsidR="00956055" w:rsidRPr="009E3928" w14:paraId="066EBF23" w14:textId="77777777" w:rsidTr="00E272F7">
        <w:tc>
          <w:tcPr>
            <w:tcW w:w="2088" w:type="dxa"/>
          </w:tcPr>
          <w:p w14:paraId="066EBF21" w14:textId="77777777" w:rsidR="00956055" w:rsidRPr="009E3928" w:rsidRDefault="00956055" w:rsidP="00E272F7">
            <w:pPr>
              <w:pStyle w:val="TableText"/>
            </w:pPr>
            <w:r w:rsidRPr="009E3928">
              <w:t>Scope</w:t>
            </w:r>
          </w:p>
        </w:tc>
        <w:tc>
          <w:tcPr>
            <w:tcW w:w="7488" w:type="dxa"/>
            <w:gridSpan w:val="2"/>
          </w:tcPr>
          <w:p w14:paraId="066EBF22" w14:textId="77777777" w:rsidR="00956055" w:rsidRPr="009E3928" w:rsidRDefault="00956055" w:rsidP="00E272F7">
            <w:pPr>
              <w:pStyle w:val="TableText"/>
            </w:pPr>
            <w:r w:rsidRPr="009E3928">
              <w:t>System integrity concerns</w:t>
            </w:r>
          </w:p>
        </w:tc>
      </w:tr>
      <w:tr w:rsidR="00956055" w:rsidRPr="009E3928" w14:paraId="066EBF26" w14:textId="77777777" w:rsidTr="00E272F7">
        <w:tc>
          <w:tcPr>
            <w:tcW w:w="2088" w:type="dxa"/>
          </w:tcPr>
          <w:p w14:paraId="066EBF24" w14:textId="77777777" w:rsidR="00956055" w:rsidRPr="009E3928" w:rsidRDefault="00956055" w:rsidP="00E272F7">
            <w:pPr>
              <w:pStyle w:val="TableText"/>
              <w:rPr>
                <w:b/>
              </w:rPr>
            </w:pPr>
            <w:r w:rsidRPr="009E3928">
              <w:rPr>
                <w:b/>
              </w:rPr>
              <w:t>Priority</w:t>
            </w:r>
          </w:p>
        </w:tc>
        <w:tc>
          <w:tcPr>
            <w:tcW w:w="7488" w:type="dxa"/>
            <w:gridSpan w:val="2"/>
          </w:tcPr>
          <w:p w14:paraId="066EBF25" w14:textId="77777777" w:rsidR="00956055" w:rsidRPr="009E3928" w:rsidRDefault="00956055" w:rsidP="00E272F7">
            <w:pPr>
              <w:pStyle w:val="TableText"/>
            </w:pPr>
            <w:r w:rsidRPr="009E3928">
              <w:t>___Low ___Medium _</w:t>
            </w:r>
            <w:r w:rsidRPr="009E3928">
              <w:rPr>
                <w:u w:val="single"/>
              </w:rPr>
              <w:t>_</w:t>
            </w:r>
            <w:r w:rsidRPr="009E3928">
              <w:t>_High</w:t>
            </w:r>
          </w:p>
        </w:tc>
      </w:tr>
      <w:tr w:rsidR="00956055" w:rsidRPr="009E3928" w14:paraId="066EBF2A" w14:textId="77777777" w:rsidTr="00E272F7">
        <w:tc>
          <w:tcPr>
            <w:tcW w:w="2088" w:type="dxa"/>
          </w:tcPr>
          <w:p w14:paraId="066EBF27" w14:textId="77777777" w:rsidR="00956055" w:rsidRPr="009E3928" w:rsidRDefault="00956055" w:rsidP="00E272F7">
            <w:pPr>
              <w:pStyle w:val="TableText"/>
            </w:pPr>
            <w:r w:rsidRPr="009E3928">
              <w:rPr>
                <w:b/>
              </w:rPr>
              <w:t>Deployment</w:t>
            </w:r>
            <w:r>
              <w:rPr>
                <w:b/>
              </w:rPr>
              <w:t xml:space="preserve"> </w:t>
            </w:r>
            <w:r w:rsidRPr="009E3928">
              <w:rPr>
                <w:b/>
              </w:rPr>
              <w:t>Env</w:t>
            </w:r>
            <w:r w:rsidRPr="009E3928">
              <w:rPr>
                <w:b/>
              </w:rPr>
              <w:t>i</w:t>
            </w:r>
            <w:r w:rsidRPr="009E3928">
              <w:rPr>
                <w:b/>
              </w:rPr>
              <w:t>ronment</w:t>
            </w:r>
          </w:p>
        </w:tc>
        <w:tc>
          <w:tcPr>
            <w:tcW w:w="7488" w:type="dxa"/>
            <w:gridSpan w:val="2"/>
          </w:tcPr>
          <w:p w14:paraId="066EBF28" w14:textId="77777777" w:rsidR="00956055" w:rsidRPr="009E3928" w:rsidRDefault="00956055" w:rsidP="00E272F7">
            <w:pPr>
              <w:pStyle w:val="TableText"/>
            </w:pPr>
            <w:r w:rsidRPr="009E3928">
              <w:t>___Intranet</w:t>
            </w:r>
          </w:p>
          <w:p w14:paraId="066EBF29" w14:textId="77777777" w:rsidR="00956055" w:rsidRPr="009E3928" w:rsidRDefault="00956055" w:rsidP="00E272F7">
            <w:pPr>
              <w:pStyle w:val="TableText"/>
            </w:pPr>
            <w:r w:rsidRPr="009E3928">
              <w:t>___Extranet/Internet</w:t>
            </w:r>
          </w:p>
        </w:tc>
      </w:tr>
      <w:tr w:rsidR="00956055" w:rsidRPr="009E3928" w14:paraId="066EBF2D" w14:textId="77777777" w:rsidTr="00E272F7">
        <w:tc>
          <w:tcPr>
            <w:tcW w:w="2088" w:type="dxa"/>
          </w:tcPr>
          <w:p w14:paraId="066EBF2B" w14:textId="77777777" w:rsidR="00956055" w:rsidRPr="009E3928" w:rsidRDefault="00956055" w:rsidP="00E272F7">
            <w:pPr>
              <w:pStyle w:val="TableText"/>
            </w:pPr>
            <w:r w:rsidRPr="009E3928">
              <w:t>Mis-actors</w:t>
            </w:r>
          </w:p>
        </w:tc>
        <w:tc>
          <w:tcPr>
            <w:tcW w:w="7488" w:type="dxa"/>
            <w:gridSpan w:val="2"/>
          </w:tcPr>
          <w:p w14:paraId="066EBF2C" w14:textId="77777777" w:rsidR="00956055" w:rsidRPr="009E3928" w:rsidRDefault="00956055" w:rsidP="00E272F7">
            <w:pPr>
              <w:pStyle w:val="TableText"/>
            </w:pPr>
            <w:r w:rsidRPr="009E3928">
              <w:t>Users, sys admins</w:t>
            </w:r>
          </w:p>
        </w:tc>
      </w:tr>
      <w:tr w:rsidR="00956055" w:rsidRPr="009E3928" w14:paraId="066EBF34" w14:textId="77777777" w:rsidTr="00E272F7">
        <w:tc>
          <w:tcPr>
            <w:tcW w:w="2088" w:type="dxa"/>
          </w:tcPr>
          <w:p w14:paraId="066EBF2E" w14:textId="77777777" w:rsidR="00956055" w:rsidRPr="009E3928" w:rsidRDefault="00956055" w:rsidP="00E272F7">
            <w:pPr>
              <w:pStyle w:val="TableText"/>
            </w:pPr>
            <w:r w:rsidRPr="009E3928">
              <w:t>Access Right</w:t>
            </w:r>
            <w:r>
              <w:t xml:space="preserve"> </w:t>
            </w:r>
            <w:r w:rsidRPr="009E3928">
              <w:t>Levels</w:t>
            </w:r>
          </w:p>
        </w:tc>
        <w:tc>
          <w:tcPr>
            <w:tcW w:w="7488" w:type="dxa"/>
            <w:gridSpan w:val="2"/>
          </w:tcPr>
          <w:p w14:paraId="066EBF2F" w14:textId="77777777" w:rsidR="00956055" w:rsidRPr="009E3928" w:rsidRDefault="00956055" w:rsidP="00E272F7">
            <w:pPr>
              <w:pStyle w:val="TableText"/>
            </w:pPr>
            <w:r w:rsidRPr="009E3928">
              <w:rPr>
                <w:u w:val="single"/>
              </w:rPr>
              <w:t>_X</w:t>
            </w:r>
            <w:r w:rsidRPr="009E3928">
              <w:t>_ Low-Level System Users</w:t>
            </w:r>
          </w:p>
          <w:p w14:paraId="066EBF30" w14:textId="77777777" w:rsidR="00956055" w:rsidRPr="009E3928" w:rsidRDefault="00956055" w:rsidP="00E272F7">
            <w:pPr>
              <w:pStyle w:val="TableText"/>
            </w:pPr>
            <w:r w:rsidRPr="009E3928">
              <w:rPr>
                <w:u w:val="single"/>
              </w:rPr>
              <w:t>_X</w:t>
            </w:r>
            <w:r w:rsidRPr="009E3928">
              <w:t>_ Medium-Level System Users</w:t>
            </w:r>
          </w:p>
          <w:p w14:paraId="066EBF31" w14:textId="77777777" w:rsidR="00956055" w:rsidRPr="009E3928" w:rsidRDefault="00956055" w:rsidP="00E272F7">
            <w:pPr>
              <w:pStyle w:val="TableText"/>
            </w:pPr>
            <w:r w:rsidRPr="009E3928">
              <w:rPr>
                <w:u w:val="single"/>
              </w:rPr>
              <w:t>_X</w:t>
            </w:r>
            <w:r w:rsidRPr="009E3928">
              <w:t>_ High-Level System Users</w:t>
            </w:r>
          </w:p>
          <w:p w14:paraId="066EBF32" w14:textId="77777777" w:rsidR="00956055" w:rsidRPr="009E3928" w:rsidRDefault="00956055" w:rsidP="00E272F7">
            <w:pPr>
              <w:pStyle w:val="TableText"/>
            </w:pPr>
            <w:r w:rsidRPr="009E3928">
              <w:rPr>
                <w:u w:val="single"/>
              </w:rPr>
              <w:t>_X</w:t>
            </w:r>
            <w:r w:rsidRPr="009E3928">
              <w:t>_ Sys Admin</w:t>
            </w:r>
          </w:p>
          <w:p w14:paraId="066EBF33" w14:textId="77777777" w:rsidR="00956055" w:rsidRPr="009E3928" w:rsidRDefault="00956055" w:rsidP="00E272F7">
            <w:pPr>
              <w:pStyle w:val="TableText"/>
            </w:pPr>
            <w:r w:rsidRPr="009E3928">
              <w:rPr>
                <w:u w:val="single"/>
              </w:rPr>
              <w:t>_X</w:t>
            </w:r>
            <w:r w:rsidRPr="009E3928">
              <w:t>_ Other Network User</w:t>
            </w:r>
          </w:p>
        </w:tc>
      </w:tr>
      <w:tr w:rsidR="00956055" w:rsidRPr="009E3928" w14:paraId="066EBF37" w14:textId="77777777" w:rsidTr="00E272F7">
        <w:tc>
          <w:tcPr>
            <w:tcW w:w="2088" w:type="dxa"/>
          </w:tcPr>
          <w:p w14:paraId="066EBF35" w14:textId="77777777" w:rsidR="00956055" w:rsidRPr="009E3928" w:rsidRDefault="00956055" w:rsidP="00E272F7">
            <w:pPr>
              <w:pStyle w:val="TableText"/>
            </w:pPr>
            <w:r w:rsidRPr="009E3928">
              <w:t>Point of Entry</w:t>
            </w:r>
          </w:p>
        </w:tc>
        <w:tc>
          <w:tcPr>
            <w:tcW w:w="7488" w:type="dxa"/>
            <w:gridSpan w:val="2"/>
          </w:tcPr>
          <w:p w14:paraId="066EBF36" w14:textId="77777777" w:rsidR="00956055" w:rsidRPr="009E3928" w:rsidRDefault="00956055" w:rsidP="00E272F7">
            <w:pPr>
              <w:pStyle w:val="TableText"/>
            </w:pPr>
            <w:r w:rsidRPr="009E3928">
              <w:t>___ Network _</w:t>
            </w:r>
            <w:r w:rsidRPr="009E3928">
              <w:rPr>
                <w:u w:val="single"/>
              </w:rPr>
              <w:t>_</w:t>
            </w:r>
            <w:r w:rsidRPr="009E3928">
              <w:t>_ Host _</w:t>
            </w:r>
            <w:r w:rsidRPr="009E3928">
              <w:rPr>
                <w:u w:val="single"/>
              </w:rPr>
              <w:t>X</w:t>
            </w:r>
            <w:r w:rsidRPr="009E3928">
              <w:t>_ Application</w:t>
            </w:r>
          </w:p>
        </w:tc>
      </w:tr>
      <w:tr w:rsidR="00956055" w:rsidRPr="009E3928" w14:paraId="066EBF3C" w14:textId="77777777" w:rsidTr="00E272F7">
        <w:tc>
          <w:tcPr>
            <w:tcW w:w="2088" w:type="dxa"/>
          </w:tcPr>
          <w:p w14:paraId="066EBF38" w14:textId="77777777" w:rsidR="00956055" w:rsidRPr="009E3928" w:rsidRDefault="00956055" w:rsidP="00E272F7">
            <w:pPr>
              <w:pStyle w:val="TableText"/>
            </w:pPr>
            <w:r w:rsidRPr="009E3928">
              <w:rPr>
                <w:b/>
              </w:rPr>
              <w:t>Security Attributes</w:t>
            </w:r>
            <w:r>
              <w:rPr>
                <w:b/>
              </w:rPr>
              <w:t xml:space="preserve"> </w:t>
            </w:r>
            <w:r w:rsidRPr="009E3928">
              <w:rPr>
                <w:b/>
              </w:rPr>
              <w:t>Affected</w:t>
            </w:r>
          </w:p>
        </w:tc>
        <w:tc>
          <w:tcPr>
            <w:tcW w:w="7488" w:type="dxa"/>
            <w:gridSpan w:val="2"/>
          </w:tcPr>
          <w:p w14:paraId="066EBF39" w14:textId="77777777" w:rsidR="00956055" w:rsidRPr="009E3928" w:rsidRDefault="00956055" w:rsidP="00E272F7">
            <w:pPr>
              <w:pStyle w:val="TableText"/>
            </w:pPr>
            <w:r w:rsidRPr="009E3928">
              <w:t>___Confidentiality</w:t>
            </w:r>
          </w:p>
          <w:p w14:paraId="066EBF3A" w14:textId="77777777" w:rsidR="00956055" w:rsidRPr="009E3928" w:rsidRDefault="00956055" w:rsidP="00E272F7">
            <w:pPr>
              <w:pStyle w:val="TableText"/>
            </w:pPr>
            <w:r w:rsidRPr="009E3928">
              <w:t>___Integrity</w:t>
            </w:r>
          </w:p>
          <w:p w14:paraId="066EBF3B" w14:textId="77777777" w:rsidR="00956055" w:rsidRPr="009E3928" w:rsidRDefault="00956055" w:rsidP="00E272F7">
            <w:pPr>
              <w:pStyle w:val="TableText"/>
            </w:pPr>
            <w:r w:rsidRPr="009E3928">
              <w:t>___Availability</w:t>
            </w:r>
          </w:p>
        </w:tc>
      </w:tr>
      <w:tr w:rsidR="00956055" w:rsidRPr="009E3928" w14:paraId="066EBF3F" w14:textId="77777777" w:rsidTr="00E272F7">
        <w:tc>
          <w:tcPr>
            <w:tcW w:w="2088" w:type="dxa"/>
          </w:tcPr>
          <w:p w14:paraId="066EBF3D" w14:textId="77777777" w:rsidR="00956055" w:rsidRPr="009E3928" w:rsidRDefault="00956055" w:rsidP="00E272F7">
            <w:pPr>
              <w:pStyle w:val="TableText"/>
            </w:pPr>
            <w:r w:rsidRPr="009E3928">
              <w:t>Description</w:t>
            </w:r>
          </w:p>
        </w:tc>
        <w:tc>
          <w:tcPr>
            <w:tcW w:w="7488" w:type="dxa"/>
            <w:gridSpan w:val="2"/>
          </w:tcPr>
          <w:p w14:paraId="066EBF3E" w14:textId="77777777" w:rsidR="00956055" w:rsidRPr="009E3928" w:rsidRDefault="00956055" w:rsidP="00E272F7">
            <w:pPr>
              <w:pStyle w:val="TableText"/>
            </w:pPr>
            <w:r w:rsidRPr="009E3928">
              <w:t>A user uses buffer overflow attacks or SQL injection attacks to gain unauthorized access to the system.</w:t>
            </w:r>
          </w:p>
        </w:tc>
      </w:tr>
      <w:tr w:rsidR="00956055" w:rsidRPr="009E3928" w14:paraId="066EBF44" w14:textId="77777777" w:rsidTr="00E272F7">
        <w:tc>
          <w:tcPr>
            <w:tcW w:w="2088" w:type="dxa"/>
          </w:tcPr>
          <w:p w14:paraId="066EBF40" w14:textId="77777777" w:rsidR="00956055" w:rsidRPr="009E3928" w:rsidRDefault="00956055" w:rsidP="00E272F7">
            <w:pPr>
              <w:pStyle w:val="TableText"/>
            </w:pPr>
            <w:r w:rsidRPr="009E3928">
              <w:t>Sophistication</w:t>
            </w:r>
          </w:p>
        </w:tc>
        <w:tc>
          <w:tcPr>
            <w:tcW w:w="7488" w:type="dxa"/>
            <w:gridSpan w:val="2"/>
          </w:tcPr>
          <w:p w14:paraId="066EBF41" w14:textId="77777777" w:rsidR="00956055" w:rsidRPr="009E3928" w:rsidRDefault="00956055" w:rsidP="00E272F7">
            <w:pPr>
              <w:pStyle w:val="TableText"/>
            </w:pPr>
            <w:r w:rsidRPr="009E3928">
              <w:t>___ Low</w:t>
            </w:r>
          </w:p>
          <w:p w14:paraId="066EBF42" w14:textId="77777777" w:rsidR="00956055" w:rsidRPr="009E3928" w:rsidRDefault="00956055" w:rsidP="00E272F7">
            <w:pPr>
              <w:pStyle w:val="TableText"/>
            </w:pPr>
            <w:r w:rsidRPr="009E3928">
              <w:t>___ Medium</w:t>
            </w:r>
          </w:p>
          <w:p w14:paraId="066EBF43" w14:textId="77777777" w:rsidR="00956055" w:rsidRPr="009E3928" w:rsidRDefault="00956055" w:rsidP="00E272F7">
            <w:pPr>
              <w:pStyle w:val="TableText"/>
            </w:pPr>
            <w:r w:rsidRPr="009E3928">
              <w:t>_</w:t>
            </w:r>
            <w:r w:rsidRPr="009E3928">
              <w:rPr>
                <w:u w:val="single"/>
              </w:rPr>
              <w:t>X</w:t>
            </w:r>
            <w:r w:rsidRPr="009E3928">
              <w:t>_ High</w:t>
            </w:r>
          </w:p>
        </w:tc>
      </w:tr>
      <w:tr w:rsidR="00956055" w:rsidRPr="009E3928" w14:paraId="066EBF47" w14:textId="77777777" w:rsidTr="00E272F7">
        <w:tc>
          <w:tcPr>
            <w:tcW w:w="2088" w:type="dxa"/>
          </w:tcPr>
          <w:p w14:paraId="066EBF45" w14:textId="77777777" w:rsidR="00956055" w:rsidRPr="009E3928" w:rsidRDefault="00956055" w:rsidP="00E272F7">
            <w:pPr>
              <w:pStyle w:val="TableText"/>
            </w:pPr>
            <w:r w:rsidRPr="009E3928">
              <w:t>Pre-conditions</w:t>
            </w:r>
          </w:p>
        </w:tc>
        <w:tc>
          <w:tcPr>
            <w:tcW w:w="7488" w:type="dxa"/>
            <w:gridSpan w:val="2"/>
          </w:tcPr>
          <w:p w14:paraId="066EBF46" w14:textId="77777777" w:rsidR="00956055" w:rsidRPr="009E3928" w:rsidRDefault="00956055" w:rsidP="00E272F7">
            <w:pPr>
              <w:pStyle w:val="TableText"/>
            </w:pPr>
            <w:r w:rsidRPr="009E3928">
              <w:t>The mis-actor has network access to the Possessions Organization Program.</w:t>
            </w:r>
          </w:p>
        </w:tc>
      </w:tr>
      <w:tr w:rsidR="00956055" w:rsidRPr="009E3928" w14:paraId="066EBF4A" w14:textId="77777777" w:rsidTr="00E272F7">
        <w:tc>
          <w:tcPr>
            <w:tcW w:w="2088" w:type="dxa"/>
          </w:tcPr>
          <w:p w14:paraId="066EBF48" w14:textId="77777777" w:rsidR="00956055" w:rsidRPr="009E3928" w:rsidRDefault="00956055" w:rsidP="00E272F7">
            <w:pPr>
              <w:pStyle w:val="TableText"/>
            </w:pPr>
            <w:r w:rsidRPr="009E3928">
              <w:t>Assumptions</w:t>
            </w:r>
          </w:p>
        </w:tc>
        <w:tc>
          <w:tcPr>
            <w:tcW w:w="7488" w:type="dxa"/>
            <w:gridSpan w:val="2"/>
          </w:tcPr>
          <w:p w14:paraId="066EBF49" w14:textId="77777777" w:rsidR="00956055" w:rsidRPr="009E3928" w:rsidRDefault="00956055" w:rsidP="00E272F7">
            <w:pPr>
              <w:pStyle w:val="TableText"/>
            </w:pPr>
            <w:r w:rsidRPr="009E3928">
              <w:t>NA</w:t>
            </w:r>
          </w:p>
        </w:tc>
      </w:tr>
      <w:tr w:rsidR="00956055" w:rsidRPr="009E3928" w14:paraId="066EBF4E" w14:textId="77777777" w:rsidTr="00E272F7">
        <w:trPr>
          <w:cantSplit/>
        </w:trPr>
        <w:tc>
          <w:tcPr>
            <w:tcW w:w="2088" w:type="dxa"/>
            <w:vMerge w:val="restart"/>
          </w:tcPr>
          <w:p w14:paraId="066EBF4B" w14:textId="77777777" w:rsidR="00956055" w:rsidRPr="009E3928" w:rsidRDefault="00956055" w:rsidP="00E272F7">
            <w:pPr>
              <w:pStyle w:val="TableText"/>
            </w:pPr>
            <w:r w:rsidRPr="009E3928">
              <w:t>Post-conditions</w:t>
            </w:r>
          </w:p>
        </w:tc>
        <w:tc>
          <w:tcPr>
            <w:tcW w:w="1980" w:type="dxa"/>
          </w:tcPr>
          <w:p w14:paraId="066EBF4C" w14:textId="77777777" w:rsidR="00956055" w:rsidRPr="009E3928" w:rsidRDefault="00956055" w:rsidP="00E272F7">
            <w:pPr>
              <w:pStyle w:val="TableText"/>
            </w:pPr>
            <w:r w:rsidRPr="009E3928">
              <w:t>Worst Case Threat</w:t>
            </w:r>
          </w:p>
        </w:tc>
        <w:tc>
          <w:tcPr>
            <w:tcW w:w="5508" w:type="dxa"/>
          </w:tcPr>
          <w:p w14:paraId="066EBF4D" w14:textId="77777777" w:rsidR="00956055" w:rsidRPr="009E3928" w:rsidRDefault="00956055" w:rsidP="00E272F7">
            <w:pPr>
              <w:pStyle w:val="TableText"/>
            </w:pPr>
            <w:r w:rsidRPr="009E3928">
              <w:t>User gains unauthorized access to sensitive sy</w:t>
            </w:r>
            <w:r w:rsidRPr="009E3928">
              <w:t>s</w:t>
            </w:r>
            <w:r w:rsidRPr="009E3928">
              <w:t>tem data. His/her actions are never caught.</w:t>
            </w:r>
          </w:p>
        </w:tc>
      </w:tr>
      <w:tr w:rsidR="00956055" w:rsidRPr="009E3928" w14:paraId="066EBF53" w14:textId="77777777" w:rsidTr="00E272F7">
        <w:tc>
          <w:tcPr>
            <w:tcW w:w="2088" w:type="dxa"/>
            <w:vMerge/>
          </w:tcPr>
          <w:p w14:paraId="066EBF4F" w14:textId="77777777" w:rsidR="00956055" w:rsidRPr="009E3928" w:rsidRDefault="00956055" w:rsidP="00E272F7">
            <w:pPr>
              <w:pStyle w:val="TableText"/>
            </w:pPr>
          </w:p>
        </w:tc>
        <w:tc>
          <w:tcPr>
            <w:tcW w:w="1980" w:type="dxa"/>
          </w:tcPr>
          <w:p w14:paraId="066EBF50" w14:textId="77777777" w:rsidR="00956055" w:rsidRPr="009E3928" w:rsidRDefault="00956055" w:rsidP="00E272F7">
            <w:pPr>
              <w:pStyle w:val="TableText"/>
            </w:pPr>
            <w:r w:rsidRPr="009E3928">
              <w:t>Wanted Preve</w:t>
            </w:r>
            <w:r w:rsidRPr="009E3928">
              <w:t>n</w:t>
            </w:r>
            <w:r w:rsidRPr="009E3928">
              <w:t>tion Guarantee</w:t>
            </w:r>
          </w:p>
        </w:tc>
        <w:tc>
          <w:tcPr>
            <w:tcW w:w="5508" w:type="dxa"/>
          </w:tcPr>
          <w:p w14:paraId="066EBF51" w14:textId="77777777" w:rsidR="00956055" w:rsidRPr="009E3928" w:rsidRDefault="00956055" w:rsidP="00E272F7">
            <w:pPr>
              <w:pStyle w:val="TableText"/>
            </w:pPr>
            <w:r w:rsidRPr="009E3928">
              <w:t>Perform thorough input validation.</w:t>
            </w:r>
          </w:p>
          <w:p w14:paraId="066EBF52" w14:textId="77777777" w:rsidR="00956055" w:rsidRPr="009E3928" w:rsidRDefault="00956055" w:rsidP="00E272F7">
            <w:pPr>
              <w:pStyle w:val="TableText"/>
            </w:pPr>
            <w:r w:rsidRPr="009E3928">
              <w:t>Hide HTML source code.</w:t>
            </w:r>
          </w:p>
        </w:tc>
      </w:tr>
      <w:tr w:rsidR="00956055" w:rsidRPr="009E3928" w14:paraId="066EBF57" w14:textId="77777777" w:rsidTr="00E272F7">
        <w:tc>
          <w:tcPr>
            <w:tcW w:w="2088" w:type="dxa"/>
            <w:vMerge/>
          </w:tcPr>
          <w:p w14:paraId="066EBF54" w14:textId="77777777" w:rsidR="00956055" w:rsidRPr="009E3928" w:rsidRDefault="00956055" w:rsidP="00E272F7">
            <w:pPr>
              <w:pStyle w:val="TableText"/>
            </w:pPr>
          </w:p>
        </w:tc>
        <w:tc>
          <w:tcPr>
            <w:tcW w:w="1980" w:type="dxa"/>
          </w:tcPr>
          <w:p w14:paraId="066EBF55" w14:textId="77777777" w:rsidR="00956055" w:rsidRPr="009E3928" w:rsidRDefault="00956055" w:rsidP="00E272F7">
            <w:pPr>
              <w:pStyle w:val="TableText"/>
            </w:pPr>
            <w:r w:rsidRPr="009E3928">
              <w:t>Wanted Dete</w:t>
            </w:r>
            <w:r w:rsidRPr="009E3928">
              <w:t>c</w:t>
            </w:r>
            <w:r w:rsidRPr="009E3928">
              <w:t>tion Guarantee</w:t>
            </w:r>
          </w:p>
        </w:tc>
        <w:tc>
          <w:tcPr>
            <w:tcW w:w="5508" w:type="dxa"/>
          </w:tcPr>
          <w:p w14:paraId="066EBF56" w14:textId="77777777" w:rsidR="00956055" w:rsidRPr="009E3928" w:rsidRDefault="00956055" w:rsidP="00E272F7">
            <w:pPr>
              <w:pStyle w:val="TableText"/>
            </w:pPr>
            <w:r w:rsidRPr="009E3928">
              <w:t>Audit information must be reviewed routinely (monthly).</w:t>
            </w:r>
          </w:p>
        </w:tc>
      </w:tr>
      <w:tr w:rsidR="00956055" w:rsidRPr="009E3928" w14:paraId="066EBF5B" w14:textId="77777777" w:rsidTr="00E272F7">
        <w:tc>
          <w:tcPr>
            <w:tcW w:w="2088" w:type="dxa"/>
            <w:vMerge/>
          </w:tcPr>
          <w:p w14:paraId="066EBF58" w14:textId="77777777" w:rsidR="00956055" w:rsidRPr="009E3928" w:rsidRDefault="00956055" w:rsidP="00E272F7">
            <w:pPr>
              <w:pStyle w:val="TableText"/>
            </w:pPr>
          </w:p>
        </w:tc>
        <w:tc>
          <w:tcPr>
            <w:tcW w:w="1980" w:type="dxa"/>
          </w:tcPr>
          <w:p w14:paraId="066EBF59" w14:textId="77777777" w:rsidR="00956055" w:rsidRPr="009E3928" w:rsidRDefault="00956055" w:rsidP="00E272F7">
            <w:pPr>
              <w:pStyle w:val="TableText"/>
            </w:pPr>
            <w:r w:rsidRPr="009E3928">
              <w:t>Wanted Recovery Guarantee</w:t>
            </w:r>
          </w:p>
        </w:tc>
        <w:tc>
          <w:tcPr>
            <w:tcW w:w="5508" w:type="dxa"/>
          </w:tcPr>
          <w:p w14:paraId="066EBF5A" w14:textId="77777777" w:rsidR="00956055" w:rsidRPr="009E3928" w:rsidRDefault="00956055" w:rsidP="00E272F7">
            <w:pPr>
              <w:pStyle w:val="TableText"/>
            </w:pPr>
            <w:r w:rsidRPr="009E3928">
              <w:t>NA</w:t>
            </w:r>
          </w:p>
        </w:tc>
      </w:tr>
      <w:tr w:rsidR="00956055" w:rsidRPr="009E3928" w14:paraId="066EBF5E" w14:textId="77777777" w:rsidTr="00E272F7">
        <w:tc>
          <w:tcPr>
            <w:tcW w:w="2088" w:type="dxa"/>
          </w:tcPr>
          <w:p w14:paraId="066EBF5C" w14:textId="77777777" w:rsidR="00956055" w:rsidRPr="009E3928" w:rsidRDefault="00956055" w:rsidP="00E272F7">
            <w:pPr>
              <w:pStyle w:val="TableText"/>
            </w:pPr>
            <w:r w:rsidRPr="009E3928">
              <w:t>Potential Mis-actor</w:t>
            </w:r>
            <w:r>
              <w:t xml:space="preserve"> </w:t>
            </w:r>
            <w:r w:rsidRPr="009E3928">
              <w:t>Profiles</w:t>
            </w:r>
          </w:p>
        </w:tc>
        <w:tc>
          <w:tcPr>
            <w:tcW w:w="7488" w:type="dxa"/>
            <w:gridSpan w:val="2"/>
          </w:tcPr>
          <w:p w14:paraId="066EBF5D" w14:textId="77777777" w:rsidR="00956055" w:rsidRPr="009E3928" w:rsidRDefault="00956055" w:rsidP="00E272F7">
            <w:pPr>
              <w:pStyle w:val="TableText"/>
            </w:pPr>
            <w:r w:rsidRPr="009E3928">
              <w:t>Highly skilled users or sys administrators with high criminal intent</w:t>
            </w:r>
          </w:p>
        </w:tc>
      </w:tr>
      <w:tr w:rsidR="00956055" w:rsidRPr="009E3928" w14:paraId="066EBF62" w14:textId="77777777" w:rsidTr="00E272F7">
        <w:tc>
          <w:tcPr>
            <w:tcW w:w="2088" w:type="dxa"/>
          </w:tcPr>
          <w:p w14:paraId="066EBF5F" w14:textId="77777777" w:rsidR="00956055" w:rsidRPr="009E3928" w:rsidRDefault="00956055" w:rsidP="00E272F7">
            <w:pPr>
              <w:pStyle w:val="TableText"/>
            </w:pPr>
            <w:r w:rsidRPr="009E3928">
              <w:t>Stakeholders and</w:t>
            </w:r>
            <w:r>
              <w:t xml:space="preserve"> </w:t>
            </w:r>
            <w:r w:rsidRPr="009E3928">
              <w:t>Threats</w:t>
            </w:r>
          </w:p>
        </w:tc>
        <w:tc>
          <w:tcPr>
            <w:tcW w:w="7488" w:type="dxa"/>
            <w:gridSpan w:val="2"/>
          </w:tcPr>
          <w:p w14:paraId="066EBF60" w14:textId="77777777" w:rsidR="00956055" w:rsidRPr="009E3928" w:rsidRDefault="00956055" w:rsidP="00E272F7">
            <w:pPr>
              <w:pStyle w:val="TableText"/>
            </w:pPr>
            <w:r w:rsidRPr="009E3928">
              <w:t>POP Client Company: loss of data integrity and/or confidentiality</w:t>
            </w:r>
          </w:p>
          <w:p w14:paraId="066EBF61" w14:textId="77777777" w:rsidR="00956055" w:rsidRPr="009E3928" w:rsidRDefault="00956055" w:rsidP="00E272F7">
            <w:pPr>
              <w:pStyle w:val="TableText"/>
            </w:pPr>
            <w:r w:rsidRPr="009E3928">
              <w:t>Ideal Co.: loss of reputation, loss of current and potential clients</w:t>
            </w:r>
          </w:p>
        </w:tc>
      </w:tr>
      <w:tr w:rsidR="00956055" w:rsidRPr="009E3928" w14:paraId="066EBF65" w14:textId="77777777" w:rsidTr="00E272F7">
        <w:tc>
          <w:tcPr>
            <w:tcW w:w="2088" w:type="dxa"/>
          </w:tcPr>
          <w:p w14:paraId="066EBF63" w14:textId="77777777" w:rsidR="00956055" w:rsidRPr="009E3928" w:rsidRDefault="00956055" w:rsidP="00E272F7">
            <w:pPr>
              <w:pStyle w:val="TableText"/>
            </w:pPr>
            <w:r w:rsidRPr="009E3928">
              <w:t>Related Use Cases</w:t>
            </w:r>
          </w:p>
        </w:tc>
        <w:tc>
          <w:tcPr>
            <w:tcW w:w="7488" w:type="dxa"/>
            <w:gridSpan w:val="2"/>
          </w:tcPr>
          <w:p w14:paraId="066EBF64" w14:textId="77777777" w:rsidR="00956055" w:rsidRPr="009E3928" w:rsidRDefault="00956055" w:rsidP="00E272F7">
            <w:pPr>
              <w:pStyle w:val="TableText"/>
            </w:pPr>
            <w:r w:rsidRPr="009E3928">
              <w:t>UC-01, UC-02</w:t>
            </w:r>
          </w:p>
        </w:tc>
      </w:tr>
    </w:tbl>
    <w:p w14:paraId="066EBF66" w14:textId="77777777" w:rsidR="00956055" w:rsidRDefault="00956055" w:rsidP="005E0E68">
      <w:pPr>
        <w:rPr>
          <w:szCs w:val="21"/>
        </w:rPr>
      </w:pPr>
    </w:p>
    <w:p w14:paraId="066EBF67" w14:textId="77777777" w:rsidR="00A808E0" w:rsidRDefault="00A808E0" w:rsidP="005E0E68">
      <w:pPr>
        <w:rPr>
          <w:szCs w:val="21"/>
        </w:rPr>
      </w:pPr>
    </w:p>
    <w:p w14:paraId="066EBF68" w14:textId="77777777" w:rsidR="00A808E0" w:rsidRDefault="00A808E0" w:rsidP="005E0E68">
      <w:pPr>
        <w:rPr>
          <w:szCs w:val="21"/>
        </w:rPr>
      </w:pPr>
    </w:p>
    <w:p w14:paraId="066EBF69" w14:textId="77777777" w:rsidR="00A808E0" w:rsidRDefault="00A808E0" w:rsidP="005E0E68">
      <w:pPr>
        <w:rPr>
          <w:szCs w:val="21"/>
        </w:rPr>
      </w:pPr>
    </w:p>
    <w:p w14:paraId="066EBF6A" w14:textId="77777777" w:rsidR="00534536" w:rsidRPr="003250AB" w:rsidRDefault="00534536" w:rsidP="008C6607">
      <w:pPr>
        <w:pStyle w:val="Heading2"/>
      </w:pPr>
      <w:bookmarkStart w:id="12" w:name="_Toc265497468"/>
      <w:r w:rsidRPr="003250AB">
        <w:lastRenderedPageBreak/>
        <w:t>Step 4 – Perform Risk Assessment</w:t>
      </w:r>
      <w:bookmarkEnd w:id="12"/>
    </w:p>
    <w:p w14:paraId="066EBF6B" w14:textId="77777777" w:rsidR="00534536" w:rsidRDefault="00534536" w:rsidP="00534536">
      <w:r w:rsidRPr="00732AF7">
        <w:t xml:space="preserve">The next step is to perform risk assessment. </w:t>
      </w:r>
      <w:r w:rsidRPr="00CB6E39">
        <w:rPr>
          <w:i/>
        </w:rPr>
        <w:t xml:space="preserve">The goal of this step is to determine a risk assessment method, elicit risks </w:t>
      </w:r>
      <w:r>
        <w:rPr>
          <w:i/>
        </w:rPr>
        <w:t xml:space="preserve">in an elicitation session </w:t>
      </w:r>
      <w:r w:rsidRPr="00CB6E39">
        <w:rPr>
          <w:i/>
        </w:rPr>
        <w:t>and</w:t>
      </w:r>
      <w:r>
        <w:rPr>
          <w:i/>
        </w:rPr>
        <w:t xml:space="preserve"> also</w:t>
      </w:r>
      <w:r w:rsidRPr="00CB6E39">
        <w:rPr>
          <w:i/>
        </w:rPr>
        <w:t xml:space="preserve"> from the existing data such as misuse cases, scenarios, and goals, and to come out with a risk assessment.</w:t>
      </w:r>
      <w:r w:rsidRPr="00732AF7">
        <w:t xml:space="preserve"> </w:t>
      </w:r>
    </w:p>
    <w:p w14:paraId="066EBF6C" w14:textId="77777777" w:rsidR="00534536" w:rsidRDefault="00534536" w:rsidP="00534536">
      <w:r>
        <w:t>A</w:t>
      </w:r>
      <w:r w:rsidRPr="00732AF7">
        <w:t>n abbreviated version of this step</w:t>
      </w:r>
      <w:r>
        <w:t xml:space="preserve"> is used for t</w:t>
      </w:r>
      <w:r w:rsidRPr="00732AF7">
        <w:t xml:space="preserve">his seminar. First, </w:t>
      </w:r>
      <w:r>
        <w:t>a process for selecting a</w:t>
      </w:r>
      <w:r w:rsidRPr="00732AF7">
        <w:t xml:space="preserve"> risk assessment method</w:t>
      </w:r>
      <w:r>
        <w:t xml:space="preserve"> is explained</w:t>
      </w:r>
      <w:r w:rsidRPr="00732AF7">
        <w:t xml:space="preserve">, </w:t>
      </w:r>
      <w:r>
        <w:t>and then</w:t>
      </w:r>
      <w:r w:rsidRPr="00732AF7">
        <w:t xml:space="preserve"> </w:t>
      </w:r>
      <w:r>
        <w:t>a method</w:t>
      </w:r>
      <w:r w:rsidRPr="00732AF7">
        <w:t xml:space="preserve"> </w:t>
      </w:r>
      <w:r>
        <w:t>is</w:t>
      </w:r>
      <w:r w:rsidRPr="00732AF7">
        <w:t xml:space="preserve"> given to you. </w:t>
      </w:r>
      <w:r>
        <w:t>Next</w:t>
      </w:r>
      <w:r w:rsidRPr="00732AF7">
        <w:t xml:space="preserve">, </w:t>
      </w:r>
      <w:r>
        <w:t>you</w:t>
      </w:r>
      <w:r w:rsidRPr="00732AF7">
        <w:t xml:space="preserve"> will perform some </w:t>
      </w:r>
      <w:r>
        <w:t xml:space="preserve">(but not all) </w:t>
      </w:r>
      <w:r w:rsidRPr="00732AF7">
        <w:t xml:space="preserve">of the steps </w:t>
      </w:r>
      <w:r>
        <w:t xml:space="preserve">of the </w:t>
      </w:r>
      <w:r w:rsidRPr="0085578F">
        <w:t>risk assessment method</w:t>
      </w:r>
      <w:r w:rsidRPr="00732AF7">
        <w:t>.</w:t>
      </w:r>
    </w:p>
    <w:p w14:paraId="066EBF6D" w14:textId="77777777" w:rsidR="00534536" w:rsidRPr="00732AF7" w:rsidRDefault="00534536" w:rsidP="00534536">
      <w:r>
        <w:t>Time : 20 minutes</w:t>
      </w:r>
    </w:p>
    <w:p w14:paraId="066EBF6E" w14:textId="77777777" w:rsidR="00534536" w:rsidRPr="00732AF7" w:rsidRDefault="00534536" w:rsidP="008C6607">
      <w:pPr>
        <w:pStyle w:val="Heading3"/>
      </w:pPr>
      <w:r w:rsidRPr="00732AF7">
        <w:t>Selectin</w:t>
      </w:r>
      <w:r>
        <w:t>g</w:t>
      </w:r>
      <w:r w:rsidRPr="00732AF7">
        <w:t xml:space="preserve"> Risk Assessment </w:t>
      </w:r>
      <w:r>
        <w:t>T</w:t>
      </w:r>
      <w:r w:rsidRPr="00C77B37">
        <w:t>echniques</w:t>
      </w:r>
    </w:p>
    <w:p w14:paraId="066EBF6F" w14:textId="77777777" w:rsidR="00534536" w:rsidRPr="00732AF7" w:rsidRDefault="00534536" w:rsidP="00534536">
      <w:pPr>
        <w:spacing w:after="0"/>
      </w:pPr>
      <w:r w:rsidRPr="00732AF7">
        <w:t>As seen in the overview, there are numerous risk assessment techniques. The following is a possible list</w:t>
      </w:r>
      <w:r>
        <w:t xml:space="preserve"> from</w:t>
      </w:r>
      <w:r w:rsidRPr="00174812">
        <w:t xml:space="preserve"> [Mead 2005]</w:t>
      </w:r>
      <w:r>
        <w:t>,</w:t>
      </w:r>
      <w:r w:rsidRPr="00174812">
        <w:t xml:space="preserve"> with references for further information</w:t>
      </w:r>
      <w:r w:rsidRPr="00732AF7">
        <w:t>:</w:t>
      </w:r>
    </w:p>
    <w:p w14:paraId="066EBF70" w14:textId="77777777" w:rsidR="00534536" w:rsidRPr="00534536" w:rsidRDefault="00534536" w:rsidP="00534536">
      <w:pPr>
        <w:pStyle w:val="ListBullet"/>
        <w:rPr>
          <w:rFonts w:ascii="Times New Roman" w:hAnsi="Times New Roman"/>
          <w:sz w:val="21"/>
          <w:szCs w:val="21"/>
        </w:rPr>
      </w:pPr>
      <w:r w:rsidRPr="00534536">
        <w:rPr>
          <w:rFonts w:ascii="Times New Roman" w:hAnsi="Times New Roman"/>
          <w:sz w:val="21"/>
          <w:szCs w:val="21"/>
        </w:rPr>
        <w:t>General Accounting Office’s (GAO’s) models [USGA 1999]</w:t>
      </w:r>
    </w:p>
    <w:p w14:paraId="066EBF71" w14:textId="77777777" w:rsidR="00534536" w:rsidRPr="00534536" w:rsidRDefault="00534536" w:rsidP="00534536">
      <w:pPr>
        <w:pStyle w:val="ListBullet"/>
        <w:rPr>
          <w:rFonts w:ascii="Times New Roman" w:hAnsi="Times New Roman"/>
          <w:sz w:val="21"/>
          <w:szCs w:val="21"/>
        </w:rPr>
      </w:pPr>
      <w:r w:rsidRPr="00534536">
        <w:rPr>
          <w:rFonts w:ascii="Times New Roman" w:hAnsi="Times New Roman"/>
          <w:sz w:val="21"/>
          <w:szCs w:val="21"/>
        </w:rPr>
        <w:t>National Institute of Standards and Technology’s (NIST’s) models [Stoneburner 2002]</w:t>
      </w:r>
    </w:p>
    <w:p w14:paraId="066EBF72" w14:textId="77777777" w:rsidR="00534536" w:rsidRPr="00534536" w:rsidRDefault="00534536" w:rsidP="00534536">
      <w:pPr>
        <w:pStyle w:val="ListBullet"/>
        <w:rPr>
          <w:rFonts w:ascii="Times New Roman" w:hAnsi="Times New Roman"/>
          <w:sz w:val="21"/>
          <w:szCs w:val="21"/>
        </w:rPr>
      </w:pPr>
      <w:r w:rsidRPr="00534536">
        <w:rPr>
          <w:rFonts w:ascii="Times New Roman" w:hAnsi="Times New Roman"/>
          <w:sz w:val="21"/>
          <w:szCs w:val="21"/>
        </w:rPr>
        <w:t>National Security Agency’s INFOSEC Assessment Methodology (IAM) [NSA 2004]</w:t>
      </w:r>
    </w:p>
    <w:p w14:paraId="066EBF73" w14:textId="77777777" w:rsidR="00534536" w:rsidRPr="00534536" w:rsidRDefault="00534536" w:rsidP="00534536">
      <w:pPr>
        <w:pStyle w:val="ListBullet"/>
        <w:rPr>
          <w:rFonts w:ascii="Times New Roman" w:hAnsi="Times New Roman"/>
          <w:sz w:val="21"/>
          <w:szCs w:val="21"/>
        </w:rPr>
      </w:pPr>
      <w:r w:rsidRPr="00534536">
        <w:rPr>
          <w:rFonts w:ascii="Times New Roman" w:hAnsi="Times New Roman"/>
          <w:sz w:val="21"/>
          <w:szCs w:val="21"/>
        </w:rPr>
        <w:t>Shawn Butler’s Security Attribute Evaluation Method (SAEM) [Butler 2002]</w:t>
      </w:r>
    </w:p>
    <w:p w14:paraId="066EBF74" w14:textId="77777777" w:rsidR="00534536" w:rsidRPr="00534536" w:rsidRDefault="00534536" w:rsidP="00534536">
      <w:pPr>
        <w:pStyle w:val="ListBullet"/>
        <w:rPr>
          <w:rFonts w:ascii="Times New Roman" w:hAnsi="Times New Roman"/>
          <w:sz w:val="21"/>
          <w:szCs w:val="21"/>
        </w:rPr>
      </w:pPr>
      <w:r w:rsidRPr="00534536">
        <w:rPr>
          <w:rFonts w:ascii="Times New Roman" w:hAnsi="Times New Roman"/>
          <w:sz w:val="21"/>
          <w:szCs w:val="21"/>
        </w:rPr>
        <w:t>CERT/CC’s Vendor Risk Assessment &amp; Threat Evaluation (V-RATE) [Lipson 2001]</w:t>
      </w:r>
    </w:p>
    <w:p w14:paraId="066EBF75" w14:textId="77777777" w:rsidR="00534536" w:rsidRPr="00534536" w:rsidRDefault="00534536" w:rsidP="00534536">
      <w:pPr>
        <w:pStyle w:val="ListBullet"/>
        <w:rPr>
          <w:rFonts w:ascii="Times New Roman" w:hAnsi="Times New Roman"/>
          <w:sz w:val="21"/>
          <w:szCs w:val="21"/>
        </w:rPr>
      </w:pPr>
      <w:r w:rsidRPr="00534536">
        <w:rPr>
          <w:rFonts w:ascii="Times New Roman" w:hAnsi="Times New Roman"/>
          <w:sz w:val="21"/>
          <w:szCs w:val="21"/>
        </w:rPr>
        <w:t>Yacov Haimes’ Risk Filtering, Ranking, and Management (RFRM) Framework [Haimes 2004]</w:t>
      </w:r>
    </w:p>
    <w:p w14:paraId="066EBF76" w14:textId="77777777" w:rsidR="00534536" w:rsidRPr="00534536" w:rsidRDefault="00534536" w:rsidP="00534536">
      <w:pPr>
        <w:pStyle w:val="ListBullet"/>
        <w:rPr>
          <w:rFonts w:ascii="Times New Roman" w:hAnsi="Times New Roman"/>
          <w:sz w:val="21"/>
          <w:szCs w:val="21"/>
        </w:rPr>
      </w:pPr>
      <w:r w:rsidRPr="00534536">
        <w:rPr>
          <w:rFonts w:ascii="Times New Roman" w:hAnsi="Times New Roman"/>
          <w:sz w:val="21"/>
          <w:szCs w:val="21"/>
        </w:rPr>
        <w:t>CERT/CC’s Survivable Systems Analysis (SSA) Method [CERT/CC 2002]</w:t>
      </w:r>
    </w:p>
    <w:p w14:paraId="066EBF77" w14:textId="77777777" w:rsidR="00534536" w:rsidRPr="00534536" w:rsidRDefault="00534536" w:rsidP="00534536">
      <w:pPr>
        <w:pStyle w:val="ListBullet"/>
        <w:spacing w:after="180" w:line="280" w:lineRule="atLeast"/>
        <w:contextualSpacing w:val="0"/>
        <w:rPr>
          <w:rFonts w:ascii="Times New Roman" w:hAnsi="Times New Roman"/>
          <w:sz w:val="21"/>
          <w:szCs w:val="21"/>
        </w:rPr>
      </w:pPr>
      <w:r w:rsidRPr="00534536">
        <w:rPr>
          <w:rFonts w:ascii="Times New Roman" w:hAnsi="Times New Roman"/>
          <w:sz w:val="21"/>
          <w:szCs w:val="21"/>
        </w:rPr>
        <w:t>Martin Feather’s Defect Detection and Prevention (DDP) Process [Cornford 2004]</w:t>
      </w:r>
    </w:p>
    <w:p w14:paraId="066EBF78" w14:textId="77777777" w:rsidR="00534536" w:rsidRPr="00C77B37" w:rsidRDefault="00534536" w:rsidP="00534536">
      <w:pPr>
        <w:jc w:val="both"/>
      </w:pPr>
      <w:r w:rsidRPr="00C77B37">
        <w:t xml:space="preserve">An actual selection of risk assessment techniques is outside of the scope of this seminar, but multi-criteria decision analysis </w:t>
      </w:r>
      <w:r>
        <w:t>is briefly described as an example of a tool to help in choosing a technique</w:t>
      </w:r>
      <w:r w:rsidRPr="00C77B37">
        <w:t xml:space="preserve">. </w:t>
      </w:r>
    </w:p>
    <w:p w14:paraId="066EBF79" w14:textId="77777777" w:rsidR="00534536" w:rsidRPr="00534536" w:rsidRDefault="00534536" w:rsidP="008C6607">
      <w:pPr>
        <w:pStyle w:val="Heading4"/>
      </w:pPr>
      <w:r w:rsidRPr="00534536">
        <w:t>Evaluating Risk Assessment Techniques Using MCDA</w:t>
      </w:r>
    </w:p>
    <w:p w14:paraId="066EBF7A" w14:textId="77777777" w:rsidR="00534536" w:rsidRDefault="00534536" w:rsidP="00534536">
      <w:pPr>
        <w:jc w:val="both"/>
      </w:pPr>
      <w:r>
        <w:t xml:space="preserve">Multi-criteria decision analysis (MCDA) </w:t>
      </w:r>
      <w:r w:rsidRPr="00B05B7D">
        <w:t xml:space="preserve">is a </w:t>
      </w:r>
      <w:r>
        <w:t>process for</w:t>
      </w:r>
      <w:r w:rsidRPr="00B05B7D">
        <w:t xml:space="preserve"> supporting </w:t>
      </w:r>
      <w:r>
        <w:t>decision making when there are many evaluation criteria [Wikipedia 2009d]. The overall score is computed by a summation of scores in all criteria.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1"/>
        <w:gridCol w:w="1461"/>
        <w:gridCol w:w="1461"/>
        <w:gridCol w:w="1250"/>
        <w:gridCol w:w="1461"/>
        <w:gridCol w:w="1282"/>
      </w:tblGrid>
      <w:tr w:rsidR="00534536" w:rsidRPr="00C77B37" w14:paraId="066EBF81" w14:textId="77777777" w:rsidTr="00E272F7">
        <w:tc>
          <w:tcPr>
            <w:tcW w:w="1769" w:type="dxa"/>
          </w:tcPr>
          <w:p w14:paraId="066EBF7B" w14:textId="77777777" w:rsidR="00534536" w:rsidRPr="00C77B37" w:rsidRDefault="00534536" w:rsidP="00E272F7">
            <w:pPr>
              <w:spacing w:after="0"/>
              <w:jc w:val="both"/>
              <w:rPr>
                <w:b/>
                <w:bCs/>
                <w:sz w:val="20"/>
              </w:rPr>
            </w:pPr>
          </w:p>
        </w:tc>
        <w:tc>
          <w:tcPr>
            <w:tcW w:w="1621" w:type="dxa"/>
          </w:tcPr>
          <w:p w14:paraId="066EBF7C" w14:textId="77777777" w:rsidR="00534536" w:rsidRPr="00C77B37" w:rsidRDefault="00534536" w:rsidP="00534536">
            <w:pPr>
              <w:spacing w:after="0"/>
              <w:jc w:val="center"/>
              <w:rPr>
                <w:b/>
                <w:bCs/>
                <w:sz w:val="20"/>
              </w:rPr>
            </w:pPr>
            <w:r>
              <w:rPr>
                <w:b/>
                <w:bCs/>
                <w:sz w:val="20"/>
              </w:rPr>
              <w:t xml:space="preserve">Criteria 1 </w:t>
            </w:r>
            <w:r w:rsidRPr="00C77B37">
              <w:rPr>
                <w:b/>
                <w:bCs/>
                <w:sz w:val="20"/>
              </w:rPr>
              <w:t>(W1)</w:t>
            </w:r>
          </w:p>
        </w:tc>
        <w:tc>
          <w:tcPr>
            <w:tcW w:w="1622" w:type="dxa"/>
          </w:tcPr>
          <w:p w14:paraId="066EBF7D" w14:textId="77777777" w:rsidR="00534536" w:rsidRPr="00C77B37" w:rsidRDefault="00534536" w:rsidP="00534536">
            <w:pPr>
              <w:spacing w:after="0"/>
              <w:jc w:val="center"/>
              <w:rPr>
                <w:b/>
                <w:bCs/>
                <w:sz w:val="20"/>
              </w:rPr>
            </w:pPr>
            <w:r w:rsidRPr="00C77B37">
              <w:rPr>
                <w:b/>
                <w:bCs/>
                <w:sz w:val="20"/>
              </w:rPr>
              <w:t>Criteria 2 (W2)</w:t>
            </w:r>
          </w:p>
        </w:tc>
        <w:tc>
          <w:tcPr>
            <w:tcW w:w="1490" w:type="dxa"/>
          </w:tcPr>
          <w:p w14:paraId="066EBF7E" w14:textId="77777777" w:rsidR="00534536" w:rsidRPr="00C77B37" w:rsidRDefault="00534536" w:rsidP="00534536">
            <w:pPr>
              <w:spacing w:after="0"/>
              <w:jc w:val="center"/>
              <w:rPr>
                <w:b/>
                <w:bCs/>
                <w:sz w:val="20"/>
              </w:rPr>
            </w:pPr>
            <w:r w:rsidRPr="00C77B37">
              <w:rPr>
                <w:b/>
                <w:bCs/>
                <w:sz w:val="20"/>
              </w:rPr>
              <w:t>…</w:t>
            </w:r>
          </w:p>
        </w:tc>
        <w:tc>
          <w:tcPr>
            <w:tcW w:w="1622" w:type="dxa"/>
          </w:tcPr>
          <w:p w14:paraId="066EBF7F" w14:textId="77777777" w:rsidR="00534536" w:rsidRPr="00C77B37" w:rsidRDefault="00534536" w:rsidP="00534536">
            <w:pPr>
              <w:spacing w:after="0"/>
              <w:jc w:val="center"/>
              <w:rPr>
                <w:b/>
                <w:bCs/>
                <w:sz w:val="20"/>
              </w:rPr>
            </w:pPr>
            <w:r w:rsidRPr="00C77B37">
              <w:rPr>
                <w:b/>
                <w:bCs/>
                <w:sz w:val="20"/>
              </w:rPr>
              <w:t>Criteria N (Wn)</w:t>
            </w:r>
          </w:p>
        </w:tc>
        <w:tc>
          <w:tcPr>
            <w:tcW w:w="1452" w:type="dxa"/>
          </w:tcPr>
          <w:p w14:paraId="066EBF80" w14:textId="77777777" w:rsidR="00534536" w:rsidRPr="00C77B37" w:rsidRDefault="00534536" w:rsidP="00534536">
            <w:pPr>
              <w:spacing w:after="0"/>
              <w:jc w:val="center"/>
              <w:rPr>
                <w:b/>
                <w:bCs/>
                <w:sz w:val="20"/>
              </w:rPr>
            </w:pPr>
            <w:r w:rsidRPr="00C77B37">
              <w:rPr>
                <w:b/>
                <w:bCs/>
                <w:sz w:val="20"/>
              </w:rPr>
              <w:t>Score</w:t>
            </w:r>
          </w:p>
        </w:tc>
      </w:tr>
      <w:tr w:rsidR="00534536" w:rsidRPr="00C77B37" w14:paraId="066EBF88" w14:textId="77777777" w:rsidTr="00E272F7">
        <w:tc>
          <w:tcPr>
            <w:tcW w:w="1769" w:type="dxa"/>
          </w:tcPr>
          <w:p w14:paraId="066EBF82" w14:textId="77777777" w:rsidR="00534536" w:rsidRPr="00C77B37" w:rsidRDefault="00534536" w:rsidP="00E272F7">
            <w:pPr>
              <w:spacing w:after="0"/>
              <w:jc w:val="both"/>
              <w:rPr>
                <w:b/>
                <w:bCs/>
                <w:sz w:val="20"/>
              </w:rPr>
            </w:pPr>
            <w:r w:rsidRPr="00C77B37">
              <w:rPr>
                <w:b/>
                <w:bCs/>
                <w:sz w:val="20"/>
              </w:rPr>
              <w:t>Solution 1</w:t>
            </w:r>
          </w:p>
        </w:tc>
        <w:tc>
          <w:tcPr>
            <w:tcW w:w="1621" w:type="dxa"/>
          </w:tcPr>
          <w:p w14:paraId="066EBF83" w14:textId="77777777" w:rsidR="00534536" w:rsidRPr="00C77B37" w:rsidRDefault="00534536" w:rsidP="00E272F7">
            <w:pPr>
              <w:spacing w:after="0"/>
              <w:jc w:val="both"/>
              <w:rPr>
                <w:b/>
                <w:bCs/>
                <w:sz w:val="20"/>
              </w:rPr>
            </w:pPr>
          </w:p>
        </w:tc>
        <w:tc>
          <w:tcPr>
            <w:tcW w:w="1622" w:type="dxa"/>
          </w:tcPr>
          <w:p w14:paraId="066EBF84" w14:textId="77777777" w:rsidR="00534536" w:rsidRPr="00C77B37" w:rsidRDefault="00534536" w:rsidP="00E272F7">
            <w:pPr>
              <w:spacing w:after="0"/>
              <w:jc w:val="both"/>
              <w:rPr>
                <w:b/>
                <w:bCs/>
                <w:sz w:val="20"/>
              </w:rPr>
            </w:pPr>
          </w:p>
        </w:tc>
        <w:tc>
          <w:tcPr>
            <w:tcW w:w="1490" w:type="dxa"/>
          </w:tcPr>
          <w:p w14:paraId="066EBF85" w14:textId="77777777" w:rsidR="00534536" w:rsidRPr="00C77B37" w:rsidRDefault="00534536" w:rsidP="00E272F7">
            <w:pPr>
              <w:spacing w:after="0"/>
              <w:jc w:val="both"/>
              <w:rPr>
                <w:b/>
                <w:bCs/>
                <w:sz w:val="20"/>
              </w:rPr>
            </w:pPr>
          </w:p>
        </w:tc>
        <w:tc>
          <w:tcPr>
            <w:tcW w:w="1622" w:type="dxa"/>
          </w:tcPr>
          <w:p w14:paraId="066EBF86" w14:textId="77777777" w:rsidR="00534536" w:rsidRPr="00C77B37" w:rsidRDefault="00534536" w:rsidP="00E272F7">
            <w:pPr>
              <w:spacing w:after="0"/>
              <w:jc w:val="both"/>
              <w:rPr>
                <w:b/>
                <w:bCs/>
                <w:sz w:val="20"/>
              </w:rPr>
            </w:pPr>
          </w:p>
        </w:tc>
        <w:tc>
          <w:tcPr>
            <w:tcW w:w="1452" w:type="dxa"/>
          </w:tcPr>
          <w:p w14:paraId="066EBF87" w14:textId="77777777" w:rsidR="00534536" w:rsidRPr="00C77B37" w:rsidRDefault="00534536" w:rsidP="00E272F7">
            <w:pPr>
              <w:spacing w:after="0"/>
              <w:jc w:val="both"/>
              <w:rPr>
                <w:b/>
                <w:bCs/>
                <w:sz w:val="20"/>
              </w:rPr>
            </w:pPr>
          </w:p>
        </w:tc>
      </w:tr>
      <w:tr w:rsidR="00534536" w:rsidRPr="00C77B37" w14:paraId="066EBF8F" w14:textId="77777777" w:rsidTr="00E272F7">
        <w:tc>
          <w:tcPr>
            <w:tcW w:w="1769" w:type="dxa"/>
          </w:tcPr>
          <w:p w14:paraId="066EBF89" w14:textId="77777777" w:rsidR="00534536" w:rsidRPr="00C77B37" w:rsidRDefault="00534536" w:rsidP="00E272F7">
            <w:pPr>
              <w:spacing w:after="0"/>
              <w:jc w:val="both"/>
              <w:rPr>
                <w:b/>
                <w:bCs/>
                <w:sz w:val="20"/>
              </w:rPr>
            </w:pPr>
            <w:r w:rsidRPr="00C77B37">
              <w:rPr>
                <w:b/>
                <w:bCs/>
                <w:sz w:val="20"/>
              </w:rPr>
              <w:t>Solution 2</w:t>
            </w:r>
          </w:p>
        </w:tc>
        <w:tc>
          <w:tcPr>
            <w:tcW w:w="1621" w:type="dxa"/>
          </w:tcPr>
          <w:p w14:paraId="066EBF8A" w14:textId="77777777" w:rsidR="00534536" w:rsidRPr="00C77B37" w:rsidRDefault="00534536" w:rsidP="00E272F7">
            <w:pPr>
              <w:spacing w:after="0"/>
              <w:jc w:val="both"/>
              <w:rPr>
                <w:b/>
                <w:bCs/>
                <w:sz w:val="20"/>
              </w:rPr>
            </w:pPr>
          </w:p>
        </w:tc>
        <w:tc>
          <w:tcPr>
            <w:tcW w:w="1622" w:type="dxa"/>
          </w:tcPr>
          <w:p w14:paraId="066EBF8B" w14:textId="77777777" w:rsidR="00534536" w:rsidRPr="00C77B37" w:rsidRDefault="00534536" w:rsidP="00E272F7">
            <w:pPr>
              <w:spacing w:after="0"/>
              <w:jc w:val="both"/>
              <w:rPr>
                <w:b/>
                <w:bCs/>
                <w:sz w:val="20"/>
              </w:rPr>
            </w:pPr>
          </w:p>
        </w:tc>
        <w:tc>
          <w:tcPr>
            <w:tcW w:w="1490" w:type="dxa"/>
          </w:tcPr>
          <w:p w14:paraId="066EBF8C" w14:textId="77777777" w:rsidR="00534536" w:rsidRPr="00C77B37" w:rsidRDefault="00534536" w:rsidP="00E272F7">
            <w:pPr>
              <w:spacing w:after="0"/>
              <w:jc w:val="both"/>
              <w:rPr>
                <w:b/>
                <w:bCs/>
                <w:sz w:val="20"/>
              </w:rPr>
            </w:pPr>
          </w:p>
        </w:tc>
        <w:tc>
          <w:tcPr>
            <w:tcW w:w="1622" w:type="dxa"/>
          </w:tcPr>
          <w:p w14:paraId="066EBF8D" w14:textId="77777777" w:rsidR="00534536" w:rsidRPr="00C77B37" w:rsidRDefault="00534536" w:rsidP="00E272F7">
            <w:pPr>
              <w:spacing w:after="0"/>
              <w:jc w:val="both"/>
              <w:rPr>
                <w:b/>
                <w:bCs/>
                <w:sz w:val="20"/>
              </w:rPr>
            </w:pPr>
          </w:p>
        </w:tc>
        <w:tc>
          <w:tcPr>
            <w:tcW w:w="1452" w:type="dxa"/>
          </w:tcPr>
          <w:p w14:paraId="066EBF8E" w14:textId="77777777" w:rsidR="00534536" w:rsidRPr="00C77B37" w:rsidRDefault="00534536" w:rsidP="00E272F7">
            <w:pPr>
              <w:spacing w:after="0"/>
              <w:jc w:val="both"/>
              <w:rPr>
                <w:b/>
                <w:bCs/>
                <w:sz w:val="20"/>
              </w:rPr>
            </w:pPr>
          </w:p>
        </w:tc>
      </w:tr>
      <w:tr w:rsidR="00534536" w:rsidRPr="00C77B37" w14:paraId="066EBF96" w14:textId="77777777" w:rsidTr="00E272F7">
        <w:tc>
          <w:tcPr>
            <w:tcW w:w="1769" w:type="dxa"/>
          </w:tcPr>
          <w:p w14:paraId="066EBF90" w14:textId="77777777" w:rsidR="00534536" w:rsidRPr="00C77B37" w:rsidRDefault="00534536" w:rsidP="00534536">
            <w:pPr>
              <w:spacing w:after="0"/>
              <w:jc w:val="both"/>
              <w:rPr>
                <w:b/>
                <w:bCs/>
                <w:sz w:val="20"/>
              </w:rPr>
            </w:pPr>
            <w:r w:rsidRPr="00C77B37">
              <w:rPr>
                <w:b/>
                <w:bCs/>
                <w:sz w:val="20"/>
              </w:rPr>
              <w:t>…</w:t>
            </w:r>
          </w:p>
        </w:tc>
        <w:tc>
          <w:tcPr>
            <w:tcW w:w="1621" w:type="dxa"/>
          </w:tcPr>
          <w:p w14:paraId="066EBF91" w14:textId="77777777" w:rsidR="00534536" w:rsidRPr="00C77B37" w:rsidRDefault="00534536" w:rsidP="00E272F7">
            <w:pPr>
              <w:spacing w:after="0"/>
              <w:jc w:val="both"/>
              <w:rPr>
                <w:b/>
                <w:bCs/>
                <w:sz w:val="20"/>
              </w:rPr>
            </w:pPr>
          </w:p>
        </w:tc>
        <w:tc>
          <w:tcPr>
            <w:tcW w:w="1622" w:type="dxa"/>
          </w:tcPr>
          <w:p w14:paraId="066EBF92" w14:textId="77777777" w:rsidR="00534536" w:rsidRPr="00C77B37" w:rsidRDefault="00534536" w:rsidP="00E272F7">
            <w:pPr>
              <w:spacing w:after="0"/>
              <w:jc w:val="both"/>
              <w:rPr>
                <w:b/>
                <w:bCs/>
                <w:sz w:val="20"/>
              </w:rPr>
            </w:pPr>
          </w:p>
        </w:tc>
        <w:tc>
          <w:tcPr>
            <w:tcW w:w="1490" w:type="dxa"/>
          </w:tcPr>
          <w:p w14:paraId="066EBF93" w14:textId="77777777" w:rsidR="00534536" w:rsidRPr="00C77B37" w:rsidRDefault="00534536" w:rsidP="00E272F7">
            <w:pPr>
              <w:spacing w:after="0"/>
              <w:jc w:val="both"/>
              <w:rPr>
                <w:b/>
                <w:bCs/>
                <w:sz w:val="20"/>
              </w:rPr>
            </w:pPr>
          </w:p>
        </w:tc>
        <w:tc>
          <w:tcPr>
            <w:tcW w:w="1622" w:type="dxa"/>
          </w:tcPr>
          <w:p w14:paraId="066EBF94" w14:textId="77777777" w:rsidR="00534536" w:rsidRPr="00C77B37" w:rsidRDefault="00534536" w:rsidP="00E272F7">
            <w:pPr>
              <w:spacing w:after="0"/>
              <w:jc w:val="both"/>
              <w:rPr>
                <w:b/>
                <w:bCs/>
                <w:sz w:val="20"/>
              </w:rPr>
            </w:pPr>
          </w:p>
        </w:tc>
        <w:tc>
          <w:tcPr>
            <w:tcW w:w="1452" w:type="dxa"/>
          </w:tcPr>
          <w:p w14:paraId="066EBF95" w14:textId="77777777" w:rsidR="00534536" w:rsidRPr="00C77B37" w:rsidRDefault="00534536" w:rsidP="00E272F7">
            <w:pPr>
              <w:spacing w:after="0"/>
              <w:jc w:val="both"/>
              <w:rPr>
                <w:b/>
                <w:bCs/>
                <w:sz w:val="20"/>
              </w:rPr>
            </w:pPr>
          </w:p>
        </w:tc>
      </w:tr>
      <w:tr w:rsidR="00534536" w:rsidRPr="00C77B37" w14:paraId="066EBF9D" w14:textId="77777777" w:rsidTr="00E272F7">
        <w:tc>
          <w:tcPr>
            <w:tcW w:w="1769" w:type="dxa"/>
          </w:tcPr>
          <w:p w14:paraId="066EBF97" w14:textId="77777777" w:rsidR="00534536" w:rsidRPr="00C77B37" w:rsidRDefault="00534536" w:rsidP="00E272F7">
            <w:pPr>
              <w:spacing w:after="0"/>
              <w:jc w:val="both"/>
              <w:rPr>
                <w:b/>
                <w:bCs/>
                <w:sz w:val="20"/>
              </w:rPr>
            </w:pPr>
            <w:r w:rsidRPr="00C77B37">
              <w:rPr>
                <w:b/>
                <w:bCs/>
                <w:sz w:val="20"/>
              </w:rPr>
              <w:t>Solution N</w:t>
            </w:r>
          </w:p>
        </w:tc>
        <w:tc>
          <w:tcPr>
            <w:tcW w:w="1621" w:type="dxa"/>
          </w:tcPr>
          <w:p w14:paraId="066EBF98" w14:textId="77777777" w:rsidR="00534536" w:rsidRPr="00C77B37" w:rsidRDefault="00534536" w:rsidP="00E272F7">
            <w:pPr>
              <w:spacing w:after="0"/>
              <w:jc w:val="both"/>
              <w:rPr>
                <w:b/>
                <w:bCs/>
                <w:sz w:val="20"/>
              </w:rPr>
            </w:pPr>
          </w:p>
        </w:tc>
        <w:tc>
          <w:tcPr>
            <w:tcW w:w="1622" w:type="dxa"/>
          </w:tcPr>
          <w:p w14:paraId="066EBF99" w14:textId="77777777" w:rsidR="00534536" w:rsidRPr="00C77B37" w:rsidRDefault="00534536" w:rsidP="00E272F7">
            <w:pPr>
              <w:spacing w:after="0"/>
              <w:jc w:val="both"/>
              <w:rPr>
                <w:b/>
                <w:bCs/>
                <w:sz w:val="20"/>
              </w:rPr>
            </w:pPr>
          </w:p>
        </w:tc>
        <w:tc>
          <w:tcPr>
            <w:tcW w:w="1490" w:type="dxa"/>
          </w:tcPr>
          <w:p w14:paraId="066EBF9A" w14:textId="77777777" w:rsidR="00534536" w:rsidRPr="00C77B37" w:rsidRDefault="00534536" w:rsidP="00E272F7">
            <w:pPr>
              <w:spacing w:after="0"/>
              <w:jc w:val="both"/>
              <w:rPr>
                <w:b/>
                <w:bCs/>
                <w:sz w:val="20"/>
              </w:rPr>
            </w:pPr>
          </w:p>
        </w:tc>
        <w:tc>
          <w:tcPr>
            <w:tcW w:w="1622" w:type="dxa"/>
          </w:tcPr>
          <w:p w14:paraId="066EBF9B" w14:textId="77777777" w:rsidR="00534536" w:rsidRPr="00C77B37" w:rsidRDefault="00534536" w:rsidP="00E272F7">
            <w:pPr>
              <w:spacing w:after="0"/>
              <w:jc w:val="both"/>
              <w:rPr>
                <w:b/>
                <w:bCs/>
                <w:sz w:val="20"/>
              </w:rPr>
            </w:pPr>
          </w:p>
        </w:tc>
        <w:tc>
          <w:tcPr>
            <w:tcW w:w="1452" w:type="dxa"/>
          </w:tcPr>
          <w:p w14:paraId="066EBF9C" w14:textId="77777777" w:rsidR="00534536" w:rsidRPr="00C77B37" w:rsidRDefault="00534536" w:rsidP="00E272F7">
            <w:pPr>
              <w:spacing w:after="0"/>
              <w:jc w:val="both"/>
              <w:rPr>
                <w:b/>
                <w:bCs/>
                <w:sz w:val="20"/>
              </w:rPr>
            </w:pPr>
          </w:p>
        </w:tc>
      </w:tr>
    </w:tbl>
    <w:p w14:paraId="066EBF9E" w14:textId="77777777" w:rsidR="00A808E0" w:rsidRDefault="00A808E0" w:rsidP="005E0E68">
      <w:pPr>
        <w:rPr>
          <w:szCs w:val="21"/>
        </w:rPr>
      </w:pPr>
    </w:p>
    <w:p w14:paraId="066EBF9F" w14:textId="77777777" w:rsidR="00534536" w:rsidRDefault="00534536" w:rsidP="00534536">
      <w:pPr>
        <w:spacing w:after="0"/>
        <w:jc w:val="both"/>
      </w:pPr>
      <w:r>
        <w:lastRenderedPageBreak/>
        <w:t>These are the steps of the MCDA process:</w:t>
      </w:r>
    </w:p>
    <w:p w14:paraId="066EBFA0" w14:textId="77777777" w:rsidR="00534536" w:rsidRPr="00534536" w:rsidRDefault="00534536" w:rsidP="004A2395">
      <w:pPr>
        <w:pStyle w:val="ListNumber"/>
      </w:pPr>
      <w:r w:rsidRPr="00534536">
        <w:t>Define the problem.</w:t>
      </w:r>
    </w:p>
    <w:p w14:paraId="066EBFA1" w14:textId="77777777" w:rsidR="00534536" w:rsidRPr="00534536" w:rsidRDefault="00534536" w:rsidP="004A2395">
      <w:pPr>
        <w:pStyle w:val="ListNumber"/>
      </w:pPr>
      <w:r w:rsidRPr="00534536">
        <w:t>Find all possible risk assessment methods.</w:t>
      </w:r>
    </w:p>
    <w:p w14:paraId="066EBFA2" w14:textId="77777777" w:rsidR="00534536" w:rsidRPr="00534536" w:rsidRDefault="00534536" w:rsidP="004A2395">
      <w:pPr>
        <w:pStyle w:val="ListNumber"/>
      </w:pPr>
      <w:r w:rsidRPr="00534536">
        <w:t>Generate a set of criteria to be used.</w:t>
      </w:r>
    </w:p>
    <w:p w14:paraId="066EBFA3" w14:textId="77777777" w:rsidR="00534536" w:rsidRPr="00534536" w:rsidRDefault="00534536" w:rsidP="004A2395">
      <w:pPr>
        <w:pStyle w:val="ListNumber"/>
      </w:pPr>
      <w:r w:rsidRPr="00534536">
        <w:t>Evaluate the feasibility of the criteria, including coverage of all concerns.</w:t>
      </w:r>
    </w:p>
    <w:p w14:paraId="066EBFA4" w14:textId="77777777" w:rsidR="00534536" w:rsidRPr="00534536" w:rsidRDefault="00534536" w:rsidP="004A2395">
      <w:pPr>
        <w:pStyle w:val="ListNumber"/>
      </w:pPr>
      <w:r w:rsidRPr="00534536">
        <w:t>Create a decision matrix to be used.</w:t>
      </w:r>
    </w:p>
    <w:p w14:paraId="066EBFA5" w14:textId="77777777" w:rsidR="00534536" w:rsidRPr="00534536" w:rsidRDefault="00534536" w:rsidP="004A2395">
      <w:pPr>
        <w:pStyle w:val="ListNumber"/>
      </w:pPr>
      <w:r w:rsidRPr="00534536">
        <w:t>Add weighting to each criterion.</w:t>
      </w:r>
    </w:p>
    <w:p w14:paraId="066EBFA6" w14:textId="77777777" w:rsidR="00534536" w:rsidRPr="00534536" w:rsidRDefault="00534536" w:rsidP="004A2395">
      <w:pPr>
        <w:pStyle w:val="ListNumber"/>
      </w:pPr>
      <w:r w:rsidRPr="00534536">
        <w:t>Reach a consensus on the score of each criterion.</w:t>
      </w:r>
    </w:p>
    <w:p w14:paraId="066EBFA7" w14:textId="77777777" w:rsidR="00534536" w:rsidRPr="00534536" w:rsidRDefault="00534536" w:rsidP="004A2395">
      <w:pPr>
        <w:pStyle w:val="ListNumber"/>
      </w:pPr>
      <w:r w:rsidRPr="00534536">
        <w:t>Compute the score based on each criterion and determine the best weighting [Linkov 2004].</w:t>
      </w:r>
    </w:p>
    <w:p w14:paraId="066EBFA8" w14:textId="77777777" w:rsidR="00534536" w:rsidRDefault="00534536" w:rsidP="00534536">
      <w:r>
        <w:t>T</w:t>
      </w:r>
      <w:r w:rsidRPr="00732AF7">
        <w:t>he following criteria were used to evaluate the techniques in the case study</w:t>
      </w:r>
      <w:r>
        <w:t xml:space="preserve"> in</w:t>
      </w:r>
      <w:r w:rsidRPr="00C77B37">
        <w:t xml:space="preserve"> [Mead 2005]</w:t>
      </w:r>
      <w:r>
        <w:t>.</w:t>
      </w:r>
    </w:p>
    <w:p w14:paraId="066EBFA9" w14:textId="77777777" w:rsidR="00534536" w:rsidRPr="00732AF7" w:rsidRDefault="00534536" w:rsidP="00534536">
      <w:r w:rsidRPr="00732AF7">
        <w:rPr>
          <w:b/>
        </w:rPr>
        <w:t xml:space="preserve">1 corresponds to </w:t>
      </w:r>
      <w:r w:rsidRPr="00732AF7">
        <w:rPr>
          <w:b/>
          <w:i/>
        </w:rPr>
        <w:t>most suitable</w:t>
      </w:r>
      <w:r>
        <w:rPr>
          <w:b/>
        </w:rPr>
        <w:t>;</w:t>
      </w:r>
      <w:r w:rsidRPr="00732AF7">
        <w:rPr>
          <w:b/>
        </w:rPr>
        <w:t xml:space="preserve"> 4 corresponds to </w:t>
      </w:r>
      <w:r w:rsidRPr="00732AF7">
        <w:rPr>
          <w:b/>
          <w:i/>
        </w:rPr>
        <w:t>least suitable</w:t>
      </w:r>
      <w:r>
        <w:rPr>
          <w:b/>
        </w:rPr>
        <w:t>.</w:t>
      </w:r>
    </w:p>
    <w:tbl>
      <w:tblPr>
        <w:tblW w:w="0" w:type="auto"/>
        <w:tblInd w:w="103" w:type="dxa"/>
        <w:tblLayout w:type="fixed"/>
        <w:tblLook w:val="0000" w:firstRow="0" w:lastRow="0" w:firstColumn="0" w:lastColumn="0" w:noHBand="0" w:noVBand="0"/>
      </w:tblPr>
      <w:tblGrid>
        <w:gridCol w:w="580"/>
        <w:gridCol w:w="1405"/>
        <w:gridCol w:w="1620"/>
        <w:gridCol w:w="1440"/>
        <w:gridCol w:w="1800"/>
        <w:gridCol w:w="1519"/>
        <w:gridCol w:w="961"/>
      </w:tblGrid>
      <w:tr w:rsidR="00534536" w:rsidRPr="00732AF7" w14:paraId="066EBFB1" w14:textId="77777777" w:rsidTr="00E272F7">
        <w:trPr>
          <w:trHeight w:val="750"/>
        </w:trPr>
        <w:tc>
          <w:tcPr>
            <w:tcW w:w="580" w:type="dxa"/>
            <w:tcBorders>
              <w:top w:val="single" w:sz="4" w:space="0" w:color="auto"/>
              <w:left w:val="single" w:sz="4" w:space="0" w:color="auto"/>
              <w:bottom w:val="nil"/>
              <w:right w:val="single" w:sz="4" w:space="0" w:color="auto"/>
            </w:tcBorders>
            <w:noWrap/>
            <w:vAlign w:val="bottom"/>
          </w:tcPr>
          <w:p w14:paraId="066EBFAA" w14:textId="77777777" w:rsidR="00534536" w:rsidRPr="00732AF7" w:rsidRDefault="00534536" w:rsidP="00E272F7">
            <w:pPr>
              <w:pStyle w:val="TableText"/>
            </w:pPr>
            <w:r w:rsidRPr="00732AF7">
              <w:t> </w:t>
            </w:r>
          </w:p>
        </w:tc>
        <w:tc>
          <w:tcPr>
            <w:tcW w:w="1405" w:type="dxa"/>
            <w:tcBorders>
              <w:top w:val="single" w:sz="4" w:space="0" w:color="auto"/>
              <w:left w:val="nil"/>
              <w:bottom w:val="nil"/>
              <w:right w:val="nil"/>
            </w:tcBorders>
            <w:noWrap/>
            <w:vAlign w:val="bottom"/>
          </w:tcPr>
          <w:p w14:paraId="066EBFAB" w14:textId="77777777" w:rsidR="00534536" w:rsidRPr="00732AF7" w:rsidRDefault="00534536" w:rsidP="00E272F7">
            <w:pPr>
              <w:pStyle w:val="TableText"/>
            </w:pPr>
            <w:r w:rsidRPr="00732AF7">
              <w:t> </w:t>
            </w:r>
          </w:p>
        </w:tc>
        <w:tc>
          <w:tcPr>
            <w:tcW w:w="1620" w:type="dxa"/>
            <w:tcBorders>
              <w:top w:val="single" w:sz="4" w:space="0" w:color="auto"/>
              <w:left w:val="single" w:sz="4" w:space="0" w:color="auto"/>
              <w:bottom w:val="single" w:sz="4" w:space="0" w:color="auto"/>
              <w:right w:val="single" w:sz="4" w:space="0" w:color="auto"/>
            </w:tcBorders>
          </w:tcPr>
          <w:p w14:paraId="066EBFAC" w14:textId="77777777" w:rsidR="00534536" w:rsidRPr="00543881" w:rsidRDefault="00534536" w:rsidP="00E272F7">
            <w:pPr>
              <w:pStyle w:val="TableText"/>
              <w:rPr>
                <w:b/>
              </w:rPr>
            </w:pPr>
            <w:r>
              <w:rPr>
                <w:b/>
              </w:rPr>
              <w:br/>
            </w:r>
            <w:r w:rsidRPr="00543881">
              <w:rPr>
                <w:b/>
              </w:rPr>
              <w:t>Suitable for small comp</w:t>
            </w:r>
            <w:r w:rsidRPr="00543881">
              <w:rPr>
                <w:b/>
              </w:rPr>
              <w:t>a</w:t>
            </w:r>
            <w:r w:rsidRPr="00543881">
              <w:rPr>
                <w:b/>
              </w:rPr>
              <w:t>nies</w:t>
            </w:r>
          </w:p>
        </w:tc>
        <w:tc>
          <w:tcPr>
            <w:tcW w:w="1440" w:type="dxa"/>
            <w:tcBorders>
              <w:top w:val="single" w:sz="4" w:space="0" w:color="auto"/>
              <w:left w:val="nil"/>
              <w:bottom w:val="single" w:sz="4" w:space="0" w:color="auto"/>
              <w:right w:val="single" w:sz="4" w:space="0" w:color="auto"/>
            </w:tcBorders>
          </w:tcPr>
          <w:p w14:paraId="066EBFAD" w14:textId="77777777" w:rsidR="00534536" w:rsidRPr="00543881" w:rsidRDefault="00534536" w:rsidP="00E272F7">
            <w:pPr>
              <w:pStyle w:val="TableText"/>
              <w:rPr>
                <w:b/>
              </w:rPr>
            </w:pPr>
            <w:r w:rsidRPr="00543881">
              <w:rPr>
                <w:b/>
              </w:rPr>
              <w:t>Feasible to complete this seme</w:t>
            </w:r>
            <w:r w:rsidRPr="00543881">
              <w:rPr>
                <w:b/>
              </w:rPr>
              <w:t>s</w:t>
            </w:r>
            <w:r w:rsidRPr="00543881">
              <w:rPr>
                <w:b/>
              </w:rPr>
              <w:t>ter</w:t>
            </w:r>
          </w:p>
        </w:tc>
        <w:tc>
          <w:tcPr>
            <w:tcW w:w="1800" w:type="dxa"/>
            <w:tcBorders>
              <w:top w:val="single" w:sz="4" w:space="0" w:color="auto"/>
              <w:left w:val="nil"/>
              <w:bottom w:val="single" w:sz="4" w:space="0" w:color="auto"/>
              <w:right w:val="single" w:sz="4" w:space="0" w:color="auto"/>
            </w:tcBorders>
          </w:tcPr>
          <w:p w14:paraId="066EBFAE" w14:textId="77777777" w:rsidR="00534536" w:rsidRPr="00543881" w:rsidRDefault="00534536" w:rsidP="00E272F7">
            <w:pPr>
              <w:pStyle w:val="TableText"/>
              <w:rPr>
                <w:b/>
              </w:rPr>
            </w:pPr>
            <w:r>
              <w:rPr>
                <w:b/>
              </w:rPr>
              <w:br/>
            </w:r>
            <w:r w:rsidRPr="00543881">
              <w:rPr>
                <w:b/>
              </w:rPr>
              <w:t>Does not require additional data collection</w:t>
            </w:r>
          </w:p>
        </w:tc>
        <w:tc>
          <w:tcPr>
            <w:tcW w:w="1519" w:type="dxa"/>
            <w:tcBorders>
              <w:top w:val="single" w:sz="4" w:space="0" w:color="auto"/>
              <w:left w:val="nil"/>
              <w:bottom w:val="single" w:sz="4" w:space="0" w:color="auto"/>
              <w:right w:val="single" w:sz="4" w:space="0" w:color="auto"/>
            </w:tcBorders>
          </w:tcPr>
          <w:p w14:paraId="066EBFAF" w14:textId="77777777" w:rsidR="00534536" w:rsidRPr="00543881" w:rsidRDefault="00534536" w:rsidP="00E272F7">
            <w:pPr>
              <w:pStyle w:val="TableText"/>
              <w:rPr>
                <w:b/>
              </w:rPr>
            </w:pPr>
            <w:r>
              <w:rPr>
                <w:b/>
              </w:rPr>
              <w:br/>
            </w:r>
            <w:r>
              <w:rPr>
                <w:b/>
              </w:rPr>
              <w:br/>
            </w:r>
            <w:r w:rsidRPr="00543881">
              <w:rPr>
                <w:b/>
              </w:rPr>
              <w:t>Suitable for requirements</w:t>
            </w:r>
          </w:p>
        </w:tc>
        <w:tc>
          <w:tcPr>
            <w:tcW w:w="961" w:type="dxa"/>
            <w:tcBorders>
              <w:top w:val="single" w:sz="4" w:space="0" w:color="auto"/>
              <w:left w:val="nil"/>
              <w:bottom w:val="single" w:sz="4" w:space="0" w:color="auto"/>
              <w:right w:val="single" w:sz="4" w:space="0" w:color="auto"/>
            </w:tcBorders>
          </w:tcPr>
          <w:p w14:paraId="066EBFB0" w14:textId="77777777" w:rsidR="00534536" w:rsidRPr="00543881" w:rsidRDefault="00534536" w:rsidP="00E272F7">
            <w:pPr>
              <w:pStyle w:val="TableText"/>
              <w:rPr>
                <w:b/>
              </w:rPr>
            </w:pPr>
            <w:r>
              <w:rPr>
                <w:b/>
              </w:rPr>
              <w:br/>
            </w:r>
            <w:r>
              <w:rPr>
                <w:b/>
              </w:rPr>
              <w:br/>
            </w:r>
            <w:r w:rsidRPr="00543881">
              <w:rPr>
                <w:b/>
              </w:rPr>
              <w:t>Ave</w:t>
            </w:r>
            <w:r w:rsidRPr="00543881">
              <w:rPr>
                <w:b/>
              </w:rPr>
              <w:t>r</w:t>
            </w:r>
            <w:r w:rsidRPr="00543881">
              <w:rPr>
                <w:b/>
              </w:rPr>
              <w:t>age Score</w:t>
            </w:r>
          </w:p>
        </w:tc>
      </w:tr>
      <w:tr w:rsidR="00534536" w:rsidRPr="00732AF7" w14:paraId="066EBFB9" w14:textId="77777777" w:rsidTr="00E272F7">
        <w:trPr>
          <w:trHeight w:val="255"/>
        </w:trPr>
        <w:tc>
          <w:tcPr>
            <w:tcW w:w="580" w:type="dxa"/>
            <w:vMerge w:val="restart"/>
            <w:tcBorders>
              <w:top w:val="nil"/>
              <w:left w:val="single" w:sz="4" w:space="0" w:color="auto"/>
              <w:bottom w:val="single" w:sz="4" w:space="0" w:color="000000"/>
              <w:right w:val="single" w:sz="4" w:space="0" w:color="auto"/>
            </w:tcBorders>
            <w:noWrap/>
            <w:textDirection w:val="btLr"/>
            <w:vAlign w:val="center"/>
          </w:tcPr>
          <w:p w14:paraId="066EBFB2" w14:textId="77777777" w:rsidR="00534536" w:rsidRPr="00543881" w:rsidRDefault="00534536" w:rsidP="00E272F7">
            <w:pPr>
              <w:pStyle w:val="TableText"/>
              <w:rPr>
                <w:b/>
              </w:rPr>
            </w:pPr>
            <w:r w:rsidRPr="00543881">
              <w:rPr>
                <w:b/>
              </w:rPr>
              <w:t>Methodologies</w:t>
            </w:r>
          </w:p>
        </w:tc>
        <w:tc>
          <w:tcPr>
            <w:tcW w:w="1405" w:type="dxa"/>
            <w:tcBorders>
              <w:top w:val="single" w:sz="4" w:space="0" w:color="auto"/>
              <w:left w:val="nil"/>
              <w:bottom w:val="single" w:sz="4" w:space="0" w:color="auto"/>
              <w:right w:val="single" w:sz="4" w:space="0" w:color="auto"/>
            </w:tcBorders>
            <w:noWrap/>
            <w:vAlign w:val="bottom"/>
          </w:tcPr>
          <w:p w14:paraId="066EBFB3" w14:textId="77777777" w:rsidR="00534536" w:rsidRPr="00732AF7" w:rsidRDefault="00534536" w:rsidP="00E272F7">
            <w:pPr>
              <w:pStyle w:val="TableText"/>
            </w:pPr>
            <w:r w:rsidRPr="00732AF7">
              <w:t>GAO</w:t>
            </w:r>
          </w:p>
        </w:tc>
        <w:tc>
          <w:tcPr>
            <w:tcW w:w="1620" w:type="dxa"/>
            <w:tcBorders>
              <w:top w:val="nil"/>
              <w:left w:val="nil"/>
              <w:bottom w:val="single" w:sz="4" w:space="0" w:color="auto"/>
              <w:right w:val="single" w:sz="4" w:space="0" w:color="auto"/>
            </w:tcBorders>
            <w:noWrap/>
            <w:vAlign w:val="bottom"/>
          </w:tcPr>
          <w:p w14:paraId="066EBFB4" w14:textId="77777777" w:rsidR="00534536" w:rsidRPr="00732AF7" w:rsidRDefault="00534536" w:rsidP="00E272F7">
            <w:pPr>
              <w:pStyle w:val="TableText"/>
            </w:pPr>
            <w:r w:rsidRPr="00732AF7">
              <w:t>2</w:t>
            </w:r>
          </w:p>
        </w:tc>
        <w:tc>
          <w:tcPr>
            <w:tcW w:w="1440" w:type="dxa"/>
            <w:tcBorders>
              <w:top w:val="nil"/>
              <w:left w:val="nil"/>
              <w:bottom w:val="single" w:sz="4" w:space="0" w:color="auto"/>
              <w:right w:val="single" w:sz="4" w:space="0" w:color="auto"/>
            </w:tcBorders>
            <w:noWrap/>
            <w:vAlign w:val="bottom"/>
          </w:tcPr>
          <w:p w14:paraId="066EBFB5" w14:textId="77777777" w:rsidR="00534536" w:rsidRPr="00732AF7" w:rsidRDefault="00534536" w:rsidP="00E272F7">
            <w:pPr>
              <w:pStyle w:val="TableText"/>
            </w:pPr>
            <w:r w:rsidRPr="00732AF7">
              <w:t>4</w:t>
            </w:r>
          </w:p>
        </w:tc>
        <w:tc>
          <w:tcPr>
            <w:tcW w:w="1800" w:type="dxa"/>
            <w:tcBorders>
              <w:top w:val="nil"/>
              <w:left w:val="nil"/>
              <w:bottom w:val="single" w:sz="4" w:space="0" w:color="auto"/>
              <w:right w:val="single" w:sz="4" w:space="0" w:color="auto"/>
            </w:tcBorders>
            <w:noWrap/>
            <w:vAlign w:val="bottom"/>
          </w:tcPr>
          <w:p w14:paraId="066EBFB6" w14:textId="77777777" w:rsidR="00534536" w:rsidRPr="00732AF7" w:rsidRDefault="00534536" w:rsidP="00E272F7">
            <w:pPr>
              <w:pStyle w:val="TableText"/>
            </w:pPr>
            <w:r w:rsidRPr="00732AF7">
              <w:t>2</w:t>
            </w:r>
          </w:p>
        </w:tc>
        <w:tc>
          <w:tcPr>
            <w:tcW w:w="1519" w:type="dxa"/>
            <w:tcBorders>
              <w:top w:val="nil"/>
              <w:left w:val="nil"/>
              <w:bottom w:val="single" w:sz="4" w:space="0" w:color="auto"/>
              <w:right w:val="single" w:sz="4" w:space="0" w:color="auto"/>
            </w:tcBorders>
            <w:noWrap/>
            <w:vAlign w:val="bottom"/>
          </w:tcPr>
          <w:p w14:paraId="066EBFB7" w14:textId="77777777" w:rsidR="00534536" w:rsidRPr="00732AF7" w:rsidRDefault="00534536" w:rsidP="00E272F7">
            <w:pPr>
              <w:pStyle w:val="TableText"/>
            </w:pPr>
            <w:r w:rsidRPr="00732AF7">
              <w:t>2</w:t>
            </w:r>
          </w:p>
        </w:tc>
        <w:tc>
          <w:tcPr>
            <w:tcW w:w="961" w:type="dxa"/>
            <w:tcBorders>
              <w:top w:val="nil"/>
              <w:left w:val="nil"/>
              <w:bottom w:val="single" w:sz="4" w:space="0" w:color="auto"/>
              <w:right w:val="single" w:sz="4" w:space="0" w:color="auto"/>
            </w:tcBorders>
            <w:noWrap/>
            <w:vAlign w:val="bottom"/>
          </w:tcPr>
          <w:p w14:paraId="066EBFB8" w14:textId="77777777" w:rsidR="00534536" w:rsidRPr="00732AF7" w:rsidRDefault="00534536" w:rsidP="00E272F7">
            <w:pPr>
              <w:pStyle w:val="TableText"/>
            </w:pPr>
            <w:r w:rsidRPr="00732AF7">
              <w:t>2.50</w:t>
            </w:r>
          </w:p>
        </w:tc>
      </w:tr>
      <w:tr w:rsidR="00534536" w:rsidRPr="00732AF7" w14:paraId="066EBFC1" w14:textId="77777777" w:rsidTr="00E272F7">
        <w:trPr>
          <w:trHeight w:val="255"/>
        </w:trPr>
        <w:tc>
          <w:tcPr>
            <w:tcW w:w="580" w:type="dxa"/>
            <w:vMerge/>
            <w:tcBorders>
              <w:top w:val="nil"/>
              <w:left w:val="single" w:sz="4" w:space="0" w:color="auto"/>
              <w:bottom w:val="single" w:sz="4" w:space="0" w:color="000000"/>
              <w:right w:val="single" w:sz="4" w:space="0" w:color="auto"/>
            </w:tcBorders>
            <w:vAlign w:val="center"/>
          </w:tcPr>
          <w:p w14:paraId="066EBFBA" w14:textId="77777777" w:rsidR="00534536" w:rsidRPr="00732AF7" w:rsidRDefault="00534536" w:rsidP="00E272F7">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14:paraId="066EBFBB" w14:textId="77777777" w:rsidR="00534536" w:rsidRPr="00732AF7" w:rsidRDefault="00534536" w:rsidP="00E272F7">
            <w:pPr>
              <w:pStyle w:val="TableText"/>
            </w:pPr>
            <w:r w:rsidRPr="00732AF7">
              <w:t>NIST</w:t>
            </w:r>
          </w:p>
        </w:tc>
        <w:tc>
          <w:tcPr>
            <w:tcW w:w="1620" w:type="dxa"/>
            <w:tcBorders>
              <w:top w:val="nil"/>
              <w:left w:val="nil"/>
              <w:bottom w:val="single" w:sz="4" w:space="0" w:color="auto"/>
              <w:right w:val="single" w:sz="4" w:space="0" w:color="auto"/>
            </w:tcBorders>
            <w:shd w:val="clear" w:color="auto" w:fill="C0C0C0"/>
            <w:noWrap/>
            <w:vAlign w:val="bottom"/>
          </w:tcPr>
          <w:p w14:paraId="066EBFBC" w14:textId="77777777" w:rsidR="00534536" w:rsidRPr="00732AF7" w:rsidRDefault="00534536" w:rsidP="00E272F7">
            <w:pPr>
              <w:pStyle w:val="TableText"/>
            </w:pPr>
            <w:r w:rsidRPr="00732AF7">
              <w:t>2</w:t>
            </w:r>
          </w:p>
        </w:tc>
        <w:tc>
          <w:tcPr>
            <w:tcW w:w="1440" w:type="dxa"/>
            <w:tcBorders>
              <w:top w:val="nil"/>
              <w:left w:val="nil"/>
              <w:bottom w:val="single" w:sz="4" w:space="0" w:color="auto"/>
              <w:right w:val="single" w:sz="4" w:space="0" w:color="auto"/>
            </w:tcBorders>
            <w:shd w:val="clear" w:color="auto" w:fill="C0C0C0"/>
            <w:noWrap/>
            <w:vAlign w:val="bottom"/>
          </w:tcPr>
          <w:p w14:paraId="066EBFBD" w14:textId="77777777" w:rsidR="00534536" w:rsidRPr="00732AF7" w:rsidRDefault="00534536" w:rsidP="00E272F7">
            <w:pPr>
              <w:pStyle w:val="TableText"/>
            </w:pPr>
            <w:r w:rsidRPr="00732AF7">
              <w:t>2</w:t>
            </w:r>
          </w:p>
        </w:tc>
        <w:tc>
          <w:tcPr>
            <w:tcW w:w="1800" w:type="dxa"/>
            <w:tcBorders>
              <w:top w:val="nil"/>
              <w:left w:val="nil"/>
              <w:bottom w:val="single" w:sz="4" w:space="0" w:color="auto"/>
              <w:right w:val="single" w:sz="4" w:space="0" w:color="auto"/>
            </w:tcBorders>
            <w:shd w:val="clear" w:color="auto" w:fill="C0C0C0"/>
            <w:noWrap/>
            <w:vAlign w:val="bottom"/>
          </w:tcPr>
          <w:p w14:paraId="066EBFBE" w14:textId="77777777" w:rsidR="00534536" w:rsidRPr="00732AF7" w:rsidRDefault="00534536" w:rsidP="00E272F7">
            <w:pPr>
              <w:pStyle w:val="TableText"/>
            </w:pPr>
            <w:r w:rsidRPr="00732AF7">
              <w:t>1</w:t>
            </w:r>
          </w:p>
        </w:tc>
        <w:tc>
          <w:tcPr>
            <w:tcW w:w="1519" w:type="dxa"/>
            <w:tcBorders>
              <w:top w:val="nil"/>
              <w:left w:val="nil"/>
              <w:bottom w:val="single" w:sz="4" w:space="0" w:color="auto"/>
              <w:right w:val="single" w:sz="4" w:space="0" w:color="auto"/>
            </w:tcBorders>
            <w:shd w:val="clear" w:color="auto" w:fill="C0C0C0"/>
            <w:noWrap/>
            <w:vAlign w:val="bottom"/>
          </w:tcPr>
          <w:p w14:paraId="066EBFBF" w14:textId="77777777" w:rsidR="00534536" w:rsidRPr="00732AF7" w:rsidRDefault="00534536" w:rsidP="00E272F7">
            <w:pPr>
              <w:pStyle w:val="TableText"/>
            </w:pPr>
            <w:r w:rsidRPr="00732AF7">
              <w:t>1</w:t>
            </w:r>
          </w:p>
        </w:tc>
        <w:tc>
          <w:tcPr>
            <w:tcW w:w="961" w:type="dxa"/>
            <w:tcBorders>
              <w:top w:val="nil"/>
              <w:left w:val="nil"/>
              <w:bottom w:val="single" w:sz="4" w:space="0" w:color="auto"/>
              <w:right w:val="single" w:sz="4" w:space="0" w:color="auto"/>
            </w:tcBorders>
            <w:shd w:val="clear" w:color="auto" w:fill="C0C0C0"/>
            <w:noWrap/>
            <w:vAlign w:val="bottom"/>
          </w:tcPr>
          <w:p w14:paraId="066EBFC0" w14:textId="77777777" w:rsidR="00534536" w:rsidRPr="00732AF7" w:rsidRDefault="00534536" w:rsidP="00E272F7">
            <w:pPr>
              <w:pStyle w:val="TableText"/>
            </w:pPr>
            <w:r w:rsidRPr="00732AF7">
              <w:t>1.50</w:t>
            </w:r>
          </w:p>
        </w:tc>
      </w:tr>
      <w:tr w:rsidR="00534536" w:rsidRPr="00732AF7" w14:paraId="066EBFC9" w14:textId="77777777" w:rsidTr="00E272F7">
        <w:trPr>
          <w:trHeight w:val="255"/>
        </w:trPr>
        <w:tc>
          <w:tcPr>
            <w:tcW w:w="580" w:type="dxa"/>
            <w:vMerge/>
            <w:tcBorders>
              <w:top w:val="nil"/>
              <w:left w:val="single" w:sz="4" w:space="0" w:color="auto"/>
              <w:bottom w:val="single" w:sz="4" w:space="0" w:color="000000"/>
              <w:right w:val="single" w:sz="4" w:space="0" w:color="auto"/>
            </w:tcBorders>
            <w:vAlign w:val="center"/>
          </w:tcPr>
          <w:p w14:paraId="066EBFC2" w14:textId="77777777" w:rsidR="00534536" w:rsidRPr="00732AF7" w:rsidRDefault="00534536" w:rsidP="00E272F7">
            <w:pPr>
              <w:pStyle w:val="TableText"/>
            </w:pPr>
          </w:p>
        </w:tc>
        <w:tc>
          <w:tcPr>
            <w:tcW w:w="1405" w:type="dxa"/>
            <w:tcBorders>
              <w:top w:val="nil"/>
              <w:left w:val="nil"/>
              <w:bottom w:val="single" w:sz="4" w:space="0" w:color="auto"/>
              <w:right w:val="single" w:sz="4" w:space="0" w:color="auto"/>
            </w:tcBorders>
            <w:noWrap/>
            <w:vAlign w:val="bottom"/>
          </w:tcPr>
          <w:p w14:paraId="066EBFC3" w14:textId="77777777" w:rsidR="00534536" w:rsidRPr="00732AF7" w:rsidRDefault="00534536" w:rsidP="00E272F7">
            <w:pPr>
              <w:pStyle w:val="TableText"/>
            </w:pPr>
            <w:r w:rsidRPr="00732AF7">
              <w:t>NSA/IAM</w:t>
            </w:r>
          </w:p>
        </w:tc>
        <w:tc>
          <w:tcPr>
            <w:tcW w:w="1620" w:type="dxa"/>
            <w:tcBorders>
              <w:top w:val="nil"/>
              <w:left w:val="nil"/>
              <w:bottom w:val="single" w:sz="4" w:space="0" w:color="auto"/>
              <w:right w:val="single" w:sz="4" w:space="0" w:color="auto"/>
            </w:tcBorders>
            <w:noWrap/>
            <w:vAlign w:val="bottom"/>
          </w:tcPr>
          <w:p w14:paraId="066EBFC4" w14:textId="77777777" w:rsidR="00534536" w:rsidRPr="00732AF7" w:rsidRDefault="00534536" w:rsidP="00E272F7">
            <w:pPr>
              <w:pStyle w:val="TableText"/>
            </w:pPr>
            <w:r w:rsidRPr="00732AF7">
              <w:t>3</w:t>
            </w:r>
          </w:p>
        </w:tc>
        <w:tc>
          <w:tcPr>
            <w:tcW w:w="1440" w:type="dxa"/>
            <w:tcBorders>
              <w:top w:val="nil"/>
              <w:left w:val="nil"/>
              <w:bottom w:val="single" w:sz="4" w:space="0" w:color="auto"/>
              <w:right w:val="single" w:sz="4" w:space="0" w:color="auto"/>
            </w:tcBorders>
            <w:noWrap/>
            <w:vAlign w:val="bottom"/>
          </w:tcPr>
          <w:p w14:paraId="066EBFC5" w14:textId="77777777" w:rsidR="00534536" w:rsidRPr="00732AF7" w:rsidRDefault="00534536" w:rsidP="00E272F7">
            <w:pPr>
              <w:pStyle w:val="TableText"/>
            </w:pPr>
            <w:r w:rsidRPr="00732AF7">
              <w:t>3</w:t>
            </w:r>
          </w:p>
        </w:tc>
        <w:tc>
          <w:tcPr>
            <w:tcW w:w="1800" w:type="dxa"/>
            <w:tcBorders>
              <w:top w:val="nil"/>
              <w:left w:val="nil"/>
              <w:bottom w:val="single" w:sz="4" w:space="0" w:color="auto"/>
              <w:right w:val="single" w:sz="4" w:space="0" w:color="auto"/>
            </w:tcBorders>
            <w:noWrap/>
            <w:vAlign w:val="bottom"/>
          </w:tcPr>
          <w:p w14:paraId="066EBFC6" w14:textId="77777777" w:rsidR="00534536" w:rsidRPr="00732AF7" w:rsidRDefault="00534536" w:rsidP="00E272F7">
            <w:pPr>
              <w:pStyle w:val="TableText"/>
            </w:pPr>
            <w:r w:rsidRPr="00732AF7">
              <w:t>2</w:t>
            </w:r>
          </w:p>
        </w:tc>
        <w:tc>
          <w:tcPr>
            <w:tcW w:w="1519" w:type="dxa"/>
            <w:tcBorders>
              <w:top w:val="nil"/>
              <w:left w:val="nil"/>
              <w:bottom w:val="single" w:sz="4" w:space="0" w:color="auto"/>
              <w:right w:val="single" w:sz="4" w:space="0" w:color="auto"/>
            </w:tcBorders>
            <w:noWrap/>
            <w:vAlign w:val="bottom"/>
          </w:tcPr>
          <w:p w14:paraId="066EBFC7" w14:textId="77777777" w:rsidR="00534536" w:rsidRPr="00732AF7" w:rsidRDefault="00534536" w:rsidP="00E272F7">
            <w:pPr>
              <w:pStyle w:val="TableText"/>
            </w:pPr>
            <w:r w:rsidRPr="00732AF7">
              <w:t>2</w:t>
            </w:r>
          </w:p>
        </w:tc>
        <w:tc>
          <w:tcPr>
            <w:tcW w:w="961" w:type="dxa"/>
            <w:tcBorders>
              <w:top w:val="nil"/>
              <w:left w:val="nil"/>
              <w:bottom w:val="single" w:sz="4" w:space="0" w:color="auto"/>
              <w:right w:val="single" w:sz="4" w:space="0" w:color="auto"/>
            </w:tcBorders>
            <w:noWrap/>
            <w:vAlign w:val="bottom"/>
          </w:tcPr>
          <w:p w14:paraId="066EBFC8" w14:textId="77777777" w:rsidR="00534536" w:rsidRPr="00732AF7" w:rsidRDefault="00534536" w:rsidP="00E272F7">
            <w:pPr>
              <w:pStyle w:val="TableText"/>
            </w:pPr>
            <w:r w:rsidRPr="00732AF7">
              <w:t>2.50</w:t>
            </w:r>
          </w:p>
        </w:tc>
      </w:tr>
      <w:tr w:rsidR="00534536" w:rsidRPr="00732AF7" w14:paraId="066EBFD1" w14:textId="77777777" w:rsidTr="00E272F7">
        <w:trPr>
          <w:trHeight w:val="270"/>
        </w:trPr>
        <w:tc>
          <w:tcPr>
            <w:tcW w:w="580" w:type="dxa"/>
            <w:vMerge/>
            <w:tcBorders>
              <w:top w:val="nil"/>
              <w:left w:val="single" w:sz="4" w:space="0" w:color="auto"/>
              <w:bottom w:val="single" w:sz="4" w:space="0" w:color="000000"/>
              <w:right w:val="single" w:sz="4" w:space="0" w:color="auto"/>
            </w:tcBorders>
            <w:vAlign w:val="center"/>
          </w:tcPr>
          <w:p w14:paraId="066EBFCA" w14:textId="77777777" w:rsidR="00534536" w:rsidRPr="00732AF7" w:rsidRDefault="00534536" w:rsidP="00E272F7">
            <w:pPr>
              <w:pStyle w:val="TableText"/>
            </w:pPr>
          </w:p>
        </w:tc>
        <w:tc>
          <w:tcPr>
            <w:tcW w:w="1405" w:type="dxa"/>
            <w:tcBorders>
              <w:top w:val="nil"/>
              <w:left w:val="nil"/>
              <w:bottom w:val="single" w:sz="8" w:space="0" w:color="auto"/>
              <w:right w:val="single" w:sz="4" w:space="0" w:color="auto"/>
            </w:tcBorders>
            <w:shd w:val="clear" w:color="auto" w:fill="C0C0C0"/>
            <w:noWrap/>
            <w:vAlign w:val="bottom"/>
          </w:tcPr>
          <w:p w14:paraId="066EBFCB" w14:textId="77777777" w:rsidR="00534536" w:rsidRPr="00732AF7" w:rsidRDefault="00534536" w:rsidP="00E272F7">
            <w:pPr>
              <w:pStyle w:val="TableText"/>
            </w:pPr>
            <w:r w:rsidRPr="00732AF7">
              <w:t>SAEM</w:t>
            </w:r>
          </w:p>
        </w:tc>
        <w:tc>
          <w:tcPr>
            <w:tcW w:w="1620" w:type="dxa"/>
            <w:tcBorders>
              <w:top w:val="nil"/>
              <w:left w:val="nil"/>
              <w:bottom w:val="single" w:sz="8" w:space="0" w:color="auto"/>
              <w:right w:val="single" w:sz="4" w:space="0" w:color="auto"/>
            </w:tcBorders>
            <w:shd w:val="clear" w:color="auto" w:fill="C0C0C0"/>
            <w:noWrap/>
            <w:vAlign w:val="bottom"/>
          </w:tcPr>
          <w:p w14:paraId="066EBFCC" w14:textId="77777777" w:rsidR="00534536" w:rsidRPr="00732AF7" w:rsidRDefault="00534536" w:rsidP="00E272F7">
            <w:pPr>
              <w:pStyle w:val="TableText"/>
            </w:pPr>
            <w:r w:rsidRPr="00732AF7">
              <w:t>4</w:t>
            </w:r>
          </w:p>
        </w:tc>
        <w:tc>
          <w:tcPr>
            <w:tcW w:w="1440" w:type="dxa"/>
            <w:tcBorders>
              <w:top w:val="nil"/>
              <w:left w:val="nil"/>
              <w:bottom w:val="single" w:sz="8" w:space="0" w:color="auto"/>
              <w:right w:val="single" w:sz="4" w:space="0" w:color="auto"/>
            </w:tcBorders>
            <w:shd w:val="clear" w:color="auto" w:fill="C0C0C0"/>
            <w:noWrap/>
            <w:vAlign w:val="bottom"/>
          </w:tcPr>
          <w:p w14:paraId="066EBFCD" w14:textId="77777777" w:rsidR="00534536" w:rsidRPr="00732AF7" w:rsidRDefault="00534536" w:rsidP="00E272F7">
            <w:pPr>
              <w:pStyle w:val="TableText"/>
            </w:pPr>
            <w:r w:rsidRPr="00732AF7">
              <w:t>4</w:t>
            </w:r>
          </w:p>
        </w:tc>
        <w:tc>
          <w:tcPr>
            <w:tcW w:w="1800" w:type="dxa"/>
            <w:tcBorders>
              <w:top w:val="nil"/>
              <w:left w:val="nil"/>
              <w:bottom w:val="single" w:sz="8" w:space="0" w:color="auto"/>
              <w:right w:val="single" w:sz="4" w:space="0" w:color="auto"/>
            </w:tcBorders>
            <w:shd w:val="clear" w:color="auto" w:fill="C0C0C0"/>
            <w:noWrap/>
            <w:vAlign w:val="bottom"/>
          </w:tcPr>
          <w:p w14:paraId="066EBFCE" w14:textId="77777777" w:rsidR="00534536" w:rsidRPr="00732AF7" w:rsidRDefault="00534536" w:rsidP="00E272F7">
            <w:pPr>
              <w:pStyle w:val="TableText"/>
            </w:pPr>
            <w:r w:rsidRPr="00732AF7">
              <w:t>4</w:t>
            </w:r>
          </w:p>
        </w:tc>
        <w:tc>
          <w:tcPr>
            <w:tcW w:w="1519" w:type="dxa"/>
            <w:tcBorders>
              <w:top w:val="nil"/>
              <w:left w:val="nil"/>
              <w:bottom w:val="single" w:sz="8" w:space="0" w:color="auto"/>
              <w:right w:val="single" w:sz="4" w:space="0" w:color="auto"/>
            </w:tcBorders>
            <w:shd w:val="clear" w:color="auto" w:fill="C0C0C0"/>
            <w:noWrap/>
            <w:vAlign w:val="bottom"/>
          </w:tcPr>
          <w:p w14:paraId="066EBFCF" w14:textId="77777777" w:rsidR="00534536" w:rsidRPr="00732AF7" w:rsidRDefault="00534536" w:rsidP="00E272F7">
            <w:pPr>
              <w:pStyle w:val="TableText"/>
            </w:pPr>
            <w:r w:rsidRPr="00732AF7">
              <w:t>4</w:t>
            </w:r>
          </w:p>
        </w:tc>
        <w:tc>
          <w:tcPr>
            <w:tcW w:w="961" w:type="dxa"/>
            <w:tcBorders>
              <w:top w:val="nil"/>
              <w:left w:val="nil"/>
              <w:bottom w:val="single" w:sz="8" w:space="0" w:color="auto"/>
              <w:right w:val="single" w:sz="4" w:space="0" w:color="auto"/>
            </w:tcBorders>
            <w:shd w:val="clear" w:color="auto" w:fill="C0C0C0"/>
            <w:noWrap/>
            <w:vAlign w:val="bottom"/>
          </w:tcPr>
          <w:p w14:paraId="066EBFD0" w14:textId="77777777" w:rsidR="00534536" w:rsidRPr="00732AF7" w:rsidRDefault="00534536" w:rsidP="00E272F7">
            <w:pPr>
              <w:pStyle w:val="TableText"/>
            </w:pPr>
            <w:r w:rsidRPr="00732AF7">
              <w:t>4.00</w:t>
            </w:r>
          </w:p>
        </w:tc>
      </w:tr>
      <w:tr w:rsidR="00534536" w:rsidRPr="00732AF7" w14:paraId="066EBFD9" w14:textId="77777777" w:rsidTr="00E272F7">
        <w:trPr>
          <w:trHeight w:val="255"/>
        </w:trPr>
        <w:tc>
          <w:tcPr>
            <w:tcW w:w="580" w:type="dxa"/>
            <w:vMerge/>
            <w:tcBorders>
              <w:top w:val="nil"/>
              <w:left w:val="single" w:sz="4" w:space="0" w:color="auto"/>
              <w:bottom w:val="single" w:sz="4" w:space="0" w:color="000000"/>
              <w:right w:val="single" w:sz="4" w:space="0" w:color="auto"/>
            </w:tcBorders>
            <w:vAlign w:val="center"/>
          </w:tcPr>
          <w:p w14:paraId="066EBFD2" w14:textId="77777777" w:rsidR="00534536" w:rsidRPr="00732AF7" w:rsidRDefault="00534536" w:rsidP="00E272F7">
            <w:pPr>
              <w:pStyle w:val="TableText"/>
            </w:pPr>
          </w:p>
        </w:tc>
        <w:tc>
          <w:tcPr>
            <w:tcW w:w="1405" w:type="dxa"/>
            <w:tcBorders>
              <w:top w:val="nil"/>
              <w:left w:val="nil"/>
              <w:bottom w:val="single" w:sz="4" w:space="0" w:color="auto"/>
              <w:right w:val="single" w:sz="4" w:space="0" w:color="auto"/>
            </w:tcBorders>
            <w:noWrap/>
            <w:vAlign w:val="bottom"/>
          </w:tcPr>
          <w:p w14:paraId="066EBFD3" w14:textId="77777777" w:rsidR="00534536" w:rsidRPr="00732AF7" w:rsidRDefault="00534536" w:rsidP="00E272F7">
            <w:pPr>
              <w:pStyle w:val="TableText"/>
            </w:pPr>
            <w:r w:rsidRPr="00732AF7">
              <w:t>V-Rate</w:t>
            </w:r>
          </w:p>
        </w:tc>
        <w:tc>
          <w:tcPr>
            <w:tcW w:w="1620" w:type="dxa"/>
            <w:tcBorders>
              <w:top w:val="nil"/>
              <w:left w:val="nil"/>
              <w:bottom w:val="single" w:sz="4" w:space="0" w:color="auto"/>
              <w:right w:val="single" w:sz="4" w:space="0" w:color="auto"/>
            </w:tcBorders>
            <w:noWrap/>
            <w:vAlign w:val="bottom"/>
          </w:tcPr>
          <w:p w14:paraId="066EBFD4" w14:textId="77777777" w:rsidR="00534536" w:rsidRPr="00732AF7" w:rsidRDefault="00534536" w:rsidP="00E272F7">
            <w:pPr>
              <w:pStyle w:val="TableText"/>
            </w:pPr>
            <w:r w:rsidRPr="00732AF7">
              <w:t>3</w:t>
            </w:r>
          </w:p>
        </w:tc>
        <w:tc>
          <w:tcPr>
            <w:tcW w:w="1440" w:type="dxa"/>
            <w:tcBorders>
              <w:top w:val="nil"/>
              <w:left w:val="nil"/>
              <w:bottom w:val="single" w:sz="4" w:space="0" w:color="auto"/>
              <w:right w:val="single" w:sz="4" w:space="0" w:color="auto"/>
            </w:tcBorders>
            <w:noWrap/>
            <w:vAlign w:val="bottom"/>
          </w:tcPr>
          <w:p w14:paraId="066EBFD5" w14:textId="77777777" w:rsidR="00534536" w:rsidRPr="00732AF7" w:rsidRDefault="00534536" w:rsidP="00E272F7">
            <w:pPr>
              <w:pStyle w:val="TableText"/>
            </w:pPr>
            <w:r w:rsidRPr="00732AF7">
              <w:t>4</w:t>
            </w:r>
          </w:p>
        </w:tc>
        <w:tc>
          <w:tcPr>
            <w:tcW w:w="1800" w:type="dxa"/>
            <w:tcBorders>
              <w:top w:val="nil"/>
              <w:left w:val="nil"/>
              <w:bottom w:val="single" w:sz="4" w:space="0" w:color="auto"/>
              <w:right w:val="single" w:sz="4" w:space="0" w:color="auto"/>
            </w:tcBorders>
            <w:noWrap/>
            <w:vAlign w:val="bottom"/>
          </w:tcPr>
          <w:p w14:paraId="066EBFD6" w14:textId="77777777" w:rsidR="00534536" w:rsidRPr="00732AF7" w:rsidRDefault="00534536" w:rsidP="00E272F7">
            <w:pPr>
              <w:pStyle w:val="TableText"/>
            </w:pPr>
            <w:r w:rsidRPr="00732AF7">
              <w:t>4</w:t>
            </w:r>
          </w:p>
        </w:tc>
        <w:tc>
          <w:tcPr>
            <w:tcW w:w="1519" w:type="dxa"/>
            <w:tcBorders>
              <w:top w:val="nil"/>
              <w:left w:val="nil"/>
              <w:bottom w:val="single" w:sz="4" w:space="0" w:color="auto"/>
              <w:right w:val="single" w:sz="4" w:space="0" w:color="auto"/>
            </w:tcBorders>
            <w:noWrap/>
            <w:vAlign w:val="bottom"/>
          </w:tcPr>
          <w:p w14:paraId="066EBFD7" w14:textId="77777777" w:rsidR="00534536" w:rsidRPr="00732AF7" w:rsidRDefault="00534536" w:rsidP="00E272F7">
            <w:pPr>
              <w:pStyle w:val="TableText"/>
            </w:pPr>
            <w:r w:rsidRPr="00732AF7">
              <w:t>4</w:t>
            </w:r>
          </w:p>
        </w:tc>
        <w:tc>
          <w:tcPr>
            <w:tcW w:w="961" w:type="dxa"/>
            <w:tcBorders>
              <w:top w:val="nil"/>
              <w:left w:val="nil"/>
              <w:bottom w:val="single" w:sz="4" w:space="0" w:color="auto"/>
              <w:right w:val="single" w:sz="4" w:space="0" w:color="auto"/>
            </w:tcBorders>
            <w:noWrap/>
            <w:vAlign w:val="bottom"/>
          </w:tcPr>
          <w:p w14:paraId="066EBFD8" w14:textId="77777777" w:rsidR="00534536" w:rsidRPr="00732AF7" w:rsidRDefault="00534536" w:rsidP="00E272F7">
            <w:pPr>
              <w:pStyle w:val="TableText"/>
            </w:pPr>
            <w:r w:rsidRPr="00732AF7">
              <w:t>3.75</w:t>
            </w:r>
          </w:p>
        </w:tc>
      </w:tr>
      <w:tr w:rsidR="00534536" w:rsidRPr="00732AF7" w14:paraId="066EBFE1" w14:textId="77777777" w:rsidTr="00E272F7">
        <w:trPr>
          <w:trHeight w:val="255"/>
        </w:trPr>
        <w:tc>
          <w:tcPr>
            <w:tcW w:w="580" w:type="dxa"/>
            <w:vMerge/>
            <w:tcBorders>
              <w:top w:val="nil"/>
              <w:left w:val="single" w:sz="4" w:space="0" w:color="auto"/>
              <w:bottom w:val="single" w:sz="4" w:space="0" w:color="000000"/>
              <w:right w:val="single" w:sz="4" w:space="0" w:color="auto"/>
            </w:tcBorders>
            <w:vAlign w:val="center"/>
          </w:tcPr>
          <w:p w14:paraId="066EBFDA" w14:textId="77777777" w:rsidR="00534536" w:rsidRPr="00732AF7" w:rsidRDefault="00534536" w:rsidP="00E272F7">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14:paraId="066EBFDB" w14:textId="77777777" w:rsidR="00534536" w:rsidRPr="00732AF7" w:rsidRDefault="00534536" w:rsidP="00E272F7">
            <w:pPr>
              <w:pStyle w:val="TableText"/>
            </w:pPr>
            <w:r w:rsidRPr="00732AF7">
              <w:t>Haimes</w:t>
            </w:r>
          </w:p>
        </w:tc>
        <w:tc>
          <w:tcPr>
            <w:tcW w:w="1620" w:type="dxa"/>
            <w:tcBorders>
              <w:top w:val="nil"/>
              <w:left w:val="nil"/>
              <w:bottom w:val="single" w:sz="4" w:space="0" w:color="auto"/>
              <w:right w:val="single" w:sz="4" w:space="0" w:color="auto"/>
            </w:tcBorders>
            <w:shd w:val="clear" w:color="auto" w:fill="C0C0C0"/>
            <w:noWrap/>
            <w:vAlign w:val="bottom"/>
          </w:tcPr>
          <w:p w14:paraId="066EBFDC" w14:textId="77777777" w:rsidR="00534536" w:rsidRPr="00732AF7" w:rsidRDefault="00534536" w:rsidP="00E272F7">
            <w:pPr>
              <w:pStyle w:val="TableText"/>
            </w:pPr>
            <w:r w:rsidRPr="00732AF7">
              <w:t>2</w:t>
            </w:r>
          </w:p>
        </w:tc>
        <w:tc>
          <w:tcPr>
            <w:tcW w:w="1440" w:type="dxa"/>
            <w:tcBorders>
              <w:top w:val="nil"/>
              <w:left w:val="nil"/>
              <w:bottom w:val="single" w:sz="4" w:space="0" w:color="auto"/>
              <w:right w:val="single" w:sz="4" w:space="0" w:color="auto"/>
            </w:tcBorders>
            <w:shd w:val="clear" w:color="auto" w:fill="C0C0C0"/>
            <w:noWrap/>
            <w:vAlign w:val="bottom"/>
          </w:tcPr>
          <w:p w14:paraId="066EBFDD" w14:textId="77777777" w:rsidR="00534536" w:rsidRPr="00732AF7" w:rsidRDefault="00534536" w:rsidP="00E272F7">
            <w:pPr>
              <w:pStyle w:val="TableText"/>
            </w:pPr>
            <w:r w:rsidRPr="00732AF7">
              <w:t>2</w:t>
            </w:r>
          </w:p>
        </w:tc>
        <w:tc>
          <w:tcPr>
            <w:tcW w:w="1800" w:type="dxa"/>
            <w:tcBorders>
              <w:top w:val="nil"/>
              <w:left w:val="nil"/>
              <w:bottom w:val="single" w:sz="4" w:space="0" w:color="auto"/>
              <w:right w:val="single" w:sz="4" w:space="0" w:color="auto"/>
            </w:tcBorders>
            <w:shd w:val="clear" w:color="auto" w:fill="C0C0C0"/>
            <w:noWrap/>
            <w:vAlign w:val="bottom"/>
          </w:tcPr>
          <w:p w14:paraId="066EBFDE" w14:textId="77777777" w:rsidR="00534536" w:rsidRPr="00732AF7" w:rsidRDefault="00534536" w:rsidP="00E272F7">
            <w:pPr>
              <w:pStyle w:val="TableText"/>
            </w:pPr>
            <w:r w:rsidRPr="00732AF7">
              <w:t>2</w:t>
            </w:r>
          </w:p>
        </w:tc>
        <w:tc>
          <w:tcPr>
            <w:tcW w:w="1519" w:type="dxa"/>
            <w:tcBorders>
              <w:top w:val="nil"/>
              <w:left w:val="nil"/>
              <w:bottom w:val="single" w:sz="4" w:space="0" w:color="auto"/>
              <w:right w:val="single" w:sz="4" w:space="0" w:color="auto"/>
            </w:tcBorders>
            <w:shd w:val="clear" w:color="auto" w:fill="C0C0C0"/>
            <w:noWrap/>
            <w:vAlign w:val="bottom"/>
          </w:tcPr>
          <w:p w14:paraId="066EBFDF" w14:textId="77777777" w:rsidR="00534536" w:rsidRPr="00732AF7" w:rsidRDefault="00534536" w:rsidP="00E272F7">
            <w:pPr>
              <w:pStyle w:val="TableText"/>
            </w:pPr>
            <w:r w:rsidRPr="00732AF7">
              <w:t>2</w:t>
            </w:r>
          </w:p>
        </w:tc>
        <w:tc>
          <w:tcPr>
            <w:tcW w:w="961" w:type="dxa"/>
            <w:tcBorders>
              <w:top w:val="nil"/>
              <w:left w:val="nil"/>
              <w:bottom w:val="single" w:sz="4" w:space="0" w:color="auto"/>
              <w:right w:val="single" w:sz="4" w:space="0" w:color="auto"/>
            </w:tcBorders>
            <w:shd w:val="clear" w:color="auto" w:fill="C0C0C0"/>
            <w:noWrap/>
            <w:vAlign w:val="bottom"/>
          </w:tcPr>
          <w:p w14:paraId="066EBFE0" w14:textId="77777777" w:rsidR="00534536" w:rsidRPr="00732AF7" w:rsidRDefault="00534536" w:rsidP="00E272F7">
            <w:pPr>
              <w:pStyle w:val="TableText"/>
            </w:pPr>
            <w:r w:rsidRPr="00732AF7">
              <w:t>2.00</w:t>
            </w:r>
          </w:p>
        </w:tc>
      </w:tr>
      <w:tr w:rsidR="00534536" w:rsidRPr="00732AF7" w14:paraId="066EBFE9" w14:textId="77777777" w:rsidTr="00E272F7">
        <w:trPr>
          <w:trHeight w:val="255"/>
        </w:trPr>
        <w:tc>
          <w:tcPr>
            <w:tcW w:w="580" w:type="dxa"/>
            <w:vMerge/>
            <w:tcBorders>
              <w:top w:val="nil"/>
              <w:left w:val="single" w:sz="4" w:space="0" w:color="auto"/>
              <w:bottom w:val="single" w:sz="4" w:space="0" w:color="000000"/>
              <w:right w:val="single" w:sz="4" w:space="0" w:color="auto"/>
            </w:tcBorders>
            <w:vAlign w:val="center"/>
          </w:tcPr>
          <w:p w14:paraId="066EBFE2" w14:textId="77777777" w:rsidR="00534536" w:rsidRPr="00732AF7" w:rsidRDefault="00534536" w:rsidP="00E272F7">
            <w:pPr>
              <w:pStyle w:val="TableText"/>
            </w:pPr>
          </w:p>
        </w:tc>
        <w:tc>
          <w:tcPr>
            <w:tcW w:w="1405" w:type="dxa"/>
            <w:tcBorders>
              <w:top w:val="nil"/>
              <w:left w:val="nil"/>
              <w:bottom w:val="single" w:sz="4" w:space="0" w:color="auto"/>
              <w:right w:val="single" w:sz="4" w:space="0" w:color="auto"/>
            </w:tcBorders>
            <w:noWrap/>
            <w:vAlign w:val="bottom"/>
          </w:tcPr>
          <w:p w14:paraId="066EBFE3" w14:textId="77777777" w:rsidR="00534536" w:rsidRPr="00732AF7" w:rsidRDefault="00534536" w:rsidP="00E272F7">
            <w:pPr>
              <w:pStyle w:val="TableText"/>
            </w:pPr>
            <w:r w:rsidRPr="00732AF7">
              <w:t>SSA</w:t>
            </w:r>
          </w:p>
        </w:tc>
        <w:tc>
          <w:tcPr>
            <w:tcW w:w="1620" w:type="dxa"/>
            <w:tcBorders>
              <w:top w:val="nil"/>
              <w:left w:val="nil"/>
              <w:bottom w:val="single" w:sz="4" w:space="0" w:color="auto"/>
              <w:right w:val="single" w:sz="4" w:space="0" w:color="auto"/>
            </w:tcBorders>
            <w:noWrap/>
            <w:vAlign w:val="bottom"/>
          </w:tcPr>
          <w:p w14:paraId="066EBFE4" w14:textId="77777777" w:rsidR="00534536" w:rsidRPr="00732AF7" w:rsidRDefault="00534536" w:rsidP="00E272F7">
            <w:pPr>
              <w:pStyle w:val="TableText"/>
            </w:pPr>
            <w:r w:rsidRPr="00732AF7">
              <w:t>2</w:t>
            </w:r>
          </w:p>
        </w:tc>
        <w:tc>
          <w:tcPr>
            <w:tcW w:w="1440" w:type="dxa"/>
            <w:tcBorders>
              <w:top w:val="nil"/>
              <w:left w:val="nil"/>
              <w:bottom w:val="single" w:sz="4" w:space="0" w:color="auto"/>
              <w:right w:val="single" w:sz="4" w:space="0" w:color="auto"/>
            </w:tcBorders>
            <w:noWrap/>
            <w:vAlign w:val="bottom"/>
          </w:tcPr>
          <w:p w14:paraId="066EBFE5" w14:textId="77777777" w:rsidR="00534536" w:rsidRPr="00732AF7" w:rsidRDefault="00534536" w:rsidP="00E272F7">
            <w:pPr>
              <w:pStyle w:val="TableText"/>
            </w:pPr>
            <w:r w:rsidRPr="00732AF7">
              <w:t>2</w:t>
            </w:r>
          </w:p>
        </w:tc>
        <w:tc>
          <w:tcPr>
            <w:tcW w:w="1800" w:type="dxa"/>
            <w:tcBorders>
              <w:top w:val="nil"/>
              <w:left w:val="nil"/>
              <w:bottom w:val="single" w:sz="4" w:space="0" w:color="auto"/>
              <w:right w:val="single" w:sz="4" w:space="0" w:color="auto"/>
            </w:tcBorders>
            <w:noWrap/>
            <w:vAlign w:val="bottom"/>
          </w:tcPr>
          <w:p w14:paraId="066EBFE6" w14:textId="77777777" w:rsidR="00534536" w:rsidRPr="00732AF7" w:rsidRDefault="00534536" w:rsidP="00E272F7">
            <w:pPr>
              <w:pStyle w:val="TableText"/>
            </w:pPr>
            <w:r w:rsidRPr="00732AF7">
              <w:t>2</w:t>
            </w:r>
          </w:p>
        </w:tc>
        <w:tc>
          <w:tcPr>
            <w:tcW w:w="1519" w:type="dxa"/>
            <w:tcBorders>
              <w:top w:val="nil"/>
              <w:left w:val="nil"/>
              <w:bottom w:val="single" w:sz="4" w:space="0" w:color="auto"/>
              <w:right w:val="single" w:sz="4" w:space="0" w:color="auto"/>
            </w:tcBorders>
            <w:noWrap/>
            <w:vAlign w:val="bottom"/>
          </w:tcPr>
          <w:p w14:paraId="066EBFE7" w14:textId="77777777" w:rsidR="00534536" w:rsidRPr="00732AF7" w:rsidRDefault="00534536" w:rsidP="00E272F7">
            <w:pPr>
              <w:pStyle w:val="TableText"/>
            </w:pPr>
            <w:r w:rsidRPr="00732AF7">
              <w:t>4</w:t>
            </w:r>
          </w:p>
        </w:tc>
        <w:tc>
          <w:tcPr>
            <w:tcW w:w="961" w:type="dxa"/>
            <w:tcBorders>
              <w:top w:val="nil"/>
              <w:left w:val="nil"/>
              <w:bottom w:val="single" w:sz="4" w:space="0" w:color="auto"/>
              <w:right w:val="single" w:sz="4" w:space="0" w:color="auto"/>
            </w:tcBorders>
            <w:noWrap/>
            <w:vAlign w:val="bottom"/>
          </w:tcPr>
          <w:p w14:paraId="066EBFE8" w14:textId="77777777" w:rsidR="00534536" w:rsidRPr="00732AF7" w:rsidRDefault="00534536" w:rsidP="00E272F7">
            <w:pPr>
              <w:pStyle w:val="TableText"/>
            </w:pPr>
            <w:r w:rsidRPr="00732AF7">
              <w:t>2.50</w:t>
            </w:r>
          </w:p>
        </w:tc>
      </w:tr>
      <w:tr w:rsidR="00534536" w:rsidRPr="00732AF7" w14:paraId="066EBFF1" w14:textId="77777777" w:rsidTr="00E272F7">
        <w:trPr>
          <w:trHeight w:val="255"/>
        </w:trPr>
        <w:tc>
          <w:tcPr>
            <w:tcW w:w="580" w:type="dxa"/>
            <w:vMerge/>
            <w:tcBorders>
              <w:top w:val="nil"/>
              <w:left w:val="single" w:sz="4" w:space="0" w:color="auto"/>
              <w:bottom w:val="single" w:sz="4" w:space="0" w:color="000000"/>
              <w:right w:val="single" w:sz="4" w:space="0" w:color="auto"/>
            </w:tcBorders>
            <w:vAlign w:val="center"/>
          </w:tcPr>
          <w:p w14:paraId="066EBFEA" w14:textId="77777777" w:rsidR="00534536" w:rsidRPr="00732AF7" w:rsidRDefault="00534536" w:rsidP="00E272F7">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14:paraId="066EBFEB" w14:textId="77777777" w:rsidR="00534536" w:rsidRPr="00732AF7" w:rsidRDefault="00534536" w:rsidP="00E272F7">
            <w:pPr>
              <w:pStyle w:val="TableText"/>
            </w:pPr>
            <w:r w:rsidRPr="00732AF7">
              <w:t>DDP/Feather</w:t>
            </w:r>
          </w:p>
        </w:tc>
        <w:tc>
          <w:tcPr>
            <w:tcW w:w="1620" w:type="dxa"/>
            <w:tcBorders>
              <w:top w:val="nil"/>
              <w:left w:val="nil"/>
              <w:bottom w:val="single" w:sz="4" w:space="0" w:color="auto"/>
              <w:right w:val="single" w:sz="4" w:space="0" w:color="auto"/>
            </w:tcBorders>
            <w:shd w:val="clear" w:color="auto" w:fill="C0C0C0"/>
            <w:noWrap/>
            <w:vAlign w:val="bottom"/>
          </w:tcPr>
          <w:p w14:paraId="066EBFEC" w14:textId="77777777" w:rsidR="00534536" w:rsidRPr="00732AF7" w:rsidRDefault="00534536" w:rsidP="00E272F7">
            <w:pPr>
              <w:pStyle w:val="TableText"/>
            </w:pPr>
            <w:r w:rsidRPr="00732AF7">
              <w:t>3</w:t>
            </w:r>
          </w:p>
        </w:tc>
        <w:tc>
          <w:tcPr>
            <w:tcW w:w="1440" w:type="dxa"/>
            <w:tcBorders>
              <w:top w:val="nil"/>
              <w:left w:val="nil"/>
              <w:bottom w:val="single" w:sz="4" w:space="0" w:color="auto"/>
              <w:right w:val="single" w:sz="4" w:space="0" w:color="auto"/>
            </w:tcBorders>
            <w:shd w:val="clear" w:color="auto" w:fill="C0C0C0"/>
            <w:noWrap/>
            <w:vAlign w:val="bottom"/>
          </w:tcPr>
          <w:p w14:paraId="066EBFED" w14:textId="77777777" w:rsidR="00534536" w:rsidRPr="00732AF7" w:rsidRDefault="00534536" w:rsidP="00E272F7">
            <w:pPr>
              <w:pStyle w:val="TableText"/>
            </w:pPr>
            <w:r w:rsidRPr="00732AF7">
              <w:t>4</w:t>
            </w:r>
          </w:p>
        </w:tc>
        <w:tc>
          <w:tcPr>
            <w:tcW w:w="1800" w:type="dxa"/>
            <w:tcBorders>
              <w:top w:val="nil"/>
              <w:left w:val="nil"/>
              <w:bottom w:val="single" w:sz="4" w:space="0" w:color="auto"/>
              <w:right w:val="single" w:sz="4" w:space="0" w:color="auto"/>
            </w:tcBorders>
            <w:shd w:val="clear" w:color="auto" w:fill="C0C0C0"/>
            <w:noWrap/>
            <w:vAlign w:val="bottom"/>
          </w:tcPr>
          <w:p w14:paraId="066EBFEE" w14:textId="77777777" w:rsidR="00534536" w:rsidRPr="00732AF7" w:rsidRDefault="00534536" w:rsidP="00E272F7">
            <w:pPr>
              <w:pStyle w:val="TableText"/>
            </w:pPr>
            <w:r w:rsidRPr="00732AF7">
              <w:t>2</w:t>
            </w:r>
          </w:p>
        </w:tc>
        <w:tc>
          <w:tcPr>
            <w:tcW w:w="1519" w:type="dxa"/>
            <w:tcBorders>
              <w:top w:val="nil"/>
              <w:left w:val="nil"/>
              <w:bottom w:val="single" w:sz="4" w:space="0" w:color="auto"/>
              <w:right w:val="single" w:sz="4" w:space="0" w:color="auto"/>
            </w:tcBorders>
            <w:shd w:val="clear" w:color="auto" w:fill="C0C0C0"/>
            <w:noWrap/>
            <w:vAlign w:val="bottom"/>
          </w:tcPr>
          <w:p w14:paraId="066EBFEF" w14:textId="77777777" w:rsidR="00534536" w:rsidRPr="00732AF7" w:rsidRDefault="00534536" w:rsidP="00E272F7">
            <w:pPr>
              <w:pStyle w:val="TableText"/>
            </w:pPr>
            <w:r w:rsidRPr="00732AF7">
              <w:t>4</w:t>
            </w:r>
          </w:p>
        </w:tc>
        <w:tc>
          <w:tcPr>
            <w:tcW w:w="961" w:type="dxa"/>
            <w:tcBorders>
              <w:top w:val="nil"/>
              <w:left w:val="nil"/>
              <w:bottom w:val="single" w:sz="4" w:space="0" w:color="auto"/>
              <w:right w:val="single" w:sz="4" w:space="0" w:color="auto"/>
            </w:tcBorders>
            <w:shd w:val="clear" w:color="auto" w:fill="C0C0C0"/>
            <w:noWrap/>
            <w:vAlign w:val="bottom"/>
          </w:tcPr>
          <w:p w14:paraId="066EBFF0" w14:textId="77777777" w:rsidR="00534536" w:rsidRPr="00732AF7" w:rsidRDefault="00534536" w:rsidP="00E272F7">
            <w:pPr>
              <w:pStyle w:val="TableText"/>
            </w:pPr>
            <w:r w:rsidRPr="00732AF7">
              <w:t>3.25</w:t>
            </w:r>
          </w:p>
        </w:tc>
      </w:tr>
    </w:tbl>
    <w:p w14:paraId="066EBFF2" w14:textId="77777777" w:rsidR="00534536" w:rsidRPr="00732AF7" w:rsidRDefault="00534536" w:rsidP="00534536">
      <w:r w:rsidRPr="00732AF7">
        <w:t>As can be seen above, the NIST and Haimes RFRM models suit</w:t>
      </w:r>
      <w:r>
        <w:t>ed</w:t>
      </w:r>
      <w:r w:rsidRPr="00732AF7">
        <w:t xml:space="preserve"> </w:t>
      </w:r>
      <w:r>
        <w:t>the case</w:t>
      </w:r>
      <w:r w:rsidRPr="00732AF7">
        <w:t xml:space="preserve"> best.</w:t>
      </w:r>
    </w:p>
    <w:p w14:paraId="066EBFF3" w14:textId="77777777" w:rsidR="00534536" w:rsidRDefault="00534536" w:rsidP="008C6607">
      <w:pPr>
        <w:pStyle w:val="Heading2"/>
      </w:pPr>
      <w:bookmarkStart w:id="13" w:name="_Toc265497469"/>
      <w:r>
        <w:t>Performing Risk Elicitation Using RFRM</w:t>
      </w:r>
      <w:bookmarkEnd w:id="13"/>
    </w:p>
    <w:p w14:paraId="066EBFF4" w14:textId="77777777" w:rsidR="00534536" w:rsidRDefault="00534536" w:rsidP="00534536">
      <w:r>
        <w:t>Risk Filtering, Ranking and Management (RFRM) is a methodology for total risk management, which includes identifying, prioritizing, and managing risks. There are two main structural components [</w:t>
      </w:r>
      <w:r>
        <w:rPr>
          <w:rStyle w:val="addmd"/>
        </w:rPr>
        <w:t>Haimes 2004]</w:t>
      </w:r>
      <w:r>
        <w:t>:</w:t>
      </w:r>
    </w:p>
    <w:p w14:paraId="066EBFF5" w14:textId="77777777" w:rsidR="00534536" w:rsidRDefault="00534536" w:rsidP="00534536">
      <w:r w:rsidRPr="0038795E">
        <w:rPr>
          <w:b/>
          <w:bCs/>
        </w:rPr>
        <w:t>Head topics</w:t>
      </w:r>
      <w:r w:rsidR="00FB3B7C">
        <w:t>—</w:t>
      </w:r>
      <w:r>
        <w:t>Major visions, concepts, and criteria of success</w:t>
      </w:r>
    </w:p>
    <w:p w14:paraId="066EBFF6" w14:textId="77777777" w:rsidR="00534536" w:rsidRDefault="00534536" w:rsidP="00534536">
      <w:r w:rsidRPr="0038795E">
        <w:rPr>
          <w:b/>
          <w:bCs/>
        </w:rPr>
        <w:t>Subtopics</w:t>
      </w:r>
      <w:r w:rsidR="00FB3B7C">
        <w:t>—</w:t>
      </w:r>
      <w:r>
        <w:t>Detailed classification of requirements for success scenarios and sources of risks for risk scenarios</w:t>
      </w:r>
    </w:p>
    <w:p w14:paraId="066EBFF7" w14:textId="77777777" w:rsidR="00534536" w:rsidRPr="00732AF7" w:rsidRDefault="00534536" w:rsidP="00534536">
      <w:r w:rsidRPr="00732AF7">
        <w:t xml:space="preserve">Steps 2 and 3 of the RFRM model involve threat and vulnerability identification. </w:t>
      </w:r>
      <w:r>
        <w:rPr>
          <w:i/>
        </w:rPr>
        <w:t>B</w:t>
      </w:r>
      <w:r w:rsidRPr="00B61FCF">
        <w:rPr>
          <w:i/>
        </w:rPr>
        <w:t>reak for 10</w:t>
      </w:r>
      <w:r>
        <w:rPr>
          <w:i/>
        </w:rPr>
        <w:t xml:space="preserve"> to </w:t>
      </w:r>
      <w:r w:rsidRPr="00B61FCF">
        <w:rPr>
          <w:i/>
        </w:rPr>
        <w:t>15 minute</w:t>
      </w:r>
      <w:r>
        <w:rPr>
          <w:i/>
        </w:rPr>
        <w:t xml:space="preserve">s to </w:t>
      </w:r>
      <w:r w:rsidRPr="00B61FCF">
        <w:rPr>
          <w:i/>
        </w:rPr>
        <w:t xml:space="preserve"> discuss known threats and vulnerabilities</w:t>
      </w:r>
      <w:r w:rsidRPr="00CB6E39">
        <w:rPr>
          <w:i/>
        </w:rPr>
        <w:t xml:space="preserve"> with the RE team</w:t>
      </w:r>
      <w:r w:rsidRPr="00B61FCF">
        <w:rPr>
          <w:i/>
        </w:rPr>
        <w:t>, both information shown in the existing misuse case data and the anecdotal incidents listed below.</w:t>
      </w:r>
      <w:r w:rsidRPr="00732AF7">
        <w:t xml:space="preserve"> Please do not improvise anything here. Keep to the material shown below and the informati</w:t>
      </w:r>
      <w:r>
        <w:t>on from the listed misuse cases.</w:t>
      </w:r>
    </w:p>
    <w:p w14:paraId="066EBFF8" w14:textId="77777777" w:rsidR="00534536" w:rsidRPr="00732AF7" w:rsidRDefault="00534536" w:rsidP="00534536">
      <w:r w:rsidRPr="00732AF7">
        <w:lastRenderedPageBreak/>
        <w:t xml:space="preserve">Currently, </w:t>
      </w:r>
      <w:r>
        <w:t>The Ideal</w:t>
      </w:r>
      <w:r w:rsidRPr="00732AF7">
        <w:t xml:space="preserve"> </w:t>
      </w:r>
      <w:r>
        <w:t xml:space="preserve">Company </w:t>
      </w:r>
      <w:r w:rsidRPr="00732AF7">
        <w:t>does not have any historical or statistical data regarding security events. While individual employees remember there being an incident or two in the past with other pieces of software, they were dealt with as they came up and were then largely forgotten.</w:t>
      </w:r>
    </w:p>
    <w:p w14:paraId="066EBFF9" w14:textId="77777777" w:rsidR="00534536" w:rsidRPr="00FB3B7C" w:rsidRDefault="00534536" w:rsidP="008C6607">
      <w:pPr>
        <w:pStyle w:val="Heading4"/>
      </w:pPr>
      <w:r w:rsidRPr="00FB3B7C">
        <w:t>Incident 1 (Accounting Wiz software)</w:t>
      </w:r>
    </w:p>
    <w:p w14:paraId="066EBFFA" w14:textId="77777777" w:rsidR="00534536" w:rsidRPr="00732AF7" w:rsidRDefault="00534536" w:rsidP="00534536">
      <w:r w:rsidRPr="00732AF7">
        <w:t>A disgruntled employee, about to be fired for incompetency, set up a database query that switched around numbers in records in the system. Fortunately, another employee happened to overhear him talking about it to his wife and the changes were caught before they became a permanent part of the backups. The disgruntled employee did not directly circumvent security measures; as a developer, he had full access.</w:t>
      </w:r>
    </w:p>
    <w:p w14:paraId="066EBFFB" w14:textId="77777777" w:rsidR="00534536" w:rsidRPr="00FB3B7C" w:rsidRDefault="00534536" w:rsidP="008C6607">
      <w:pPr>
        <w:pStyle w:val="Heading4"/>
      </w:pPr>
      <w:r w:rsidRPr="00FB3B7C">
        <w:t>Incident 2 (Asset Data Storage software)</w:t>
      </w:r>
    </w:p>
    <w:p w14:paraId="066EBFFC" w14:textId="77777777" w:rsidR="00534536" w:rsidRPr="00732AF7" w:rsidRDefault="00534536" w:rsidP="00534536">
      <w:r w:rsidRPr="00732AF7">
        <w:t>A localized power outage occurred. During the time when the power went down, a systems operator noticed that when the emergency backup generators kicked in, the authentication server powered up ten minutes after the main database of the ADS system</w:t>
      </w:r>
      <w:r>
        <w:t>.</w:t>
      </w:r>
      <w:r w:rsidRPr="00732AF7">
        <w:t xml:space="preserve"> </w:t>
      </w:r>
      <w:r>
        <w:t>D</w:t>
      </w:r>
      <w:r w:rsidRPr="00732AF7">
        <w:t xml:space="preserve">uring </w:t>
      </w:r>
      <w:r>
        <w:t>that</w:t>
      </w:r>
      <w:r w:rsidRPr="00732AF7">
        <w:t xml:space="preserve"> time it was possible for an attacker to access data without needing authentication. The system operator noted this vulnerability in his weekly report as a</w:t>
      </w:r>
      <w:r>
        <w:t>n</w:t>
      </w:r>
      <w:r w:rsidRPr="00732AF7">
        <w:t xml:space="preserve"> oddity, but no formal action was taken.</w:t>
      </w:r>
    </w:p>
    <w:p w14:paraId="066EBFFD" w14:textId="77777777" w:rsidR="00534536" w:rsidRPr="00FB3B7C" w:rsidRDefault="00534536" w:rsidP="008C6607">
      <w:pPr>
        <w:pStyle w:val="Heading4"/>
      </w:pPr>
      <w:r w:rsidRPr="00FB3B7C">
        <w:t>General concerns</w:t>
      </w:r>
    </w:p>
    <w:p w14:paraId="066EBFFE" w14:textId="77777777" w:rsidR="00534536" w:rsidRPr="00FB3B7C" w:rsidRDefault="00534536" w:rsidP="00534536">
      <w:pPr>
        <w:pStyle w:val="ListBullet"/>
        <w:rPr>
          <w:rFonts w:ascii="Times New Roman" w:hAnsi="Times New Roman"/>
          <w:sz w:val="21"/>
          <w:szCs w:val="21"/>
        </w:rPr>
      </w:pPr>
      <w:r w:rsidRPr="00FB3B7C">
        <w:rPr>
          <w:rFonts w:ascii="Times New Roman" w:hAnsi="Times New Roman"/>
          <w:sz w:val="21"/>
          <w:szCs w:val="21"/>
        </w:rPr>
        <w:t>Insider attacks</w:t>
      </w:r>
      <w:r w:rsidR="00FB3B7C">
        <w:rPr>
          <w:rFonts w:ascii="Times New Roman" w:hAnsi="Times New Roman"/>
          <w:sz w:val="21"/>
          <w:szCs w:val="21"/>
        </w:rPr>
        <w:t>—</w:t>
      </w:r>
      <w:r w:rsidRPr="00FB3B7C">
        <w:rPr>
          <w:rFonts w:ascii="Times New Roman" w:hAnsi="Times New Roman"/>
          <w:sz w:val="21"/>
          <w:szCs w:val="21"/>
        </w:rPr>
        <w:t>The people of Ideal are concerned about the ability of employees to change data, possibly in malicious ways.</w:t>
      </w:r>
    </w:p>
    <w:p w14:paraId="066EBFFF" w14:textId="77777777" w:rsidR="00534536" w:rsidRPr="00FB3B7C" w:rsidRDefault="00534536" w:rsidP="00534536">
      <w:pPr>
        <w:pStyle w:val="ListBullet"/>
        <w:rPr>
          <w:rFonts w:ascii="Times New Roman" w:hAnsi="Times New Roman"/>
          <w:sz w:val="21"/>
          <w:szCs w:val="21"/>
        </w:rPr>
      </w:pPr>
      <w:r w:rsidRPr="00FB3B7C">
        <w:rPr>
          <w:rFonts w:ascii="Times New Roman" w:hAnsi="Times New Roman"/>
          <w:sz w:val="21"/>
          <w:szCs w:val="21"/>
        </w:rPr>
        <w:t>Social engineering</w:t>
      </w:r>
      <w:r w:rsidR="00FB3B7C">
        <w:rPr>
          <w:rFonts w:ascii="Times New Roman" w:hAnsi="Times New Roman"/>
          <w:sz w:val="21"/>
          <w:szCs w:val="21"/>
        </w:rPr>
        <w:t>—</w:t>
      </w:r>
      <w:r w:rsidRPr="00FB3B7C">
        <w:rPr>
          <w:rFonts w:ascii="Times New Roman" w:hAnsi="Times New Roman"/>
          <w:sz w:val="21"/>
          <w:szCs w:val="21"/>
        </w:rPr>
        <w:t>Recently, there's been a large turnover in administrative staff. While the new staff is undergoing training, they are still relatively inexperienced, and there are fears that an attacker might gain access through these people, such as pretending to be a user who has lost their password.</w:t>
      </w:r>
    </w:p>
    <w:p w14:paraId="066EC000" w14:textId="77777777" w:rsidR="00534536" w:rsidRPr="00FB3B7C" w:rsidRDefault="00534536" w:rsidP="00534536">
      <w:pPr>
        <w:pStyle w:val="ListBullet"/>
        <w:spacing w:after="200"/>
        <w:rPr>
          <w:rFonts w:ascii="Times New Roman" w:hAnsi="Times New Roman"/>
          <w:sz w:val="21"/>
          <w:szCs w:val="21"/>
        </w:rPr>
      </w:pPr>
      <w:r w:rsidRPr="00FB3B7C">
        <w:rPr>
          <w:rFonts w:ascii="Times New Roman" w:hAnsi="Times New Roman"/>
          <w:sz w:val="21"/>
          <w:szCs w:val="21"/>
        </w:rPr>
        <w:t>Hardware damage or</w:t>
      </w:r>
      <w:r w:rsidR="00FB3B7C">
        <w:rPr>
          <w:rFonts w:ascii="Times New Roman" w:hAnsi="Times New Roman"/>
          <w:sz w:val="21"/>
          <w:szCs w:val="21"/>
        </w:rPr>
        <w:t xml:space="preserve"> subversion—</w:t>
      </w:r>
      <w:r w:rsidRPr="00FB3B7C">
        <w:rPr>
          <w:rFonts w:ascii="Times New Roman" w:hAnsi="Times New Roman"/>
          <w:sz w:val="21"/>
          <w:szCs w:val="21"/>
        </w:rPr>
        <w:t>The technical staff are aware that they are dependent on the hardware systems to provide authentication. There are fears about what might happen if hardware is damaged by natural disasters or sabotaged by attackers. Furthermore, the har</w:t>
      </w:r>
      <w:r w:rsidRPr="00FB3B7C">
        <w:rPr>
          <w:rFonts w:ascii="Times New Roman" w:hAnsi="Times New Roman"/>
          <w:sz w:val="21"/>
          <w:szCs w:val="21"/>
        </w:rPr>
        <w:t>d</w:t>
      </w:r>
      <w:r w:rsidRPr="00FB3B7C">
        <w:rPr>
          <w:rFonts w:ascii="Times New Roman" w:hAnsi="Times New Roman"/>
          <w:sz w:val="21"/>
          <w:szCs w:val="21"/>
        </w:rPr>
        <w:t>ware currently being used is common on the market, so there is a fear that an attacker could purchase near copies of the hardware and practice the breaking of it in private.</w:t>
      </w:r>
    </w:p>
    <w:p w14:paraId="066EC001" w14:textId="77777777" w:rsidR="00534536" w:rsidRPr="00AB5431" w:rsidRDefault="00534536" w:rsidP="00FB3B7C">
      <w:pPr>
        <w:rPr>
          <w:i/>
        </w:rPr>
      </w:pPr>
      <w:r w:rsidRPr="00AB5431">
        <w:rPr>
          <w:i/>
        </w:rPr>
        <w:t>As the client, you are aware of some security holes, but you have only a partial understanding of how these holes could be exploited. You know that there is a danger in the failure of the authentication server, but you're not entirely sure how it could be exploited and how bad it could be.</w:t>
      </w:r>
    </w:p>
    <w:p w14:paraId="066EC002" w14:textId="77777777" w:rsidR="00534536" w:rsidRPr="00FB3B7C" w:rsidRDefault="00534536" w:rsidP="008C6607">
      <w:pPr>
        <w:pStyle w:val="Heading4"/>
      </w:pPr>
      <w:r w:rsidRPr="00FB3B7C">
        <w:t>Risk Evaluation and Prioritization</w:t>
      </w:r>
    </w:p>
    <w:p w14:paraId="066EC003" w14:textId="77777777" w:rsidR="00534536" w:rsidRPr="00AB5431" w:rsidRDefault="00534536" w:rsidP="00534536">
      <w:pPr>
        <w:rPr>
          <w:i/>
        </w:rPr>
      </w:pPr>
      <w:r w:rsidRPr="00AB5431">
        <w:rPr>
          <w:i/>
        </w:rPr>
        <w:t xml:space="preserve">Now that </w:t>
      </w:r>
      <w:r>
        <w:rPr>
          <w:i/>
        </w:rPr>
        <w:t>you</w:t>
      </w:r>
      <w:r w:rsidRPr="00AB5431">
        <w:rPr>
          <w:i/>
        </w:rPr>
        <w:t xml:space="preserve"> know some of the threats and vulnerabilities of the company, you will work with the other team at evaluating likelihood, impact, and thereby priority of the risks. When assessing impact, it is important to consider cost and performance. </w:t>
      </w:r>
    </w:p>
    <w:p w14:paraId="066EC004" w14:textId="77777777" w:rsidR="00534536" w:rsidRPr="00AB5431" w:rsidRDefault="00534536" w:rsidP="00534536">
      <w:pPr>
        <w:rPr>
          <w:i/>
        </w:rPr>
      </w:pPr>
      <w:r w:rsidRPr="00AB5431">
        <w:rPr>
          <w:i/>
        </w:rPr>
        <w:t xml:space="preserve">You will be concerned about cost and performance. You do not have unlimited funds for security and you need the system to be accessible enough for remote employees to be able to do their </w:t>
      </w:r>
      <w:r w:rsidRPr="00AB5431">
        <w:rPr>
          <w:i/>
        </w:rPr>
        <w:lastRenderedPageBreak/>
        <w:t>work. For any given risk, you will want to know the severity and probability of the risk, as well as the cost and likelihood of success of the mitigation.</w:t>
      </w:r>
    </w:p>
    <w:p w14:paraId="066EC005" w14:textId="77777777" w:rsidR="0004690E" w:rsidRDefault="0004690E">
      <w:pPr>
        <w:suppressAutoHyphens w:val="0"/>
        <w:spacing w:before="0" w:after="0" w:line="240" w:lineRule="auto"/>
        <w:rPr>
          <w:rFonts w:ascii="Arial" w:hAnsi="Arial" w:cs="Arial"/>
          <w:b/>
          <w:i/>
          <w:sz w:val="24"/>
          <w:szCs w:val="26"/>
        </w:rPr>
      </w:pPr>
      <w:r>
        <w:br w:type="page"/>
      </w:r>
    </w:p>
    <w:p w14:paraId="066EC006" w14:textId="77777777" w:rsidR="00FB3B7C" w:rsidRPr="003250AB" w:rsidRDefault="00FB3B7C" w:rsidP="008C6607">
      <w:pPr>
        <w:pStyle w:val="Heading2"/>
      </w:pPr>
      <w:bookmarkStart w:id="14" w:name="_Toc265497470"/>
      <w:r w:rsidRPr="003250AB">
        <w:lastRenderedPageBreak/>
        <w:t>Step 5 – Select Elicitation Techniques</w:t>
      </w:r>
      <w:bookmarkEnd w:id="14"/>
    </w:p>
    <w:p w14:paraId="066EC007" w14:textId="77777777" w:rsidR="00FB3B7C" w:rsidRDefault="00FB3B7C" w:rsidP="00FB3B7C">
      <w:r w:rsidRPr="003250AB">
        <w:t xml:space="preserve">For the purpose of this seminar, </w:t>
      </w:r>
      <w:r>
        <w:t>you</w:t>
      </w:r>
      <w:r w:rsidRPr="003250AB">
        <w:t xml:space="preserve"> will not actually go into the details of determining an elicitation technique. </w:t>
      </w:r>
      <w:r>
        <w:t xml:space="preserve">However, in determining an elicitation </w:t>
      </w:r>
      <w:r w:rsidRPr="003250AB">
        <w:t xml:space="preserve">technique, you will need to consider </w:t>
      </w:r>
      <w:r>
        <w:t xml:space="preserve">the </w:t>
      </w:r>
      <w:r w:rsidRPr="003250AB">
        <w:t>suitability of the technique</w:t>
      </w:r>
      <w:r>
        <w:t xml:space="preserve"> for both the client and the RE team</w:t>
      </w:r>
      <w:r w:rsidRPr="003250AB">
        <w:t xml:space="preserve">. </w:t>
      </w:r>
    </w:p>
    <w:p w14:paraId="066EC008" w14:textId="77777777" w:rsidR="00FB3B7C" w:rsidRDefault="00FB3B7C" w:rsidP="008C6607">
      <w:pPr>
        <w:pStyle w:val="Heading3"/>
      </w:pPr>
      <w:r>
        <w:t>Criteria to Consider</w:t>
      </w:r>
    </w:p>
    <w:p w14:paraId="066EC009" w14:textId="77777777" w:rsidR="00FB3B7C" w:rsidRPr="003250AB" w:rsidRDefault="00FB3B7C" w:rsidP="00FB3B7C">
      <w:pPr>
        <w:spacing w:after="0"/>
      </w:pPr>
      <w:r>
        <w:t xml:space="preserve">You can use MCDA to select an elicitation technique in the same manner as you selected a risk assessment method </w:t>
      </w:r>
      <w:r w:rsidRPr="000073E0">
        <w:t>in Step 4</w:t>
      </w:r>
      <w:r>
        <w:t xml:space="preserve">. </w:t>
      </w:r>
      <w:r w:rsidRPr="003250AB">
        <w:t>The following is a non-exhaustive but representative list of criteria</w:t>
      </w:r>
      <w:r>
        <w:t xml:space="preserve"> to consider when evaluating elicitation techniques</w:t>
      </w:r>
      <w:r w:rsidRPr="003250AB">
        <w:t>:</w:t>
      </w:r>
    </w:p>
    <w:p w14:paraId="066EC00A" w14:textId="77777777" w:rsidR="00FB3B7C" w:rsidRPr="00FB3B7C" w:rsidRDefault="00FB3B7C" w:rsidP="00FB3B7C">
      <w:pPr>
        <w:pStyle w:val="ListBullet"/>
        <w:rPr>
          <w:rFonts w:ascii="Times New Roman" w:hAnsi="Times New Roman"/>
          <w:sz w:val="21"/>
          <w:szCs w:val="21"/>
        </w:rPr>
      </w:pPr>
      <w:r w:rsidRPr="00A4345B">
        <w:rPr>
          <w:rFonts w:ascii="Times New Roman" w:hAnsi="Times New Roman"/>
          <w:b/>
          <w:sz w:val="21"/>
          <w:szCs w:val="21"/>
        </w:rPr>
        <w:t>Adaptability to security requirements</w:t>
      </w:r>
      <w:r w:rsidRPr="00FB3B7C">
        <w:rPr>
          <w:rFonts w:ascii="Times New Roman" w:hAnsi="Times New Roman"/>
          <w:sz w:val="21"/>
          <w:szCs w:val="21"/>
        </w:rPr>
        <w:br/>
        <w:t>The ability of the technique to produce accurate requirements in diverse environments. For example, does the technique apply only to functional requirements?</w:t>
      </w:r>
    </w:p>
    <w:p w14:paraId="066EC00B" w14:textId="77777777" w:rsidR="00FB3B7C" w:rsidRPr="00FB3B7C" w:rsidRDefault="00FB3B7C" w:rsidP="00FB3B7C">
      <w:pPr>
        <w:pStyle w:val="ListBullet"/>
        <w:rPr>
          <w:rFonts w:ascii="Times New Roman" w:hAnsi="Times New Roman"/>
          <w:sz w:val="21"/>
          <w:szCs w:val="21"/>
        </w:rPr>
      </w:pPr>
      <w:r w:rsidRPr="00A4345B">
        <w:rPr>
          <w:rFonts w:ascii="Times New Roman" w:hAnsi="Times New Roman"/>
          <w:b/>
          <w:sz w:val="21"/>
          <w:szCs w:val="21"/>
        </w:rPr>
        <w:t>CASE tool</w:t>
      </w:r>
      <w:r w:rsidRPr="00FB3B7C">
        <w:rPr>
          <w:rFonts w:ascii="Times New Roman" w:hAnsi="Times New Roman"/>
          <w:sz w:val="21"/>
          <w:szCs w:val="21"/>
        </w:rPr>
        <w:br/>
        <w:t>Does the technique have a software tool to complement the process?</w:t>
      </w:r>
    </w:p>
    <w:p w14:paraId="066EC00C" w14:textId="77777777" w:rsidR="00FB3B7C" w:rsidRPr="00FB3B7C" w:rsidRDefault="00FB3B7C" w:rsidP="00FB3B7C">
      <w:pPr>
        <w:pStyle w:val="ListBullet"/>
        <w:rPr>
          <w:rFonts w:ascii="Times New Roman" w:hAnsi="Times New Roman"/>
          <w:sz w:val="21"/>
          <w:szCs w:val="21"/>
        </w:rPr>
      </w:pPr>
      <w:r w:rsidRPr="00A4345B">
        <w:rPr>
          <w:rFonts w:ascii="Times New Roman" w:hAnsi="Times New Roman"/>
          <w:b/>
          <w:sz w:val="21"/>
          <w:szCs w:val="21"/>
        </w:rPr>
        <w:t>Client acceptance</w:t>
      </w:r>
      <w:r w:rsidRPr="00FB3B7C">
        <w:rPr>
          <w:rFonts w:ascii="Times New Roman" w:hAnsi="Times New Roman"/>
          <w:sz w:val="21"/>
          <w:szCs w:val="21"/>
        </w:rPr>
        <w:br/>
        <w:t>The likelihood that the client would agree to the elicitation technique in analyzing their r</w:t>
      </w:r>
      <w:r w:rsidRPr="00FB3B7C">
        <w:rPr>
          <w:rFonts w:ascii="Times New Roman" w:hAnsi="Times New Roman"/>
          <w:sz w:val="21"/>
          <w:szCs w:val="21"/>
        </w:rPr>
        <w:t>e</w:t>
      </w:r>
      <w:r w:rsidRPr="00FB3B7C">
        <w:rPr>
          <w:rFonts w:ascii="Times New Roman" w:hAnsi="Times New Roman"/>
          <w:sz w:val="21"/>
          <w:szCs w:val="21"/>
        </w:rPr>
        <w:t>quirements. Is the process too invasive in a business environment?</w:t>
      </w:r>
    </w:p>
    <w:p w14:paraId="066EC00D" w14:textId="77777777" w:rsidR="00FB3B7C" w:rsidRPr="00FB3B7C" w:rsidRDefault="00FB3B7C" w:rsidP="00FB3B7C">
      <w:pPr>
        <w:pStyle w:val="ListBullet"/>
        <w:rPr>
          <w:rFonts w:ascii="Times New Roman" w:hAnsi="Times New Roman"/>
          <w:sz w:val="21"/>
          <w:szCs w:val="21"/>
        </w:rPr>
      </w:pPr>
      <w:r w:rsidRPr="00A4345B">
        <w:rPr>
          <w:rFonts w:ascii="Times New Roman" w:hAnsi="Times New Roman"/>
          <w:b/>
          <w:sz w:val="21"/>
          <w:szCs w:val="21"/>
        </w:rPr>
        <w:t>Complexity</w:t>
      </w:r>
      <w:r w:rsidRPr="00FB3B7C">
        <w:rPr>
          <w:rFonts w:ascii="Times New Roman" w:hAnsi="Times New Roman"/>
          <w:sz w:val="21"/>
          <w:szCs w:val="21"/>
        </w:rPr>
        <w:br/>
        <w:t>The degree of difficulty in understanding and properly executing the elicitation technique. Can the requirements engineers and stakeholders easily perform the technique correctly once they learn the process?</w:t>
      </w:r>
    </w:p>
    <w:p w14:paraId="066EC00E" w14:textId="77777777" w:rsidR="00FB3B7C" w:rsidRPr="00FB3B7C" w:rsidRDefault="00FB3B7C" w:rsidP="00FB3B7C">
      <w:pPr>
        <w:pStyle w:val="ListBullet"/>
        <w:rPr>
          <w:rFonts w:ascii="Times New Roman" w:hAnsi="Times New Roman"/>
          <w:sz w:val="21"/>
          <w:szCs w:val="21"/>
        </w:rPr>
      </w:pPr>
      <w:r w:rsidRPr="00A4345B">
        <w:rPr>
          <w:rFonts w:ascii="Times New Roman" w:hAnsi="Times New Roman"/>
          <w:b/>
          <w:sz w:val="21"/>
          <w:szCs w:val="21"/>
        </w:rPr>
        <w:t>Graphical output</w:t>
      </w:r>
      <w:r w:rsidRPr="00FB3B7C">
        <w:rPr>
          <w:rFonts w:ascii="Times New Roman" w:hAnsi="Times New Roman"/>
          <w:sz w:val="21"/>
          <w:szCs w:val="21"/>
        </w:rPr>
        <w:br/>
        <w:t>The ability of the elicitation technique to produce readily understandable visual artifacts that appeal to the stakeholders.</w:t>
      </w:r>
    </w:p>
    <w:p w14:paraId="066EC00F" w14:textId="77777777" w:rsidR="00FB3B7C" w:rsidRPr="00FB3B7C" w:rsidRDefault="00FB3B7C" w:rsidP="00FB3B7C">
      <w:pPr>
        <w:pStyle w:val="ListBullet"/>
        <w:rPr>
          <w:rFonts w:ascii="Times New Roman" w:hAnsi="Times New Roman"/>
          <w:sz w:val="21"/>
          <w:szCs w:val="21"/>
        </w:rPr>
      </w:pPr>
      <w:r w:rsidRPr="00A4345B">
        <w:rPr>
          <w:rFonts w:ascii="Times New Roman" w:hAnsi="Times New Roman"/>
          <w:b/>
          <w:sz w:val="21"/>
          <w:szCs w:val="21"/>
        </w:rPr>
        <w:t>Implementation duration</w:t>
      </w:r>
      <w:r w:rsidRPr="00A4345B">
        <w:rPr>
          <w:rFonts w:ascii="Times New Roman" w:hAnsi="Times New Roman"/>
          <w:b/>
          <w:sz w:val="21"/>
          <w:szCs w:val="21"/>
        </w:rPr>
        <w:br/>
      </w:r>
      <w:r w:rsidRPr="00FB3B7C">
        <w:rPr>
          <w:rFonts w:ascii="Times New Roman" w:hAnsi="Times New Roman"/>
          <w:sz w:val="21"/>
          <w:szCs w:val="21"/>
        </w:rPr>
        <w:t>The length of time the requirements engineers and clients need to fully execute the elicitation technique.</w:t>
      </w:r>
    </w:p>
    <w:p w14:paraId="066EC010" w14:textId="77777777" w:rsidR="00FB3B7C" w:rsidRPr="00FB3B7C" w:rsidRDefault="00FB3B7C" w:rsidP="00FB3B7C">
      <w:pPr>
        <w:pStyle w:val="ListBullet"/>
        <w:rPr>
          <w:rFonts w:ascii="Times New Roman" w:hAnsi="Times New Roman"/>
          <w:sz w:val="21"/>
          <w:szCs w:val="21"/>
        </w:rPr>
      </w:pPr>
      <w:r w:rsidRPr="00A4345B">
        <w:rPr>
          <w:rFonts w:ascii="Times New Roman" w:hAnsi="Times New Roman"/>
          <w:b/>
          <w:sz w:val="21"/>
          <w:szCs w:val="21"/>
        </w:rPr>
        <w:t>Learning curve</w:t>
      </w:r>
      <w:r w:rsidRPr="00FB3B7C">
        <w:rPr>
          <w:rFonts w:ascii="Times New Roman" w:hAnsi="Times New Roman"/>
          <w:sz w:val="21"/>
          <w:szCs w:val="21"/>
        </w:rPr>
        <w:br/>
        <w:t>The speed with which the requirements engineers and clients can fully comprehend the elic</w:t>
      </w:r>
      <w:r w:rsidRPr="00FB3B7C">
        <w:rPr>
          <w:rFonts w:ascii="Times New Roman" w:hAnsi="Times New Roman"/>
          <w:sz w:val="21"/>
          <w:szCs w:val="21"/>
        </w:rPr>
        <w:t>i</w:t>
      </w:r>
      <w:r w:rsidRPr="00FB3B7C">
        <w:rPr>
          <w:rFonts w:ascii="Times New Roman" w:hAnsi="Times New Roman"/>
          <w:sz w:val="21"/>
          <w:szCs w:val="21"/>
        </w:rPr>
        <w:t>tation technique.</w:t>
      </w:r>
    </w:p>
    <w:p w14:paraId="066EC011" w14:textId="77777777" w:rsidR="00FB3B7C" w:rsidRPr="00FB3B7C" w:rsidRDefault="00FB3B7C" w:rsidP="00FB3B7C">
      <w:pPr>
        <w:pStyle w:val="ListBullet"/>
        <w:rPr>
          <w:rFonts w:ascii="Times New Roman" w:hAnsi="Times New Roman"/>
          <w:sz w:val="21"/>
          <w:szCs w:val="21"/>
        </w:rPr>
      </w:pPr>
      <w:r w:rsidRPr="00A4345B">
        <w:rPr>
          <w:rFonts w:ascii="Times New Roman" w:hAnsi="Times New Roman"/>
          <w:b/>
          <w:sz w:val="21"/>
          <w:szCs w:val="21"/>
        </w:rPr>
        <w:t>Maturity</w:t>
      </w:r>
      <w:r w:rsidRPr="00FB3B7C">
        <w:rPr>
          <w:rFonts w:ascii="Times New Roman" w:hAnsi="Times New Roman"/>
          <w:sz w:val="21"/>
          <w:szCs w:val="21"/>
        </w:rPr>
        <w:br/>
        <w:t>The time, exposure, and analysis the elicitation technique has experienced in its vetting by the requirements engineering community.</w:t>
      </w:r>
    </w:p>
    <w:p w14:paraId="066EC012" w14:textId="77777777" w:rsidR="00FB3B7C" w:rsidRPr="00FB3B7C" w:rsidRDefault="00FB3B7C" w:rsidP="00FB3B7C">
      <w:pPr>
        <w:pStyle w:val="ListBullet"/>
        <w:spacing w:after="200"/>
        <w:rPr>
          <w:rFonts w:ascii="Times New Roman" w:hAnsi="Times New Roman"/>
          <w:sz w:val="21"/>
          <w:szCs w:val="21"/>
        </w:rPr>
      </w:pPr>
      <w:r w:rsidRPr="00A4345B">
        <w:rPr>
          <w:rFonts w:ascii="Times New Roman" w:hAnsi="Times New Roman"/>
          <w:b/>
          <w:sz w:val="21"/>
          <w:szCs w:val="21"/>
        </w:rPr>
        <w:t>Scalability</w:t>
      </w:r>
      <w:r w:rsidRPr="00FB3B7C">
        <w:rPr>
          <w:rFonts w:ascii="Times New Roman" w:hAnsi="Times New Roman"/>
          <w:sz w:val="21"/>
          <w:szCs w:val="21"/>
        </w:rPr>
        <w:br/>
        <w:t>The ability of the elicitation technique to address the requirements of enterprise-level sy</w:t>
      </w:r>
      <w:r w:rsidRPr="00FB3B7C">
        <w:rPr>
          <w:rFonts w:ascii="Times New Roman" w:hAnsi="Times New Roman"/>
          <w:sz w:val="21"/>
          <w:szCs w:val="21"/>
        </w:rPr>
        <w:t>s</w:t>
      </w:r>
      <w:r w:rsidRPr="00FB3B7C">
        <w:rPr>
          <w:rFonts w:ascii="Times New Roman" w:hAnsi="Times New Roman"/>
          <w:sz w:val="21"/>
          <w:szCs w:val="21"/>
        </w:rPr>
        <w:t>tems, in addition to smaller applications.</w:t>
      </w:r>
    </w:p>
    <w:p w14:paraId="066EC013" w14:textId="77777777" w:rsidR="00FB3B7C" w:rsidRDefault="00FB3B7C" w:rsidP="008C6607">
      <w:pPr>
        <w:pStyle w:val="Heading3"/>
      </w:pPr>
      <w:r>
        <w:t>Elicitation Techniques to Consider</w:t>
      </w:r>
    </w:p>
    <w:p w14:paraId="066EC014" w14:textId="77777777" w:rsidR="00FB3B7C" w:rsidRPr="00DC370A" w:rsidRDefault="00FB3B7C" w:rsidP="00FB3B7C">
      <w:r>
        <w:t>Elicitation techniques that could be considered in this step are described below.</w:t>
      </w:r>
    </w:p>
    <w:p w14:paraId="066EC015" w14:textId="77777777" w:rsidR="00FB3B7C" w:rsidRDefault="00FB3B7C" w:rsidP="00FB3B7C">
      <w:pPr>
        <w:rPr>
          <w:b/>
          <w:bCs/>
        </w:rPr>
      </w:pPr>
      <w:r>
        <w:rPr>
          <w:b/>
          <w:bCs/>
        </w:rPr>
        <w:t>Misuse cases</w:t>
      </w:r>
    </w:p>
    <w:p w14:paraId="066EC016" w14:textId="77777777" w:rsidR="005545FD" w:rsidRDefault="00FB3B7C" w:rsidP="00FB3B7C">
      <w:pPr>
        <w:rPr>
          <w:b/>
          <w:bCs/>
        </w:rPr>
      </w:pPr>
      <w:r>
        <w:t xml:space="preserve">Misuse cases are described in Step 3. </w:t>
      </w:r>
    </w:p>
    <w:p w14:paraId="066EC017" w14:textId="77777777" w:rsidR="005545FD" w:rsidRPr="005545FD" w:rsidRDefault="00FB3B7C" w:rsidP="00A4345B">
      <w:pPr>
        <w:spacing w:after="0"/>
        <w:rPr>
          <w:rFonts w:ascii="Arial" w:hAnsi="Arial" w:cs="Arial"/>
          <w:b/>
          <w:bCs/>
          <w:sz w:val="20"/>
        </w:rPr>
      </w:pPr>
      <w:r w:rsidRPr="005545FD">
        <w:rPr>
          <w:rFonts w:ascii="Arial" w:hAnsi="Arial" w:cs="Arial"/>
          <w:b/>
          <w:bCs/>
          <w:sz w:val="20"/>
        </w:rPr>
        <w:lastRenderedPageBreak/>
        <w:t>Soft Systems Methodology (SSM)</w:t>
      </w:r>
    </w:p>
    <w:p w14:paraId="066EC018" w14:textId="77777777" w:rsidR="00FB3B7C" w:rsidRPr="00017926" w:rsidRDefault="00FB3B7C" w:rsidP="00A4345B">
      <w:pPr>
        <w:spacing w:before="0"/>
      </w:pPr>
      <w:r w:rsidRPr="00017926">
        <w:t>SSM deals with problem situations in which there is a high social, political, and human activity component [Checkland 1990]. The SSM can deal with “soft problems” that are difficult to define, rather than “hard problems” that are more technology oriented. Examples of soft problems include how to deal with homelessness, how to manage disaster planning, and how to improve Medicare. Eventually technology-oriented problems may emerge from these soft problems, but much more analysis is needed to reach that point.</w:t>
      </w:r>
    </w:p>
    <w:p w14:paraId="066EC019" w14:textId="77777777" w:rsidR="00FB3B7C" w:rsidRPr="009157C0" w:rsidRDefault="00FB3B7C" w:rsidP="00FB3B7C">
      <w:pPr>
        <w:rPr>
          <w:b/>
          <w:bCs/>
        </w:rPr>
      </w:pPr>
      <w:r w:rsidRPr="00017926">
        <w:t>The primary benefit of SSM is that it provides structure to soft problem situations and enables their resolution in an organized manner. In addition, it compels the developer to discover a solution that goes beyond technology.</w:t>
      </w:r>
    </w:p>
    <w:p w14:paraId="066EC01A" w14:textId="77777777" w:rsidR="005545FD" w:rsidRPr="005545FD" w:rsidRDefault="00FB3B7C" w:rsidP="00A4345B">
      <w:pPr>
        <w:spacing w:after="0"/>
        <w:rPr>
          <w:rFonts w:ascii="Arial" w:hAnsi="Arial" w:cs="Arial"/>
          <w:b/>
          <w:bCs/>
          <w:sz w:val="20"/>
        </w:rPr>
      </w:pPr>
      <w:r w:rsidRPr="005545FD">
        <w:rPr>
          <w:rFonts w:ascii="Arial" w:hAnsi="Arial" w:cs="Arial"/>
          <w:b/>
          <w:bCs/>
          <w:sz w:val="20"/>
        </w:rPr>
        <w:t>Quality Function Deployment (QFD)</w:t>
      </w:r>
    </w:p>
    <w:p w14:paraId="066EC01B" w14:textId="77777777" w:rsidR="00FB3B7C" w:rsidRPr="00017926" w:rsidRDefault="00FB3B7C" w:rsidP="00A4345B">
      <w:pPr>
        <w:spacing w:before="0"/>
        <w:rPr>
          <w:lang w:bidi="th-TH"/>
        </w:rPr>
      </w:pPr>
      <w:r w:rsidRPr="00017926">
        <w:rPr>
          <w:lang w:bidi="th-TH"/>
        </w:rPr>
        <w:t>QFD is “an overall concept that provides a means of translating customer requirements into the appropriate technical requirements for each stage of product development and production” [QFD 2005]. The distinguishing attribute of QFD is the focus on customer needs throughout all product development activities. By using QFD, organizations can promote teamwork, prioritize action items, define clear objectives, and reduce development time [QFD 2005].</w:t>
      </w:r>
    </w:p>
    <w:p w14:paraId="066EC01C" w14:textId="77777777" w:rsidR="005545FD" w:rsidRPr="005545FD" w:rsidRDefault="00FB3B7C" w:rsidP="00A4345B">
      <w:pPr>
        <w:spacing w:after="0"/>
        <w:rPr>
          <w:rFonts w:ascii="Arial" w:hAnsi="Arial" w:cs="Arial"/>
          <w:b/>
          <w:bCs/>
          <w:sz w:val="20"/>
        </w:rPr>
      </w:pPr>
      <w:r w:rsidRPr="005545FD">
        <w:rPr>
          <w:rFonts w:ascii="Arial" w:hAnsi="Arial" w:cs="Arial"/>
          <w:b/>
          <w:bCs/>
          <w:sz w:val="20"/>
        </w:rPr>
        <w:t xml:space="preserve">Controlled Requirements Expression (CORE) </w:t>
      </w:r>
    </w:p>
    <w:p w14:paraId="066EC01D" w14:textId="77777777" w:rsidR="00FB3B7C" w:rsidRPr="00EB65E8" w:rsidRDefault="00FB3B7C" w:rsidP="00A4345B">
      <w:pPr>
        <w:spacing w:before="0"/>
        <w:rPr>
          <w:lang w:bidi="th-TH"/>
        </w:rPr>
      </w:pPr>
      <w:r w:rsidRPr="00EB65E8">
        <w:rPr>
          <w:lang w:bidi="th-TH"/>
        </w:rPr>
        <w:t>CORE is a requirements analysis and specification method that clarifies the user’s view of the services to be supplied by the proposed system. In CORE, the requirements specification is created by both the user and the developer—not solely one or the other. The problem to be analyzed is defined and broken down into user and developer viewpoints. Information about the combined set of viewpoints is then analyzed. The last step of CORE deals with constraints analysis, such as the limitations imposed by the system’s operational environment, in conjunction with some degree of performance and reliability investigation.</w:t>
      </w:r>
    </w:p>
    <w:p w14:paraId="066EC01E" w14:textId="77777777" w:rsidR="00FB3B7C" w:rsidRPr="005545FD" w:rsidRDefault="00FB3B7C" w:rsidP="00A4345B">
      <w:pPr>
        <w:spacing w:after="0"/>
        <w:rPr>
          <w:rFonts w:ascii="Arial" w:hAnsi="Arial" w:cs="Arial"/>
          <w:b/>
          <w:bCs/>
          <w:sz w:val="20"/>
        </w:rPr>
      </w:pPr>
      <w:r w:rsidRPr="005545FD">
        <w:rPr>
          <w:rFonts w:ascii="Arial" w:hAnsi="Arial" w:cs="Arial"/>
          <w:b/>
          <w:bCs/>
          <w:sz w:val="20"/>
        </w:rPr>
        <w:t>Issue Based Information Systems (IBIS)</w:t>
      </w:r>
    </w:p>
    <w:p w14:paraId="066EC01F" w14:textId="77777777" w:rsidR="00FB3B7C" w:rsidRPr="00017926" w:rsidRDefault="00FB3B7C" w:rsidP="00A4345B">
      <w:pPr>
        <w:spacing w:before="0"/>
      </w:pPr>
      <w:r w:rsidRPr="00017926">
        <w:t xml:space="preserve">Developed by Horst Rittel, the IBIS method is based on the principle that the design process for complex problems, which Rittel terms </w:t>
      </w:r>
      <w:r w:rsidRPr="00017926">
        <w:rPr>
          <w:i/>
          <w:iCs/>
        </w:rPr>
        <w:t>wicked</w:t>
      </w:r>
      <w:r w:rsidRPr="00017926">
        <w:t xml:space="preserve"> problems, is essentially an exchange among the stakeholders in which each stakeholder brings his or her personal expertise and perspective to the resolution of design issues [Kunz 1970]. Any problem, concern, or question can be an issue and may require discussion and resolution for the design to proceed. </w:t>
      </w:r>
    </w:p>
    <w:p w14:paraId="066EC020" w14:textId="77777777" w:rsidR="005545FD" w:rsidRPr="005545FD" w:rsidRDefault="00FB3B7C" w:rsidP="00A4345B">
      <w:pPr>
        <w:spacing w:after="0"/>
        <w:rPr>
          <w:rFonts w:ascii="Arial" w:hAnsi="Arial" w:cs="Arial"/>
          <w:b/>
          <w:bCs/>
          <w:sz w:val="20"/>
        </w:rPr>
      </w:pPr>
      <w:r w:rsidRPr="005545FD">
        <w:rPr>
          <w:rFonts w:ascii="Arial" w:hAnsi="Arial" w:cs="Arial"/>
          <w:b/>
          <w:bCs/>
          <w:sz w:val="20"/>
        </w:rPr>
        <w:t>Joint Application Development (JAD)</w:t>
      </w:r>
    </w:p>
    <w:p w14:paraId="066EC021" w14:textId="77777777" w:rsidR="005545FD" w:rsidRDefault="00FB3B7C" w:rsidP="00A4345B">
      <w:pPr>
        <w:spacing w:before="0"/>
      </w:pPr>
      <w:r w:rsidRPr="00017926">
        <w:t>The JAD methodology [Wood 1995] is specifically designed for the development of large computer systems. Its goal is to involve all stakeholders in the design phase of the product via highly structured and focused meetings. In the preliminary phases of JAD, the requirements engineering team is charged with fact-finding and information-gathering tasks. Typically, the outputs of this phase, as applied to security requirements elicitation, are security goals and artifacts. The actual JAD session is then used to validate this information by establishing an agreed-on set of security requirements for the product.</w:t>
      </w:r>
    </w:p>
    <w:p w14:paraId="066EC022" w14:textId="77777777" w:rsidR="005545FD" w:rsidRPr="005545FD" w:rsidRDefault="00FB3B7C" w:rsidP="00A4345B">
      <w:pPr>
        <w:spacing w:after="0"/>
        <w:rPr>
          <w:rFonts w:ascii="Arial" w:hAnsi="Arial" w:cs="Arial"/>
          <w:sz w:val="20"/>
        </w:rPr>
      </w:pPr>
      <w:r w:rsidRPr="005545FD">
        <w:rPr>
          <w:rFonts w:ascii="Arial" w:hAnsi="Arial" w:cs="Arial"/>
          <w:b/>
          <w:bCs/>
          <w:sz w:val="20"/>
        </w:rPr>
        <w:t xml:space="preserve">Feature-Oriented Domain Analysis (FODA) </w:t>
      </w:r>
    </w:p>
    <w:p w14:paraId="066EC023" w14:textId="77777777" w:rsidR="00FB3B7C" w:rsidRPr="00017926" w:rsidRDefault="00FB3B7C" w:rsidP="00A4345B">
      <w:pPr>
        <w:spacing w:before="0"/>
      </w:pPr>
      <w:r w:rsidRPr="00017926">
        <w:t xml:space="preserve">FODA is a domain analysis and engineering method that focuses on developing reusable assets [Kang 1990]. By examining related software systems and the underlying theory of the class of systems they represent, domain analysis can provide a generic description of the requirements of </w:t>
      </w:r>
      <w:r w:rsidRPr="00017926">
        <w:lastRenderedPageBreak/>
        <w:t>that class of systems in the form of a domain model and a set of approaches for their implementation.</w:t>
      </w:r>
    </w:p>
    <w:p w14:paraId="066EC024" w14:textId="77777777" w:rsidR="00FB3B7C" w:rsidRPr="00017926" w:rsidRDefault="00FB3B7C" w:rsidP="00FB3B7C">
      <w:r w:rsidRPr="00017926">
        <w:t>The FODA method was founded on two modeling concepts: abstraction and refinement [Kean 1997]. Abstraction is used to create domain models from the specific applications in the domain. Specific applications in the domain are then developed as refinements of the domain models. The example domain used in the initial report on FODA [Kang 1990] is window management systems. The window management examples of that time are no longer in use, but include VMS, Sun, and Macintosh, among others.</w:t>
      </w:r>
    </w:p>
    <w:p w14:paraId="066EC025" w14:textId="77777777" w:rsidR="005545FD" w:rsidRPr="005545FD" w:rsidRDefault="00FB3B7C" w:rsidP="00A4345B">
      <w:pPr>
        <w:spacing w:after="0"/>
        <w:rPr>
          <w:rFonts w:ascii="Arial" w:hAnsi="Arial" w:cs="Arial"/>
          <w:b/>
          <w:bCs/>
          <w:sz w:val="20"/>
        </w:rPr>
      </w:pPr>
      <w:r w:rsidRPr="005545FD">
        <w:rPr>
          <w:rFonts w:ascii="Arial" w:hAnsi="Arial" w:cs="Arial"/>
          <w:b/>
          <w:bCs/>
          <w:sz w:val="20"/>
        </w:rPr>
        <w:t xml:space="preserve">Critical Discourse Analysis (CDA) </w:t>
      </w:r>
    </w:p>
    <w:p w14:paraId="066EC026" w14:textId="77777777" w:rsidR="00FB3B7C" w:rsidRPr="00017926" w:rsidRDefault="00FB3B7C" w:rsidP="00A4345B">
      <w:pPr>
        <w:spacing w:before="0"/>
      </w:pPr>
      <w:r w:rsidRPr="00017926">
        <w:t>CDA uses sociolinguistic methods to analyze verbal and written discourse [Schiffrin 1994]. In particular, this technique can be used to analyze requirements elicitation interviews and to understand the narratives and “stories” that emerge during those interviews.</w:t>
      </w:r>
    </w:p>
    <w:p w14:paraId="066EC027" w14:textId="77777777" w:rsidR="005545FD" w:rsidRPr="005545FD" w:rsidRDefault="00FB3B7C" w:rsidP="00A4345B">
      <w:pPr>
        <w:spacing w:after="0"/>
        <w:rPr>
          <w:rFonts w:ascii="Arial" w:hAnsi="Arial" w:cs="Arial"/>
          <w:b/>
          <w:bCs/>
          <w:sz w:val="20"/>
        </w:rPr>
      </w:pPr>
      <w:r w:rsidRPr="005545FD">
        <w:rPr>
          <w:rFonts w:ascii="Arial" w:hAnsi="Arial" w:cs="Arial"/>
          <w:b/>
          <w:bCs/>
          <w:sz w:val="20"/>
        </w:rPr>
        <w:t xml:space="preserve">Accelerated Requirements Method (ARM) </w:t>
      </w:r>
    </w:p>
    <w:p w14:paraId="066EC028" w14:textId="77777777" w:rsidR="00FB3B7C" w:rsidRPr="00017926" w:rsidRDefault="00FB3B7C" w:rsidP="00A4345B">
      <w:pPr>
        <w:spacing w:before="0" w:after="60"/>
      </w:pPr>
      <w:r w:rsidRPr="00017926">
        <w:t>The ARM process [Hubbard 2000] is a facilitated requirements elicitation and description activity. It includes three phases:</w:t>
      </w:r>
    </w:p>
    <w:p w14:paraId="066EC029" w14:textId="77777777" w:rsidR="00FB3B7C" w:rsidRPr="00FB3B7C" w:rsidRDefault="00FB3B7C" w:rsidP="0004690E">
      <w:pPr>
        <w:pStyle w:val="ListNumber"/>
        <w:numPr>
          <w:ilvl w:val="0"/>
          <w:numId w:val="28"/>
        </w:numPr>
        <w:ind w:left="720"/>
      </w:pPr>
      <w:r w:rsidRPr="00FB3B7C">
        <w:t>Preparation phase</w:t>
      </w:r>
    </w:p>
    <w:p w14:paraId="066EC02A" w14:textId="77777777" w:rsidR="00FB3B7C" w:rsidRPr="00FB3B7C" w:rsidRDefault="00FB3B7C" w:rsidP="0004690E">
      <w:pPr>
        <w:pStyle w:val="ListNumber"/>
        <w:ind w:left="720"/>
      </w:pPr>
      <w:r w:rsidRPr="00FB3B7C">
        <w:t>Facilitated session phase</w:t>
      </w:r>
    </w:p>
    <w:p w14:paraId="066EC02B" w14:textId="77777777" w:rsidR="00FB3B7C" w:rsidRPr="00FB3B7C" w:rsidRDefault="00FB3B7C" w:rsidP="0004690E">
      <w:pPr>
        <w:pStyle w:val="ListNumber"/>
        <w:ind w:left="720"/>
      </w:pPr>
      <w:r w:rsidRPr="00FB3B7C">
        <w:t>Deliverable closure phase</w:t>
      </w:r>
    </w:p>
    <w:p w14:paraId="066EC02C" w14:textId="77777777" w:rsidR="00FB3B7C" w:rsidRDefault="00FB3B7C" w:rsidP="00FB3B7C">
      <w:r w:rsidRPr="00017926">
        <w:t>The ARM process is similar to JAD but has certain significant differences from the baseline JAD method, which contribute to its uniqueness. For example, in this process, the facilitators are content neutral, the group dynamic techniques used are different from those used in JAD, the brainstorming techniques used are different, and the requirements are recorded and organized using different conceptual models.</w:t>
      </w:r>
    </w:p>
    <w:p w14:paraId="066EC02D" w14:textId="77777777" w:rsidR="005545FD" w:rsidRPr="00017926" w:rsidRDefault="005545FD" w:rsidP="008C6607">
      <w:pPr>
        <w:pStyle w:val="Heading3"/>
      </w:pPr>
      <w:r>
        <w:t>MCDA Results from Case Study</w:t>
      </w:r>
    </w:p>
    <w:p w14:paraId="066EC02E" w14:textId="77777777" w:rsidR="005545FD" w:rsidRPr="003250AB" w:rsidRDefault="005545FD" w:rsidP="005545FD">
      <w:r>
        <w:t>M</w:t>
      </w:r>
      <w:r w:rsidRPr="003250AB">
        <w:t xml:space="preserve">any of these </w:t>
      </w:r>
      <w:r>
        <w:t xml:space="preserve">evaluation criteria </w:t>
      </w:r>
      <w:r w:rsidRPr="003250AB">
        <w:t xml:space="preserve">are in common with the </w:t>
      </w:r>
      <w:r>
        <w:t xml:space="preserve">evaluation criteria for the </w:t>
      </w:r>
      <w:r w:rsidRPr="003250AB">
        <w:t xml:space="preserve">risk assessment techniques </w:t>
      </w:r>
      <w:r>
        <w:t>liste</w:t>
      </w:r>
      <w:r w:rsidRPr="003250AB">
        <w:t xml:space="preserve">d earlier. In the case study </w:t>
      </w:r>
      <w:r>
        <w:t xml:space="preserve">on </w:t>
      </w:r>
      <w:r w:rsidRPr="003250AB">
        <w:t>which this seminar is based, the following assessment was made:</w:t>
      </w:r>
    </w:p>
    <w:tbl>
      <w:tblPr>
        <w:tblW w:w="9473" w:type="dxa"/>
        <w:tblInd w:w="103" w:type="dxa"/>
        <w:tblCellMar>
          <w:top w:w="14" w:type="dxa"/>
          <w:left w:w="115" w:type="dxa"/>
          <w:bottom w:w="14" w:type="dxa"/>
          <w:right w:w="115" w:type="dxa"/>
        </w:tblCellMar>
        <w:tblLook w:val="0000" w:firstRow="0" w:lastRow="0" w:firstColumn="0" w:lastColumn="0" w:noHBand="0" w:noVBand="0"/>
      </w:tblPr>
      <w:tblGrid>
        <w:gridCol w:w="1715"/>
        <w:gridCol w:w="1054"/>
        <w:gridCol w:w="838"/>
        <w:gridCol w:w="838"/>
        <w:gridCol w:w="838"/>
        <w:gridCol w:w="838"/>
        <w:gridCol w:w="838"/>
        <w:gridCol w:w="838"/>
        <w:gridCol w:w="838"/>
        <w:gridCol w:w="838"/>
      </w:tblGrid>
      <w:tr w:rsidR="005545FD" w:rsidRPr="003250AB" w14:paraId="066EC039" w14:textId="77777777" w:rsidTr="0004690E">
        <w:trPr>
          <w:tblHeader/>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EC02F" w14:textId="77777777" w:rsidR="005545FD" w:rsidRPr="003250AB" w:rsidRDefault="005545FD" w:rsidP="00E272F7">
            <w:pPr>
              <w:pStyle w:val="TableText"/>
            </w:pPr>
            <w:r w:rsidRPr="003250AB">
              <w:t> </w:t>
            </w:r>
          </w:p>
        </w:tc>
        <w:tc>
          <w:tcPr>
            <w:tcW w:w="1054" w:type="dxa"/>
            <w:tcBorders>
              <w:top w:val="single" w:sz="4" w:space="0" w:color="auto"/>
              <w:left w:val="nil"/>
              <w:bottom w:val="single" w:sz="4" w:space="0" w:color="auto"/>
              <w:right w:val="single" w:sz="4" w:space="0" w:color="auto"/>
            </w:tcBorders>
            <w:shd w:val="clear" w:color="auto" w:fill="auto"/>
            <w:noWrap/>
            <w:vAlign w:val="bottom"/>
          </w:tcPr>
          <w:p w14:paraId="066EC030" w14:textId="77777777" w:rsidR="005545FD" w:rsidRPr="003250AB" w:rsidRDefault="005545FD" w:rsidP="00E272F7">
            <w:pPr>
              <w:pStyle w:val="TableText"/>
              <w:rPr>
                <w:b/>
                <w:bCs/>
              </w:rPr>
            </w:pPr>
            <w:r w:rsidRPr="003250AB">
              <w:rPr>
                <w:b/>
                <w:bCs/>
              </w:rPr>
              <w:t>Misuse Cases</w:t>
            </w:r>
          </w:p>
        </w:tc>
        <w:tc>
          <w:tcPr>
            <w:tcW w:w="838" w:type="dxa"/>
            <w:tcBorders>
              <w:top w:val="single" w:sz="4" w:space="0" w:color="auto"/>
              <w:left w:val="nil"/>
              <w:bottom w:val="single" w:sz="4" w:space="0" w:color="auto"/>
              <w:right w:val="single" w:sz="4" w:space="0" w:color="auto"/>
            </w:tcBorders>
            <w:shd w:val="clear" w:color="auto" w:fill="auto"/>
            <w:noWrap/>
            <w:vAlign w:val="bottom"/>
          </w:tcPr>
          <w:p w14:paraId="066EC031" w14:textId="77777777" w:rsidR="005545FD" w:rsidRPr="003250AB" w:rsidRDefault="005545FD" w:rsidP="00E272F7">
            <w:pPr>
              <w:pStyle w:val="TableText"/>
              <w:rPr>
                <w:b/>
                <w:bCs/>
              </w:rPr>
            </w:pPr>
            <w:r w:rsidRPr="003250AB">
              <w:rPr>
                <w:b/>
                <w:bCs/>
              </w:rPr>
              <w:t>SSM</w:t>
            </w:r>
          </w:p>
        </w:tc>
        <w:tc>
          <w:tcPr>
            <w:tcW w:w="838" w:type="dxa"/>
            <w:tcBorders>
              <w:top w:val="single" w:sz="4" w:space="0" w:color="auto"/>
              <w:left w:val="nil"/>
              <w:bottom w:val="single" w:sz="4" w:space="0" w:color="auto"/>
              <w:right w:val="single" w:sz="4" w:space="0" w:color="auto"/>
            </w:tcBorders>
            <w:shd w:val="clear" w:color="auto" w:fill="auto"/>
            <w:noWrap/>
            <w:vAlign w:val="bottom"/>
          </w:tcPr>
          <w:p w14:paraId="066EC032" w14:textId="77777777" w:rsidR="005545FD" w:rsidRPr="003250AB" w:rsidRDefault="005545FD" w:rsidP="00E272F7">
            <w:pPr>
              <w:pStyle w:val="TableText"/>
              <w:rPr>
                <w:b/>
                <w:bCs/>
              </w:rPr>
            </w:pPr>
            <w:r w:rsidRPr="003250AB">
              <w:rPr>
                <w:b/>
                <w:bCs/>
              </w:rPr>
              <w:t>QFD</w:t>
            </w:r>
          </w:p>
        </w:tc>
        <w:tc>
          <w:tcPr>
            <w:tcW w:w="838" w:type="dxa"/>
            <w:tcBorders>
              <w:top w:val="single" w:sz="4" w:space="0" w:color="auto"/>
              <w:left w:val="nil"/>
              <w:bottom w:val="single" w:sz="4" w:space="0" w:color="auto"/>
              <w:right w:val="single" w:sz="4" w:space="0" w:color="auto"/>
            </w:tcBorders>
            <w:shd w:val="clear" w:color="auto" w:fill="auto"/>
            <w:noWrap/>
            <w:vAlign w:val="bottom"/>
          </w:tcPr>
          <w:p w14:paraId="066EC033" w14:textId="77777777" w:rsidR="005545FD" w:rsidRPr="003250AB" w:rsidRDefault="005545FD" w:rsidP="00E272F7">
            <w:pPr>
              <w:pStyle w:val="TableText"/>
              <w:rPr>
                <w:b/>
                <w:bCs/>
              </w:rPr>
            </w:pPr>
            <w:r w:rsidRPr="003250AB">
              <w:rPr>
                <w:b/>
                <w:bCs/>
              </w:rPr>
              <w:t>CORE</w:t>
            </w:r>
          </w:p>
        </w:tc>
        <w:tc>
          <w:tcPr>
            <w:tcW w:w="838" w:type="dxa"/>
            <w:tcBorders>
              <w:top w:val="single" w:sz="4" w:space="0" w:color="auto"/>
              <w:left w:val="nil"/>
              <w:bottom w:val="single" w:sz="4" w:space="0" w:color="auto"/>
              <w:right w:val="single" w:sz="4" w:space="0" w:color="auto"/>
            </w:tcBorders>
            <w:shd w:val="clear" w:color="auto" w:fill="C0C0C0"/>
            <w:noWrap/>
            <w:vAlign w:val="bottom"/>
          </w:tcPr>
          <w:p w14:paraId="066EC034" w14:textId="77777777" w:rsidR="005545FD" w:rsidRPr="003250AB" w:rsidRDefault="005545FD" w:rsidP="00E272F7">
            <w:pPr>
              <w:pStyle w:val="TableText"/>
              <w:rPr>
                <w:b/>
                <w:bCs/>
              </w:rPr>
            </w:pPr>
            <w:r w:rsidRPr="003250AB">
              <w:rPr>
                <w:b/>
                <w:bCs/>
              </w:rPr>
              <w:t>IBIS</w:t>
            </w:r>
          </w:p>
        </w:tc>
        <w:tc>
          <w:tcPr>
            <w:tcW w:w="838" w:type="dxa"/>
            <w:tcBorders>
              <w:top w:val="single" w:sz="4" w:space="0" w:color="auto"/>
              <w:left w:val="nil"/>
              <w:bottom w:val="single" w:sz="4" w:space="0" w:color="auto"/>
              <w:right w:val="single" w:sz="4" w:space="0" w:color="auto"/>
            </w:tcBorders>
            <w:shd w:val="clear" w:color="auto" w:fill="C0C0C0"/>
            <w:noWrap/>
            <w:vAlign w:val="bottom"/>
          </w:tcPr>
          <w:p w14:paraId="066EC035" w14:textId="77777777" w:rsidR="005545FD" w:rsidRPr="003250AB" w:rsidRDefault="005545FD" w:rsidP="00E272F7">
            <w:pPr>
              <w:pStyle w:val="TableText"/>
              <w:rPr>
                <w:b/>
                <w:bCs/>
              </w:rPr>
            </w:pPr>
            <w:r w:rsidRPr="003250AB">
              <w:rPr>
                <w:b/>
                <w:bCs/>
              </w:rPr>
              <w:t>JAD</w:t>
            </w:r>
          </w:p>
        </w:tc>
        <w:tc>
          <w:tcPr>
            <w:tcW w:w="838" w:type="dxa"/>
            <w:tcBorders>
              <w:top w:val="single" w:sz="4" w:space="0" w:color="auto"/>
              <w:left w:val="nil"/>
              <w:bottom w:val="single" w:sz="4" w:space="0" w:color="auto"/>
              <w:right w:val="single" w:sz="4" w:space="0" w:color="auto"/>
            </w:tcBorders>
            <w:shd w:val="clear" w:color="auto" w:fill="auto"/>
            <w:noWrap/>
            <w:vAlign w:val="bottom"/>
          </w:tcPr>
          <w:p w14:paraId="066EC036" w14:textId="77777777" w:rsidR="005545FD" w:rsidRPr="003250AB" w:rsidRDefault="005545FD" w:rsidP="00E272F7">
            <w:pPr>
              <w:pStyle w:val="TableText"/>
              <w:rPr>
                <w:b/>
                <w:bCs/>
              </w:rPr>
            </w:pPr>
            <w:r w:rsidRPr="003250AB">
              <w:rPr>
                <w:b/>
                <w:bCs/>
              </w:rPr>
              <w:t>FODA</w:t>
            </w:r>
          </w:p>
        </w:tc>
        <w:tc>
          <w:tcPr>
            <w:tcW w:w="838" w:type="dxa"/>
            <w:tcBorders>
              <w:top w:val="single" w:sz="4" w:space="0" w:color="auto"/>
              <w:left w:val="nil"/>
              <w:bottom w:val="single" w:sz="4" w:space="0" w:color="auto"/>
              <w:right w:val="single" w:sz="4" w:space="0" w:color="auto"/>
            </w:tcBorders>
            <w:shd w:val="clear" w:color="auto" w:fill="auto"/>
            <w:noWrap/>
            <w:vAlign w:val="bottom"/>
          </w:tcPr>
          <w:p w14:paraId="066EC037" w14:textId="77777777" w:rsidR="005545FD" w:rsidRPr="003250AB" w:rsidRDefault="005545FD" w:rsidP="00E272F7">
            <w:pPr>
              <w:pStyle w:val="TableText"/>
              <w:rPr>
                <w:b/>
                <w:bCs/>
              </w:rPr>
            </w:pPr>
            <w:r w:rsidRPr="003250AB">
              <w:rPr>
                <w:b/>
                <w:bCs/>
              </w:rPr>
              <w:t>CDA</w:t>
            </w:r>
          </w:p>
        </w:tc>
        <w:tc>
          <w:tcPr>
            <w:tcW w:w="838" w:type="dxa"/>
            <w:tcBorders>
              <w:top w:val="single" w:sz="4" w:space="0" w:color="auto"/>
              <w:left w:val="nil"/>
              <w:bottom w:val="single" w:sz="4" w:space="0" w:color="auto"/>
              <w:right w:val="single" w:sz="4" w:space="0" w:color="auto"/>
            </w:tcBorders>
            <w:shd w:val="clear" w:color="auto" w:fill="C0C0C0"/>
            <w:noWrap/>
            <w:vAlign w:val="bottom"/>
          </w:tcPr>
          <w:p w14:paraId="066EC038" w14:textId="77777777" w:rsidR="005545FD" w:rsidRPr="003250AB" w:rsidRDefault="005545FD" w:rsidP="00E272F7">
            <w:pPr>
              <w:pStyle w:val="TableText"/>
              <w:rPr>
                <w:b/>
                <w:bCs/>
              </w:rPr>
            </w:pPr>
            <w:r w:rsidRPr="003250AB">
              <w:rPr>
                <w:b/>
                <w:bCs/>
              </w:rPr>
              <w:t>ARM</w:t>
            </w:r>
          </w:p>
        </w:tc>
      </w:tr>
      <w:tr w:rsidR="005545FD" w:rsidRPr="003250AB" w14:paraId="066EC044" w14:textId="77777777" w:rsidTr="00E272F7">
        <w:tc>
          <w:tcPr>
            <w:tcW w:w="1715" w:type="dxa"/>
            <w:tcBorders>
              <w:top w:val="nil"/>
              <w:left w:val="single" w:sz="4" w:space="0" w:color="auto"/>
              <w:bottom w:val="single" w:sz="4" w:space="0" w:color="auto"/>
              <w:right w:val="single" w:sz="4" w:space="0" w:color="auto"/>
            </w:tcBorders>
            <w:shd w:val="clear" w:color="auto" w:fill="auto"/>
            <w:vAlign w:val="bottom"/>
          </w:tcPr>
          <w:p w14:paraId="066EC03A" w14:textId="77777777" w:rsidR="005545FD" w:rsidRPr="003250AB" w:rsidRDefault="005545FD" w:rsidP="00E272F7">
            <w:pPr>
              <w:pStyle w:val="TableText"/>
            </w:pPr>
            <w:r w:rsidRPr="003250AB">
              <w:t>Adaptability</w:t>
            </w:r>
          </w:p>
        </w:tc>
        <w:tc>
          <w:tcPr>
            <w:tcW w:w="1054" w:type="dxa"/>
            <w:tcBorders>
              <w:top w:val="nil"/>
              <w:left w:val="nil"/>
              <w:bottom w:val="single" w:sz="4" w:space="0" w:color="auto"/>
              <w:right w:val="single" w:sz="4" w:space="0" w:color="auto"/>
            </w:tcBorders>
            <w:shd w:val="clear" w:color="auto" w:fill="auto"/>
            <w:noWrap/>
            <w:vAlign w:val="bottom"/>
          </w:tcPr>
          <w:p w14:paraId="066EC03B"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066EC03C"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3D"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066EC03E"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066EC03F"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066EC040"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066EC041"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42"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066EC043" w14:textId="77777777" w:rsidR="005545FD" w:rsidRPr="003250AB" w:rsidRDefault="005545FD" w:rsidP="00E272F7">
            <w:pPr>
              <w:pStyle w:val="TableText"/>
            </w:pPr>
            <w:r w:rsidRPr="003250AB">
              <w:t>2</w:t>
            </w:r>
          </w:p>
        </w:tc>
      </w:tr>
      <w:tr w:rsidR="005545FD" w:rsidRPr="003250AB" w14:paraId="066EC04F" w14:textId="77777777" w:rsidTr="00E272F7">
        <w:tc>
          <w:tcPr>
            <w:tcW w:w="1715" w:type="dxa"/>
            <w:tcBorders>
              <w:top w:val="nil"/>
              <w:left w:val="single" w:sz="4" w:space="0" w:color="auto"/>
              <w:bottom w:val="single" w:sz="4" w:space="0" w:color="auto"/>
              <w:right w:val="single" w:sz="4" w:space="0" w:color="auto"/>
            </w:tcBorders>
            <w:shd w:val="clear" w:color="auto" w:fill="auto"/>
            <w:vAlign w:val="bottom"/>
          </w:tcPr>
          <w:p w14:paraId="066EC045" w14:textId="77777777" w:rsidR="005545FD" w:rsidRPr="003250AB" w:rsidRDefault="005545FD" w:rsidP="00E272F7">
            <w:pPr>
              <w:pStyle w:val="TableText"/>
            </w:pPr>
            <w:r w:rsidRPr="003250AB">
              <w:t>CASE Tool</w:t>
            </w:r>
          </w:p>
        </w:tc>
        <w:tc>
          <w:tcPr>
            <w:tcW w:w="1054" w:type="dxa"/>
            <w:tcBorders>
              <w:top w:val="nil"/>
              <w:left w:val="nil"/>
              <w:bottom w:val="single" w:sz="4" w:space="0" w:color="auto"/>
              <w:right w:val="single" w:sz="4" w:space="0" w:color="auto"/>
            </w:tcBorders>
            <w:shd w:val="clear" w:color="auto" w:fill="auto"/>
            <w:noWrap/>
            <w:vAlign w:val="bottom"/>
          </w:tcPr>
          <w:p w14:paraId="066EC046"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47"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48"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49"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066EC04A"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066EC04B"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4C"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4D"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066EC04E" w14:textId="77777777" w:rsidR="005545FD" w:rsidRPr="003250AB" w:rsidRDefault="005545FD" w:rsidP="00E272F7">
            <w:pPr>
              <w:pStyle w:val="TableText"/>
            </w:pPr>
            <w:r w:rsidRPr="003250AB">
              <w:t>1</w:t>
            </w:r>
          </w:p>
        </w:tc>
      </w:tr>
      <w:tr w:rsidR="005545FD" w:rsidRPr="003250AB" w14:paraId="066EC05A" w14:textId="77777777" w:rsidTr="00E272F7">
        <w:tc>
          <w:tcPr>
            <w:tcW w:w="1715" w:type="dxa"/>
            <w:tcBorders>
              <w:top w:val="nil"/>
              <w:left w:val="single" w:sz="4" w:space="0" w:color="auto"/>
              <w:bottom w:val="single" w:sz="4" w:space="0" w:color="auto"/>
              <w:right w:val="single" w:sz="4" w:space="0" w:color="auto"/>
            </w:tcBorders>
            <w:shd w:val="clear" w:color="auto" w:fill="auto"/>
            <w:vAlign w:val="bottom"/>
          </w:tcPr>
          <w:p w14:paraId="066EC050" w14:textId="77777777" w:rsidR="005545FD" w:rsidRPr="003250AB" w:rsidRDefault="005545FD" w:rsidP="00E272F7">
            <w:pPr>
              <w:pStyle w:val="TableText"/>
            </w:pPr>
            <w:r w:rsidRPr="003250AB">
              <w:t>Client A</w:t>
            </w:r>
            <w:r w:rsidRPr="003250AB">
              <w:t>c</w:t>
            </w:r>
            <w:r w:rsidRPr="003250AB">
              <w:t>ceptance</w:t>
            </w:r>
          </w:p>
        </w:tc>
        <w:tc>
          <w:tcPr>
            <w:tcW w:w="1054" w:type="dxa"/>
            <w:tcBorders>
              <w:top w:val="nil"/>
              <w:left w:val="nil"/>
              <w:bottom w:val="single" w:sz="4" w:space="0" w:color="auto"/>
              <w:right w:val="single" w:sz="4" w:space="0" w:color="auto"/>
            </w:tcBorders>
            <w:shd w:val="clear" w:color="auto" w:fill="auto"/>
            <w:noWrap/>
            <w:vAlign w:val="bottom"/>
          </w:tcPr>
          <w:p w14:paraId="066EC051"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52"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53"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54"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066EC055"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066EC056"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57"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58"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066EC059" w14:textId="77777777" w:rsidR="005545FD" w:rsidRPr="003250AB" w:rsidRDefault="005545FD" w:rsidP="00E272F7">
            <w:pPr>
              <w:pStyle w:val="TableText"/>
            </w:pPr>
            <w:r w:rsidRPr="003250AB">
              <w:t>3</w:t>
            </w:r>
          </w:p>
        </w:tc>
      </w:tr>
      <w:tr w:rsidR="005545FD" w:rsidRPr="003250AB" w14:paraId="066EC065" w14:textId="77777777" w:rsidTr="00E272F7">
        <w:tc>
          <w:tcPr>
            <w:tcW w:w="1715" w:type="dxa"/>
            <w:tcBorders>
              <w:top w:val="nil"/>
              <w:left w:val="single" w:sz="4" w:space="0" w:color="auto"/>
              <w:bottom w:val="single" w:sz="4" w:space="0" w:color="auto"/>
              <w:right w:val="single" w:sz="4" w:space="0" w:color="auto"/>
            </w:tcBorders>
            <w:shd w:val="clear" w:color="auto" w:fill="auto"/>
            <w:vAlign w:val="bottom"/>
          </w:tcPr>
          <w:p w14:paraId="066EC05B" w14:textId="77777777" w:rsidR="005545FD" w:rsidRPr="003250AB" w:rsidRDefault="005545FD" w:rsidP="00E272F7">
            <w:pPr>
              <w:pStyle w:val="TableText"/>
            </w:pPr>
            <w:r w:rsidRPr="003250AB">
              <w:t>Complexity</w:t>
            </w:r>
          </w:p>
        </w:tc>
        <w:tc>
          <w:tcPr>
            <w:tcW w:w="1054" w:type="dxa"/>
            <w:tcBorders>
              <w:top w:val="nil"/>
              <w:left w:val="nil"/>
              <w:bottom w:val="single" w:sz="4" w:space="0" w:color="auto"/>
              <w:right w:val="single" w:sz="4" w:space="0" w:color="auto"/>
            </w:tcBorders>
            <w:shd w:val="clear" w:color="auto" w:fill="auto"/>
            <w:noWrap/>
            <w:vAlign w:val="bottom"/>
          </w:tcPr>
          <w:p w14:paraId="066EC05C"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5D"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5E"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5F"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066EC060"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066EC061"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62"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63"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066EC064" w14:textId="77777777" w:rsidR="005545FD" w:rsidRPr="003250AB" w:rsidRDefault="005545FD" w:rsidP="00E272F7">
            <w:pPr>
              <w:pStyle w:val="TableText"/>
            </w:pPr>
            <w:r w:rsidRPr="003250AB">
              <w:t>2</w:t>
            </w:r>
          </w:p>
        </w:tc>
      </w:tr>
      <w:tr w:rsidR="005545FD" w:rsidRPr="003250AB" w14:paraId="066EC070" w14:textId="77777777" w:rsidTr="00E272F7">
        <w:tc>
          <w:tcPr>
            <w:tcW w:w="1715" w:type="dxa"/>
            <w:tcBorders>
              <w:top w:val="nil"/>
              <w:left w:val="single" w:sz="4" w:space="0" w:color="auto"/>
              <w:bottom w:val="single" w:sz="4" w:space="0" w:color="auto"/>
              <w:right w:val="single" w:sz="4" w:space="0" w:color="auto"/>
            </w:tcBorders>
            <w:shd w:val="clear" w:color="auto" w:fill="auto"/>
            <w:vAlign w:val="bottom"/>
          </w:tcPr>
          <w:p w14:paraId="066EC066" w14:textId="77777777" w:rsidR="005545FD" w:rsidRPr="003250AB" w:rsidRDefault="005545FD" w:rsidP="00E272F7">
            <w:pPr>
              <w:pStyle w:val="TableText"/>
            </w:pPr>
            <w:r w:rsidRPr="003250AB">
              <w:t>Graphical Ou</w:t>
            </w:r>
            <w:r w:rsidRPr="003250AB">
              <w:t>t</w:t>
            </w:r>
            <w:r w:rsidRPr="003250AB">
              <w:t>put</w:t>
            </w:r>
          </w:p>
        </w:tc>
        <w:tc>
          <w:tcPr>
            <w:tcW w:w="1054" w:type="dxa"/>
            <w:tcBorders>
              <w:top w:val="nil"/>
              <w:left w:val="nil"/>
              <w:bottom w:val="single" w:sz="4" w:space="0" w:color="auto"/>
              <w:right w:val="single" w:sz="4" w:space="0" w:color="auto"/>
            </w:tcBorders>
            <w:shd w:val="clear" w:color="auto" w:fill="auto"/>
            <w:noWrap/>
            <w:vAlign w:val="bottom"/>
          </w:tcPr>
          <w:p w14:paraId="066EC067"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68"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69"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6A"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066EC06B"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066EC06C"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6D"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6E"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066EC06F" w14:textId="77777777" w:rsidR="005545FD" w:rsidRPr="003250AB" w:rsidRDefault="005545FD" w:rsidP="00E272F7">
            <w:pPr>
              <w:pStyle w:val="TableText"/>
            </w:pPr>
            <w:r w:rsidRPr="003250AB">
              <w:t>3</w:t>
            </w:r>
          </w:p>
        </w:tc>
      </w:tr>
      <w:tr w:rsidR="005545FD" w:rsidRPr="003250AB" w14:paraId="066EC07B" w14:textId="77777777" w:rsidTr="00E272F7">
        <w:tc>
          <w:tcPr>
            <w:tcW w:w="1715" w:type="dxa"/>
            <w:tcBorders>
              <w:top w:val="nil"/>
              <w:left w:val="single" w:sz="4" w:space="0" w:color="auto"/>
              <w:bottom w:val="single" w:sz="4" w:space="0" w:color="auto"/>
              <w:right w:val="single" w:sz="4" w:space="0" w:color="auto"/>
            </w:tcBorders>
            <w:shd w:val="clear" w:color="auto" w:fill="auto"/>
            <w:vAlign w:val="bottom"/>
          </w:tcPr>
          <w:p w14:paraId="066EC071" w14:textId="77777777" w:rsidR="005545FD" w:rsidRPr="003250AB" w:rsidRDefault="005545FD" w:rsidP="00E272F7">
            <w:pPr>
              <w:pStyle w:val="TableText"/>
            </w:pPr>
            <w:r w:rsidRPr="003250AB">
              <w:t>Implementation Duration</w:t>
            </w:r>
          </w:p>
        </w:tc>
        <w:tc>
          <w:tcPr>
            <w:tcW w:w="1054" w:type="dxa"/>
            <w:tcBorders>
              <w:top w:val="nil"/>
              <w:left w:val="nil"/>
              <w:bottom w:val="single" w:sz="4" w:space="0" w:color="auto"/>
              <w:right w:val="single" w:sz="4" w:space="0" w:color="auto"/>
            </w:tcBorders>
            <w:shd w:val="clear" w:color="auto" w:fill="auto"/>
            <w:noWrap/>
            <w:vAlign w:val="bottom"/>
          </w:tcPr>
          <w:p w14:paraId="066EC072"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73"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74"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75"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066EC076"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066EC077"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78"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79"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066EC07A" w14:textId="77777777" w:rsidR="005545FD" w:rsidRPr="003250AB" w:rsidRDefault="005545FD" w:rsidP="00E272F7">
            <w:pPr>
              <w:pStyle w:val="TableText"/>
            </w:pPr>
            <w:r w:rsidRPr="003250AB">
              <w:t>3</w:t>
            </w:r>
          </w:p>
        </w:tc>
      </w:tr>
      <w:tr w:rsidR="005545FD" w:rsidRPr="003250AB" w14:paraId="066EC086" w14:textId="77777777" w:rsidTr="00E272F7">
        <w:tc>
          <w:tcPr>
            <w:tcW w:w="1715" w:type="dxa"/>
            <w:tcBorders>
              <w:top w:val="nil"/>
              <w:left w:val="single" w:sz="4" w:space="0" w:color="auto"/>
              <w:bottom w:val="single" w:sz="4" w:space="0" w:color="auto"/>
              <w:right w:val="single" w:sz="4" w:space="0" w:color="auto"/>
            </w:tcBorders>
            <w:shd w:val="clear" w:color="auto" w:fill="auto"/>
            <w:vAlign w:val="bottom"/>
          </w:tcPr>
          <w:p w14:paraId="066EC07C" w14:textId="77777777" w:rsidR="005545FD" w:rsidRPr="003250AB" w:rsidRDefault="005545FD" w:rsidP="00E272F7">
            <w:pPr>
              <w:pStyle w:val="TableText"/>
            </w:pPr>
            <w:r w:rsidRPr="003250AB">
              <w:t>Learning Curve</w:t>
            </w:r>
          </w:p>
        </w:tc>
        <w:tc>
          <w:tcPr>
            <w:tcW w:w="1054" w:type="dxa"/>
            <w:tcBorders>
              <w:top w:val="nil"/>
              <w:left w:val="nil"/>
              <w:bottom w:val="single" w:sz="4" w:space="0" w:color="auto"/>
              <w:right w:val="single" w:sz="4" w:space="0" w:color="auto"/>
            </w:tcBorders>
            <w:shd w:val="clear" w:color="auto" w:fill="auto"/>
            <w:noWrap/>
            <w:vAlign w:val="bottom"/>
          </w:tcPr>
          <w:p w14:paraId="066EC07D"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066EC07E"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7F"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80"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066EC081"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066EC082"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83"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84"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066EC085" w14:textId="77777777" w:rsidR="005545FD" w:rsidRPr="003250AB" w:rsidRDefault="005545FD" w:rsidP="00E272F7">
            <w:pPr>
              <w:pStyle w:val="TableText"/>
            </w:pPr>
            <w:r w:rsidRPr="003250AB">
              <w:t>1</w:t>
            </w:r>
          </w:p>
        </w:tc>
      </w:tr>
      <w:tr w:rsidR="005545FD" w:rsidRPr="003250AB" w14:paraId="066EC091" w14:textId="77777777" w:rsidTr="00E272F7">
        <w:tc>
          <w:tcPr>
            <w:tcW w:w="1715" w:type="dxa"/>
            <w:tcBorders>
              <w:top w:val="nil"/>
              <w:left w:val="single" w:sz="4" w:space="0" w:color="auto"/>
              <w:bottom w:val="single" w:sz="4" w:space="0" w:color="auto"/>
              <w:right w:val="single" w:sz="4" w:space="0" w:color="auto"/>
            </w:tcBorders>
            <w:shd w:val="clear" w:color="auto" w:fill="auto"/>
            <w:vAlign w:val="bottom"/>
          </w:tcPr>
          <w:p w14:paraId="066EC087" w14:textId="77777777" w:rsidR="005545FD" w:rsidRPr="003250AB" w:rsidRDefault="005545FD" w:rsidP="00E272F7">
            <w:pPr>
              <w:pStyle w:val="TableText"/>
            </w:pPr>
            <w:r w:rsidRPr="003250AB">
              <w:t>Maturity</w:t>
            </w:r>
          </w:p>
        </w:tc>
        <w:tc>
          <w:tcPr>
            <w:tcW w:w="1054" w:type="dxa"/>
            <w:tcBorders>
              <w:top w:val="nil"/>
              <w:left w:val="nil"/>
              <w:bottom w:val="single" w:sz="4" w:space="0" w:color="auto"/>
              <w:right w:val="single" w:sz="4" w:space="0" w:color="auto"/>
            </w:tcBorders>
            <w:shd w:val="clear" w:color="auto" w:fill="auto"/>
            <w:noWrap/>
            <w:vAlign w:val="bottom"/>
          </w:tcPr>
          <w:p w14:paraId="066EC088"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89"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066EC08A"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066EC08B"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066EC08C"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066EC08D"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066EC08E"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8F"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066EC090" w14:textId="77777777" w:rsidR="005545FD" w:rsidRPr="003250AB" w:rsidRDefault="005545FD" w:rsidP="00E272F7">
            <w:pPr>
              <w:pStyle w:val="TableText"/>
            </w:pPr>
            <w:r w:rsidRPr="003250AB">
              <w:t>1</w:t>
            </w:r>
          </w:p>
        </w:tc>
      </w:tr>
      <w:tr w:rsidR="005545FD" w:rsidRPr="003250AB" w14:paraId="066EC09C" w14:textId="77777777" w:rsidTr="00E272F7">
        <w:tc>
          <w:tcPr>
            <w:tcW w:w="1715" w:type="dxa"/>
            <w:tcBorders>
              <w:top w:val="nil"/>
              <w:left w:val="single" w:sz="4" w:space="0" w:color="auto"/>
              <w:bottom w:val="single" w:sz="4" w:space="0" w:color="auto"/>
              <w:right w:val="single" w:sz="4" w:space="0" w:color="auto"/>
            </w:tcBorders>
            <w:shd w:val="clear" w:color="auto" w:fill="auto"/>
            <w:vAlign w:val="bottom"/>
          </w:tcPr>
          <w:p w14:paraId="066EC092" w14:textId="77777777" w:rsidR="005545FD" w:rsidRPr="003250AB" w:rsidRDefault="005545FD" w:rsidP="00E272F7">
            <w:pPr>
              <w:pStyle w:val="TableText"/>
            </w:pPr>
            <w:r w:rsidRPr="003250AB">
              <w:lastRenderedPageBreak/>
              <w:t>Scalability</w:t>
            </w:r>
          </w:p>
        </w:tc>
        <w:tc>
          <w:tcPr>
            <w:tcW w:w="1054" w:type="dxa"/>
            <w:tcBorders>
              <w:top w:val="nil"/>
              <w:left w:val="nil"/>
              <w:bottom w:val="single" w:sz="4" w:space="0" w:color="auto"/>
              <w:right w:val="single" w:sz="4" w:space="0" w:color="auto"/>
            </w:tcBorders>
            <w:shd w:val="clear" w:color="auto" w:fill="auto"/>
            <w:noWrap/>
            <w:vAlign w:val="bottom"/>
          </w:tcPr>
          <w:p w14:paraId="066EC093"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auto"/>
            <w:noWrap/>
            <w:vAlign w:val="bottom"/>
          </w:tcPr>
          <w:p w14:paraId="066EC094"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066EC095"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066EC096"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C0C0C0"/>
            <w:noWrap/>
            <w:vAlign w:val="bottom"/>
          </w:tcPr>
          <w:p w14:paraId="066EC097"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C0C0C0"/>
            <w:noWrap/>
            <w:vAlign w:val="bottom"/>
          </w:tcPr>
          <w:p w14:paraId="066EC098" w14:textId="77777777" w:rsidR="005545FD" w:rsidRPr="003250AB" w:rsidRDefault="005545FD" w:rsidP="00E272F7">
            <w:pPr>
              <w:pStyle w:val="TableText"/>
            </w:pPr>
            <w:r w:rsidRPr="003250AB">
              <w:t>3</w:t>
            </w:r>
          </w:p>
        </w:tc>
        <w:tc>
          <w:tcPr>
            <w:tcW w:w="838" w:type="dxa"/>
            <w:tcBorders>
              <w:top w:val="nil"/>
              <w:left w:val="nil"/>
              <w:bottom w:val="single" w:sz="4" w:space="0" w:color="auto"/>
              <w:right w:val="single" w:sz="4" w:space="0" w:color="auto"/>
            </w:tcBorders>
            <w:shd w:val="clear" w:color="auto" w:fill="auto"/>
            <w:noWrap/>
            <w:vAlign w:val="bottom"/>
          </w:tcPr>
          <w:p w14:paraId="066EC099" w14:textId="77777777" w:rsidR="005545FD" w:rsidRPr="003250AB" w:rsidRDefault="005545FD" w:rsidP="00E272F7">
            <w:pPr>
              <w:pStyle w:val="TableText"/>
            </w:pPr>
            <w:r w:rsidRPr="003250AB">
              <w:t>2</w:t>
            </w:r>
          </w:p>
        </w:tc>
        <w:tc>
          <w:tcPr>
            <w:tcW w:w="838" w:type="dxa"/>
            <w:tcBorders>
              <w:top w:val="nil"/>
              <w:left w:val="nil"/>
              <w:bottom w:val="single" w:sz="4" w:space="0" w:color="auto"/>
              <w:right w:val="single" w:sz="4" w:space="0" w:color="auto"/>
            </w:tcBorders>
            <w:shd w:val="clear" w:color="auto" w:fill="auto"/>
            <w:noWrap/>
            <w:vAlign w:val="bottom"/>
          </w:tcPr>
          <w:p w14:paraId="066EC09A" w14:textId="77777777" w:rsidR="005545FD" w:rsidRPr="003250AB" w:rsidRDefault="005545FD" w:rsidP="00E272F7">
            <w:pPr>
              <w:pStyle w:val="TableText"/>
            </w:pPr>
            <w:r w:rsidRPr="003250AB">
              <w:t>1</w:t>
            </w:r>
          </w:p>
        </w:tc>
        <w:tc>
          <w:tcPr>
            <w:tcW w:w="838" w:type="dxa"/>
            <w:tcBorders>
              <w:top w:val="nil"/>
              <w:left w:val="nil"/>
              <w:bottom w:val="single" w:sz="4" w:space="0" w:color="auto"/>
              <w:right w:val="single" w:sz="4" w:space="0" w:color="auto"/>
            </w:tcBorders>
            <w:shd w:val="clear" w:color="auto" w:fill="C0C0C0"/>
            <w:noWrap/>
            <w:vAlign w:val="bottom"/>
          </w:tcPr>
          <w:p w14:paraId="066EC09B" w14:textId="77777777" w:rsidR="005545FD" w:rsidRPr="003250AB" w:rsidRDefault="005545FD" w:rsidP="00E272F7">
            <w:pPr>
              <w:pStyle w:val="TableText"/>
            </w:pPr>
            <w:r w:rsidRPr="003250AB">
              <w:t>2</w:t>
            </w:r>
          </w:p>
        </w:tc>
      </w:tr>
    </w:tbl>
    <w:p w14:paraId="066EC09D" w14:textId="77777777" w:rsidR="005545FD" w:rsidRPr="003250AB" w:rsidRDefault="005545FD" w:rsidP="005545FD">
      <w:pPr>
        <w:tabs>
          <w:tab w:val="left" w:pos="7620"/>
        </w:tabs>
      </w:pPr>
      <w:r w:rsidRPr="003250AB">
        <w:t>Scale: 3 = very good, 2 = fair, 1 = poor</w:t>
      </w:r>
      <w:r>
        <w:tab/>
      </w:r>
    </w:p>
    <w:p w14:paraId="066EC09E" w14:textId="77777777" w:rsidR="005545FD" w:rsidRPr="003250AB" w:rsidRDefault="005545FD" w:rsidP="005545FD">
      <w:r w:rsidRPr="003250AB">
        <w:t>Ultimately, the ARM technique was chosen for evaluation and will be used in the next step, elicitation of requirements.</w:t>
      </w:r>
    </w:p>
    <w:p w14:paraId="066EC09F" w14:textId="77777777" w:rsidR="0004690E" w:rsidRDefault="0004690E">
      <w:pPr>
        <w:suppressAutoHyphens w:val="0"/>
        <w:spacing w:before="0" w:after="0" w:line="240" w:lineRule="auto"/>
        <w:rPr>
          <w:rFonts w:ascii="Arial" w:hAnsi="Arial" w:cs="Arial"/>
          <w:b/>
          <w:i/>
          <w:sz w:val="24"/>
          <w:szCs w:val="26"/>
        </w:rPr>
      </w:pPr>
      <w:r>
        <w:br w:type="page"/>
      </w:r>
    </w:p>
    <w:p w14:paraId="066EC0A0" w14:textId="77777777" w:rsidR="005545FD" w:rsidRPr="003250AB" w:rsidRDefault="005545FD" w:rsidP="008C6607">
      <w:pPr>
        <w:pStyle w:val="Heading2"/>
      </w:pPr>
      <w:bookmarkStart w:id="15" w:name="_Toc265497471"/>
      <w:r w:rsidRPr="003250AB">
        <w:lastRenderedPageBreak/>
        <w:t>Step 6 – Elicit Security Requirements</w:t>
      </w:r>
      <w:bookmarkEnd w:id="15"/>
    </w:p>
    <w:p w14:paraId="066EC0A1" w14:textId="77777777" w:rsidR="005545FD" w:rsidRPr="003250AB" w:rsidRDefault="005545FD" w:rsidP="005545FD">
      <w:r w:rsidRPr="003250AB">
        <w:t xml:space="preserve">This step is the heart of the SQUARE process. In this step, the </w:t>
      </w:r>
      <w:r>
        <w:t>r</w:t>
      </w:r>
      <w:r w:rsidRPr="003250AB">
        <w:t xml:space="preserve">equirements </w:t>
      </w:r>
      <w:r>
        <w:t>e</w:t>
      </w:r>
      <w:r w:rsidRPr="003250AB">
        <w:t xml:space="preserve">ngineering team executes the </w:t>
      </w:r>
      <w:r>
        <w:t>method</w:t>
      </w:r>
      <w:r w:rsidRPr="003250AB">
        <w:t xml:space="preserve"> that was chosen in the last step.</w:t>
      </w:r>
    </w:p>
    <w:p w14:paraId="066EC0A2" w14:textId="77777777" w:rsidR="005545FD" w:rsidRDefault="005545FD" w:rsidP="008C6607">
      <w:pPr>
        <w:pStyle w:val="Heading3"/>
      </w:pPr>
      <w:r>
        <w:t>Using ARM to Elicit Requirements</w:t>
      </w:r>
    </w:p>
    <w:p w14:paraId="066EC0A3" w14:textId="77777777" w:rsidR="005545FD" w:rsidRDefault="005545FD" w:rsidP="005545FD">
      <w:r>
        <w:t xml:space="preserve">In this step, ARM’s brainstorming technique is used to </w:t>
      </w:r>
      <w:r w:rsidRPr="008757F3">
        <w:t xml:space="preserve">generate </w:t>
      </w:r>
      <w:r>
        <w:t xml:space="preserve">a </w:t>
      </w:r>
      <w:r w:rsidRPr="008757F3">
        <w:t xml:space="preserve">large quantity </w:t>
      </w:r>
      <w:r>
        <w:t>of</w:t>
      </w:r>
      <w:r w:rsidRPr="008757F3">
        <w:t xml:space="preserve"> security requirements</w:t>
      </w:r>
      <w:r>
        <w:t xml:space="preserve">. </w:t>
      </w:r>
    </w:p>
    <w:p w14:paraId="066EC0A4" w14:textId="77777777" w:rsidR="005545FD" w:rsidRPr="001F582E" w:rsidRDefault="005545FD" w:rsidP="005545FD">
      <w:r>
        <w:t xml:space="preserve">The brainstorm session can be conducted in a similar manner as described in Step 1. The focus question for this brainstorm session would be to fill in the blank of the following sentence: “An important security requirement of the project is ______________.” The facilitator allows the participants seven minutes to write down their answers. The answers are then collected and consolidated for any duplicates or invalid requirements, and participants share their ideas about the security requirements [Hubbard 2000, Mead 2005]. </w:t>
      </w:r>
    </w:p>
    <w:p w14:paraId="066EC0A5" w14:textId="77777777" w:rsidR="005545FD" w:rsidRPr="003250AB" w:rsidRDefault="005545FD" w:rsidP="005545FD">
      <w:r w:rsidRPr="003250AB">
        <w:t>The Accelerated Requirements Method</w:t>
      </w:r>
      <w:r>
        <w:t xml:space="preserve"> (</w:t>
      </w:r>
      <w:r w:rsidRPr="003250AB">
        <w:t>ARM) has been chosen for this workshop.</w:t>
      </w:r>
    </w:p>
    <w:p w14:paraId="066EC0A6" w14:textId="77777777" w:rsidR="005545FD" w:rsidRPr="00B61FCF" w:rsidRDefault="005545FD" w:rsidP="005545FD">
      <w:pPr>
        <w:rPr>
          <w:i/>
        </w:rPr>
      </w:pPr>
      <w:r w:rsidRPr="00B61FCF">
        <w:rPr>
          <w:i/>
        </w:rPr>
        <w:t>Although most of the elicitation work will be done by the requirements engineering team, it is important that you follow their instructions. It is also imperative that you extend your full cooperation during the elicitation process so that verifiable and quantifiable requirements are generated.</w:t>
      </w:r>
    </w:p>
    <w:p w14:paraId="066EC0A7" w14:textId="77777777" w:rsidR="005545FD" w:rsidRPr="003250AB" w:rsidRDefault="005545FD" w:rsidP="005545FD">
      <w:r w:rsidRPr="003250AB">
        <w:rPr>
          <w:b/>
        </w:rPr>
        <w:t>ARM:</w:t>
      </w:r>
      <w:r w:rsidRPr="003250AB">
        <w:t xml:space="preserve"> ARM is a technique that has been designed to elicit, categorize</w:t>
      </w:r>
      <w:r>
        <w:t>,</w:t>
      </w:r>
      <w:r w:rsidRPr="003250AB">
        <w:t xml:space="preserve"> and prioritize security requirements. Please read the following description</w:t>
      </w:r>
      <w:r>
        <w:t>,</w:t>
      </w:r>
      <w:r w:rsidRPr="003250AB">
        <w:t xml:space="preserve"> as it will help you up until </w:t>
      </w:r>
      <w:r>
        <w:t>S</w:t>
      </w:r>
      <w:r w:rsidRPr="003250AB">
        <w:t>tep 8.</w:t>
      </w:r>
    </w:p>
    <w:p w14:paraId="066EC0A8" w14:textId="77777777" w:rsidR="005545FD" w:rsidRPr="003250AB" w:rsidRDefault="005545FD" w:rsidP="005545FD">
      <w:r w:rsidRPr="003250AB">
        <w:t>ARM is centered around “Brainstorm, Organize, and Name (BON)</w:t>
      </w:r>
      <w:r>
        <w:t>.</w:t>
      </w:r>
      <w:r w:rsidRPr="003250AB">
        <w:t>” The requirements engineering team and the client (you) meet to develop the initial security requirements. To start with, the RE team will ask you for a focus question. For this workshop, you can keep it as the following</w:t>
      </w:r>
      <w:r>
        <w:t>:</w:t>
      </w:r>
      <w:r w:rsidRPr="003250AB">
        <w:t xml:space="preserve"> </w:t>
      </w:r>
    </w:p>
    <w:p w14:paraId="066EC0A9" w14:textId="77777777" w:rsidR="005545FD" w:rsidRDefault="005545FD" w:rsidP="005545FD">
      <w:r w:rsidRPr="003250AB">
        <w:t>“An important security requirement of the project is ______________________”</w:t>
      </w:r>
    </w:p>
    <w:p w14:paraId="066EC0AA" w14:textId="5FF5E880" w:rsidR="005545FD" w:rsidRDefault="006D6D4D" w:rsidP="005545FD">
      <w:r>
        <w:rPr>
          <w:noProof/>
        </w:rPr>
        <mc:AlternateContent>
          <mc:Choice Requires="wps">
            <w:drawing>
              <wp:anchor distT="0" distB="0" distL="114300" distR="114300" simplePos="0" relativeHeight="251668480" behindDoc="0" locked="0" layoutInCell="1" allowOverlap="1" wp14:anchorId="066EC1EC" wp14:editId="267B36E6">
                <wp:simplePos x="0" y="0"/>
                <wp:positionH relativeFrom="column">
                  <wp:posOffset>10160</wp:posOffset>
                </wp:positionH>
                <wp:positionV relativeFrom="paragraph">
                  <wp:posOffset>5080</wp:posOffset>
                </wp:positionV>
                <wp:extent cx="5247640" cy="1309370"/>
                <wp:effectExtent l="10160" t="5080" r="9525" b="952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7640" cy="1309370"/>
                        </a:xfrm>
                        <a:prstGeom prst="rect">
                          <a:avLst/>
                        </a:prstGeom>
                        <a:solidFill>
                          <a:schemeClr val="bg1">
                            <a:lumMod val="95000"/>
                            <a:lumOff val="0"/>
                          </a:schemeClr>
                        </a:solidFill>
                        <a:ln w="9525">
                          <a:solidFill>
                            <a:srgbClr val="000000"/>
                          </a:solidFill>
                          <a:miter lim="800000"/>
                          <a:headEnd/>
                          <a:tailEnd/>
                        </a:ln>
                      </wps:spPr>
                      <wps:txbx>
                        <w:txbxContent>
                          <w:p w14:paraId="066EC28A" w14:textId="77777777" w:rsidR="004A2395" w:rsidRPr="004A2395" w:rsidRDefault="004A2395" w:rsidP="005545FD">
                            <w:pPr>
                              <w:rPr>
                                <w:b/>
                              </w:rPr>
                            </w:pPr>
                            <w:r w:rsidRPr="004A2395">
                              <w:rPr>
                                <w:b/>
                              </w:rPr>
                              <w:t xml:space="preserve">Task </w:t>
                            </w:r>
                            <w:r w:rsidR="00F723A1" w:rsidRPr="004A2395">
                              <w:rPr>
                                <w:b/>
                              </w:rPr>
                              <w:t xml:space="preserve"> </w:t>
                            </w:r>
                          </w:p>
                          <w:p w14:paraId="066EC28B" w14:textId="77777777" w:rsidR="00F723A1" w:rsidRPr="005545FD" w:rsidRDefault="00F723A1" w:rsidP="005545FD">
                            <w:r w:rsidRPr="005545FD">
                              <w:t>Listed below are requirements that are relevant to this case. Discuss these with the requirements engineering team and finalize them in the space provided.</w:t>
                            </w:r>
                          </w:p>
                          <w:p w14:paraId="066EC28C" w14:textId="77777777" w:rsidR="00F723A1" w:rsidRDefault="00F723A1" w:rsidP="005545FD">
                            <w:r>
                              <w:t>Time : 30 minutes</w:t>
                            </w:r>
                          </w:p>
                          <w:p w14:paraId="066EC28D" w14:textId="77777777" w:rsidR="00F723A1" w:rsidRDefault="00F7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8pt;margin-top:.4pt;width:413.2pt;height:103.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" fillcolor="#f2f2f2 [3052]">
                <v:textbox>
                  <w:txbxContent>
                    <w:p w14:paraId="066EC28A" w14:textId="77777777" w:rsidR="004A2395" w:rsidRPr="004A2395" w:rsidRDefault="004A2395" w:rsidP="005545FD">
                      <w:pPr>
                        <w:rPr>
                          <w:b/>
                        </w:rPr>
                      </w:pPr>
                      <w:r w:rsidRPr="004A2395">
                        <w:rPr>
                          <w:b/>
                        </w:rPr>
                        <w:t xml:space="preserve">Task </w:t>
                      </w:r>
                      <w:r w:rsidR="00F723A1" w:rsidRPr="004A2395">
                        <w:rPr>
                          <w:b/>
                        </w:rPr>
                        <w:t xml:space="preserve"> </w:t>
                      </w:r>
                    </w:p>
                    <w:p w14:paraId="066EC28B" w14:textId="77777777" w:rsidR="00F723A1" w:rsidRPr="005545FD" w:rsidRDefault="00F723A1" w:rsidP="005545FD">
                      <w:r w:rsidRPr="005545FD">
                        <w:t>Listed below are requirements that are relevant to this case. Discuss these with the requirements engineering team and finalize them in the space provided.</w:t>
                      </w:r>
                    </w:p>
                    <w:p w14:paraId="066EC28C" w14:textId="77777777" w:rsidR="00F723A1" w:rsidRDefault="00F723A1" w:rsidP="005545FD">
                      <w:r>
                        <w:t>Time : 30 minutes</w:t>
                      </w:r>
                    </w:p>
                    <w:p w14:paraId="066EC28D" w14:textId="77777777" w:rsidR="00F723A1" w:rsidRDefault="00F723A1"/>
                  </w:txbxContent>
                </v:textbox>
              </v:shape>
            </w:pict>
          </mc:Fallback>
        </mc:AlternateContent>
      </w:r>
    </w:p>
    <w:p w14:paraId="066EC0AB" w14:textId="77777777" w:rsidR="005545FD" w:rsidRDefault="005545FD" w:rsidP="005545FD"/>
    <w:p w14:paraId="066EC0AC" w14:textId="77777777" w:rsidR="005545FD" w:rsidRDefault="005545FD" w:rsidP="005545FD"/>
    <w:p w14:paraId="066EC0AD" w14:textId="77777777" w:rsidR="00817C6E" w:rsidRDefault="00817C6E" w:rsidP="005E0E68"/>
    <w:p w14:paraId="066EC0AE" w14:textId="77777777" w:rsidR="00A4345B" w:rsidRDefault="00A4345B" w:rsidP="005E0E68">
      <w:pPr>
        <w:rPr>
          <w:szCs w:val="21"/>
        </w:rPr>
      </w:pPr>
    </w:p>
    <w:p w14:paraId="066EC0AF" w14:textId="77777777" w:rsidR="004A2395" w:rsidRDefault="004A2395" w:rsidP="005E0E68">
      <w:pPr>
        <w:rPr>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 w:type="dxa"/>
          <w:left w:w="115" w:type="dxa"/>
          <w:bottom w:w="14" w:type="dxa"/>
          <w:right w:w="115" w:type="dxa"/>
        </w:tblCellMar>
        <w:tblLook w:val="04A0" w:firstRow="1" w:lastRow="0" w:firstColumn="1" w:lastColumn="0" w:noHBand="0" w:noVBand="1"/>
      </w:tblPr>
      <w:tblGrid>
        <w:gridCol w:w="648"/>
        <w:gridCol w:w="8928"/>
      </w:tblGrid>
      <w:tr w:rsidR="00817C6E" w:rsidRPr="00241DD6" w14:paraId="066EC0B2" w14:textId="77777777" w:rsidTr="0004690E">
        <w:trPr>
          <w:tblHeader/>
        </w:trPr>
        <w:tc>
          <w:tcPr>
            <w:tcW w:w="648" w:type="dxa"/>
          </w:tcPr>
          <w:p w14:paraId="066EC0B0" w14:textId="77777777" w:rsidR="00817C6E" w:rsidRPr="00241DD6" w:rsidRDefault="00817C6E" w:rsidP="00E272F7">
            <w:pPr>
              <w:pStyle w:val="TableText"/>
              <w:rPr>
                <w:b/>
              </w:rPr>
            </w:pPr>
            <w:r w:rsidRPr="00241DD6">
              <w:rPr>
                <w:b/>
              </w:rPr>
              <w:br w:type="page"/>
              <w:t>#</w:t>
            </w:r>
          </w:p>
        </w:tc>
        <w:tc>
          <w:tcPr>
            <w:tcW w:w="8928" w:type="dxa"/>
          </w:tcPr>
          <w:p w14:paraId="066EC0B1" w14:textId="77777777" w:rsidR="00817C6E" w:rsidRPr="00241DD6" w:rsidRDefault="00817C6E" w:rsidP="00E272F7">
            <w:pPr>
              <w:pStyle w:val="TableText"/>
              <w:rPr>
                <w:b/>
              </w:rPr>
            </w:pPr>
            <w:r w:rsidRPr="00241DD6">
              <w:rPr>
                <w:b/>
              </w:rPr>
              <w:t>Requirement</w:t>
            </w:r>
          </w:p>
        </w:tc>
      </w:tr>
      <w:tr w:rsidR="00817C6E" w:rsidRPr="003250AB" w14:paraId="066EC0B6" w14:textId="77777777" w:rsidTr="00E272F7">
        <w:tc>
          <w:tcPr>
            <w:tcW w:w="648" w:type="dxa"/>
          </w:tcPr>
          <w:p w14:paraId="066EC0B3" w14:textId="77777777" w:rsidR="00817C6E" w:rsidRPr="003250AB" w:rsidRDefault="00817C6E" w:rsidP="00E272F7">
            <w:pPr>
              <w:pStyle w:val="TableText"/>
            </w:pPr>
            <w:r w:rsidRPr="003250AB">
              <w:t>R01</w:t>
            </w:r>
          </w:p>
        </w:tc>
        <w:tc>
          <w:tcPr>
            <w:tcW w:w="8928" w:type="dxa"/>
          </w:tcPr>
          <w:p w14:paraId="066EC0B4" w14:textId="77777777" w:rsidR="00817C6E" w:rsidRPr="003250AB" w:rsidRDefault="00817C6E" w:rsidP="00E272F7">
            <w:pPr>
              <w:pStyle w:val="TableText"/>
            </w:pPr>
            <w:r w:rsidRPr="003250AB">
              <w:t xml:space="preserve">The </w:t>
            </w:r>
            <w:r>
              <w:t>s</w:t>
            </w:r>
            <w:r w:rsidRPr="003250AB">
              <w:t>ystem is required to have strong authentication measures in place at all system gat</w:t>
            </w:r>
            <w:r w:rsidRPr="003250AB">
              <w:t>e</w:t>
            </w:r>
            <w:r w:rsidRPr="003250AB">
              <w:t>ways/entrance points.</w:t>
            </w:r>
          </w:p>
          <w:p w14:paraId="066EC0B5" w14:textId="77777777" w:rsidR="00817C6E" w:rsidRPr="003250AB" w:rsidRDefault="00817C6E" w:rsidP="00E272F7">
            <w:pPr>
              <w:pStyle w:val="TableText"/>
            </w:pPr>
            <w:r w:rsidRPr="003250AB">
              <w:t>______________________________________________________________________________________________________________________________________</w:t>
            </w:r>
          </w:p>
        </w:tc>
      </w:tr>
      <w:tr w:rsidR="00817C6E" w:rsidRPr="003250AB" w14:paraId="066EC0BA" w14:textId="77777777" w:rsidTr="00E272F7">
        <w:tc>
          <w:tcPr>
            <w:tcW w:w="648" w:type="dxa"/>
          </w:tcPr>
          <w:p w14:paraId="066EC0B7" w14:textId="77777777" w:rsidR="00817C6E" w:rsidRPr="003250AB" w:rsidRDefault="00817C6E" w:rsidP="00E272F7">
            <w:pPr>
              <w:pStyle w:val="TableText"/>
            </w:pPr>
            <w:r w:rsidRPr="003250AB">
              <w:lastRenderedPageBreak/>
              <w:t>R02</w:t>
            </w:r>
          </w:p>
        </w:tc>
        <w:tc>
          <w:tcPr>
            <w:tcW w:w="8928" w:type="dxa"/>
          </w:tcPr>
          <w:p w14:paraId="066EC0B8" w14:textId="77777777" w:rsidR="00817C6E" w:rsidRPr="003250AB" w:rsidRDefault="00817C6E" w:rsidP="00E272F7">
            <w:pPr>
              <w:pStyle w:val="TableText"/>
            </w:pPr>
            <w:r w:rsidRPr="003250AB">
              <w:t>The system is required to have sufficient process-centric and logical means to govern which sy</w:t>
            </w:r>
            <w:r w:rsidRPr="003250AB">
              <w:t>s</w:t>
            </w:r>
            <w:r w:rsidRPr="003250AB">
              <w:t>tem elements (data, functionality, etc.) users can view, modify</w:t>
            </w:r>
            <w:r>
              <w:t>,</w:t>
            </w:r>
            <w:r w:rsidRPr="003250AB">
              <w:t xml:space="preserve"> and/or interact with.</w:t>
            </w:r>
          </w:p>
          <w:p w14:paraId="066EC0B9" w14:textId="77777777" w:rsidR="00817C6E" w:rsidRPr="003250AB" w:rsidRDefault="00817C6E" w:rsidP="00E272F7">
            <w:pPr>
              <w:pStyle w:val="TableText"/>
            </w:pPr>
            <w:r w:rsidRPr="003250AB">
              <w:t>______________________________________________________________________________________________________________________________________</w:t>
            </w:r>
          </w:p>
        </w:tc>
      </w:tr>
      <w:tr w:rsidR="00817C6E" w:rsidRPr="003250AB" w14:paraId="066EC0BE" w14:textId="77777777" w:rsidTr="00E272F7">
        <w:tc>
          <w:tcPr>
            <w:tcW w:w="648" w:type="dxa"/>
          </w:tcPr>
          <w:p w14:paraId="066EC0BB" w14:textId="77777777" w:rsidR="00817C6E" w:rsidRPr="003250AB" w:rsidRDefault="00817C6E" w:rsidP="00E272F7">
            <w:pPr>
              <w:pStyle w:val="TableText"/>
            </w:pPr>
            <w:r w:rsidRPr="003250AB">
              <w:t>R03</w:t>
            </w:r>
          </w:p>
        </w:tc>
        <w:tc>
          <w:tcPr>
            <w:tcW w:w="8928" w:type="dxa"/>
          </w:tcPr>
          <w:p w14:paraId="066EC0BC" w14:textId="77777777" w:rsidR="00817C6E" w:rsidRPr="003250AB" w:rsidRDefault="00817C6E" w:rsidP="00E272F7">
            <w:pPr>
              <w:pStyle w:val="TableText"/>
            </w:pPr>
            <w:r w:rsidRPr="003250AB">
              <w:t>It is required that the designated security personnel be able to audit the status and usage of sy</w:t>
            </w:r>
            <w:r w:rsidRPr="003250AB">
              <w:t>s</w:t>
            </w:r>
            <w:r w:rsidRPr="003250AB">
              <w:t>tem resources (including security devices)</w:t>
            </w:r>
            <w:r>
              <w:t>.</w:t>
            </w:r>
          </w:p>
          <w:p w14:paraId="066EC0BD" w14:textId="77777777" w:rsidR="00817C6E" w:rsidRPr="003250AB" w:rsidRDefault="00817C6E" w:rsidP="00E272F7">
            <w:pPr>
              <w:pStyle w:val="TableText"/>
            </w:pPr>
            <w:r w:rsidRPr="003250AB">
              <w:t>______________________________________________________________________________________________________________________________________</w:t>
            </w:r>
          </w:p>
        </w:tc>
      </w:tr>
      <w:tr w:rsidR="00817C6E" w:rsidRPr="003250AB" w14:paraId="066EC0C2" w14:textId="77777777" w:rsidTr="00E272F7">
        <w:tc>
          <w:tcPr>
            <w:tcW w:w="648" w:type="dxa"/>
          </w:tcPr>
          <w:p w14:paraId="066EC0BF" w14:textId="77777777" w:rsidR="00817C6E" w:rsidRPr="003250AB" w:rsidRDefault="00817C6E" w:rsidP="00E272F7">
            <w:pPr>
              <w:pStyle w:val="TableText"/>
            </w:pPr>
            <w:r w:rsidRPr="003250AB">
              <w:t>R04</w:t>
            </w:r>
          </w:p>
        </w:tc>
        <w:tc>
          <w:tcPr>
            <w:tcW w:w="8928" w:type="dxa"/>
          </w:tcPr>
          <w:p w14:paraId="066EC0C0" w14:textId="77777777" w:rsidR="00817C6E" w:rsidRPr="003250AB" w:rsidRDefault="00817C6E" w:rsidP="00E272F7">
            <w:pPr>
              <w:pStyle w:val="TableText"/>
            </w:pPr>
            <w:r w:rsidRPr="003250AB">
              <w:t>It is required that the system’s network communications be protected from unauthorized info</w:t>
            </w:r>
            <w:r w:rsidRPr="003250AB">
              <w:t>r</w:t>
            </w:r>
            <w:r w:rsidRPr="003250AB">
              <w:t>mation gathering and/or e</w:t>
            </w:r>
            <w:r>
              <w:t>a</w:t>
            </w:r>
            <w:r w:rsidRPr="003250AB">
              <w:t>vesdropping by encryption and other reasonable techniques.</w:t>
            </w:r>
          </w:p>
          <w:p w14:paraId="066EC0C1" w14:textId="77777777" w:rsidR="00817C6E" w:rsidRPr="003250AB" w:rsidRDefault="00817C6E" w:rsidP="00E272F7">
            <w:pPr>
              <w:pStyle w:val="TableText"/>
            </w:pPr>
            <w:r w:rsidRPr="003250AB">
              <w:t>______________________________________________________________________________________________________________________________________</w:t>
            </w:r>
          </w:p>
        </w:tc>
      </w:tr>
      <w:tr w:rsidR="00817C6E" w:rsidRPr="003250AB" w14:paraId="066EC0C6" w14:textId="77777777" w:rsidTr="00E272F7">
        <w:tc>
          <w:tcPr>
            <w:tcW w:w="648" w:type="dxa"/>
          </w:tcPr>
          <w:p w14:paraId="066EC0C3" w14:textId="77777777" w:rsidR="00817C6E" w:rsidRPr="003250AB" w:rsidRDefault="00817C6E" w:rsidP="00E272F7">
            <w:pPr>
              <w:pStyle w:val="TableText"/>
            </w:pPr>
            <w:r w:rsidRPr="003250AB">
              <w:t>R05</w:t>
            </w:r>
          </w:p>
        </w:tc>
        <w:tc>
          <w:tcPr>
            <w:tcW w:w="8928" w:type="dxa"/>
          </w:tcPr>
          <w:p w14:paraId="066EC0C4" w14:textId="77777777" w:rsidR="00817C6E" w:rsidRPr="003250AB" w:rsidRDefault="00817C6E" w:rsidP="00E272F7">
            <w:pPr>
              <w:pStyle w:val="TableText"/>
            </w:pPr>
            <w:r w:rsidRPr="003250AB">
              <w:t>The designated personnel must audit the status of the system resources and their usage on a regular basis.</w:t>
            </w:r>
          </w:p>
          <w:p w14:paraId="066EC0C5" w14:textId="77777777" w:rsidR="00817C6E" w:rsidRPr="003250AB" w:rsidRDefault="00817C6E" w:rsidP="00E272F7">
            <w:pPr>
              <w:pStyle w:val="TableText"/>
            </w:pPr>
            <w:r w:rsidRPr="003250AB">
              <w:t>______________________________________________________________________________________________________________________________________</w:t>
            </w:r>
          </w:p>
        </w:tc>
      </w:tr>
      <w:tr w:rsidR="00817C6E" w:rsidRPr="003250AB" w14:paraId="066EC0CA" w14:textId="77777777" w:rsidTr="00E272F7">
        <w:tc>
          <w:tcPr>
            <w:tcW w:w="648" w:type="dxa"/>
          </w:tcPr>
          <w:p w14:paraId="066EC0C7" w14:textId="77777777" w:rsidR="00817C6E" w:rsidRPr="003250AB" w:rsidRDefault="00817C6E" w:rsidP="00E272F7">
            <w:pPr>
              <w:pStyle w:val="TableText"/>
            </w:pPr>
            <w:r w:rsidRPr="003250AB">
              <w:t>R06</w:t>
            </w:r>
          </w:p>
        </w:tc>
        <w:tc>
          <w:tcPr>
            <w:tcW w:w="8928" w:type="dxa"/>
          </w:tcPr>
          <w:p w14:paraId="066EC0C8" w14:textId="77777777" w:rsidR="00817C6E" w:rsidRPr="003250AB" w:rsidRDefault="00817C6E" w:rsidP="00E272F7">
            <w:pPr>
              <w:pStyle w:val="TableText"/>
            </w:pPr>
            <w:r w:rsidRPr="003250AB">
              <w:t>It is required that the software components be designed u</w:t>
            </w:r>
            <w:r>
              <w:t>s</w:t>
            </w:r>
            <w:r w:rsidRPr="003250AB">
              <w:t>ing software security best practices.</w:t>
            </w:r>
          </w:p>
          <w:p w14:paraId="066EC0C9" w14:textId="77777777" w:rsidR="00817C6E" w:rsidRPr="003250AB" w:rsidRDefault="00817C6E" w:rsidP="00E272F7">
            <w:pPr>
              <w:pStyle w:val="TableText"/>
            </w:pPr>
            <w:r w:rsidRPr="003250AB">
              <w:t>______________________________________________________________________________________________________________________________________</w:t>
            </w:r>
          </w:p>
        </w:tc>
      </w:tr>
    </w:tbl>
    <w:p w14:paraId="066EC0CB" w14:textId="77777777" w:rsidR="0004690E" w:rsidRDefault="0004690E" w:rsidP="008C6607">
      <w:pPr>
        <w:pStyle w:val="Heading2"/>
      </w:pPr>
    </w:p>
    <w:p w14:paraId="066EC0CC" w14:textId="77777777" w:rsidR="0004690E" w:rsidRDefault="0004690E" w:rsidP="0004690E">
      <w:pPr>
        <w:rPr>
          <w:rFonts w:ascii="Arial" w:hAnsi="Arial" w:cs="Arial"/>
          <w:sz w:val="24"/>
          <w:szCs w:val="26"/>
        </w:rPr>
      </w:pPr>
      <w:r>
        <w:br w:type="page"/>
      </w:r>
    </w:p>
    <w:p w14:paraId="066EC0CD" w14:textId="77777777" w:rsidR="00817C6E" w:rsidRPr="00AB5431" w:rsidRDefault="00817C6E" w:rsidP="008C6607">
      <w:pPr>
        <w:pStyle w:val="Heading2"/>
      </w:pPr>
      <w:bookmarkStart w:id="16" w:name="_Toc265497472"/>
      <w:r w:rsidRPr="003250AB">
        <w:lastRenderedPageBreak/>
        <w:t>Step 7 – Categorize Requirements</w:t>
      </w:r>
      <w:bookmarkEnd w:id="16"/>
    </w:p>
    <w:p w14:paraId="066EC0CE" w14:textId="77777777" w:rsidR="00817C6E" w:rsidRDefault="00817C6E" w:rsidP="00817C6E">
      <w:r w:rsidRPr="00B37BD1">
        <w:t>The purpose of this step is to categorize the security requirements</w:t>
      </w:r>
      <w:r>
        <w:t>. The categorization could be either essential and non-essential requirements or software level and</w:t>
      </w:r>
      <w:r w:rsidRPr="00B37BD1">
        <w:t xml:space="preserve"> system level</w:t>
      </w:r>
      <w:r>
        <w:t xml:space="preserve"> requirements</w:t>
      </w:r>
      <w:r w:rsidRPr="00B37BD1">
        <w:t>. Doing this classification makes prioritization much easier.</w:t>
      </w:r>
    </w:p>
    <w:p w14:paraId="066EC0CF" w14:textId="77777777" w:rsidR="00817C6E" w:rsidRPr="00AC7DD2" w:rsidRDefault="00817C6E" w:rsidP="008C6607">
      <w:pPr>
        <w:pStyle w:val="Heading3"/>
      </w:pPr>
      <w:r w:rsidRPr="00AC7DD2">
        <w:t xml:space="preserve">System and </w:t>
      </w:r>
      <w:r>
        <w:t>S</w:t>
      </w:r>
      <w:r w:rsidRPr="00AC7DD2">
        <w:t xml:space="preserve">oftware </w:t>
      </w:r>
      <w:r>
        <w:t>L</w:t>
      </w:r>
      <w:r w:rsidRPr="00AC7DD2">
        <w:t xml:space="preserve">evel </w:t>
      </w:r>
      <w:r>
        <w:t>R</w:t>
      </w:r>
      <w:r w:rsidRPr="00AC7DD2">
        <w:t xml:space="preserve">equirements </w:t>
      </w:r>
    </w:p>
    <w:p w14:paraId="066EC0D0" w14:textId="77777777" w:rsidR="00817C6E" w:rsidRPr="00FE20CB" w:rsidRDefault="00817C6E" w:rsidP="00817C6E">
      <w:r>
        <w:t>D</w:t>
      </w:r>
      <w:r w:rsidRPr="00620EF7">
        <w:t>istin</w:t>
      </w:r>
      <w:r>
        <w:t>guishing</w:t>
      </w:r>
      <w:r w:rsidRPr="00620EF7">
        <w:t xml:space="preserve"> between </w:t>
      </w:r>
      <w:r>
        <w:t xml:space="preserve">system and software requirements </w:t>
      </w:r>
      <w:r w:rsidRPr="00620EF7">
        <w:t xml:space="preserve">is important </w:t>
      </w:r>
      <w:r>
        <w:t>for ensuring</w:t>
      </w:r>
      <w:r w:rsidRPr="00620EF7">
        <w:t xml:space="preserve"> that the requirements </w:t>
      </w:r>
      <w:r>
        <w:t>are assigned to</w:t>
      </w:r>
      <w:r w:rsidRPr="00620EF7">
        <w:t xml:space="preserve"> the </w:t>
      </w:r>
      <w:r>
        <w:t>appropriate</w:t>
      </w:r>
      <w:r w:rsidRPr="00620EF7">
        <w:t xml:space="preserve"> team. </w:t>
      </w:r>
      <w:r>
        <w:t>The d</w:t>
      </w:r>
      <w:r w:rsidRPr="00620EF7">
        <w:t xml:space="preserve">evelopment team usually is the best </w:t>
      </w:r>
      <w:r>
        <w:t>for</w:t>
      </w:r>
      <w:r w:rsidRPr="00620EF7">
        <w:t xml:space="preserve"> </w:t>
      </w:r>
      <w:r>
        <w:t>handling</w:t>
      </w:r>
      <w:r w:rsidRPr="00620EF7">
        <w:t xml:space="preserve"> software requirements, while the system team will </w:t>
      </w:r>
      <w:r>
        <w:t xml:space="preserve">handle </w:t>
      </w:r>
      <w:r w:rsidRPr="00620EF7">
        <w:t xml:space="preserve">hardware and deployment aspects </w:t>
      </w:r>
      <w:r>
        <w:t>of</w:t>
      </w:r>
      <w:r w:rsidRPr="00620EF7">
        <w:t xml:space="preserve"> the system requirements. </w:t>
      </w:r>
    </w:p>
    <w:p w14:paraId="066EC0D1" w14:textId="77777777" w:rsidR="00817C6E" w:rsidRPr="001257D9" w:rsidRDefault="00817C6E" w:rsidP="008C6607">
      <w:pPr>
        <w:pStyle w:val="Heading3"/>
      </w:pPr>
      <w:r>
        <w:t>Architectural Constraints</w:t>
      </w:r>
    </w:p>
    <w:p w14:paraId="066EC0D2" w14:textId="77777777" w:rsidR="00817C6E" w:rsidRDefault="00817C6E" w:rsidP="00817C6E">
      <w:r>
        <w:t xml:space="preserve">An architectural constraint is a limitation set by the customer of what needs to be used in the system at an architecture level. There are two major types of constraints, business and technical. </w:t>
      </w:r>
    </w:p>
    <w:p w14:paraId="066EC0D3" w14:textId="77777777" w:rsidR="00817C6E" w:rsidRPr="003E3529" w:rsidRDefault="00817C6E" w:rsidP="00817C6E">
      <w:r w:rsidRPr="003E3529">
        <w:rPr>
          <w:b/>
          <w:bCs/>
        </w:rPr>
        <w:t>Business constraints</w:t>
      </w:r>
      <w:r>
        <w:t xml:space="preserve"> involve strategic decisions made from a business perspective about components to be used in the architecture. An example of this could be that the company is partnered to use technology from other specific technology. Even when comparable technology is available to be used from other vendors, the architect must use the one provided by the business partner.</w:t>
      </w:r>
    </w:p>
    <w:p w14:paraId="066EC0D4" w14:textId="77777777" w:rsidR="00817C6E" w:rsidRDefault="00817C6E" w:rsidP="00817C6E">
      <w:pPr>
        <w:jc w:val="both"/>
      </w:pPr>
      <w:r>
        <w:rPr>
          <w:b/>
          <w:bCs/>
        </w:rPr>
        <w:t xml:space="preserve">Technical constraints </w:t>
      </w:r>
      <w:r w:rsidRPr="00E2507A">
        <w:t>are</w:t>
      </w:r>
      <w:r>
        <w:t xml:space="preserve"> put in because of technical limitations that the company has. This usually involves existing systems that an architect must use in the construction of a new system [Lattanze 2008].</w:t>
      </w:r>
    </w:p>
    <w:p w14:paraId="066EC0D5" w14:textId="77777777" w:rsidR="00817C6E" w:rsidRDefault="00817C6E" w:rsidP="00817C6E">
      <w:pPr>
        <w:rPr>
          <w:i/>
        </w:rPr>
      </w:pPr>
      <w:r w:rsidRPr="00B56C9A">
        <w:rPr>
          <w:i/>
        </w:rPr>
        <w:t xml:space="preserve">This step is also a joint effort by the requirements engineering team and the client. However, the client (you) is expected to categorize these requirements. The RE team might give you some preconceived classifications. </w:t>
      </w:r>
    </w:p>
    <w:p w14:paraId="066EC0D6" w14:textId="5F51F238" w:rsidR="00817C6E" w:rsidRPr="00817C6E" w:rsidRDefault="006D6D4D" w:rsidP="00817C6E">
      <w:r>
        <w:rPr>
          <w:noProof/>
        </w:rPr>
        <mc:AlternateContent>
          <mc:Choice Requires="wps">
            <w:drawing>
              <wp:anchor distT="0" distB="0" distL="114300" distR="114300" simplePos="0" relativeHeight="251670528" behindDoc="0" locked="0" layoutInCell="1" allowOverlap="1" wp14:anchorId="066EC1ED" wp14:editId="0A865AB1">
                <wp:simplePos x="0" y="0"/>
                <wp:positionH relativeFrom="column">
                  <wp:posOffset>-13335</wp:posOffset>
                </wp:positionH>
                <wp:positionV relativeFrom="paragraph">
                  <wp:posOffset>5080</wp:posOffset>
                </wp:positionV>
                <wp:extent cx="5261610" cy="1513840"/>
                <wp:effectExtent l="5715" t="5080" r="9525" b="508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1610" cy="1513840"/>
                        </a:xfrm>
                        <a:prstGeom prst="rect">
                          <a:avLst/>
                        </a:prstGeom>
                        <a:solidFill>
                          <a:schemeClr val="bg1">
                            <a:lumMod val="95000"/>
                            <a:lumOff val="0"/>
                          </a:schemeClr>
                        </a:solidFill>
                        <a:ln w="9525">
                          <a:solidFill>
                            <a:srgbClr val="000000"/>
                          </a:solidFill>
                          <a:miter lim="800000"/>
                          <a:headEnd/>
                          <a:tailEnd/>
                        </a:ln>
                      </wps:spPr>
                      <wps:txbx>
                        <w:txbxContent>
                          <w:p w14:paraId="066EC28E" w14:textId="77777777" w:rsidR="00F723A1" w:rsidRPr="00817C6E" w:rsidRDefault="00F723A1" w:rsidP="00817C6E">
                            <w:pPr>
                              <w:rPr>
                                <w:b/>
                              </w:rPr>
                            </w:pPr>
                            <w:r w:rsidRPr="00817C6E">
                              <w:rPr>
                                <w:b/>
                              </w:rPr>
                              <w:t xml:space="preserve">Task </w:t>
                            </w:r>
                          </w:p>
                          <w:p w14:paraId="066EC28F" w14:textId="77777777" w:rsidR="00F723A1" w:rsidRPr="00817C6E" w:rsidRDefault="00F723A1" w:rsidP="00817C6E">
                            <w:r w:rsidRPr="00817C6E">
                              <w:t>Categorize the requirements based on whether they are system or software level requirements. If you and the RE team deem that a particular requirement is actually an architectural constraint, it should be eliminated.</w:t>
                            </w:r>
                          </w:p>
                          <w:p w14:paraId="066EC290" w14:textId="77777777" w:rsidR="00F723A1" w:rsidRDefault="00F723A1" w:rsidP="00817C6E">
                            <w:r w:rsidRPr="0059239B">
                              <w:t>Time: 20 minutes</w:t>
                            </w:r>
                          </w:p>
                          <w:p w14:paraId="066EC291" w14:textId="77777777" w:rsidR="00F723A1" w:rsidRDefault="00F7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margin-left:-1.05pt;margin-top:.4pt;width:414.3pt;height:119.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" fillcolor="#f2f2f2 [3052]">
                <v:textbox>
                  <w:txbxContent>
                    <w:p w14:paraId="066EC28E" w14:textId="77777777" w:rsidR="00F723A1" w:rsidRPr="00817C6E" w:rsidRDefault="00F723A1" w:rsidP="00817C6E">
                      <w:pPr>
                        <w:rPr>
                          <w:b/>
                        </w:rPr>
                      </w:pPr>
                      <w:r w:rsidRPr="00817C6E">
                        <w:rPr>
                          <w:b/>
                        </w:rPr>
                        <w:t xml:space="preserve">Task </w:t>
                      </w:r>
                    </w:p>
                    <w:p w14:paraId="066EC28F" w14:textId="77777777" w:rsidR="00F723A1" w:rsidRPr="00817C6E" w:rsidRDefault="00F723A1" w:rsidP="00817C6E">
                      <w:r w:rsidRPr="00817C6E">
                        <w:t>Categorize the requirements based on whether they are system or software level requirements. If you and the RE team deem that a particular requirement is actually an architectural constraint, it should be eliminated.</w:t>
                      </w:r>
                    </w:p>
                    <w:p w14:paraId="066EC290" w14:textId="77777777" w:rsidR="00F723A1" w:rsidRDefault="00F723A1" w:rsidP="00817C6E">
                      <w:r w:rsidRPr="0059239B">
                        <w:t>Time: 20 minutes</w:t>
                      </w:r>
                    </w:p>
                    <w:p w14:paraId="066EC291" w14:textId="77777777" w:rsidR="00F723A1" w:rsidRDefault="00F723A1"/>
                  </w:txbxContent>
                </v:textbox>
              </v:shape>
            </w:pict>
          </mc:Fallback>
        </mc:AlternateContent>
      </w:r>
    </w:p>
    <w:p w14:paraId="066EC0D7" w14:textId="77777777" w:rsidR="00817C6E" w:rsidRPr="00817C6E" w:rsidRDefault="00817C6E" w:rsidP="00817C6E"/>
    <w:p w14:paraId="066EC0D8" w14:textId="77777777" w:rsidR="00817C6E" w:rsidRPr="00817C6E" w:rsidRDefault="00817C6E" w:rsidP="00817C6E"/>
    <w:p w14:paraId="066EC0D9" w14:textId="77777777" w:rsidR="00817C6E" w:rsidRPr="00817C6E" w:rsidRDefault="00817C6E" w:rsidP="00817C6E"/>
    <w:p w14:paraId="066EC0DA" w14:textId="77777777" w:rsidR="00817C6E" w:rsidRPr="00817C6E" w:rsidRDefault="00817C6E" w:rsidP="00817C6E"/>
    <w:p w14:paraId="066EC0DB" w14:textId="77777777" w:rsidR="00817C6E" w:rsidRDefault="00817C6E" w:rsidP="005E0E68">
      <w:pPr>
        <w:rPr>
          <w:szCs w:val="21"/>
        </w:rPr>
      </w:pPr>
    </w:p>
    <w:p w14:paraId="066EC0DC" w14:textId="77777777" w:rsidR="00A4345B" w:rsidRDefault="00A4345B" w:rsidP="005E0E68">
      <w:pPr>
        <w:rPr>
          <w:szCs w:val="21"/>
        </w:rPr>
      </w:pPr>
    </w:p>
    <w:p w14:paraId="066EC0DD" w14:textId="77777777" w:rsidR="00A4345B" w:rsidRDefault="00A4345B" w:rsidP="005E0E68">
      <w:pPr>
        <w:rPr>
          <w:szCs w:val="21"/>
        </w:rPr>
      </w:pPr>
    </w:p>
    <w:p w14:paraId="066EC0DE" w14:textId="77777777" w:rsidR="00A4345B" w:rsidRDefault="00A4345B" w:rsidP="005E0E68">
      <w:pPr>
        <w:rPr>
          <w:szCs w:val="21"/>
        </w:rPr>
      </w:pPr>
    </w:p>
    <w:p w14:paraId="066EC0DF" w14:textId="77777777" w:rsidR="00A4345B" w:rsidRDefault="00A4345B" w:rsidP="005E0E68">
      <w:pPr>
        <w:rPr>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3"/>
        <w:gridCol w:w="6743"/>
      </w:tblGrid>
      <w:tr w:rsidR="00E272F7" w:rsidRPr="00241DD6" w14:paraId="066EC0E2" w14:textId="77777777" w:rsidTr="00E272F7">
        <w:tc>
          <w:tcPr>
            <w:tcW w:w="1753" w:type="dxa"/>
          </w:tcPr>
          <w:p w14:paraId="066EC0E0" w14:textId="77777777" w:rsidR="00E272F7" w:rsidRPr="00241DD6" w:rsidRDefault="00E272F7" w:rsidP="00E272F7">
            <w:pPr>
              <w:pStyle w:val="TableText"/>
              <w:rPr>
                <w:b/>
              </w:rPr>
            </w:pPr>
            <w:r w:rsidRPr="00241DD6">
              <w:rPr>
                <w:b/>
              </w:rPr>
              <w:lastRenderedPageBreak/>
              <w:t>Requirement #</w:t>
            </w:r>
          </w:p>
        </w:tc>
        <w:tc>
          <w:tcPr>
            <w:tcW w:w="6743" w:type="dxa"/>
          </w:tcPr>
          <w:p w14:paraId="066EC0E1" w14:textId="77777777" w:rsidR="00E272F7" w:rsidRPr="00241DD6" w:rsidRDefault="00E272F7" w:rsidP="00E272F7">
            <w:pPr>
              <w:pStyle w:val="TableText"/>
              <w:rPr>
                <w:b/>
              </w:rPr>
            </w:pPr>
            <w:r w:rsidRPr="00241DD6">
              <w:rPr>
                <w:b/>
              </w:rPr>
              <w:t>Classification</w:t>
            </w:r>
          </w:p>
        </w:tc>
      </w:tr>
      <w:tr w:rsidR="00E272F7" w:rsidRPr="003250AB" w14:paraId="066EC0E5" w14:textId="77777777" w:rsidTr="00E272F7">
        <w:tc>
          <w:tcPr>
            <w:tcW w:w="1753" w:type="dxa"/>
          </w:tcPr>
          <w:p w14:paraId="066EC0E3" w14:textId="77777777" w:rsidR="00E272F7" w:rsidRPr="003250AB" w:rsidRDefault="00E272F7" w:rsidP="00E272F7">
            <w:pPr>
              <w:pStyle w:val="TableText"/>
            </w:pPr>
            <w:r w:rsidRPr="003250AB">
              <w:t>R01</w:t>
            </w:r>
          </w:p>
        </w:tc>
        <w:tc>
          <w:tcPr>
            <w:tcW w:w="6743" w:type="dxa"/>
          </w:tcPr>
          <w:p w14:paraId="066EC0E4" w14:textId="77777777" w:rsidR="00E272F7" w:rsidRPr="003250AB" w:rsidRDefault="00E272F7" w:rsidP="00E272F7">
            <w:pPr>
              <w:pStyle w:val="TableText"/>
            </w:pPr>
          </w:p>
        </w:tc>
      </w:tr>
      <w:tr w:rsidR="00E272F7" w:rsidRPr="003250AB" w14:paraId="066EC0E8" w14:textId="77777777" w:rsidTr="00E272F7">
        <w:tc>
          <w:tcPr>
            <w:tcW w:w="1753" w:type="dxa"/>
          </w:tcPr>
          <w:p w14:paraId="066EC0E6" w14:textId="77777777" w:rsidR="00E272F7" w:rsidRPr="003250AB" w:rsidRDefault="00E272F7" w:rsidP="00E272F7">
            <w:pPr>
              <w:pStyle w:val="TableText"/>
            </w:pPr>
            <w:r w:rsidRPr="003250AB">
              <w:t>R02</w:t>
            </w:r>
          </w:p>
        </w:tc>
        <w:tc>
          <w:tcPr>
            <w:tcW w:w="6743" w:type="dxa"/>
          </w:tcPr>
          <w:p w14:paraId="066EC0E7" w14:textId="77777777" w:rsidR="00E272F7" w:rsidRPr="003250AB" w:rsidRDefault="00E272F7" w:rsidP="00E272F7">
            <w:pPr>
              <w:pStyle w:val="TableText"/>
            </w:pPr>
          </w:p>
        </w:tc>
      </w:tr>
      <w:tr w:rsidR="00E272F7" w:rsidRPr="003250AB" w14:paraId="066EC0EB" w14:textId="77777777" w:rsidTr="00E272F7">
        <w:tc>
          <w:tcPr>
            <w:tcW w:w="1753" w:type="dxa"/>
          </w:tcPr>
          <w:p w14:paraId="066EC0E9" w14:textId="77777777" w:rsidR="00E272F7" w:rsidRPr="003250AB" w:rsidRDefault="00E272F7" w:rsidP="00E272F7">
            <w:pPr>
              <w:pStyle w:val="TableText"/>
            </w:pPr>
            <w:r w:rsidRPr="003250AB">
              <w:t>R03</w:t>
            </w:r>
          </w:p>
        </w:tc>
        <w:tc>
          <w:tcPr>
            <w:tcW w:w="6743" w:type="dxa"/>
          </w:tcPr>
          <w:p w14:paraId="066EC0EA" w14:textId="77777777" w:rsidR="00E272F7" w:rsidRPr="003250AB" w:rsidRDefault="00E272F7" w:rsidP="00E272F7">
            <w:pPr>
              <w:pStyle w:val="TableText"/>
            </w:pPr>
          </w:p>
        </w:tc>
      </w:tr>
      <w:tr w:rsidR="00E272F7" w:rsidRPr="003250AB" w14:paraId="066EC0EE" w14:textId="77777777" w:rsidTr="00E272F7">
        <w:tc>
          <w:tcPr>
            <w:tcW w:w="1753" w:type="dxa"/>
          </w:tcPr>
          <w:p w14:paraId="066EC0EC" w14:textId="77777777" w:rsidR="00E272F7" w:rsidRPr="003250AB" w:rsidRDefault="00E272F7" w:rsidP="00E272F7">
            <w:pPr>
              <w:pStyle w:val="TableText"/>
            </w:pPr>
            <w:r w:rsidRPr="003250AB">
              <w:t>R04</w:t>
            </w:r>
          </w:p>
        </w:tc>
        <w:tc>
          <w:tcPr>
            <w:tcW w:w="6743" w:type="dxa"/>
          </w:tcPr>
          <w:p w14:paraId="066EC0ED" w14:textId="77777777" w:rsidR="00E272F7" w:rsidRPr="003250AB" w:rsidRDefault="00E272F7" w:rsidP="00E272F7">
            <w:pPr>
              <w:pStyle w:val="TableText"/>
            </w:pPr>
          </w:p>
        </w:tc>
      </w:tr>
      <w:tr w:rsidR="00E272F7" w:rsidRPr="003250AB" w14:paraId="066EC0F1" w14:textId="77777777" w:rsidTr="00E272F7">
        <w:tc>
          <w:tcPr>
            <w:tcW w:w="1753" w:type="dxa"/>
          </w:tcPr>
          <w:p w14:paraId="066EC0EF" w14:textId="77777777" w:rsidR="00E272F7" w:rsidRPr="003250AB" w:rsidRDefault="00E272F7" w:rsidP="00E272F7">
            <w:pPr>
              <w:pStyle w:val="TableText"/>
            </w:pPr>
            <w:r w:rsidRPr="003250AB">
              <w:t>R05</w:t>
            </w:r>
          </w:p>
        </w:tc>
        <w:tc>
          <w:tcPr>
            <w:tcW w:w="6743" w:type="dxa"/>
          </w:tcPr>
          <w:p w14:paraId="066EC0F0" w14:textId="77777777" w:rsidR="00E272F7" w:rsidRPr="003250AB" w:rsidRDefault="00E272F7" w:rsidP="00E272F7">
            <w:pPr>
              <w:pStyle w:val="TableText"/>
            </w:pPr>
          </w:p>
        </w:tc>
      </w:tr>
      <w:tr w:rsidR="00E272F7" w:rsidRPr="003250AB" w14:paraId="066EC0F4" w14:textId="77777777" w:rsidTr="00E272F7">
        <w:tc>
          <w:tcPr>
            <w:tcW w:w="1753" w:type="dxa"/>
          </w:tcPr>
          <w:p w14:paraId="066EC0F2" w14:textId="77777777" w:rsidR="00E272F7" w:rsidRPr="003250AB" w:rsidRDefault="00E272F7" w:rsidP="00E272F7">
            <w:pPr>
              <w:pStyle w:val="TableText"/>
            </w:pPr>
            <w:r w:rsidRPr="003250AB">
              <w:t>R06</w:t>
            </w:r>
          </w:p>
        </w:tc>
        <w:tc>
          <w:tcPr>
            <w:tcW w:w="6743" w:type="dxa"/>
          </w:tcPr>
          <w:p w14:paraId="066EC0F3" w14:textId="77777777" w:rsidR="00E272F7" w:rsidRPr="003250AB" w:rsidRDefault="00E272F7" w:rsidP="00E272F7">
            <w:pPr>
              <w:pStyle w:val="TableText"/>
            </w:pPr>
          </w:p>
        </w:tc>
      </w:tr>
    </w:tbl>
    <w:p w14:paraId="066EC0F5" w14:textId="77777777" w:rsidR="0004690E" w:rsidRDefault="0004690E" w:rsidP="008C6607">
      <w:pPr>
        <w:pStyle w:val="Heading2"/>
      </w:pPr>
    </w:p>
    <w:p w14:paraId="066EC0F6" w14:textId="77777777" w:rsidR="0004690E" w:rsidRDefault="0004690E" w:rsidP="0004690E">
      <w:pPr>
        <w:rPr>
          <w:rFonts w:ascii="Arial" w:hAnsi="Arial" w:cs="Arial"/>
          <w:sz w:val="24"/>
          <w:szCs w:val="26"/>
        </w:rPr>
      </w:pPr>
      <w:r>
        <w:br w:type="page"/>
      </w:r>
    </w:p>
    <w:p w14:paraId="066EC0F7" w14:textId="77777777" w:rsidR="00E272F7" w:rsidRPr="003250AB" w:rsidRDefault="00E272F7" w:rsidP="008C6607">
      <w:pPr>
        <w:pStyle w:val="Heading2"/>
      </w:pPr>
      <w:bookmarkStart w:id="17" w:name="_Toc265497473"/>
      <w:r w:rsidRPr="003250AB">
        <w:lastRenderedPageBreak/>
        <w:t>Step 8 – Prioritize Requirements</w:t>
      </w:r>
      <w:bookmarkEnd w:id="17"/>
    </w:p>
    <w:p w14:paraId="066EC0F8" w14:textId="77777777" w:rsidR="00E272F7" w:rsidRPr="00731A48" w:rsidRDefault="00E272F7" w:rsidP="00E272F7">
      <w:r w:rsidRPr="003250AB">
        <w:t xml:space="preserve">In a real organization, </w:t>
      </w:r>
      <w:r w:rsidRPr="00B61534">
        <w:t>there may be many more security requirements than have been listed here</w:t>
      </w:r>
      <w:r w:rsidRPr="003250AB">
        <w:t>. Hence, prioritization of requirements might be essential</w:t>
      </w:r>
      <w:r>
        <w:t>,</w:t>
      </w:r>
      <w:r w:rsidRPr="003250AB">
        <w:t xml:space="preserve"> because implementing all of them might be infeasible.</w:t>
      </w:r>
    </w:p>
    <w:p w14:paraId="066EC0F9" w14:textId="77777777" w:rsidR="00E272F7" w:rsidRDefault="00E272F7" w:rsidP="008C6607">
      <w:pPr>
        <w:pStyle w:val="Heading3"/>
      </w:pPr>
      <w:r>
        <w:t>Defining a Prioritization Scale</w:t>
      </w:r>
    </w:p>
    <w:p w14:paraId="066EC0FA" w14:textId="77777777" w:rsidR="00E272F7" w:rsidRDefault="00E272F7" w:rsidP="00E272F7">
      <w:r>
        <w:t>Before using a prioritization scale, ensure that all stakeholders reach consensus about the definition of each word in the scale. The table below shows some possible definitions for a scale of high, medium, and 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617"/>
        <w:gridCol w:w="6893"/>
      </w:tblGrid>
      <w:tr w:rsidR="00E272F7" w:rsidRPr="00241DD6" w14:paraId="066EC0FD" w14:textId="77777777" w:rsidTr="00E272F7">
        <w:tc>
          <w:tcPr>
            <w:tcW w:w="1728" w:type="dxa"/>
          </w:tcPr>
          <w:p w14:paraId="066EC0FB" w14:textId="77777777" w:rsidR="00E272F7" w:rsidRPr="00241DD6" w:rsidRDefault="00E272F7" w:rsidP="00E272F7">
            <w:pPr>
              <w:pStyle w:val="TableText"/>
              <w:rPr>
                <w:b/>
              </w:rPr>
            </w:pPr>
            <w:r w:rsidRPr="00241DD6">
              <w:rPr>
                <w:b/>
              </w:rPr>
              <w:t>Priority</w:t>
            </w:r>
          </w:p>
        </w:tc>
        <w:tc>
          <w:tcPr>
            <w:tcW w:w="7848" w:type="dxa"/>
          </w:tcPr>
          <w:p w14:paraId="066EC0FC" w14:textId="77777777" w:rsidR="00E272F7" w:rsidRPr="00241DD6" w:rsidRDefault="00E272F7" w:rsidP="00E272F7">
            <w:pPr>
              <w:pStyle w:val="TableText"/>
              <w:rPr>
                <w:b/>
              </w:rPr>
            </w:pPr>
            <w:r w:rsidRPr="00241DD6">
              <w:rPr>
                <w:b/>
              </w:rPr>
              <w:t>Definition</w:t>
            </w:r>
          </w:p>
        </w:tc>
      </w:tr>
      <w:tr w:rsidR="00E272F7" w:rsidRPr="00F42E34" w14:paraId="066EC100" w14:textId="77777777" w:rsidTr="00E272F7">
        <w:tc>
          <w:tcPr>
            <w:tcW w:w="1728" w:type="dxa"/>
          </w:tcPr>
          <w:p w14:paraId="066EC0FE" w14:textId="77777777" w:rsidR="00E272F7" w:rsidRPr="00F42E34" w:rsidRDefault="00E272F7" w:rsidP="00E272F7">
            <w:pPr>
              <w:pStyle w:val="TableText"/>
            </w:pPr>
            <w:r w:rsidRPr="00F42E34">
              <w:t>High</w:t>
            </w:r>
          </w:p>
        </w:tc>
        <w:tc>
          <w:tcPr>
            <w:tcW w:w="7848" w:type="dxa"/>
          </w:tcPr>
          <w:p w14:paraId="066EC0FF" w14:textId="77777777" w:rsidR="00E272F7" w:rsidRPr="00F42E34" w:rsidRDefault="00E272F7" w:rsidP="00E272F7">
            <w:pPr>
              <w:pStyle w:val="TableText"/>
            </w:pPr>
            <w:r w:rsidRPr="00F42E34">
              <w:t>This requirement is crucial to the success of the project. The project would be considered a failure if this requirement is not implemented.</w:t>
            </w:r>
          </w:p>
        </w:tc>
      </w:tr>
      <w:tr w:rsidR="00E272F7" w:rsidRPr="00F42E34" w14:paraId="066EC103" w14:textId="77777777" w:rsidTr="00E272F7">
        <w:tc>
          <w:tcPr>
            <w:tcW w:w="1728" w:type="dxa"/>
          </w:tcPr>
          <w:p w14:paraId="066EC101" w14:textId="77777777" w:rsidR="00E272F7" w:rsidRPr="00F42E34" w:rsidRDefault="00E272F7" w:rsidP="00E272F7">
            <w:pPr>
              <w:pStyle w:val="TableText"/>
            </w:pPr>
            <w:r w:rsidRPr="00F42E34">
              <w:t>Medium</w:t>
            </w:r>
          </w:p>
        </w:tc>
        <w:tc>
          <w:tcPr>
            <w:tcW w:w="7848" w:type="dxa"/>
          </w:tcPr>
          <w:p w14:paraId="066EC102" w14:textId="77777777" w:rsidR="00E272F7" w:rsidRPr="00F42E34" w:rsidRDefault="00E272F7" w:rsidP="00E272F7">
            <w:pPr>
              <w:pStyle w:val="TableText"/>
            </w:pPr>
            <w:r w:rsidRPr="00F42E34">
              <w:t xml:space="preserve">This requirement is important but could be dropped for development of a high priority one. The project would be considered a total success if these requirements are implemented. </w:t>
            </w:r>
          </w:p>
        </w:tc>
      </w:tr>
      <w:tr w:rsidR="00E272F7" w:rsidRPr="00F42E34" w14:paraId="066EC106" w14:textId="77777777" w:rsidTr="00E272F7">
        <w:tc>
          <w:tcPr>
            <w:tcW w:w="1728" w:type="dxa"/>
          </w:tcPr>
          <w:p w14:paraId="066EC104" w14:textId="77777777" w:rsidR="00E272F7" w:rsidRPr="00F42E34" w:rsidRDefault="00E272F7" w:rsidP="00E272F7">
            <w:pPr>
              <w:pStyle w:val="TableText"/>
            </w:pPr>
            <w:r w:rsidRPr="00F42E34">
              <w:t>Low</w:t>
            </w:r>
          </w:p>
        </w:tc>
        <w:tc>
          <w:tcPr>
            <w:tcW w:w="7848" w:type="dxa"/>
          </w:tcPr>
          <w:p w14:paraId="066EC105" w14:textId="77777777" w:rsidR="00E272F7" w:rsidRPr="00F42E34" w:rsidRDefault="00E272F7" w:rsidP="00E272F7">
            <w:pPr>
              <w:pStyle w:val="TableText"/>
            </w:pPr>
            <w:r w:rsidRPr="00F42E34">
              <w:t>This requirement is optional and should be implemented only if there is time left at the end of the project.</w:t>
            </w:r>
          </w:p>
        </w:tc>
      </w:tr>
    </w:tbl>
    <w:p w14:paraId="066EC107" w14:textId="265F99E7" w:rsidR="00E272F7" w:rsidRDefault="006D6D4D" w:rsidP="00E272F7">
      <w:r>
        <w:rPr>
          <w:noProof/>
        </w:rPr>
        <mc:AlternateContent>
          <mc:Choice Requires="wps">
            <w:drawing>
              <wp:anchor distT="0" distB="0" distL="114300" distR="114300" simplePos="0" relativeHeight="251672576" behindDoc="0" locked="0" layoutInCell="1" allowOverlap="1" wp14:anchorId="066EC1EE" wp14:editId="11B6A188">
                <wp:simplePos x="0" y="0"/>
                <wp:positionH relativeFrom="column">
                  <wp:posOffset>-9525</wp:posOffset>
                </wp:positionH>
                <wp:positionV relativeFrom="paragraph">
                  <wp:posOffset>244475</wp:posOffset>
                </wp:positionV>
                <wp:extent cx="5252085" cy="2476500"/>
                <wp:effectExtent l="9525" t="6350" r="5715" b="1270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476500"/>
                        </a:xfrm>
                        <a:prstGeom prst="rect">
                          <a:avLst/>
                        </a:prstGeom>
                        <a:solidFill>
                          <a:schemeClr val="bg1">
                            <a:lumMod val="95000"/>
                            <a:lumOff val="0"/>
                          </a:schemeClr>
                        </a:solidFill>
                        <a:ln w="9525">
                          <a:solidFill>
                            <a:srgbClr val="000000"/>
                          </a:solidFill>
                          <a:miter lim="800000"/>
                          <a:headEnd/>
                          <a:tailEnd/>
                        </a:ln>
                      </wps:spPr>
                      <wps:txbx>
                        <w:txbxContent>
                          <w:p w14:paraId="066EC292" w14:textId="77777777" w:rsidR="00F723A1" w:rsidRPr="009E3C1A" w:rsidRDefault="00F723A1" w:rsidP="009E3C1A">
                            <w:pPr>
                              <w:rPr>
                                <w:b/>
                              </w:rPr>
                            </w:pPr>
                            <w:r w:rsidRPr="009E3C1A">
                              <w:rPr>
                                <w:b/>
                              </w:rPr>
                              <w:t>Task</w:t>
                            </w:r>
                          </w:p>
                          <w:p w14:paraId="066EC293" w14:textId="77777777" w:rsidR="00F723A1" w:rsidRPr="009E3C1A" w:rsidRDefault="00F723A1" w:rsidP="009E3C1A">
                            <w:r w:rsidRPr="009E3C1A">
                              <w:t>You as the client must prioritize the requirements for the RE team. The prioritization could be an unstructured, informal discussion or a structured one. Structured prioritization techniques like AHP might take long and require a cost/benefit analysis for prioritization. For this workshop, restrict the prioritization to an informal discussion. Consider the results of Step 4 (risk assessment) and Step 7 (categorization of requirements) while doing the prioritization.</w:t>
                            </w:r>
                          </w:p>
                          <w:p w14:paraId="066EC294" w14:textId="77777777" w:rsidR="00F723A1" w:rsidRPr="00FB78C2" w:rsidRDefault="00F723A1" w:rsidP="009E3C1A">
                            <w:r w:rsidRPr="00FB78C2">
                              <w:t>Time: 20 minutes</w:t>
                            </w:r>
                          </w:p>
                          <w:p w14:paraId="066EC295" w14:textId="77777777" w:rsidR="00F723A1" w:rsidRPr="009E3C1A" w:rsidRDefault="00F723A1" w:rsidP="009E3C1A">
                            <w:r w:rsidRPr="009E3C1A">
                              <w:t xml:space="preserve">The RE team might try to influence your decision based on their internal analysis. You must take their analysis into account while prioritizing the requirements. R01–R04 are suggested to be important for Ideal. You are free to come up with a different prioritization. </w:t>
                            </w:r>
                          </w:p>
                          <w:p w14:paraId="066EC296" w14:textId="77777777" w:rsidR="00F723A1" w:rsidRDefault="00F7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margin-left:-.75pt;margin-top:19.25pt;width:413.55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" fillcolor="#f2f2f2 [3052]">
                <v:textbox>
                  <w:txbxContent>
                    <w:p w14:paraId="066EC292" w14:textId="77777777" w:rsidR="00F723A1" w:rsidRPr="009E3C1A" w:rsidRDefault="00F723A1" w:rsidP="009E3C1A">
                      <w:pPr>
                        <w:rPr>
                          <w:b/>
                        </w:rPr>
                      </w:pPr>
                      <w:r w:rsidRPr="009E3C1A">
                        <w:rPr>
                          <w:b/>
                        </w:rPr>
                        <w:t>Task</w:t>
                      </w:r>
                    </w:p>
                    <w:p w14:paraId="066EC293" w14:textId="77777777" w:rsidR="00F723A1" w:rsidRPr="009E3C1A" w:rsidRDefault="00F723A1" w:rsidP="009E3C1A">
                      <w:r w:rsidRPr="009E3C1A">
                        <w:t>You as the client must prioritize the requirements for the RE team. The prioritization could be an unstructured, informal discussion or a structured one. Structured prioritization techniques like AHP might take long and require a cost/benefit analysis for prioritization. For this workshop, restrict the prioritization to an informal discussion. Consider the results of Step 4 (risk assessment) and Step 7 (categorization of requirements) while doing the prioritization.</w:t>
                      </w:r>
                    </w:p>
                    <w:p w14:paraId="066EC294" w14:textId="77777777" w:rsidR="00F723A1" w:rsidRPr="00FB78C2" w:rsidRDefault="00F723A1" w:rsidP="009E3C1A">
                      <w:r w:rsidRPr="00FB78C2">
                        <w:t>Time: 20 minutes</w:t>
                      </w:r>
                    </w:p>
                    <w:p w14:paraId="066EC295" w14:textId="77777777" w:rsidR="00F723A1" w:rsidRPr="009E3C1A" w:rsidRDefault="00F723A1" w:rsidP="009E3C1A">
                      <w:r w:rsidRPr="009E3C1A">
                        <w:t xml:space="preserve">The RE team might try to influence your decision based on their internal analysis. You must take their analysis into account while prioritizing the requirements. R01–R04 are suggested to be important for Ideal. You are free to come up with a different prioritization. </w:t>
                      </w:r>
                    </w:p>
                    <w:p w14:paraId="066EC296" w14:textId="77777777" w:rsidR="00F723A1" w:rsidRDefault="00F723A1"/>
                  </w:txbxContent>
                </v:textbox>
              </v:shape>
            </w:pict>
          </mc:Fallback>
        </mc:AlternateContent>
      </w:r>
    </w:p>
    <w:p w14:paraId="066EC108" w14:textId="77777777" w:rsidR="00E272F7" w:rsidRDefault="00E272F7" w:rsidP="00E272F7"/>
    <w:p w14:paraId="066EC109" w14:textId="77777777" w:rsidR="00E272F7" w:rsidRDefault="00E272F7" w:rsidP="00E272F7"/>
    <w:p w14:paraId="066EC10A" w14:textId="77777777" w:rsidR="00E272F7" w:rsidRDefault="00E272F7" w:rsidP="00E272F7"/>
    <w:p w14:paraId="066EC10B" w14:textId="77777777" w:rsidR="00E272F7" w:rsidRDefault="00E272F7" w:rsidP="00E272F7"/>
    <w:p w14:paraId="066EC10C" w14:textId="77777777" w:rsidR="00E272F7" w:rsidRDefault="00E272F7" w:rsidP="00E272F7"/>
    <w:p w14:paraId="066EC10D" w14:textId="77777777" w:rsidR="00E272F7" w:rsidRDefault="00E272F7" w:rsidP="00E272F7"/>
    <w:p w14:paraId="066EC10E" w14:textId="77777777" w:rsidR="00E272F7" w:rsidRDefault="00E272F7" w:rsidP="00E272F7"/>
    <w:p w14:paraId="066EC10F" w14:textId="77777777" w:rsidR="004A2395" w:rsidRPr="003250AB" w:rsidRDefault="004A2395" w:rsidP="004A2395">
      <w:pPr>
        <w:keepNext/>
      </w:pPr>
      <w:r w:rsidRPr="003250AB">
        <w:t>Use the following scale for prioritization</w:t>
      </w:r>
      <w:r>
        <w:t>:</w:t>
      </w:r>
    </w:p>
    <w:p w14:paraId="066EC110" w14:textId="77777777" w:rsidR="00A4345B" w:rsidRDefault="004A2395" w:rsidP="004A2395">
      <w:pPr>
        <w:keepNext/>
        <w:spacing w:before="0" w:after="0" w:line="240" w:lineRule="atLeast"/>
      </w:pPr>
      <w:r w:rsidRPr="003250AB">
        <w:t>H – High Priority</w:t>
      </w:r>
      <w:r>
        <w:tab/>
      </w:r>
      <w:r>
        <w:tab/>
        <w:t>M – Medium Priority</w:t>
      </w:r>
      <w:r>
        <w:tab/>
      </w:r>
      <w:r>
        <w:tab/>
      </w:r>
      <w:r w:rsidRPr="003250AB">
        <w:t>L – Low Priorit</w:t>
      </w:r>
      <w:r>
        <w:t>y</w:t>
      </w:r>
    </w:p>
    <w:p w14:paraId="066EC111" w14:textId="77777777" w:rsidR="00A4345B" w:rsidRDefault="00A4345B" w:rsidP="00A4345B">
      <w:pPr>
        <w:keepNext/>
        <w:spacing w:before="0"/>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818"/>
        <w:gridCol w:w="1890"/>
      </w:tblGrid>
      <w:tr w:rsidR="004A2395" w:rsidRPr="003250AB" w14:paraId="066EC114" w14:textId="77777777" w:rsidTr="00922892">
        <w:trPr>
          <w:jc w:val="center"/>
        </w:trPr>
        <w:tc>
          <w:tcPr>
            <w:tcW w:w="1818" w:type="dxa"/>
          </w:tcPr>
          <w:p w14:paraId="066EC112" w14:textId="77777777" w:rsidR="004A2395" w:rsidRPr="00241DD6" w:rsidRDefault="004A2395" w:rsidP="004A2395">
            <w:pPr>
              <w:pStyle w:val="TableText"/>
              <w:rPr>
                <w:b/>
              </w:rPr>
            </w:pPr>
            <w:r w:rsidRPr="00241DD6">
              <w:rPr>
                <w:b/>
              </w:rPr>
              <w:t>Requirement</w:t>
            </w:r>
          </w:p>
        </w:tc>
        <w:tc>
          <w:tcPr>
            <w:tcW w:w="1890" w:type="dxa"/>
          </w:tcPr>
          <w:p w14:paraId="066EC113" w14:textId="77777777" w:rsidR="004A2395" w:rsidRPr="00241DD6" w:rsidRDefault="004A2395" w:rsidP="004A2395">
            <w:pPr>
              <w:pStyle w:val="TableText"/>
              <w:rPr>
                <w:b/>
              </w:rPr>
            </w:pPr>
            <w:r w:rsidRPr="00241DD6">
              <w:rPr>
                <w:b/>
              </w:rPr>
              <w:t>Priority</w:t>
            </w:r>
          </w:p>
        </w:tc>
      </w:tr>
      <w:tr w:rsidR="004A2395" w:rsidRPr="003250AB" w14:paraId="066EC117" w14:textId="77777777" w:rsidTr="00922892">
        <w:trPr>
          <w:jc w:val="center"/>
        </w:trPr>
        <w:tc>
          <w:tcPr>
            <w:tcW w:w="1818" w:type="dxa"/>
          </w:tcPr>
          <w:p w14:paraId="066EC115" w14:textId="77777777" w:rsidR="004A2395" w:rsidRPr="003250AB" w:rsidRDefault="004A2395" w:rsidP="004A2395">
            <w:pPr>
              <w:pStyle w:val="TableText"/>
            </w:pPr>
            <w:r w:rsidRPr="003250AB">
              <w:t>R01</w:t>
            </w:r>
          </w:p>
        </w:tc>
        <w:tc>
          <w:tcPr>
            <w:tcW w:w="1890" w:type="dxa"/>
          </w:tcPr>
          <w:p w14:paraId="066EC116" w14:textId="77777777" w:rsidR="004A2395" w:rsidRPr="003250AB" w:rsidRDefault="004A2395" w:rsidP="004A2395">
            <w:pPr>
              <w:pStyle w:val="TableText"/>
            </w:pPr>
          </w:p>
        </w:tc>
      </w:tr>
      <w:tr w:rsidR="004A2395" w:rsidRPr="003250AB" w14:paraId="066EC11A" w14:textId="77777777" w:rsidTr="00922892">
        <w:trPr>
          <w:jc w:val="center"/>
        </w:trPr>
        <w:tc>
          <w:tcPr>
            <w:tcW w:w="1818" w:type="dxa"/>
          </w:tcPr>
          <w:p w14:paraId="066EC118" w14:textId="77777777" w:rsidR="004A2395" w:rsidRPr="003250AB" w:rsidRDefault="004A2395" w:rsidP="004A2395">
            <w:pPr>
              <w:pStyle w:val="TableText"/>
            </w:pPr>
            <w:r w:rsidRPr="003250AB">
              <w:t>R02</w:t>
            </w:r>
          </w:p>
        </w:tc>
        <w:tc>
          <w:tcPr>
            <w:tcW w:w="1890" w:type="dxa"/>
          </w:tcPr>
          <w:p w14:paraId="066EC119" w14:textId="77777777" w:rsidR="004A2395" w:rsidRPr="003250AB" w:rsidRDefault="004A2395" w:rsidP="004A2395">
            <w:pPr>
              <w:pStyle w:val="TableText"/>
            </w:pPr>
          </w:p>
        </w:tc>
      </w:tr>
      <w:tr w:rsidR="004A2395" w:rsidRPr="003250AB" w14:paraId="066EC11D" w14:textId="77777777" w:rsidTr="00922892">
        <w:trPr>
          <w:jc w:val="center"/>
        </w:trPr>
        <w:tc>
          <w:tcPr>
            <w:tcW w:w="1818" w:type="dxa"/>
          </w:tcPr>
          <w:p w14:paraId="066EC11B" w14:textId="77777777" w:rsidR="004A2395" w:rsidRPr="003250AB" w:rsidRDefault="004A2395" w:rsidP="004A2395">
            <w:pPr>
              <w:pStyle w:val="TableText"/>
            </w:pPr>
            <w:r w:rsidRPr="003250AB">
              <w:t>R03</w:t>
            </w:r>
          </w:p>
        </w:tc>
        <w:tc>
          <w:tcPr>
            <w:tcW w:w="1890" w:type="dxa"/>
          </w:tcPr>
          <w:p w14:paraId="066EC11C" w14:textId="77777777" w:rsidR="004A2395" w:rsidRPr="003250AB" w:rsidRDefault="004A2395" w:rsidP="004A2395">
            <w:pPr>
              <w:pStyle w:val="TableText"/>
            </w:pPr>
          </w:p>
        </w:tc>
      </w:tr>
      <w:tr w:rsidR="004A2395" w:rsidRPr="003250AB" w14:paraId="066EC120" w14:textId="77777777" w:rsidTr="00922892">
        <w:trPr>
          <w:jc w:val="center"/>
        </w:trPr>
        <w:tc>
          <w:tcPr>
            <w:tcW w:w="1818" w:type="dxa"/>
          </w:tcPr>
          <w:p w14:paraId="066EC11E" w14:textId="77777777" w:rsidR="004A2395" w:rsidRPr="003250AB" w:rsidRDefault="004A2395" w:rsidP="004A2395">
            <w:pPr>
              <w:pStyle w:val="TableText"/>
            </w:pPr>
            <w:r w:rsidRPr="003250AB">
              <w:t>R04</w:t>
            </w:r>
          </w:p>
        </w:tc>
        <w:tc>
          <w:tcPr>
            <w:tcW w:w="1890" w:type="dxa"/>
          </w:tcPr>
          <w:p w14:paraId="066EC11F" w14:textId="77777777" w:rsidR="004A2395" w:rsidRPr="003250AB" w:rsidRDefault="004A2395" w:rsidP="004A2395">
            <w:pPr>
              <w:pStyle w:val="TableText"/>
            </w:pPr>
          </w:p>
        </w:tc>
      </w:tr>
      <w:tr w:rsidR="004A2395" w:rsidRPr="003250AB" w14:paraId="066EC123" w14:textId="77777777" w:rsidTr="00922892">
        <w:trPr>
          <w:jc w:val="center"/>
        </w:trPr>
        <w:tc>
          <w:tcPr>
            <w:tcW w:w="1818" w:type="dxa"/>
          </w:tcPr>
          <w:p w14:paraId="066EC121" w14:textId="77777777" w:rsidR="004A2395" w:rsidRPr="003250AB" w:rsidRDefault="004A2395" w:rsidP="004A2395">
            <w:pPr>
              <w:pStyle w:val="TableText"/>
            </w:pPr>
            <w:r w:rsidRPr="003250AB">
              <w:t>R05</w:t>
            </w:r>
          </w:p>
        </w:tc>
        <w:tc>
          <w:tcPr>
            <w:tcW w:w="1890" w:type="dxa"/>
          </w:tcPr>
          <w:p w14:paraId="066EC122" w14:textId="77777777" w:rsidR="004A2395" w:rsidRPr="003250AB" w:rsidRDefault="004A2395" w:rsidP="004A2395">
            <w:pPr>
              <w:pStyle w:val="TableText"/>
            </w:pPr>
          </w:p>
        </w:tc>
      </w:tr>
      <w:tr w:rsidR="004A2395" w:rsidRPr="003250AB" w14:paraId="066EC126" w14:textId="77777777" w:rsidTr="00922892">
        <w:trPr>
          <w:jc w:val="center"/>
        </w:trPr>
        <w:tc>
          <w:tcPr>
            <w:tcW w:w="1818" w:type="dxa"/>
          </w:tcPr>
          <w:p w14:paraId="066EC124" w14:textId="77777777" w:rsidR="004A2395" w:rsidRPr="003250AB" w:rsidRDefault="004A2395" w:rsidP="004A2395">
            <w:pPr>
              <w:pStyle w:val="TableText"/>
            </w:pPr>
            <w:r w:rsidRPr="003250AB">
              <w:t>R06</w:t>
            </w:r>
          </w:p>
        </w:tc>
        <w:tc>
          <w:tcPr>
            <w:tcW w:w="1890" w:type="dxa"/>
          </w:tcPr>
          <w:p w14:paraId="066EC125" w14:textId="77777777" w:rsidR="004A2395" w:rsidRPr="003250AB" w:rsidRDefault="004A2395" w:rsidP="004A2395">
            <w:pPr>
              <w:pStyle w:val="TableText"/>
            </w:pPr>
          </w:p>
        </w:tc>
      </w:tr>
    </w:tbl>
    <w:p w14:paraId="066EC127" w14:textId="77777777" w:rsidR="009E3C1A" w:rsidRPr="003250AB" w:rsidRDefault="009E3C1A" w:rsidP="008C6607">
      <w:pPr>
        <w:pStyle w:val="Heading2"/>
      </w:pPr>
      <w:bookmarkStart w:id="18" w:name="_Toc265497474"/>
      <w:r w:rsidRPr="003250AB">
        <w:lastRenderedPageBreak/>
        <w:t>Step 9 –</w:t>
      </w:r>
      <w:r>
        <w:t xml:space="preserve"> Inspect </w:t>
      </w:r>
      <w:r w:rsidRPr="003250AB">
        <w:t>Requirements</w:t>
      </w:r>
      <w:bookmarkEnd w:id="18"/>
      <w:r w:rsidRPr="003250AB">
        <w:t xml:space="preserve"> </w:t>
      </w:r>
    </w:p>
    <w:p w14:paraId="066EC128" w14:textId="77777777" w:rsidR="009E3C1A" w:rsidRPr="003250AB" w:rsidRDefault="009E3C1A" w:rsidP="009E3C1A">
      <w:r w:rsidRPr="003250AB">
        <w:t xml:space="preserve">This is the last step of the </w:t>
      </w:r>
      <w:r>
        <w:t xml:space="preserve">SQUARE </w:t>
      </w:r>
      <w:r w:rsidRPr="003250AB">
        <w:t xml:space="preserve">process. In </w:t>
      </w:r>
      <w:r>
        <w:t>S</w:t>
      </w:r>
      <w:r w:rsidRPr="003250AB">
        <w:t xml:space="preserve">tep 6, </w:t>
      </w:r>
      <w:r w:rsidRPr="00B61534">
        <w:t xml:space="preserve">it was mentioned that requirements </w:t>
      </w:r>
      <w:r w:rsidRPr="003250AB">
        <w:t>should be accurate, quantifiable</w:t>
      </w:r>
      <w:r>
        <w:t>,</w:t>
      </w:r>
      <w:r w:rsidRPr="003250AB">
        <w:t xml:space="preserve"> and verifiable. In this step, all the requirements are carefully reviewed and changed if need be. Note that if there is any drastic change in the requirements, the categorization and prioritization might change. </w:t>
      </w:r>
    </w:p>
    <w:p w14:paraId="066EC129" w14:textId="77777777" w:rsidR="009E3C1A" w:rsidRDefault="009E3C1A" w:rsidP="008C6607">
      <w:pPr>
        <w:pStyle w:val="Heading3"/>
      </w:pPr>
      <w:r>
        <w:t>Conducting Formal Inspection</w:t>
      </w:r>
    </w:p>
    <w:p w14:paraId="066EC12A" w14:textId="77777777" w:rsidR="009E3C1A" w:rsidRDefault="009E3C1A" w:rsidP="009E3C1A">
      <w:pPr>
        <w:jc w:val="both"/>
      </w:pPr>
      <w:r>
        <w:t>Formal inspection, such as Fagan inspection, is a systematic way to find defects in documents with verification from other entities besides the author. As non-executable artifacts, quality requirements can be effectively controlled by a process of formal inspection. The inspection process presented is a simplified version of Fagan inspection, focused towards requirements inspection.</w:t>
      </w:r>
    </w:p>
    <w:p w14:paraId="066EC12B" w14:textId="77777777" w:rsidR="004A2395" w:rsidRDefault="004A2395" w:rsidP="004A2395">
      <w:pPr>
        <w:pStyle w:val="ListNumber"/>
        <w:numPr>
          <w:ilvl w:val="0"/>
          <w:numId w:val="25"/>
        </w:numPr>
      </w:pPr>
      <w:r w:rsidRPr="004A2395">
        <w:t>Assign Roles</w:t>
      </w:r>
    </w:p>
    <w:p w14:paraId="066EC12C" w14:textId="77777777" w:rsidR="009E3C1A" w:rsidRPr="004A2395" w:rsidRDefault="009E3C1A" w:rsidP="004A2395">
      <w:pPr>
        <w:pStyle w:val="ListNumber"/>
        <w:numPr>
          <w:ilvl w:val="0"/>
          <w:numId w:val="0"/>
        </w:numPr>
        <w:ind w:left="360"/>
      </w:pPr>
      <w:r w:rsidRPr="004A2395">
        <w:rPr>
          <w:b/>
          <w:bCs/>
        </w:rPr>
        <w:t>Facilitator</w:t>
      </w:r>
      <w:r w:rsidR="004A2395">
        <w:rPr>
          <w:b/>
          <w:bCs/>
        </w:rPr>
        <w:t>—</w:t>
      </w:r>
      <w:r>
        <w:t>Leads the inspection and moderates the meeting</w:t>
      </w:r>
      <w:r>
        <w:br/>
      </w:r>
      <w:r w:rsidRPr="004A2395">
        <w:rPr>
          <w:b/>
          <w:bCs/>
        </w:rPr>
        <w:t>Reader</w:t>
      </w:r>
      <w:r w:rsidR="004A2395">
        <w:t>—</w:t>
      </w:r>
      <w:r>
        <w:t>Reads the requirements for all participants</w:t>
      </w:r>
      <w:r>
        <w:br/>
      </w:r>
      <w:r w:rsidRPr="004A2395">
        <w:rPr>
          <w:b/>
          <w:bCs/>
        </w:rPr>
        <w:t>Participant</w:t>
      </w:r>
      <w:r w:rsidR="004A2395">
        <w:rPr>
          <w:b/>
          <w:bCs/>
        </w:rPr>
        <w:t>—</w:t>
      </w:r>
      <w:r>
        <w:t>Follow the material that the reader reads and find defects in requirements</w:t>
      </w:r>
      <w:r>
        <w:br/>
      </w:r>
      <w:r w:rsidRPr="004A2395">
        <w:rPr>
          <w:b/>
          <w:bCs/>
        </w:rPr>
        <w:t>Recorder</w:t>
      </w:r>
      <w:r w:rsidR="004A2395">
        <w:rPr>
          <w:b/>
          <w:bCs/>
        </w:rPr>
        <w:t>—</w:t>
      </w:r>
      <w:r>
        <w:t>Records defects found during inspection</w:t>
      </w:r>
      <w:r>
        <w:br/>
      </w:r>
      <w:r w:rsidRPr="004A2395">
        <w:rPr>
          <w:b/>
          <w:bCs/>
        </w:rPr>
        <w:t>Author</w:t>
      </w:r>
      <w:r w:rsidR="004A2395">
        <w:t>—</w:t>
      </w:r>
      <w:r>
        <w:t>Answers any questions that participants may have</w:t>
      </w:r>
    </w:p>
    <w:p w14:paraId="066EC12D" w14:textId="77777777" w:rsidR="009E3C1A" w:rsidRPr="00E027F6" w:rsidRDefault="009E3C1A" w:rsidP="004A2395">
      <w:pPr>
        <w:pStyle w:val="Numberlist"/>
      </w:pPr>
      <w:r w:rsidRPr="00E027F6">
        <w:t>2. Prepare for inspection</w:t>
      </w:r>
    </w:p>
    <w:p w14:paraId="066EC12E" w14:textId="77777777" w:rsidR="009E3C1A" w:rsidRPr="009E3C1A" w:rsidRDefault="009E3C1A" w:rsidP="004A2395">
      <w:pPr>
        <w:pStyle w:val="ListBullet"/>
        <w:tabs>
          <w:tab w:val="clear" w:pos="360"/>
          <w:tab w:val="num" w:pos="720"/>
        </w:tabs>
        <w:ind w:left="720"/>
        <w:rPr>
          <w:rFonts w:ascii="Times New Roman" w:hAnsi="Times New Roman"/>
          <w:sz w:val="21"/>
          <w:szCs w:val="21"/>
        </w:rPr>
      </w:pPr>
      <w:r w:rsidRPr="009E3C1A">
        <w:rPr>
          <w:rFonts w:ascii="Times New Roman" w:hAnsi="Times New Roman"/>
          <w:sz w:val="21"/>
          <w:szCs w:val="21"/>
        </w:rPr>
        <w:t xml:space="preserve">The facilitator prepares for an inspection. </w:t>
      </w:r>
    </w:p>
    <w:p w14:paraId="066EC12F" w14:textId="77777777" w:rsidR="009E3C1A" w:rsidRPr="009E3C1A" w:rsidRDefault="009E3C1A" w:rsidP="004A2395">
      <w:pPr>
        <w:pStyle w:val="ListBullet"/>
        <w:tabs>
          <w:tab w:val="clear" w:pos="360"/>
          <w:tab w:val="num" w:pos="720"/>
        </w:tabs>
        <w:spacing w:after="200"/>
        <w:ind w:left="720"/>
        <w:rPr>
          <w:rFonts w:ascii="Times New Roman" w:hAnsi="Times New Roman"/>
          <w:sz w:val="21"/>
          <w:szCs w:val="21"/>
        </w:rPr>
      </w:pPr>
      <w:r w:rsidRPr="009E3C1A">
        <w:rPr>
          <w:rFonts w:ascii="Times New Roman" w:hAnsi="Times New Roman"/>
          <w:sz w:val="21"/>
          <w:szCs w:val="21"/>
        </w:rPr>
        <w:t>Every member in the meeting reviews the requirements by themselves and generates an initial list of questions they have and/or defects they find.</w:t>
      </w:r>
    </w:p>
    <w:p w14:paraId="066EC130" w14:textId="77777777" w:rsidR="009E3C1A" w:rsidRPr="00D512A7" w:rsidRDefault="009E3C1A" w:rsidP="004A2395">
      <w:pPr>
        <w:pStyle w:val="Numberlist"/>
      </w:pPr>
      <w:r w:rsidRPr="00D512A7">
        <w:t>3. Conduct inspection meeting</w:t>
      </w:r>
    </w:p>
    <w:p w14:paraId="066EC131" w14:textId="77777777" w:rsidR="009E3C1A" w:rsidRPr="009E3C1A" w:rsidRDefault="009E3C1A" w:rsidP="004A2395">
      <w:pPr>
        <w:pStyle w:val="ListNumber"/>
        <w:numPr>
          <w:ilvl w:val="1"/>
          <w:numId w:val="24"/>
        </w:numPr>
      </w:pPr>
      <w:r w:rsidRPr="009E3C1A">
        <w:t>The reader reads one requirement at a time.</w:t>
      </w:r>
    </w:p>
    <w:p w14:paraId="066EC132" w14:textId="77777777" w:rsidR="009E3C1A" w:rsidRPr="009E3C1A" w:rsidRDefault="009E3C1A" w:rsidP="004A2395">
      <w:pPr>
        <w:pStyle w:val="ListNumber"/>
        <w:numPr>
          <w:ilvl w:val="1"/>
          <w:numId w:val="24"/>
        </w:numPr>
      </w:pPr>
      <w:r w:rsidRPr="009E3C1A">
        <w:t>Participants state the defects they find or ask questions.</w:t>
      </w:r>
    </w:p>
    <w:p w14:paraId="066EC133" w14:textId="77777777" w:rsidR="009E3C1A" w:rsidRPr="009E3C1A" w:rsidRDefault="009E3C1A" w:rsidP="004A2395">
      <w:pPr>
        <w:pStyle w:val="ListNumber"/>
        <w:numPr>
          <w:ilvl w:val="1"/>
          <w:numId w:val="24"/>
        </w:numPr>
      </w:pPr>
      <w:r w:rsidRPr="009E3C1A">
        <w:t>The reader reviews each checklist item against the current requirement, and the participants agree or disagree about whether the checklist item is passed.</w:t>
      </w:r>
    </w:p>
    <w:p w14:paraId="066EC134" w14:textId="77777777" w:rsidR="009E3C1A" w:rsidRPr="009E3C1A" w:rsidRDefault="009E3C1A" w:rsidP="004A2395">
      <w:pPr>
        <w:pStyle w:val="ListNumber"/>
        <w:numPr>
          <w:ilvl w:val="1"/>
          <w:numId w:val="24"/>
        </w:numPr>
      </w:pPr>
      <w:r w:rsidRPr="009E3C1A">
        <w:t>The writer writes down any defects found by the team.</w:t>
      </w:r>
    </w:p>
    <w:p w14:paraId="066EC135" w14:textId="77777777" w:rsidR="009E3C1A" w:rsidRPr="00D512A7" w:rsidRDefault="009E3C1A" w:rsidP="004A2395">
      <w:pPr>
        <w:pStyle w:val="Numberlist"/>
      </w:pPr>
      <w:r w:rsidRPr="00D512A7">
        <w:t>4. Revise the requirements</w:t>
      </w:r>
    </w:p>
    <w:p w14:paraId="066EC136" w14:textId="77777777" w:rsidR="009E3C1A" w:rsidRDefault="009E3C1A" w:rsidP="009E3C1A">
      <w:r>
        <w:t xml:space="preserve">After the meeting, the author revises the requirements based on list of defects generated during the inspection meeting. </w:t>
      </w:r>
    </w:p>
    <w:p w14:paraId="066EC137" w14:textId="77777777" w:rsidR="009E3C1A" w:rsidRPr="009E3C1A" w:rsidRDefault="009E3C1A" w:rsidP="008C6607">
      <w:pPr>
        <w:pStyle w:val="Heading4"/>
      </w:pPr>
      <w:r w:rsidRPr="009E3C1A">
        <w:t>Requirements Inspection Checklist</w:t>
      </w:r>
    </w:p>
    <w:p w14:paraId="066EC138" w14:textId="77777777" w:rsidR="009E3C1A" w:rsidRPr="00D512A7" w:rsidRDefault="009E3C1A" w:rsidP="009E3C1A">
      <w:pPr>
        <w:spacing w:after="0"/>
      </w:pPr>
      <w:r>
        <w:t>This is the inspection checklist from the Fagan inspection [Fagan 1976]:</w:t>
      </w:r>
    </w:p>
    <w:p w14:paraId="066EC139" w14:textId="77777777" w:rsidR="009E3C1A" w:rsidRPr="009E3C1A" w:rsidRDefault="009E3C1A" w:rsidP="004A2395">
      <w:pPr>
        <w:pStyle w:val="ListNumber"/>
      </w:pPr>
      <w:r w:rsidRPr="009E3C1A">
        <w:t>Are the requirements written correctly and concisely?</w:t>
      </w:r>
    </w:p>
    <w:p w14:paraId="066EC13A" w14:textId="77777777" w:rsidR="009E3C1A" w:rsidRPr="009E3C1A" w:rsidRDefault="009E3C1A" w:rsidP="004A2395">
      <w:pPr>
        <w:pStyle w:val="ListNumber"/>
      </w:pPr>
      <w:r w:rsidRPr="009E3C1A">
        <w:t>Are all the requirements written at a consistent and appropriate level of detail?</w:t>
      </w:r>
    </w:p>
    <w:p w14:paraId="066EC13B" w14:textId="77777777" w:rsidR="009E3C1A" w:rsidRPr="009E3C1A" w:rsidRDefault="009E3C1A" w:rsidP="004A2395">
      <w:pPr>
        <w:pStyle w:val="ListNumber"/>
      </w:pPr>
      <w:r w:rsidRPr="009E3C1A">
        <w:t>Do the requirements address the concern of the client?</w:t>
      </w:r>
    </w:p>
    <w:p w14:paraId="066EC13C" w14:textId="77777777" w:rsidR="009E3C1A" w:rsidRPr="009E3C1A" w:rsidRDefault="009E3C1A" w:rsidP="004A2395">
      <w:pPr>
        <w:pStyle w:val="ListNumber"/>
      </w:pPr>
      <w:r w:rsidRPr="009E3C1A">
        <w:t>Is any necessary information missing?</w:t>
      </w:r>
    </w:p>
    <w:p w14:paraId="066EC13D" w14:textId="77777777" w:rsidR="009E3C1A" w:rsidRPr="009E3C1A" w:rsidRDefault="009E3C1A" w:rsidP="004A2395">
      <w:pPr>
        <w:pStyle w:val="ListNumber"/>
      </w:pPr>
      <w:r w:rsidRPr="009E3C1A">
        <w:t>Does any requirement duplicate or conflict with any other requirements?</w:t>
      </w:r>
    </w:p>
    <w:p w14:paraId="066EC13E" w14:textId="5F16D2E1" w:rsidR="009E3C1A" w:rsidRPr="009E3C1A" w:rsidRDefault="006D6D4D" w:rsidP="004A2395">
      <w:pPr>
        <w:pStyle w:val="ListNumber"/>
      </w:pPr>
      <w:r>
        <w:rPr>
          <w:noProof/>
        </w:rPr>
        <w:lastRenderedPageBreak/>
        <mc:AlternateContent>
          <mc:Choice Requires="wps">
            <w:drawing>
              <wp:anchor distT="0" distB="0" distL="114300" distR="114300" simplePos="0" relativeHeight="251674624" behindDoc="0" locked="0" layoutInCell="1" allowOverlap="1" wp14:anchorId="066EC1EF" wp14:editId="549E7C63">
                <wp:simplePos x="0" y="0"/>
                <wp:positionH relativeFrom="column">
                  <wp:posOffset>-13335</wp:posOffset>
                </wp:positionH>
                <wp:positionV relativeFrom="paragraph">
                  <wp:posOffset>461010</wp:posOffset>
                </wp:positionV>
                <wp:extent cx="5271135" cy="1386840"/>
                <wp:effectExtent l="5715" t="13335" r="9525" b="952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1135" cy="1386840"/>
                        </a:xfrm>
                        <a:prstGeom prst="rect">
                          <a:avLst/>
                        </a:prstGeom>
                        <a:solidFill>
                          <a:schemeClr val="bg1">
                            <a:lumMod val="95000"/>
                            <a:lumOff val="0"/>
                          </a:schemeClr>
                        </a:solidFill>
                        <a:ln w="9525">
                          <a:solidFill>
                            <a:srgbClr val="000000"/>
                          </a:solidFill>
                          <a:miter lim="800000"/>
                          <a:headEnd/>
                          <a:tailEnd/>
                        </a:ln>
                      </wps:spPr>
                      <wps:txbx>
                        <w:txbxContent>
                          <w:p w14:paraId="066EC297" w14:textId="77777777" w:rsidR="00F723A1" w:rsidRPr="009E3C1A" w:rsidRDefault="00F723A1" w:rsidP="009E3C1A">
                            <w:pPr>
                              <w:rPr>
                                <w:b/>
                              </w:rPr>
                            </w:pPr>
                            <w:r w:rsidRPr="009E3C1A">
                              <w:rPr>
                                <w:b/>
                              </w:rPr>
                              <w:t>Task</w:t>
                            </w:r>
                          </w:p>
                          <w:p w14:paraId="066EC298" w14:textId="77777777" w:rsidR="00F723A1" w:rsidRDefault="00F723A1" w:rsidP="009E3C1A">
                            <w:r w:rsidRPr="009E3C1A">
                              <w:t>Use the given checklist to review the requirements with the RE team. It is important to document the review comments. The RE team will do that. You may want to write them down too for your reference.</w:t>
                            </w:r>
                          </w:p>
                          <w:p w14:paraId="066EC299" w14:textId="77777777" w:rsidR="006B32D7" w:rsidRPr="00FB78C2" w:rsidRDefault="006B32D7" w:rsidP="006B32D7">
                            <w:r w:rsidRPr="00FB78C2">
                              <w:t>Time: 20 minutes</w:t>
                            </w:r>
                          </w:p>
                          <w:p w14:paraId="066EC29A" w14:textId="77777777" w:rsidR="006B32D7" w:rsidRPr="009E3C1A" w:rsidRDefault="006B32D7" w:rsidP="009E3C1A"/>
                          <w:p w14:paraId="066EC29B" w14:textId="77777777" w:rsidR="00F723A1" w:rsidRDefault="00F7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2" type="#_x0000_t202" style="position:absolute;left:0;text-align:left;margin-left:-1.05pt;margin-top:36.3pt;width:415.05pt;height:109.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" fillcolor="#f2f2f2 [3052]">
                <v:textbox>
                  <w:txbxContent>
                    <w:p w14:paraId="066EC297" w14:textId="77777777" w:rsidR="00F723A1" w:rsidRPr="009E3C1A" w:rsidRDefault="00F723A1" w:rsidP="009E3C1A">
                      <w:pPr>
                        <w:rPr>
                          <w:b/>
                        </w:rPr>
                      </w:pPr>
                      <w:r w:rsidRPr="009E3C1A">
                        <w:rPr>
                          <w:b/>
                        </w:rPr>
                        <w:t>Task</w:t>
                      </w:r>
                    </w:p>
                    <w:p w14:paraId="066EC298" w14:textId="77777777" w:rsidR="00F723A1" w:rsidRDefault="00F723A1" w:rsidP="009E3C1A">
                      <w:r w:rsidRPr="009E3C1A">
                        <w:t>Use the given checklist to review the requirements with the RE team. It is important to document the review comments. The RE team will do that. You may want to write them down too for your reference.</w:t>
                      </w:r>
                    </w:p>
                    <w:p w14:paraId="066EC299" w14:textId="77777777" w:rsidR="006B32D7" w:rsidRPr="00FB78C2" w:rsidRDefault="006B32D7" w:rsidP="006B32D7">
                      <w:r w:rsidRPr="00FB78C2">
                        <w:t>Time: 20 minutes</w:t>
                      </w:r>
                    </w:p>
                    <w:p w14:paraId="066EC29A" w14:textId="77777777" w:rsidR="006B32D7" w:rsidRPr="009E3C1A" w:rsidRDefault="006B32D7" w:rsidP="009E3C1A"/>
                    <w:p w14:paraId="066EC29B" w14:textId="77777777" w:rsidR="00F723A1" w:rsidRDefault="00F723A1"/>
                  </w:txbxContent>
                </v:textbox>
              </v:shape>
            </w:pict>
          </mc:Fallback>
        </mc:AlternateContent>
      </w:r>
      <w:r w:rsidR="009E3C1A" w:rsidRPr="009E3C1A">
        <w:t>Are all the requirements really requirements and not implementation details? (Remember that requirements concern what, not how.)</w:t>
      </w:r>
    </w:p>
    <w:p w14:paraId="066EC13F" w14:textId="77777777" w:rsidR="009E3C1A" w:rsidRPr="009E3C1A" w:rsidRDefault="009E3C1A" w:rsidP="009E3C1A"/>
    <w:p w14:paraId="066EC140" w14:textId="77777777" w:rsidR="009E3C1A" w:rsidRPr="009E3C1A" w:rsidRDefault="009E3C1A" w:rsidP="009E3C1A"/>
    <w:p w14:paraId="066EC141" w14:textId="77777777" w:rsidR="009E3C1A" w:rsidRPr="009E3C1A" w:rsidRDefault="009E3C1A" w:rsidP="009E3C1A"/>
    <w:p w14:paraId="066EC142" w14:textId="77777777" w:rsidR="009E3C1A" w:rsidRPr="009E3C1A" w:rsidRDefault="009E3C1A" w:rsidP="009E3C1A"/>
    <w:p w14:paraId="066EC143" w14:textId="77777777" w:rsidR="009E3C1A" w:rsidRPr="009E3C1A" w:rsidRDefault="009E3C1A" w:rsidP="009E3C1A"/>
    <w:p w14:paraId="066EC144" w14:textId="77777777" w:rsidR="009E3C1A" w:rsidRPr="009E3C1A" w:rsidRDefault="009E3C1A" w:rsidP="004A2395">
      <w:pPr>
        <w:pStyle w:val="Heading3"/>
      </w:pPr>
      <w:r w:rsidRPr="009E3C1A">
        <w:t>Review Log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6"/>
        <w:gridCol w:w="2156"/>
        <w:gridCol w:w="2123"/>
        <w:gridCol w:w="2141"/>
      </w:tblGrid>
      <w:tr w:rsidR="009E3C1A" w:rsidRPr="00202819" w14:paraId="066EC149" w14:textId="77777777" w:rsidTr="009E3C1A">
        <w:trPr>
          <w:trHeight w:val="584"/>
        </w:trPr>
        <w:tc>
          <w:tcPr>
            <w:tcW w:w="2076" w:type="dxa"/>
            <w:vAlign w:val="center"/>
          </w:tcPr>
          <w:p w14:paraId="066EC145" w14:textId="77777777" w:rsidR="009E3C1A" w:rsidRPr="00202819" w:rsidRDefault="009E3C1A" w:rsidP="00F723A1">
            <w:pPr>
              <w:spacing w:after="0"/>
              <w:jc w:val="center"/>
              <w:rPr>
                <w:b/>
              </w:rPr>
            </w:pPr>
            <w:r w:rsidRPr="00202819">
              <w:rPr>
                <w:b/>
              </w:rPr>
              <w:t>S. No.</w:t>
            </w:r>
          </w:p>
        </w:tc>
        <w:tc>
          <w:tcPr>
            <w:tcW w:w="2156" w:type="dxa"/>
            <w:vAlign w:val="center"/>
          </w:tcPr>
          <w:p w14:paraId="066EC146" w14:textId="77777777" w:rsidR="009E3C1A" w:rsidRPr="00202819" w:rsidRDefault="009E3C1A" w:rsidP="00F723A1">
            <w:pPr>
              <w:spacing w:after="0"/>
              <w:jc w:val="center"/>
              <w:rPr>
                <w:b/>
              </w:rPr>
            </w:pPr>
            <w:r w:rsidRPr="00202819">
              <w:rPr>
                <w:b/>
              </w:rPr>
              <w:t xml:space="preserve">Description of </w:t>
            </w:r>
            <w:r>
              <w:rPr>
                <w:b/>
              </w:rPr>
              <w:t>D</w:t>
            </w:r>
            <w:r w:rsidRPr="00202819">
              <w:rPr>
                <w:b/>
              </w:rPr>
              <w:t>efect</w:t>
            </w:r>
          </w:p>
        </w:tc>
        <w:tc>
          <w:tcPr>
            <w:tcW w:w="2123" w:type="dxa"/>
            <w:vAlign w:val="center"/>
          </w:tcPr>
          <w:p w14:paraId="066EC147" w14:textId="77777777" w:rsidR="009E3C1A" w:rsidRPr="00202819" w:rsidRDefault="009E3C1A" w:rsidP="00F723A1">
            <w:pPr>
              <w:spacing w:after="0"/>
              <w:jc w:val="center"/>
              <w:rPr>
                <w:b/>
              </w:rPr>
            </w:pPr>
            <w:r w:rsidRPr="00202819">
              <w:rPr>
                <w:b/>
              </w:rPr>
              <w:t>Severity</w:t>
            </w:r>
          </w:p>
        </w:tc>
        <w:tc>
          <w:tcPr>
            <w:tcW w:w="2141" w:type="dxa"/>
            <w:vAlign w:val="center"/>
          </w:tcPr>
          <w:p w14:paraId="066EC148" w14:textId="77777777" w:rsidR="009E3C1A" w:rsidRPr="00202819" w:rsidRDefault="009E3C1A" w:rsidP="00F723A1">
            <w:pPr>
              <w:spacing w:after="0"/>
              <w:jc w:val="center"/>
              <w:rPr>
                <w:b/>
              </w:rPr>
            </w:pPr>
            <w:r w:rsidRPr="00202819">
              <w:rPr>
                <w:b/>
              </w:rPr>
              <w:t xml:space="preserve">Suggested </w:t>
            </w:r>
            <w:r>
              <w:rPr>
                <w:b/>
              </w:rPr>
              <w:t>C</w:t>
            </w:r>
            <w:r w:rsidRPr="00202819">
              <w:rPr>
                <w:b/>
              </w:rPr>
              <w:t>hanges</w:t>
            </w:r>
          </w:p>
        </w:tc>
      </w:tr>
      <w:tr w:rsidR="009E3C1A" w:rsidRPr="00202819" w14:paraId="066EC14E" w14:textId="77777777" w:rsidTr="009E3C1A">
        <w:trPr>
          <w:trHeight w:val="513"/>
        </w:trPr>
        <w:tc>
          <w:tcPr>
            <w:tcW w:w="2076" w:type="dxa"/>
          </w:tcPr>
          <w:p w14:paraId="066EC14A" w14:textId="77777777" w:rsidR="009E3C1A" w:rsidRPr="00202819" w:rsidRDefault="009E3C1A" w:rsidP="00F723A1">
            <w:pPr>
              <w:spacing w:after="0"/>
            </w:pPr>
          </w:p>
        </w:tc>
        <w:tc>
          <w:tcPr>
            <w:tcW w:w="2156" w:type="dxa"/>
          </w:tcPr>
          <w:p w14:paraId="066EC14B" w14:textId="77777777" w:rsidR="009E3C1A" w:rsidRPr="00202819" w:rsidRDefault="009E3C1A" w:rsidP="00F723A1">
            <w:pPr>
              <w:spacing w:after="0"/>
            </w:pPr>
          </w:p>
        </w:tc>
        <w:tc>
          <w:tcPr>
            <w:tcW w:w="2123" w:type="dxa"/>
          </w:tcPr>
          <w:p w14:paraId="066EC14C" w14:textId="77777777" w:rsidR="009E3C1A" w:rsidRPr="00202819" w:rsidRDefault="009E3C1A" w:rsidP="00F723A1">
            <w:pPr>
              <w:spacing w:after="0"/>
            </w:pPr>
          </w:p>
        </w:tc>
        <w:tc>
          <w:tcPr>
            <w:tcW w:w="2141" w:type="dxa"/>
          </w:tcPr>
          <w:p w14:paraId="066EC14D" w14:textId="77777777" w:rsidR="009E3C1A" w:rsidRPr="00202819" w:rsidRDefault="009E3C1A" w:rsidP="00F723A1">
            <w:pPr>
              <w:spacing w:after="0"/>
            </w:pPr>
          </w:p>
        </w:tc>
      </w:tr>
      <w:tr w:rsidR="009E3C1A" w:rsidRPr="00202819" w14:paraId="066EC153" w14:textId="77777777" w:rsidTr="009E3C1A">
        <w:trPr>
          <w:trHeight w:val="513"/>
        </w:trPr>
        <w:tc>
          <w:tcPr>
            <w:tcW w:w="2076" w:type="dxa"/>
          </w:tcPr>
          <w:p w14:paraId="066EC14F" w14:textId="77777777" w:rsidR="009E3C1A" w:rsidRPr="00202819" w:rsidRDefault="009E3C1A" w:rsidP="00F723A1">
            <w:pPr>
              <w:spacing w:after="0"/>
            </w:pPr>
          </w:p>
        </w:tc>
        <w:tc>
          <w:tcPr>
            <w:tcW w:w="2156" w:type="dxa"/>
          </w:tcPr>
          <w:p w14:paraId="066EC150" w14:textId="77777777" w:rsidR="009E3C1A" w:rsidRPr="00202819" w:rsidRDefault="009E3C1A" w:rsidP="00F723A1">
            <w:pPr>
              <w:spacing w:after="0"/>
            </w:pPr>
          </w:p>
        </w:tc>
        <w:tc>
          <w:tcPr>
            <w:tcW w:w="2123" w:type="dxa"/>
          </w:tcPr>
          <w:p w14:paraId="066EC151" w14:textId="77777777" w:rsidR="009E3C1A" w:rsidRPr="00202819" w:rsidRDefault="009E3C1A" w:rsidP="00F723A1">
            <w:pPr>
              <w:spacing w:after="0"/>
            </w:pPr>
          </w:p>
        </w:tc>
        <w:tc>
          <w:tcPr>
            <w:tcW w:w="2141" w:type="dxa"/>
          </w:tcPr>
          <w:p w14:paraId="066EC152" w14:textId="77777777" w:rsidR="009E3C1A" w:rsidRPr="00202819" w:rsidRDefault="009E3C1A" w:rsidP="00F723A1">
            <w:pPr>
              <w:spacing w:after="0"/>
            </w:pPr>
          </w:p>
        </w:tc>
      </w:tr>
      <w:tr w:rsidR="009E3C1A" w:rsidRPr="00202819" w14:paraId="066EC158" w14:textId="77777777" w:rsidTr="009E3C1A">
        <w:trPr>
          <w:trHeight w:val="513"/>
        </w:trPr>
        <w:tc>
          <w:tcPr>
            <w:tcW w:w="2076" w:type="dxa"/>
          </w:tcPr>
          <w:p w14:paraId="066EC154" w14:textId="77777777" w:rsidR="009E3C1A" w:rsidRPr="00202819" w:rsidRDefault="009E3C1A" w:rsidP="00F723A1">
            <w:pPr>
              <w:spacing w:after="0"/>
            </w:pPr>
          </w:p>
        </w:tc>
        <w:tc>
          <w:tcPr>
            <w:tcW w:w="2156" w:type="dxa"/>
          </w:tcPr>
          <w:p w14:paraId="066EC155" w14:textId="77777777" w:rsidR="009E3C1A" w:rsidRPr="00202819" w:rsidRDefault="009E3C1A" w:rsidP="00F723A1">
            <w:pPr>
              <w:spacing w:after="0"/>
            </w:pPr>
          </w:p>
        </w:tc>
        <w:tc>
          <w:tcPr>
            <w:tcW w:w="2123" w:type="dxa"/>
          </w:tcPr>
          <w:p w14:paraId="066EC156" w14:textId="77777777" w:rsidR="009E3C1A" w:rsidRPr="00202819" w:rsidRDefault="009E3C1A" w:rsidP="00F723A1">
            <w:pPr>
              <w:spacing w:after="0"/>
            </w:pPr>
          </w:p>
        </w:tc>
        <w:tc>
          <w:tcPr>
            <w:tcW w:w="2141" w:type="dxa"/>
          </w:tcPr>
          <w:p w14:paraId="066EC157" w14:textId="77777777" w:rsidR="009E3C1A" w:rsidRPr="00202819" w:rsidRDefault="009E3C1A" w:rsidP="00F723A1">
            <w:pPr>
              <w:spacing w:after="0"/>
            </w:pPr>
          </w:p>
        </w:tc>
      </w:tr>
    </w:tbl>
    <w:p w14:paraId="066EC159" w14:textId="77777777" w:rsidR="004B322D" w:rsidRDefault="004B322D" w:rsidP="00A4345B">
      <w:pPr>
        <w:pStyle w:val="Heading1"/>
      </w:pPr>
    </w:p>
    <w:p w14:paraId="066EC15A" w14:textId="77777777" w:rsidR="004B322D" w:rsidRDefault="004B322D" w:rsidP="00A4345B">
      <w:pPr>
        <w:pStyle w:val="Heading1"/>
      </w:pPr>
    </w:p>
    <w:p w14:paraId="066EC15B" w14:textId="77777777" w:rsidR="004B322D" w:rsidRDefault="004B322D" w:rsidP="00A4345B">
      <w:pPr>
        <w:pStyle w:val="Heading1"/>
      </w:pPr>
    </w:p>
    <w:p w14:paraId="066EC15C" w14:textId="77777777" w:rsidR="0004690E" w:rsidRDefault="0004690E">
      <w:pPr>
        <w:suppressAutoHyphens w:val="0"/>
        <w:spacing w:before="0" w:after="0" w:line="240" w:lineRule="auto"/>
        <w:rPr>
          <w:rFonts w:ascii="Arial" w:hAnsi="Arial" w:cs="Arial"/>
          <w:b/>
          <w:sz w:val="32"/>
          <w:szCs w:val="32"/>
        </w:rPr>
      </w:pPr>
      <w:r>
        <w:br w:type="page"/>
      </w:r>
    </w:p>
    <w:p w14:paraId="066EC15D" w14:textId="77777777" w:rsidR="009E3C1A" w:rsidRDefault="009E3C1A" w:rsidP="00A4345B">
      <w:pPr>
        <w:pStyle w:val="Heading1"/>
      </w:pPr>
      <w:bookmarkStart w:id="19" w:name="_Toc265497475"/>
      <w:r>
        <w:lastRenderedPageBreak/>
        <w:t>Supplemental Material</w:t>
      </w:r>
      <w:bookmarkEnd w:id="19"/>
    </w:p>
    <w:p w14:paraId="066EC15E" w14:textId="77777777" w:rsidR="009E3C1A" w:rsidRDefault="009E3C1A" w:rsidP="008C6607">
      <w:pPr>
        <w:pStyle w:val="Heading2"/>
      </w:pPr>
      <w:bookmarkStart w:id="20" w:name="_Toc265497476"/>
      <w:r>
        <w:t xml:space="preserve">Conducting </w:t>
      </w:r>
      <w:bookmarkStart w:id="21" w:name="Brainstorming"/>
      <w:r>
        <w:t>Brainstorming</w:t>
      </w:r>
      <w:bookmarkEnd w:id="20"/>
      <w:r>
        <w:t xml:space="preserve"> </w:t>
      </w:r>
      <w:bookmarkEnd w:id="21"/>
    </w:p>
    <w:p w14:paraId="066EC15F" w14:textId="77777777" w:rsidR="009E3C1A" w:rsidRDefault="009E3C1A" w:rsidP="009E3C1A">
      <w:pPr>
        <w:jc w:val="both"/>
      </w:pPr>
      <w:r w:rsidRPr="000A2AF0">
        <w:t xml:space="preserve">Brainstorming is a </w:t>
      </w:r>
      <w:r>
        <w:t xml:space="preserve">technique that can be used to generate a large number of ideas to arrive at a solution for a problem. It was popularized by Alex Osborn in his book </w:t>
      </w:r>
      <w:r w:rsidRPr="00E127F7">
        <w:rPr>
          <w:i/>
        </w:rPr>
        <w:t>Applied Imagination</w:t>
      </w:r>
      <w:r>
        <w:t xml:space="preserve"> [</w:t>
      </w:r>
      <w:r>
        <w:rPr>
          <w:noProof/>
        </w:rPr>
        <w:t>Osborn 1979]</w:t>
      </w:r>
      <w:r>
        <w:t>. The main idea is to quickly generate as many ideas as possible and then select the best few from them.</w:t>
      </w:r>
    </w:p>
    <w:p w14:paraId="066EC160" w14:textId="77777777" w:rsidR="009E3C1A" w:rsidRPr="00756018" w:rsidRDefault="009E3C1A" w:rsidP="004A2395">
      <w:pPr>
        <w:pStyle w:val="Numberlist"/>
      </w:pPr>
      <w:r>
        <w:t>1. Assign roles</w:t>
      </w:r>
    </w:p>
    <w:p w14:paraId="066EC161" w14:textId="77777777" w:rsidR="009E3C1A" w:rsidRPr="001B04C4" w:rsidRDefault="009E3C1A" w:rsidP="009E3C1A">
      <w:pPr>
        <w:spacing w:after="120"/>
      </w:pPr>
      <w:r>
        <w:t>Before conducting the brainstorming meeting, the team needs to agree on the roles that each participant will play. There are two administrative roles; the rest of the team will be participants who help to generate ideas.</w:t>
      </w:r>
    </w:p>
    <w:p w14:paraId="066EC162" w14:textId="77777777" w:rsidR="009E3C1A" w:rsidRDefault="009E3C1A" w:rsidP="009E3C1A">
      <w:pPr>
        <w:spacing w:after="120"/>
      </w:pPr>
      <w:r w:rsidRPr="00756018">
        <w:rPr>
          <w:b/>
          <w:bCs/>
        </w:rPr>
        <w:t>Facilitator</w:t>
      </w:r>
      <w:r w:rsidR="004A2395">
        <w:rPr>
          <w:b/>
          <w:bCs/>
        </w:rPr>
        <w:t>—</w:t>
      </w:r>
      <w:r>
        <w:t>Leads the session and enforces the brainstorming ground rules</w:t>
      </w:r>
    </w:p>
    <w:p w14:paraId="066EC163" w14:textId="77777777" w:rsidR="009E3C1A" w:rsidRDefault="009E3C1A" w:rsidP="009E3C1A">
      <w:pPr>
        <w:spacing w:after="120"/>
      </w:pPr>
      <w:r>
        <w:rPr>
          <w:b/>
          <w:bCs/>
        </w:rPr>
        <w:t>Idea Collecto</w:t>
      </w:r>
      <w:r w:rsidR="004A2395">
        <w:rPr>
          <w:b/>
          <w:bCs/>
        </w:rPr>
        <w:t>r</w:t>
      </w:r>
      <w:r w:rsidR="00CD0AA0">
        <w:rPr>
          <w:b/>
          <w:bCs/>
        </w:rPr>
        <w:t>—</w:t>
      </w:r>
      <w:r>
        <w:t>Writes summaries of ideas</w:t>
      </w:r>
      <w:r w:rsidRPr="001845D8">
        <w:t xml:space="preserve"> on a white board</w:t>
      </w:r>
      <w:r>
        <w:t xml:space="preserve"> during the brainstorming session</w:t>
      </w:r>
    </w:p>
    <w:p w14:paraId="066EC164" w14:textId="77777777" w:rsidR="009E3C1A" w:rsidRPr="00C55F02" w:rsidRDefault="009E3C1A" w:rsidP="009E3C1A">
      <w:r w:rsidRPr="00C55F02">
        <w:rPr>
          <w:b/>
          <w:bCs/>
        </w:rPr>
        <w:t>Participants</w:t>
      </w:r>
      <w:r w:rsidR="00CD0AA0">
        <w:t>—</w:t>
      </w:r>
      <w:r>
        <w:t>Generate ideas</w:t>
      </w:r>
    </w:p>
    <w:p w14:paraId="066EC165" w14:textId="77777777" w:rsidR="004B322D" w:rsidRPr="00CD0AA0" w:rsidRDefault="00CD0AA0" w:rsidP="00CD0AA0">
      <w:pPr>
        <w:pStyle w:val="Numberlist"/>
      </w:pPr>
      <w:r>
        <w:t xml:space="preserve">2. </w:t>
      </w:r>
      <w:r w:rsidR="004B322D" w:rsidRPr="00CD0AA0">
        <w:t>Prepare for the meeting</w:t>
      </w:r>
    </w:p>
    <w:p w14:paraId="066EC166" w14:textId="77777777" w:rsidR="004B322D" w:rsidRPr="004B322D" w:rsidRDefault="004B322D" w:rsidP="00CD0AA0">
      <w:pPr>
        <w:pStyle w:val="ListNumber"/>
        <w:numPr>
          <w:ilvl w:val="1"/>
          <w:numId w:val="24"/>
        </w:numPr>
      </w:pPr>
      <w:r w:rsidRPr="004B322D">
        <w:t>Set the problem. In this case, the problem is the terms that would be useful in the security requirements elicitation specific to the project.</w:t>
      </w:r>
    </w:p>
    <w:p w14:paraId="066EC167" w14:textId="77777777" w:rsidR="004B322D" w:rsidRPr="004B322D" w:rsidRDefault="004B322D" w:rsidP="00CD0AA0">
      <w:pPr>
        <w:pStyle w:val="ListNumber"/>
        <w:numPr>
          <w:ilvl w:val="1"/>
          <w:numId w:val="24"/>
        </w:numPr>
      </w:pPr>
      <w:r w:rsidRPr="004B322D">
        <w:t>Provide problem background. Provide information about the brainstorming se</w:t>
      </w:r>
      <w:r w:rsidRPr="004B322D">
        <w:t>s</w:t>
      </w:r>
      <w:r w:rsidRPr="004B322D">
        <w:t xml:space="preserve">sion and the problem to the participants before the meeting. </w:t>
      </w:r>
    </w:p>
    <w:p w14:paraId="066EC168" w14:textId="77777777" w:rsidR="004B322D" w:rsidRPr="004B322D" w:rsidRDefault="004B322D" w:rsidP="00CD0AA0">
      <w:pPr>
        <w:pStyle w:val="ListNumber"/>
        <w:numPr>
          <w:ilvl w:val="1"/>
          <w:numId w:val="24"/>
        </w:numPr>
      </w:pPr>
      <w:r w:rsidRPr="004B322D">
        <w:t>Prepare leading questions. If the idea generating starts to slow down in the brai</w:t>
      </w:r>
      <w:r w:rsidRPr="004B322D">
        <w:t>n</w:t>
      </w:r>
      <w:r w:rsidRPr="004B322D">
        <w:t>storming session, the facilitator should stimulate the group by asking leading questions, such as to break the problem down or look at it from a different pe</w:t>
      </w:r>
      <w:r w:rsidRPr="004B322D">
        <w:t>r</w:t>
      </w:r>
      <w:r w:rsidRPr="004B322D">
        <w:t>spective. These questions should be prepared before the session.</w:t>
      </w:r>
    </w:p>
    <w:p w14:paraId="066EC169" w14:textId="77777777" w:rsidR="004B322D" w:rsidRDefault="004B322D" w:rsidP="00CD0AA0">
      <w:pPr>
        <w:pStyle w:val="Numberlist"/>
      </w:pPr>
      <w:r>
        <w:t xml:space="preserve">3. </w:t>
      </w:r>
      <w:r w:rsidRPr="00972306">
        <w:t xml:space="preserve">Conduct </w:t>
      </w:r>
      <w:r>
        <w:t>the b</w:t>
      </w:r>
      <w:r w:rsidRPr="00972306">
        <w:t xml:space="preserve">rainstorming </w:t>
      </w:r>
      <w:r>
        <w:t>s</w:t>
      </w:r>
      <w:r w:rsidRPr="00972306">
        <w:t>ession</w:t>
      </w:r>
      <w:bookmarkStart w:id="22" w:name="Create_a_background_memo"/>
      <w:bookmarkStart w:id="23" w:name="Select_participants"/>
      <w:bookmarkStart w:id="24" w:name="Create_a_list_of_lead_questions"/>
      <w:bookmarkStart w:id="25" w:name="Session_conduct"/>
      <w:bookmarkEnd w:id="22"/>
      <w:bookmarkEnd w:id="23"/>
      <w:bookmarkEnd w:id="24"/>
      <w:bookmarkEnd w:id="25"/>
    </w:p>
    <w:p w14:paraId="066EC16A" w14:textId="77777777" w:rsidR="004B322D" w:rsidRPr="004B322D" w:rsidRDefault="004B322D" w:rsidP="00CD0AA0">
      <w:pPr>
        <w:pStyle w:val="ListNumber"/>
        <w:numPr>
          <w:ilvl w:val="0"/>
          <w:numId w:val="26"/>
        </w:numPr>
      </w:pPr>
      <w:r w:rsidRPr="004B322D">
        <w:t xml:space="preserve">Before starting the meeting, the facilitator briefly reminds the participants about the ground rules. </w:t>
      </w:r>
    </w:p>
    <w:p w14:paraId="066EC16B" w14:textId="77777777" w:rsidR="004B322D" w:rsidRPr="004B322D" w:rsidRDefault="004B322D" w:rsidP="00CD0AA0">
      <w:pPr>
        <w:pStyle w:val="ListNumber"/>
        <w:numPr>
          <w:ilvl w:val="0"/>
          <w:numId w:val="26"/>
        </w:numPr>
      </w:pPr>
      <w:r w:rsidRPr="004B322D">
        <w:t>The facilitator presents the objective of the meeting (“to generate a list of defin</w:t>
      </w:r>
      <w:r w:rsidRPr="004B322D">
        <w:t>i</w:t>
      </w:r>
      <w:r w:rsidRPr="004B322D">
        <w:t>tions”) and then answers any questions the team might have about the problem.</w:t>
      </w:r>
    </w:p>
    <w:p w14:paraId="066EC16C" w14:textId="77777777" w:rsidR="004B322D" w:rsidRPr="004B322D" w:rsidRDefault="004B322D" w:rsidP="00CD0AA0">
      <w:pPr>
        <w:pStyle w:val="ListNumber"/>
        <w:numPr>
          <w:ilvl w:val="0"/>
          <w:numId w:val="27"/>
        </w:numPr>
        <w:spacing w:after="0"/>
        <w:contextualSpacing w:val="0"/>
      </w:pPr>
      <w:r w:rsidRPr="004B322D">
        <w:t>When all questions about the objective are answered, the facilitator proceeds to ask the participants to give the words that they are concerned with.</w:t>
      </w:r>
    </w:p>
    <w:p w14:paraId="066EC16D" w14:textId="77777777" w:rsidR="004B322D" w:rsidRPr="004B322D" w:rsidRDefault="004B322D" w:rsidP="00CD0AA0">
      <w:pPr>
        <w:pStyle w:val="ListNumber2"/>
        <w:numPr>
          <w:ilvl w:val="0"/>
          <w:numId w:val="23"/>
        </w:numPr>
        <w:rPr>
          <w:rFonts w:ascii="Times New Roman" w:hAnsi="Times New Roman"/>
          <w:sz w:val="21"/>
          <w:szCs w:val="21"/>
        </w:rPr>
      </w:pPr>
      <w:r w:rsidRPr="004B322D">
        <w:rPr>
          <w:rFonts w:ascii="Times New Roman" w:hAnsi="Times New Roman"/>
          <w:sz w:val="21"/>
          <w:szCs w:val="21"/>
        </w:rPr>
        <w:t>If the group is stuck, ask a prepared leading question.</w:t>
      </w:r>
    </w:p>
    <w:p w14:paraId="066EC16E" w14:textId="77777777" w:rsidR="004B322D" w:rsidRPr="004B322D" w:rsidRDefault="004B322D" w:rsidP="00CD0AA0">
      <w:pPr>
        <w:pStyle w:val="ListNumber2"/>
        <w:numPr>
          <w:ilvl w:val="0"/>
          <w:numId w:val="23"/>
        </w:numPr>
        <w:spacing w:after="0"/>
        <w:rPr>
          <w:rFonts w:ascii="Times New Roman" w:hAnsi="Times New Roman"/>
          <w:sz w:val="21"/>
          <w:szCs w:val="21"/>
        </w:rPr>
      </w:pPr>
      <w:r w:rsidRPr="004B322D">
        <w:rPr>
          <w:rFonts w:ascii="Times New Roman" w:hAnsi="Times New Roman"/>
          <w:sz w:val="21"/>
          <w:szCs w:val="21"/>
        </w:rPr>
        <w:t>The idea collector records ideas proposed by the participants.</w:t>
      </w:r>
    </w:p>
    <w:p w14:paraId="066EC16F" w14:textId="77777777" w:rsidR="004B322D" w:rsidRPr="004B322D" w:rsidRDefault="004B322D" w:rsidP="00CD0AA0">
      <w:pPr>
        <w:pStyle w:val="ListNumber"/>
        <w:numPr>
          <w:ilvl w:val="0"/>
          <w:numId w:val="26"/>
        </w:numPr>
      </w:pPr>
      <w:r w:rsidRPr="004B322D">
        <w:t>When the time is up, the facilitator organizes the words into groups.</w:t>
      </w:r>
    </w:p>
    <w:p w14:paraId="066EC170" w14:textId="77777777" w:rsidR="004B322D" w:rsidRPr="004B322D" w:rsidRDefault="004B322D" w:rsidP="00CD0AA0">
      <w:pPr>
        <w:pStyle w:val="ListNumber"/>
        <w:numPr>
          <w:ilvl w:val="0"/>
          <w:numId w:val="26"/>
        </w:numPr>
      </w:pPr>
      <w:r w:rsidRPr="004B322D">
        <w:t>The facilitator then removes duplicate or synonymous words from the list.</w:t>
      </w:r>
    </w:p>
    <w:p w14:paraId="066EC171" w14:textId="77777777" w:rsidR="004B322D" w:rsidRDefault="004B322D" w:rsidP="004B322D">
      <w:pPr>
        <w:spacing w:after="0"/>
      </w:pPr>
      <w:r w:rsidRPr="00652A7F">
        <w:t>http://en.wikipedia.org/wiki/Brainstorming</w:t>
      </w:r>
    </w:p>
    <w:p w14:paraId="066EC172" w14:textId="77777777" w:rsidR="004B322D" w:rsidRDefault="004B322D" w:rsidP="004B322D">
      <w:r w:rsidRPr="000A2AF0">
        <w:t>http://www.brainstorming.co.uk/tutorials/historyofbrainstorming.html</w:t>
      </w:r>
    </w:p>
    <w:p w14:paraId="066EC173" w14:textId="77777777" w:rsidR="009E3C1A" w:rsidRDefault="009E3C1A" w:rsidP="009E3C1A">
      <w:pPr>
        <w:jc w:val="both"/>
      </w:pPr>
    </w:p>
    <w:p w14:paraId="066EC174" w14:textId="77777777" w:rsidR="004B322D" w:rsidRPr="00504C0C" w:rsidRDefault="004B322D" w:rsidP="008C6607">
      <w:pPr>
        <w:pStyle w:val="Heading3"/>
      </w:pPr>
      <w:r>
        <w:lastRenderedPageBreak/>
        <w:t>Guidelines for Brainstorming</w:t>
      </w:r>
    </w:p>
    <w:p w14:paraId="066EC175" w14:textId="77777777" w:rsidR="004B322D" w:rsidRPr="004B322D" w:rsidRDefault="004B322D" w:rsidP="004B322D">
      <w:pPr>
        <w:pStyle w:val="ListBullet"/>
        <w:rPr>
          <w:rFonts w:ascii="Times New Roman" w:hAnsi="Times New Roman"/>
          <w:sz w:val="21"/>
          <w:szCs w:val="21"/>
          <w:lang w:bidi="th-TH"/>
        </w:rPr>
      </w:pPr>
      <w:r w:rsidRPr="004B322D">
        <w:rPr>
          <w:rFonts w:ascii="Times New Roman" w:hAnsi="Times New Roman"/>
          <w:sz w:val="21"/>
          <w:szCs w:val="21"/>
          <w:lang w:bidi="th-TH"/>
        </w:rPr>
        <w:t>Focus on collecting words and welcome all ideas without judgment.</w:t>
      </w:r>
    </w:p>
    <w:p w14:paraId="066EC176" w14:textId="77777777" w:rsidR="004B322D" w:rsidRPr="004B322D" w:rsidRDefault="004B322D" w:rsidP="004B322D">
      <w:pPr>
        <w:pStyle w:val="ListBullet"/>
        <w:rPr>
          <w:rFonts w:ascii="Times New Roman" w:hAnsi="Times New Roman"/>
          <w:sz w:val="21"/>
          <w:szCs w:val="21"/>
          <w:lang w:bidi="th-TH"/>
        </w:rPr>
      </w:pPr>
      <w:r w:rsidRPr="004B322D">
        <w:rPr>
          <w:rFonts w:ascii="Times New Roman" w:hAnsi="Times New Roman"/>
          <w:sz w:val="21"/>
          <w:szCs w:val="21"/>
          <w:lang w:bidi="th-TH"/>
        </w:rPr>
        <w:t>Avoid discussion during the brainstorming activity.</w:t>
      </w:r>
    </w:p>
    <w:p w14:paraId="066EC177" w14:textId="77777777" w:rsidR="004B322D" w:rsidRPr="004B322D" w:rsidRDefault="004B322D" w:rsidP="004B322D">
      <w:pPr>
        <w:pStyle w:val="ListBullet"/>
        <w:rPr>
          <w:rFonts w:ascii="Times New Roman" w:hAnsi="Times New Roman"/>
          <w:sz w:val="21"/>
          <w:szCs w:val="21"/>
          <w:lang w:bidi="th-TH"/>
        </w:rPr>
      </w:pPr>
      <w:r w:rsidRPr="004B322D">
        <w:rPr>
          <w:rFonts w:ascii="Times New Roman" w:hAnsi="Times New Roman"/>
          <w:sz w:val="21"/>
          <w:szCs w:val="21"/>
          <w:lang w:bidi="th-TH"/>
        </w:rPr>
        <w:t>Allow new ideas to be built from existing ideas.</w:t>
      </w:r>
    </w:p>
    <w:p w14:paraId="066EC178" w14:textId="77777777" w:rsidR="004B322D" w:rsidRPr="004B322D" w:rsidRDefault="004B322D" w:rsidP="004B322D">
      <w:pPr>
        <w:pStyle w:val="ListBullet"/>
        <w:rPr>
          <w:rFonts w:ascii="Times New Roman" w:hAnsi="Times New Roman"/>
          <w:sz w:val="21"/>
          <w:szCs w:val="21"/>
          <w:lang w:bidi="th-TH"/>
        </w:rPr>
      </w:pPr>
      <w:r w:rsidRPr="004B322D">
        <w:rPr>
          <w:rFonts w:ascii="Times New Roman" w:hAnsi="Times New Roman"/>
          <w:sz w:val="21"/>
          <w:szCs w:val="21"/>
          <w:lang w:bidi="th-TH"/>
        </w:rPr>
        <w:t>Write all ideas on the whiteboard where every participant can see them.</w:t>
      </w:r>
    </w:p>
    <w:p w14:paraId="066EC179" w14:textId="77777777" w:rsidR="004B322D" w:rsidRPr="004B322D" w:rsidRDefault="004B322D" w:rsidP="004B322D">
      <w:pPr>
        <w:pStyle w:val="ListBullet"/>
        <w:rPr>
          <w:rFonts w:ascii="Times New Roman" w:hAnsi="Times New Roman"/>
          <w:sz w:val="21"/>
          <w:szCs w:val="21"/>
          <w:lang w:bidi="th-TH"/>
        </w:rPr>
      </w:pPr>
      <w:r w:rsidRPr="004B322D">
        <w:rPr>
          <w:rFonts w:ascii="Times New Roman" w:hAnsi="Times New Roman"/>
          <w:sz w:val="21"/>
          <w:szCs w:val="21"/>
          <w:lang w:bidi="th-TH"/>
        </w:rPr>
        <w:t>Set a strict time limit for the brainstorming session.</w:t>
      </w:r>
    </w:p>
    <w:p w14:paraId="066EC17A" w14:textId="77777777" w:rsidR="004B322D" w:rsidRPr="004B322D" w:rsidRDefault="004B322D" w:rsidP="004B322D">
      <w:pPr>
        <w:pStyle w:val="ListBullet"/>
        <w:rPr>
          <w:rFonts w:ascii="Times New Roman" w:hAnsi="Times New Roman"/>
          <w:sz w:val="21"/>
          <w:szCs w:val="21"/>
          <w:lang w:bidi="th-TH"/>
        </w:rPr>
      </w:pPr>
      <w:r w:rsidRPr="004B322D">
        <w:rPr>
          <w:rFonts w:ascii="Times New Roman" w:hAnsi="Times New Roman"/>
          <w:sz w:val="21"/>
          <w:szCs w:val="21"/>
        </w:rPr>
        <w:t>Number the ideas generated for a quick reference during the session.</w:t>
      </w:r>
    </w:p>
    <w:p w14:paraId="066EC17B" w14:textId="77777777" w:rsidR="004B322D" w:rsidRPr="004B322D" w:rsidRDefault="004B322D" w:rsidP="004B322D">
      <w:pPr>
        <w:pStyle w:val="ListBullet"/>
        <w:rPr>
          <w:rFonts w:ascii="Times New Roman" w:hAnsi="Times New Roman"/>
          <w:sz w:val="21"/>
          <w:szCs w:val="21"/>
          <w:lang w:bidi="th-TH"/>
        </w:rPr>
      </w:pPr>
      <w:r w:rsidRPr="004B322D">
        <w:rPr>
          <w:rFonts w:ascii="Times New Roman" w:hAnsi="Times New Roman"/>
          <w:sz w:val="21"/>
          <w:szCs w:val="21"/>
          <w:lang w:bidi="th-TH"/>
        </w:rPr>
        <w:t>When faced with overwhelming ideas, the one with highest association should take priority. This is to encourage building on each other’s ideas.</w:t>
      </w:r>
    </w:p>
    <w:p w14:paraId="066EC17C" w14:textId="77777777" w:rsidR="004B322D" w:rsidRPr="004B322D" w:rsidRDefault="004B322D" w:rsidP="004B322D">
      <w:pPr>
        <w:pStyle w:val="ListBullet"/>
        <w:spacing w:after="200"/>
        <w:rPr>
          <w:rFonts w:ascii="Times New Roman" w:hAnsi="Times New Roman"/>
          <w:sz w:val="21"/>
          <w:szCs w:val="21"/>
          <w:lang w:bidi="th-TH"/>
        </w:rPr>
      </w:pPr>
      <w:r w:rsidRPr="004B322D">
        <w:rPr>
          <w:rFonts w:ascii="Times New Roman" w:hAnsi="Times New Roman"/>
          <w:sz w:val="21"/>
          <w:szCs w:val="21"/>
        </w:rPr>
        <w:t>Managers may be excluded from attending because their presence may inhibit the generation of ideas, especially for unusual ideas.</w:t>
      </w:r>
    </w:p>
    <w:p w14:paraId="066EC17D" w14:textId="77777777" w:rsidR="004B322D" w:rsidRDefault="004B322D" w:rsidP="004B322D">
      <w:pPr>
        <w:spacing w:after="0"/>
      </w:pPr>
      <w:r w:rsidRPr="00652A7F">
        <w:t>http://en.wikipedia.org/wiki/Brainstorming</w:t>
      </w:r>
    </w:p>
    <w:p w14:paraId="066EC17E" w14:textId="77777777" w:rsidR="004B322D" w:rsidRPr="006B6686" w:rsidRDefault="004B322D" w:rsidP="004B322D">
      <w:pPr>
        <w:spacing w:after="0"/>
      </w:pPr>
      <w:r w:rsidRPr="000012FC">
        <w:t>http://www.mcli.dist.maricopa.edu/authoring/studio/guidebook/brain.html</w:t>
      </w:r>
    </w:p>
    <w:p w14:paraId="066EC17F" w14:textId="77777777" w:rsidR="009E3C1A" w:rsidRDefault="009E3C1A" w:rsidP="00D65A24">
      <w:pPr>
        <w:jc w:val="both"/>
        <w:rPr>
          <w:rFonts w:ascii="Arial" w:hAnsi="Arial" w:cs="Arial"/>
          <w:b/>
          <w:sz w:val="20"/>
        </w:rPr>
      </w:pPr>
    </w:p>
    <w:p w14:paraId="066EC180" w14:textId="77777777" w:rsidR="00A808E0" w:rsidRDefault="00A808E0" w:rsidP="00D65A24">
      <w:pPr>
        <w:jc w:val="both"/>
        <w:rPr>
          <w:rFonts w:ascii="Arial" w:hAnsi="Arial" w:cs="Arial"/>
          <w:b/>
          <w:sz w:val="20"/>
        </w:rPr>
      </w:pPr>
    </w:p>
    <w:p w14:paraId="066EC181" w14:textId="77777777" w:rsidR="00A808E0" w:rsidRDefault="00A808E0" w:rsidP="00D65A24">
      <w:pPr>
        <w:jc w:val="both"/>
        <w:rPr>
          <w:rFonts w:ascii="Arial" w:hAnsi="Arial" w:cs="Arial"/>
          <w:b/>
          <w:sz w:val="20"/>
        </w:rPr>
      </w:pPr>
    </w:p>
    <w:p w14:paraId="066EC182" w14:textId="77777777" w:rsidR="004B322D" w:rsidRDefault="004B322D" w:rsidP="00D65A24">
      <w:pPr>
        <w:jc w:val="both"/>
        <w:rPr>
          <w:rFonts w:ascii="Arial" w:hAnsi="Arial" w:cs="Arial"/>
          <w:b/>
          <w:sz w:val="20"/>
        </w:rPr>
      </w:pPr>
    </w:p>
    <w:p w14:paraId="066EC183" w14:textId="77777777" w:rsidR="004B322D" w:rsidRDefault="004B322D" w:rsidP="00D65A24">
      <w:pPr>
        <w:jc w:val="both"/>
        <w:rPr>
          <w:rFonts w:ascii="Arial" w:hAnsi="Arial" w:cs="Arial"/>
          <w:b/>
          <w:sz w:val="20"/>
        </w:rPr>
      </w:pPr>
    </w:p>
    <w:p w14:paraId="066EC184" w14:textId="77777777" w:rsidR="004B322D" w:rsidRDefault="004B322D" w:rsidP="00D65A24">
      <w:pPr>
        <w:jc w:val="both"/>
        <w:rPr>
          <w:rFonts w:ascii="Arial" w:hAnsi="Arial" w:cs="Arial"/>
          <w:b/>
          <w:sz w:val="20"/>
        </w:rPr>
      </w:pPr>
    </w:p>
    <w:p w14:paraId="066EC185" w14:textId="77777777" w:rsidR="004B322D" w:rsidRDefault="004B322D" w:rsidP="00D65A24">
      <w:pPr>
        <w:jc w:val="both"/>
        <w:rPr>
          <w:rFonts w:ascii="Arial" w:hAnsi="Arial" w:cs="Arial"/>
          <w:b/>
          <w:sz w:val="20"/>
        </w:rPr>
      </w:pPr>
    </w:p>
    <w:p w14:paraId="066EC186" w14:textId="77777777" w:rsidR="004B322D" w:rsidRDefault="004B322D" w:rsidP="00D65A24">
      <w:pPr>
        <w:jc w:val="both"/>
        <w:rPr>
          <w:rFonts w:ascii="Arial" w:hAnsi="Arial" w:cs="Arial"/>
          <w:b/>
          <w:sz w:val="20"/>
        </w:rPr>
      </w:pPr>
    </w:p>
    <w:p w14:paraId="066EC187" w14:textId="77777777" w:rsidR="004B322D" w:rsidRDefault="004B322D" w:rsidP="00D65A24">
      <w:pPr>
        <w:jc w:val="both"/>
        <w:rPr>
          <w:rFonts w:ascii="Arial" w:hAnsi="Arial" w:cs="Arial"/>
          <w:b/>
          <w:sz w:val="20"/>
        </w:rPr>
      </w:pPr>
    </w:p>
    <w:p w14:paraId="066EC188" w14:textId="77777777" w:rsidR="004B322D" w:rsidRDefault="004B322D" w:rsidP="00D65A24">
      <w:pPr>
        <w:jc w:val="both"/>
        <w:rPr>
          <w:rFonts w:ascii="Arial" w:hAnsi="Arial" w:cs="Arial"/>
          <w:b/>
          <w:sz w:val="20"/>
        </w:rPr>
      </w:pPr>
    </w:p>
    <w:p w14:paraId="066EC189" w14:textId="77777777" w:rsidR="004B322D" w:rsidRDefault="004B322D" w:rsidP="00D65A24">
      <w:pPr>
        <w:jc w:val="both"/>
        <w:rPr>
          <w:rFonts w:ascii="Arial" w:hAnsi="Arial" w:cs="Arial"/>
          <w:b/>
          <w:sz w:val="20"/>
        </w:rPr>
      </w:pPr>
    </w:p>
    <w:p w14:paraId="066EC18A" w14:textId="77777777" w:rsidR="004B322D" w:rsidRDefault="004B322D" w:rsidP="00D65A24">
      <w:pPr>
        <w:jc w:val="both"/>
        <w:rPr>
          <w:rFonts w:ascii="Arial" w:hAnsi="Arial" w:cs="Arial"/>
          <w:b/>
          <w:sz w:val="20"/>
        </w:rPr>
      </w:pPr>
    </w:p>
    <w:p w14:paraId="066EC18B" w14:textId="77777777" w:rsidR="004B322D" w:rsidRDefault="004B322D" w:rsidP="00D65A24">
      <w:pPr>
        <w:jc w:val="both"/>
        <w:rPr>
          <w:rFonts w:ascii="Arial" w:hAnsi="Arial" w:cs="Arial"/>
          <w:b/>
          <w:sz w:val="20"/>
        </w:rPr>
      </w:pPr>
    </w:p>
    <w:p w14:paraId="066EC18C" w14:textId="77777777" w:rsidR="004B322D" w:rsidRDefault="004B322D" w:rsidP="00D65A24">
      <w:pPr>
        <w:jc w:val="both"/>
        <w:rPr>
          <w:rFonts w:ascii="Arial" w:hAnsi="Arial" w:cs="Arial"/>
          <w:b/>
          <w:sz w:val="20"/>
        </w:rPr>
      </w:pPr>
    </w:p>
    <w:p w14:paraId="066EC18D" w14:textId="77777777" w:rsidR="004B322D" w:rsidRDefault="004B322D" w:rsidP="00D65A24">
      <w:pPr>
        <w:jc w:val="both"/>
        <w:rPr>
          <w:rFonts w:ascii="Arial" w:hAnsi="Arial" w:cs="Arial"/>
          <w:b/>
          <w:sz w:val="20"/>
        </w:rPr>
      </w:pPr>
    </w:p>
    <w:p w14:paraId="066EC18E" w14:textId="77777777" w:rsidR="004B322D" w:rsidRDefault="004B322D" w:rsidP="00D65A24">
      <w:pPr>
        <w:jc w:val="both"/>
        <w:rPr>
          <w:rFonts w:ascii="Arial" w:hAnsi="Arial" w:cs="Arial"/>
          <w:b/>
          <w:sz w:val="20"/>
        </w:rPr>
      </w:pPr>
    </w:p>
    <w:p w14:paraId="066EC18F" w14:textId="77777777" w:rsidR="004B322D" w:rsidRDefault="004B322D" w:rsidP="00D65A24">
      <w:pPr>
        <w:jc w:val="both"/>
        <w:rPr>
          <w:rFonts w:ascii="Arial" w:hAnsi="Arial" w:cs="Arial"/>
          <w:b/>
          <w:sz w:val="20"/>
        </w:rPr>
      </w:pPr>
    </w:p>
    <w:p w14:paraId="066EC190" w14:textId="77777777" w:rsidR="004B322D" w:rsidRDefault="004B322D" w:rsidP="00D65A24">
      <w:pPr>
        <w:jc w:val="both"/>
        <w:rPr>
          <w:rFonts w:ascii="Arial" w:hAnsi="Arial" w:cs="Arial"/>
          <w:b/>
          <w:sz w:val="20"/>
        </w:rPr>
      </w:pPr>
    </w:p>
    <w:p w14:paraId="066EC191" w14:textId="77777777" w:rsidR="004B322D" w:rsidRDefault="004B322D" w:rsidP="00A4345B">
      <w:pPr>
        <w:pStyle w:val="Heading1"/>
      </w:pPr>
      <w:bookmarkStart w:id="26" w:name="_Toc265497477"/>
      <w:r>
        <w:lastRenderedPageBreak/>
        <w:t>References</w:t>
      </w:r>
      <w:bookmarkEnd w:id="26"/>
    </w:p>
    <w:p w14:paraId="066EC192"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[Allen 1999]</w:t>
      </w:r>
    </w:p>
    <w:p w14:paraId="066EC193"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 xml:space="preserve">Allen, J., Christie, A., Fithen, W., McHugh, J., Pickel, J., &amp; Stoner, E. </w:t>
      </w:r>
      <w:r w:rsidRPr="00BA7AAA">
        <w:rPr>
          <w:rFonts w:ascii="Times New Roman" w:hAnsi="Times New Roman"/>
          <w:i/>
          <w:iCs/>
          <w:sz w:val="21"/>
          <w:szCs w:val="21"/>
        </w:rPr>
        <w:t xml:space="preserve">State of the Practice of Intrusion Detection Technologies </w:t>
      </w:r>
      <w:r w:rsidRPr="00BA7AAA">
        <w:rPr>
          <w:rFonts w:ascii="Times New Roman" w:hAnsi="Times New Roman"/>
          <w:sz w:val="21"/>
          <w:szCs w:val="21"/>
        </w:rPr>
        <w:t>(CMU/SEI-99-TR-028, ADA375846). Pittsburgh, PA: Software Engineering Institute, Carnegie Mellon University, 1999. http://www.sei.cmu.edu/publications/documents/99.reports/99tr028/99tr028abstract.html</w:t>
      </w:r>
    </w:p>
    <w:p w14:paraId="066EC194" w14:textId="77777777" w:rsidR="004B322D" w:rsidRPr="00BA7AAA" w:rsidRDefault="004B322D" w:rsidP="00BA7AAA">
      <w:pPr>
        <w:pStyle w:val="RefCitation"/>
        <w:spacing w:line="280" w:lineRule="atLeast"/>
        <w:rPr>
          <w:rFonts w:ascii="Times New Roman" w:hAnsi="Times New Roman"/>
          <w:sz w:val="21"/>
          <w:szCs w:val="21"/>
        </w:rPr>
      </w:pPr>
    </w:p>
    <w:p w14:paraId="066EC195"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[Armour 2000]</w:t>
      </w:r>
    </w:p>
    <w:p w14:paraId="066EC196" w14:textId="77777777" w:rsidR="004B322D" w:rsidRPr="00BA7AAA" w:rsidRDefault="004B322D" w:rsidP="00BA7AAA">
      <w:pPr>
        <w:spacing w:before="0" w:after="240"/>
        <w:rPr>
          <w:szCs w:val="21"/>
        </w:rPr>
      </w:pPr>
      <w:r w:rsidRPr="00BA7AAA">
        <w:rPr>
          <w:szCs w:val="21"/>
        </w:rPr>
        <w:t xml:space="preserve">Armour, F. &amp; Miller, G. </w:t>
      </w:r>
      <w:r w:rsidRPr="00BA7AAA">
        <w:rPr>
          <w:i/>
          <w:szCs w:val="21"/>
        </w:rPr>
        <w:t>Advanced Use Case Modeling: Software Systems</w:t>
      </w:r>
      <w:r w:rsidRPr="00BA7AAA">
        <w:rPr>
          <w:szCs w:val="21"/>
        </w:rPr>
        <w:t>. Addison-Wesley Professional, 2000 (ISBN 0-20161-592-4).</w:t>
      </w:r>
    </w:p>
    <w:p w14:paraId="066EC197"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[Butler 2002]</w:t>
      </w:r>
    </w:p>
    <w:p w14:paraId="066EC198" w14:textId="77777777" w:rsidR="004B322D" w:rsidRPr="00BA7AAA" w:rsidRDefault="004B322D" w:rsidP="00BA7AAA">
      <w:pPr>
        <w:pStyle w:val="RefCitation"/>
        <w:spacing w:after="240" w:line="280" w:lineRule="atLeast"/>
        <w:rPr>
          <w:rFonts w:ascii="Times New Roman" w:hAnsi="Times New Roman"/>
          <w:sz w:val="21"/>
          <w:szCs w:val="21"/>
        </w:rPr>
      </w:pPr>
      <w:r w:rsidRPr="00BA7AAA">
        <w:rPr>
          <w:rFonts w:ascii="Times New Roman" w:hAnsi="Times New Roman"/>
          <w:sz w:val="21"/>
          <w:szCs w:val="21"/>
        </w:rPr>
        <w:t xml:space="preserve">Butler, S. A. &amp; Fischbeck, P. “Multi-Attribute Risk Assessment.” </w:t>
      </w:r>
      <w:r w:rsidRPr="00BA7AAA">
        <w:rPr>
          <w:rStyle w:val="Emphasis"/>
          <w:rFonts w:ascii="Times New Roman" w:hAnsi="Times New Roman"/>
          <w:sz w:val="21"/>
          <w:szCs w:val="21"/>
        </w:rPr>
        <w:t>SREIS 2002, Second Sympos</w:t>
      </w:r>
      <w:r w:rsidRPr="00BA7AAA">
        <w:rPr>
          <w:rStyle w:val="Emphasis"/>
          <w:rFonts w:ascii="Times New Roman" w:hAnsi="Times New Roman"/>
          <w:sz w:val="21"/>
          <w:szCs w:val="21"/>
        </w:rPr>
        <w:t>i</w:t>
      </w:r>
      <w:r w:rsidRPr="00BA7AAA">
        <w:rPr>
          <w:rStyle w:val="Emphasis"/>
          <w:rFonts w:ascii="Times New Roman" w:hAnsi="Times New Roman"/>
          <w:sz w:val="21"/>
          <w:szCs w:val="21"/>
        </w:rPr>
        <w:t>um on Requirements Engineering for Information Security</w:t>
      </w:r>
      <w:r w:rsidRPr="00BA7AAA">
        <w:rPr>
          <w:rFonts w:ascii="Times New Roman" w:hAnsi="Times New Roman"/>
          <w:sz w:val="21"/>
          <w:szCs w:val="21"/>
        </w:rPr>
        <w:t>. Raleigh, NC, October 16, 2002. Laf</w:t>
      </w:r>
      <w:r w:rsidRPr="00BA7AAA">
        <w:rPr>
          <w:rFonts w:ascii="Times New Roman" w:hAnsi="Times New Roman"/>
          <w:sz w:val="21"/>
          <w:szCs w:val="21"/>
        </w:rPr>
        <w:t>a</w:t>
      </w:r>
      <w:r w:rsidRPr="00BA7AAA">
        <w:rPr>
          <w:rFonts w:ascii="Times New Roman" w:hAnsi="Times New Roman"/>
          <w:sz w:val="21"/>
          <w:szCs w:val="21"/>
        </w:rPr>
        <w:t>yette, IN: CERIAS, Purdue University, 2002.</w:t>
      </w:r>
    </w:p>
    <w:p w14:paraId="066EC199"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[CERT/CC 2002]</w:t>
      </w:r>
    </w:p>
    <w:p w14:paraId="066EC19A"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 xml:space="preserve">CERT Coordination Center. </w:t>
      </w:r>
      <w:r w:rsidRPr="00BA7AAA">
        <w:rPr>
          <w:rFonts w:ascii="Times New Roman" w:hAnsi="Times New Roman"/>
          <w:i/>
          <w:iCs/>
          <w:sz w:val="21"/>
          <w:szCs w:val="21"/>
        </w:rPr>
        <w:t>Survivable Systems Analysis Method</w:t>
      </w:r>
      <w:r w:rsidRPr="00BA7AAA">
        <w:rPr>
          <w:rFonts w:ascii="Times New Roman" w:hAnsi="Times New Roman"/>
          <w:iCs/>
          <w:sz w:val="21"/>
          <w:szCs w:val="21"/>
        </w:rPr>
        <w:t>, 2002</w:t>
      </w:r>
      <w:r w:rsidRPr="00BA7AAA">
        <w:rPr>
          <w:rFonts w:ascii="Times New Roman" w:hAnsi="Times New Roman"/>
          <w:sz w:val="21"/>
          <w:szCs w:val="21"/>
        </w:rPr>
        <w:t>.</w:t>
      </w:r>
    </w:p>
    <w:p w14:paraId="066EC19B" w14:textId="77777777" w:rsidR="004B322D" w:rsidRPr="00BA7AAA" w:rsidRDefault="004B322D" w:rsidP="00BA7AAA">
      <w:pPr>
        <w:spacing w:before="0" w:after="240"/>
        <w:rPr>
          <w:szCs w:val="21"/>
        </w:rPr>
      </w:pPr>
      <w:r w:rsidRPr="00BA7AAA">
        <w:rPr>
          <w:szCs w:val="21"/>
        </w:rPr>
        <w:t xml:space="preserve">http://www.cert.org/archive/html/analysis-method.html </w:t>
      </w:r>
    </w:p>
    <w:p w14:paraId="066EC19C"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[Checkland 1990]</w:t>
      </w:r>
    </w:p>
    <w:p w14:paraId="066EC19D" w14:textId="77777777" w:rsidR="004B322D" w:rsidRPr="00BA7AAA" w:rsidRDefault="004B322D" w:rsidP="00BA7AAA">
      <w:pPr>
        <w:spacing w:before="0" w:after="240"/>
        <w:rPr>
          <w:szCs w:val="21"/>
        </w:rPr>
      </w:pPr>
      <w:r w:rsidRPr="00BA7AAA">
        <w:rPr>
          <w:szCs w:val="21"/>
        </w:rPr>
        <w:t xml:space="preserve">Checkland, P. </w:t>
      </w:r>
      <w:r w:rsidRPr="00BA7AAA">
        <w:rPr>
          <w:rStyle w:val="Emphasis"/>
          <w:szCs w:val="21"/>
        </w:rPr>
        <w:t>Soft System Methodology in Action</w:t>
      </w:r>
      <w:r w:rsidRPr="00BA7AAA">
        <w:rPr>
          <w:szCs w:val="21"/>
        </w:rPr>
        <w:t>. Toronto, Ontario, Canada: John Wiley &amp; Sons, 1990.</w:t>
      </w:r>
    </w:p>
    <w:p w14:paraId="066EC19E"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[Chen 2004]</w:t>
      </w:r>
    </w:p>
    <w:p w14:paraId="066EC19F"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Chen, P., Dean, M., Ojoko-Adams, D., Osman, H., Lopez, L., &amp; Xie, N.</w:t>
      </w:r>
      <w:r w:rsidRPr="00BA7AAA">
        <w:rPr>
          <w:rFonts w:ascii="Times New Roman" w:hAnsi="Times New Roman"/>
          <w:i/>
          <w:iCs/>
          <w:sz w:val="21"/>
          <w:szCs w:val="21"/>
        </w:rPr>
        <w:t xml:space="preserve"> Systems Quality R</w:t>
      </w:r>
      <w:r w:rsidRPr="00BA7AAA">
        <w:rPr>
          <w:rFonts w:ascii="Times New Roman" w:hAnsi="Times New Roman"/>
          <w:i/>
          <w:iCs/>
          <w:sz w:val="21"/>
          <w:szCs w:val="21"/>
        </w:rPr>
        <w:t>e</w:t>
      </w:r>
      <w:r w:rsidRPr="00BA7AAA">
        <w:rPr>
          <w:rFonts w:ascii="Times New Roman" w:hAnsi="Times New Roman"/>
          <w:i/>
          <w:iCs/>
          <w:sz w:val="21"/>
          <w:szCs w:val="21"/>
        </w:rPr>
        <w:t xml:space="preserve">quirements Engineering (SQUARE) Methodology: Case Study on Asset Management System </w:t>
      </w:r>
      <w:r w:rsidRPr="00BA7AAA">
        <w:rPr>
          <w:rFonts w:ascii="Times New Roman" w:hAnsi="Times New Roman"/>
          <w:sz w:val="21"/>
          <w:szCs w:val="21"/>
        </w:rPr>
        <w:t>(CMU/SEI-2004-SR-015). Pittsburgh, PA: Software Engineering Institute, Carnegie Mellon Un</w:t>
      </w:r>
      <w:r w:rsidRPr="00BA7AAA">
        <w:rPr>
          <w:rFonts w:ascii="Times New Roman" w:hAnsi="Times New Roman"/>
          <w:sz w:val="21"/>
          <w:szCs w:val="21"/>
        </w:rPr>
        <w:t>i</w:t>
      </w:r>
      <w:r w:rsidRPr="00BA7AAA">
        <w:rPr>
          <w:rFonts w:ascii="Times New Roman" w:hAnsi="Times New Roman"/>
          <w:sz w:val="21"/>
          <w:szCs w:val="21"/>
        </w:rPr>
        <w:t>versity, 2004.</w:t>
      </w:r>
    </w:p>
    <w:p w14:paraId="066EC1A0" w14:textId="77777777" w:rsidR="004B322D" w:rsidRPr="00BA7AAA" w:rsidRDefault="004B322D" w:rsidP="00BA7AAA">
      <w:pPr>
        <w:pStyle w:val="RefCitation"/>
        <w:spacing w:after="240" w:line="280" w:lineRule="atLeast"/>
        <w:rPr>
          <w:rFonts w:ascii="Times New Roman" w:hAnsi="Times New Roman"/>
          <w:sz w:val="21"/>
          <w:szCs w:val="21"/>
        </w:rPr>
      </w:pPr>
      <w:r w:rsidRPr="00BA7AAA">
        <w:rPr>
          <w:rFonts w:ascii="Times New Roman" w:hAnsi="Times New Roman"/>
          <w:sz w:val="21"/>
          <w:szCs w:val="21"/>
        </w:rPr>
        <w:t xml:space="preserve">http://www.sei.cmu.edu/library/abstracts/reports/04sr015.cfm </w:t>
      </w:r>
    </w:p>
    <w:p w14:paraId="066EC1A1"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[Cornford 2004]</w:t>
      </w:r>
    </w:p>
    <w:p w14:paraId="066EC1A2" w14:textId="77777777" w:rsidR="004B322D" w:rsidRPr="00BA7AAA" w:rsidRDefault="004B322D" w:rsidP="00BA7AAA">
      <w:pPr>
        <w:pStyle w:val="RefCitation"/>
        <w:spacing w:after="240" w:line="280" w:lineRule="atLeast"/>
        <w:rPr>
          <w:rFonts w:ascii="Times New Roman" w:hAnsi="Times New Roman"/>
          <w:sz w:val="21"/>
          <w:szCs w:val="21"/>
        </w:rPr>
      </w:pPr>
      <w:r w:rsidRPr="00BA7AAA">
        <w:rPr>
          <w:rFonts w:ascii="Times New Roman" w:hAnsi="Times New Roman"/>
          <w:sz w:val="21"/>
          <w:szCs w:val="21"/>
        </w:rPr>
        <w:t xml:space="preserve">Cornford, Steven L., Feather, Martin S., &amp; Hicks, Kenneth A. </w:t>
      </w:r>
      <w:r w:rsidRPr="00BA7AAA">
        <w:rPr>
          <w:rStyle w:val="Emphasis"/>
          <w:rFonts w:ascii="Times New Roman" w:hAnsi="Times New Roman"/>
          <w:sz w:val="21"/>
          <w:szCs w:val="21"/>
        </w:rPr>
        <w:t>DDP – A Tool for Life-Cycle Risk Management</w:t>
      </w:r>
      <w:r w:rsidRPr="00BA7AAA">
        <w:rPr>
          <w:rStyle w:val="Emphasis"/>
          <w:rFonts w:ascii="Times New Roman" w:hAnsi="Times New Roman"/>
          <w:i w:val="0"/>
          <w:sz w:val="21"/>
          <w:szCs w:val="21"/>
        </w:rPr>
        <w:t xml:space="preserve">, </w:t>
      </w:r>
      <w:r w:rsidRPr="00BA7AAA">
        <w:rPr>
          <w:rFonts w:ascii="Times New Roman" w:hAnsi="Times New Roman"/>
          <w:sz w:val="21"/>
          <w:szCs w:val="21"/>
        </w:rPr>
        <w:t>2004. http://ddptool.jpl.nasa.gov/docs/f344d-slc.pdf</w:t>
      </w:r>
    </w:p>
    <w:p w14:paraId="066EC1A3" w14:textId="77777777" w:rsidR="004B322D" w:rsidRPr="00BA7AAA" w:rsidRDefault="004B322D" w:rsidP="00BA7AAA">
      <w:pPr>
        <w:pStyle w:val="RefCitation"/>
        <w:keepNext/>
        <w:spacing w:line="280" w:lineRule="atLeast"/>
        <w:rPr>
          <w:rFonts w:ascii="Times New Roman" w:hAnsi="Times New Roman"/>
          <w:sz w:val="21"/>
          <w:szCs w:val="21"/>
        </w:rPr>
      </w:pPr>
      <w:r w:rsidRPr="00BA7AAA">
        <w:rPr>
          <w:rFonts w:ascii="Times New Roman" w:hAnsi="Times New Roman"/>
          <w:sz w:val="21"/>
          <w:szCs w:val="21"/>
        </w:rPr>
        <w:t>[DAU 2002]</w:t>
      </w:r>
    </w:p>
    <w:p w14:paraId="066EC1A4" w14:textId="77777777" w:rsidR="004B322D" w:rsidRPr="00BA7AAA" w:rsidRDefault="004B322D" w:rsidP="00BA7AAA">
      <w:pPr>
        <w:pStyle w:val="RefCitation"/>
        <w:keepNext/>
        <w:spacing w:after="240" w:line="280" w:lineRule="atLeast"/>
        <w:rPr>
          <w:rFonts w:ascii="Times New Roman" w:hAnsi="Times New Roman"/>
          <w:sz w:val="21"/>
          <w:szCs w:val="21"/>
        </w:rPr>
      </w:pPr>
      <w:r w:rsidRPr="00BA7AAA">
        <w:rPr>
          <w:rFonts w:ascii="Times New Roman" w:hAnsi="Times New Roman"/>
          <w:sz w:val="21"/>
          <w:szCs w:val="21"/>
        </w:rPr>
        <w:t>Defense Acquisition University. “What is the multi-voting method?” https://acc.dau.mil/CommunityBrowser.aspx?id=50588 (2002).</w:t>
      </w:r>
    </w:p>
    <w:p w14:paraId="066EC1A5"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[Ellison 2003]</w:t>
      </w:r>
    </w:p>
    <w:p w14:paraId="066EC1A6" w14:textId="77777777" w:rsidR="004B322D" w:rsidRPr="00BA7AAA" w:rsidRDefault="004B322D" w:rsidP="00BA7AAA">
      <w:pPr>
        <w:spacing w:before="0"/>
        <w:rPr>
          <w:szCs w:val="21"/>
        </w:rPr>
      </w:pPr>
      <w:r w:rsidRPr="00BA7AAA">
        <w:rPr>
          <w:szCs w:val="21"/>
        </w:rPr>
        <w:t xml:space="preserve">Ellison, R. J. &amp; Moore, A. P. </w:t>
      </w:r>
      <w:r w:rsidRPr="00BA7AAA">
        <w:rPr>
          <w:rStyle w:val="Emphasis"/>
          <w:szCs w:val="21"/>
        </w:rPr>
        <w:t>Trustworthy Refinement Through Intrusion-Aware Design</w:t>
      </w:r>
      <w:r w:rsidRPr="00BA7AAA">
        <w:rPr>
          <w:szCs w:val="21"/>
        </w:rPr>
        <w:t xml:space="preserve"> (CMU/SEI-2003-TR-002, ADA414865). Pittsburgh, PA: Software Engineering Institute, Carnegie Mellon University, 2003. http://www.sei.cmu.edu/library/abstracts/reports/03tr002.cfm</w:t>
      </w:r>
    </w:p>
    <w:p w14:paraId="066EC1A7" w14:textId="77777777" w:rsidR="00BA7AAA" w:rsidRDefault="00BA7AAA" w:rsidP="00BA7AAA">
      <w:pPr>
        <w:pStyle w:val="RefCitation"/>
        <w:spacing w:line="280" w:lineRule="atLeast"/>
        <w:rPr>
          <w:rFonts w:ascii="Times New Roman" w:hAnsi="Times New Roman"/>
          <w:sz w:val="21"/>
          <w:szCs w:val="21"/>
        </w:rPr>
      </w:pPr>
    </w:p>
    <w:p w14:paraId="066EC1A8" w14:textId="77777777" w:rsidR="00BA7AAA" w:rsidRDefault="00BA7AAA" w:rsidP="00BA7AAA">
      <w:pPr>
        <w:pStyle w:val="RefCitation"/>
        <w:spacing w:line="280" w:lineRule="atLeast"/>
        <w:rPr>
          <w:rFonts w:ascii="Times New Roman" w:hAnsi="Times New Roman"/>
          <w:sz w:val="21"/>
          <w:szCs w:val="21"/>
        </w:rPr>
      </w:pPr>
    </w:p>
    <w:p w14:paraId="066EC1A9" w14:textId="77777777" w:rsid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lastRenderedPageBreak/>
        <w:t>[Fagan 1976]</w:t>
      </w:r>
    </w:p>
    <w:p w14:paraId="066EC1AA"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 xml:space="preserve">Fagan, M. E. “Design and Code Inspections to Reduce Errors in Program Development,” </w:t>
      </w:r>
      <w:r w:rsidRPr="00BA7AAA">
        <w:rPr>
          <w:rFonts w:ascii="Times New Roman" w:hAnsi="Times New Roman"/>
          <w:i/>
          <w:sz w:val="21"/>
          <w:szCs w:val="21"/>
        </w:rPr>
        <w:t>IBM Systems Journal 15</w:t>
      </w:r>
      <w:r w:rsidRPr="00BA7AAA">
        <w:rPr>
          <w:rFonts w:ascii="Times New Roman" w:hAnsi="Times New Roman"/>
          <w:sz w:val="21"/>
          <w:szCs w:val="21"/>
        </w:rPr>
        <w:t>, 3 (1976): 182-211.</w:t>
      </w:r>
    </w:p>
    <w:p w14:paraId="066EC1AB" w14:textId="77777777" w:rsidR="004B322D" w:rsidRPr="00BA7AAA" w:rsidRDefault="004B322D" w:rsidP="00BA7AAA">
      <w:pPr>
        <w:keepNext/>
        <w:spacing w:after="0"/>
        <w:rPr>
          <w:szCs w:val="21"/>
        </w:rPr>
      </w:pPr>
      <w:r w:rsidRPr="00BA7AAA">
        <w:rPr>
          <w:szCs w:val="21"/>
        </w:rPr>
        <w:t>[Guttman 1995]</w:t>
      </w:r>
    </w:p>
    <w:p w14:paraId="066EC1AC" w14:textId="77777777" w:rsidR="004B322D" w:rsidRPr="00BA7AAA" w:rsidRDefault="004B322D" w:rsidP="00BA7AAA">
      <w:pPr>
        <w:spacing w:before="0" w:after="240"/>
        <w:rPr>
          <w:szCs w:val="21"/>
        </w:rPr>
      </w:pPr>
      <w:r w:rsidRPr="00BA7AAA">
        <w:rPr>
          <w:szCs w:val="21"/>
        </w:rPr>
        <w:t xml:space="preserve">Guttman, B. &amp; Roback, E. </w:t>
      </w:r>
      <w:r w:rsidRPr="00BA7AAA">
        <w:rPr>
          <w:i/>
          <w:iCs/>
          <w:szCs w:val="21"/>
        </w:rPr>
        <w:t>An Introduction to Computer Security</w:t>
      </w:r>
      <w:r w:rsidRPr="00BA7AAA">
        <w:rPr>
          <w:szCs w:val="21"/>
        </w:rPr>
        <w:t>. Gaithersburg, MD: U.S. Department of Commerce, Technology Administration, National Institute of Standards and Technology, 1995. http://csrc.nist.gov/publications/nistpubs/800-12/handbook.pdf</w:t>
      </w:r>
    </w:p>
    <w:p w14:paraId="066EC1AD" w14:textId="77777777" w:rsidR="004B322D" w:rsidRPr="00BA7AAA" w:rsidRDefault="004B322D" w:rsidP="00BA7AAA">
      <w:pPr>
        <w:spacing w:after="0"/>
        <w:rPr>
          <w:szCs w:val="21"/>
        </w:rPr>
      </w:pPr>
      <w:r w:rsidRPr="00BA7AAA">
        <w:rPr>
          <w:szCs w:val="21"/>
        </w:rPr>
        <w:t>[Haimes 2004]</w:t>
      </w:r>
    </w:p>
    <w:p w14:paraId="066EC1AE" w14:textId="77777777" w:rsidR="004B322D" w:rsidRPr="00BA7AAA" w:rsidRDefault="004B322D" w:rsidP="00BA7AAA">
      <w:pPr>
        <w:spacing w:before="0" w:after="240"/>
        <w:rPr>
          <w:szCs w:val="21"/>
        </w:rPr>
      </w:pPr>
      <w:r w:rsidRPr="00BA7AAA">
        <w:rPr>
          <w:szCs w:val="21"/>
        </w:rPr>
        <w:t xml:space="preserve">Haimes, Yacov Y. </w:t>
      </w:r>
      <w:r w:rsidRPr="00BA7AAA">
        <w:rPr>
          <w:rStyle w:val="Emphasis"/>
          <w:szCs w:val="21"/>
        </w:rPr>
        <w:t xml:space="preserve">Risk Modeling, Assessment, and Management, </w:t>
      </w:r>
      <w:r w:rsidRPr="00BA7AAA">
        <w:rPr>
          <w:szCs w:val="21"/>
        </w:rPr>
        <w:t>2nd ed. Hoboken, NJ: John Wiley and Sons, Inc., 2004.</w:t>
      </w:r>
    </w:p>
    <w:p w14:paraId="066EC1AF" w14:textId="77777777" w:rsidR="004B322D" w:rsidRPr="00BA7AAA" w:rsidRDefault="004B322D" w:rsidP="00BA7AAA">
      <w:pPr>
        <w:spacing w:after="0"/>
        <w:rPr>
          <w:szCs w:val="21"/>
        </w:rPr>
      </w:pPr>
      <w:r w:rsidRPr="00BA7AAA">
        <w:rPr>
          <w:szCs w:val="21"/>
        </w:rPr>
        <w:t>[Hubbard 2000]</w:t>
      </w:r>
    </w:p>
    <w:p w14:paraId="066EC1B0" w14:textId="77777777" w:rsidR="004B322D" w:rsidRPr="00BA7AAA" w:rsidRDefault="004B322D" w:rsidP="00BA7AAA">
      <w:pPr>
        <w:spacing w:before="0" w:after="240"/>
        <w:rPr>
          <w:szCs w:val="21"/>
        </w:rPr>
      </w:pPr>
      <w:r w:rsidRPr="00BA7AAA">
        <w:rPr>
          <w:szCs w:val="21"/>
        </w:rPr>
        <w:t xml:space="preserve">Hubbard, R.; Mead, N.; &amp; Schroeder, C. “An Assessment of the Relative Efficiency of a Facilitator-Driven Requirements Collection Process with Respect to the Conventional Interview Method.” </w:t>
      </w:r>
      <w:r w:rsidRPr="00BA7AAA">
        <w:rPr>
          <w:rStyle w:val="Emphasis"/>
          <w:szCs w:val="21"/>
        </w:rPr>
        <w:t>International Conference on Requirements Engineering</w:t>
      </w:r>
      <w:r w:rsidRPr="00BA7AAA">
        <w:rPr>
          <w:szCs w:val="21"/>
        </w:rPr>
        <w:t>. Los Alamitos, CA: IEEE Computer Society Press, June 2000.</w:t>
      </w:r>
    </w:p>
    <w:p w14:paraId="066EC1B1" w14:textId="77777777" w:rsidR="004B322D" w:rsidRPr="00BA7AAA" w:rsidRDefault="004B322D" w:rsidP="00BA7AAA">
      <w:pPr>
        <w:spacing w:after="0"/>
        <w:rPr>
          <w:szCs w:val="21"/>
        </w:rPr>
      </w:pPr>
      <w:r w:rsidRPr="00BA7AAA">
        <w:rPr>
          <w:szCs w:val="21"/>
        </w:rPr>
        <w:t>[ISO/IEC 2005]</w:t>
      </w:r>
    </w:p>
    <w:p w14:paraId="066EC1B2" w14:textId="77777777" w:rsidR="004B322D" w:rsidRPr="00BA7AAA" w:rsidRDefault="004B322D" w:rsidP="00BA7AAA">
      <w:pPr>
        <w:spacing w:before="0" w:after="240"/>
        <w:rPr>
          <w:szCs w:val="21"/>
        </w:rPr>
      </w:pPr>
      <w:r w:rsidRPr="00BA7AAA">
        <w:rPr>
          <w:i/>
          <w:iCs/>
          <w:szCs w:val="21"/>
        </w:rPr>
        <w:t>Information technology – Security techniques – Code of practice for information security management</w:t>
      </w:r>
      <w:r w:rsidRPr="00BA7AAA">
        <w:rPr>
          <w:szCs w:val="21"/>
        </w:rPr>
        <w:t xml:space="preserve"> (ISO/IEC 17799:2005). Geneva, Switzerland: International Organization for Standardization, 2005.</w:t>
      </w:r>
    </w:p>
    <w:p w14:paraId="066EC1B3" w14:textId="77777777" w:rsidR="004B322D" w:rsidRPr="00BA7AAA" w:rsidRDefault="004B322D" w:rsidP="00BA7AAA">
      <w:pPr>
        <w:spacing w:after="0"/>
        <w:rPr>
          <w:szCs w:val="21"/>
        </w:rPr>
      </w:pPr>
      <w:r w:rsidRPr="00BA7AAA">
        <w:rPr>
          <w:szCs w:val="21"/>
        </w:rPr>
        <w:t>[Kang 1990]</w:t>
      </w:r>
    </w:p>
    <w:p w14:paraId="066EC1B4" w14:textId="77777777" w:rsidR="004B322D" w:rsidRPr="00BA7AAA" w:rsidRDefault="004B322D" w:rsidP="00BA7AAA">
      <w:pPr>
        <w:spacing w:before="0" w:after="240"/>
        <w:rPr>
          <w:szCs w:val="21"/>
        </w:rPr>
      </w:pPr>
      <w:r w:rsidRPr="00BA7AAA">
        <w:rPr>
          <w:szCs w:val="21"/>
        </w:rPr>
        <w:t xml:space="preserve">Kang, K. C., Cohen, S. G., Hess, J. A., Novack, W. E., &amp; Peterson, A.S. </w:t>
      </w:r>
      <w:r w:rsidRPr="00BA7AAA">
        <w:rPr>
          <w:rStyle w:val="Emphasis"/>
          <w:szCs w:val="21"/>
        </w:rPr>
        <w:t xml:space="preserve">Feature-Oriented Domain Analysis Feasibility Study </w:t>
      </w:r>
      <w:r w:rsidRPr="00BA7AAA">
        <w:rPr>
          <w:szCs w:val="21"/>
        </w:rPr>
        <w:t>(CMU/SEI-90-TR-021, ADA235785). Pittsburgh, PA: Software Engineering Institute, Carnegie Mellon University, 1990. http://www.sei.cmu.edu/library/abstracts/reports/90tr021.cfm</w:t>
      </w:r>
    </w:p>
    <w:p w14:paraId="066EC1B5" w14:textId="77777777" w:rsidR="004B322D" w:rsidRPr="00BA7AAA" w:rsidRDefault="004B322D" w:rsidP="00BA7AAA">
      <w:pPr>
        <w:pStyle w:val="RefCitation"/>
        <w:keepNext/>
        <w:spacing w:line="280" w:lineRule="atLeast"/>
        <w:rPr>
          <w:rFonts w:ascii="Times New Roman" w:hAnsi="Times New Roman"/>
          <w:sz w:val="21"/>
          <w:szCs w:val="21"/>
        </w:rPr>
      </w:pPr>
      <w:r w:rsidRPr="00BA7AAA">
        <w:rPr>
          <w:rFonts w:ascii="Times New Roman" w:hAnsi="Times New Roman"/>
          <w:sz w:val="21"/>
          <w:szCs w:val="21"/>
        </w:rPr>
        <w:t>[Kean 1997]</w:t>
      </w:r>
    </w:p>
    <w:p w14:paraId="066EC1B6" w14:textId="77777777" w:rsidR="004B322D" w:rsidRPr="00BA7AAA" w:rsidRDefault="004B322D" w:rsidP="00BA7AAA">
      <w:pPr>
        <w:spacing w:before="0" w:after="240"/>
        <w:rPr>
          <w:szCs w:val="21"/>
        </w:rPr>
      </w:pPr>
      <w:r w:rsidRPr="00BA7AAA">
        <w:rPr>
          <w:szCs w:val="21"/>
        </w:rPr>
        <w:t xml:space="preserve">Kean, E. “Feature-Oriented Domain Analysis,” 185-189. </w:t>
      </w:r>
      <w:r w:rsidRPr="00BA7AAA">
        <w:rPr>
          <w:i/>
          <w:szCs w:val="21"/>
        </w:rPr>
        <w:t>C4 Software Technology Reference Guide - A Prototype</w:t>
      </w:r>
      <w:r w:rsidRPr="00BA7AAA">
        <w:rPr>
          <w:szCs w:val="21"/>
        </w:rPr>
        <w:t xml:space="preserve"> (CMU/SEI-HB-97-001). Pittsburgh, PA: Software Engineering Institute, Carnegie Mellon University, 1997. http://www.sei.cmu.edu/library/abstracts/reports/97hb001.cfm</w:t>
      </w:r>
    </w:p>
    <w:p w14:paraId="066EC1B7"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[Kunz 1970]</w:t>
      </w:r>
    </w:p>
    <w:p w14:paraId="066EC1B8" w14:textId="77777777" w:rsidR="004B322D" w:rsidRPr="00BA7AAA" w:rsidRDefault="004B322D" w:rsidP="00BA7AAA">
      <w:pPr>
        <w:spacing w:before="0" w:after="240"/>
        <w:rPr>
          <w:szCs w:val="21"/>
        </w:rPr>
      </w:pPr>
      <w:r w:rsidRPr="00BA7AAA">
        <w:rPr>
          <w:szCs w:val="21"/>
        </w:rPr>
        <w:t xml:space="preserve">Kunz, W. &amp; Rittel, H. </w:t>
      </w:r>
      <w:r w:rsidRPr="00BA7AAA">
        <w:rPr>
          <w:rStyle w:val="Emphasis"/>
          <w:szCs w:val="21"/>
        </w:rPr>
        <w:t>Issues as Elements of Information Systems, Working Paper 131</w:t>
      </w:r>
      <w:r w:rsidRPr="00BA7AAA">
        <w:rPr>
          <w:szCs w:val="21"/>
        </w:rPr>
        <w:t>. Berkeley: Institute of Urban &amp; Regional Development, University of California. http://www-iurd.ced.berkeley.edu/pub/WP-131.pdf</w:t>
      </w:r>
    </w:p>
    <w:p w14:paraId="066EC1B9"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[Lattanze 2008]</w:t>
      </w:r>
    </w:p>
    <w:p w14:paraId="066EC1BA" w14:textId="77777777" w:rsidR="00BA7AAA" w:rsidRDefault="004B322D" w:rsidP="00BA7AAA">
      <w:pPr>
        <w:spacing w:before="0" w:after="240"/>
        <w:rPr>
          <w:szCs w:val="21"/>
        </w:rPr>
      </w:pPr>
      <w:r w:rsidRPr="00BA7AAA">
        <w:rPr>
          <w:szCs w:val="21"/>
        </w:rPr>
        <w:t xml:space="preserve">Lattanze, A. J. </w:t>
      </w:r>
      <w:r w:rsidRPr="00BA7AAA">
        <w:rPr>
          <w:i/>
          <w:szCs w:val="21"/>
        </w:rPr>
        <w:t>Architecting Software Intensive Systems</w:t>
      </w:r>
      <w:r w:rsidRPr="00BA7AAA">
        <w:rPr>
          <w:szCs w:val="21"/>
        </w:rPr>
        <w:t xml:space="preserve">. Auerbach Publications, 2008 (ISBN 1-42004-569-5). </w:t>
      </w:r>
    </w:p>
    <w:p w14:paraId="066EC1BB" w14:textId="77777777" w:rsidR="00BA7AAA" w:rsidRDefault="00BA7AAA" w:rsidP="00BA7AAA">
      <w:pPr>
        <w:spacing w:before="0" w:after="240"/>
        <w:rPr>
          <w:szCs w:val="21"/>
        </w:rPr>
      </w:pPr>
    </w:p>
    <w:p w14:paraId="066EC1BC" w14:textId="77777777" w:rsidR="00BA7AAA" w:rsidRDefault="00BA7AAA" w:rsidP="00BA7AAA">
      <w:pPr>
        <w:spacing w:before="0" w:after="240"/>
        <w:rPr>
          <w:szCs w:val="21"/>
        </w:rPr>
      </w:pPr>
    </w:p>
    <w:p w14:paraId="066EC1BD" w14:textId="77777777" w:rsidR="004B322D" w:rsidRPr="00BA7AAA" w:rsidRDefault="004B322D" w:rsidP="00BA7AAA">
      <w:pPr>
        <w:spacing w:before="0" w:after="0"/>
        <w:rPr>
          <w:szCs w:val="21"/>
        </w:rPr>
      </w:pPr>
      <w:r w:rsidRPr="00BA7AAA">
        <w:rPr>
          <w:szCs w:val="21"/>
        </w:rPr>
        <w:lastRenderedPageBreak/>
        <w:t>[Linkov 2004]</w:t>
      </w:r>
    </w:p>
    <w:p w14:paraId="066EC1BE" w14:textId="77777777" w:rsidR="004B322D" w:rsidRPr="00BA7AAA" w:rsidRDefault="004B322D" w:rsidP="00BA7AAA">
      <w:pPr>
        <w:spacing w:before="0" w:after="240"/>
        <w:rPr>
          <w:szCs w:val="21"/>
        </w:rPr>
      </w:pPr>
      <w:r w:rsidRPr="00BA7AAA">
        <w:rPr>
          <w:szCs w:val="21"/>
        </w:rPr>
        <w:t xml:space="preserve">Linkov, I., Varghese, A., Jamil, S., Seager, T.P., Kiker, G., &amp; Bridges, T. “Multi-Criteria Decision Analysis: A Framework for Structuring Remedial Decisions at Contaminated Sites,” 15-54. </w:t>
      </w:r>
      <w:r w:rsidRPr="00BA7AAA">
        <w:rPr>
          <w:i/>
          <w:szCs w:val="21"/>
        </w:rPr>
        <w:t>Comparative Risk Assessment and Environmental Decision Making</w:t>
      </w:r>
      <w:r w:rsidRPr="00BA7AAA">
        <w:rPr>
          <w:szCs w:val="21"/>
        </w:rPr>
        <w:t>. Edited by I. Linkov and A. Ramadan. Kluwer, 2004. http://www.environmentalfutures.org/Images/ArmyPaper_Oct31.pdf</w:t>
      </w:r>
    </w:p>
    <w:p w14:paraId="066EC1BF"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[Lipson 2001]</w:t>
      </w:r>
    </w:p>
    <w:p w14:paraId="066EC1C0"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 xml:space="preserve">Lipson, Howard F., Mead, Nancy R., &amp; Moore, Andrew P. </w:t>
      </w:r>
      <w:r w:rsidRPr="00BA7AAA">
        <w:rPr>
          <w:rFonts w:ascii="Times New Roman" w:hAnsi="Times New Roman"/>
          <w:i/>
          <w:iCs/>
          <w:sz w:val="21"/>
          <w:szCs w:val="21"/>
        </w:rPr>
        <w:t>A Risk-Management Approach to the Design of Survivable COTS-Based Systems</w:t>
      </w:r>
      <w:r w:rsidRPr="00BA7AAA">
        <w:rPr>
          <w:rFonts w:ascii="Times New Roman" w:hAnsi="Times New Roman"/>
          <w:iCs/>
          <w:sz w:val="21"/>
          <w:szCs w:val="21"/>
        </w:rPr>
        <w:t>,</w:t>
      </w:r>
      <w:r w:rsidRPr="00BA7AAA">
        <w:rPr>
          <w:rFonts w:ascii="Times New Roman" w:hAnsi="Times New Roman"/>
          <w:sz w:val="21"/>
          <w:szCs w:val="21"/>
        </w:rPr>
        <w:t xml:space="preserve"> 2001. http://www.cert.org/research/isw/isw2001/papers/Lipson-29-08-a.pdf</w:t>
      </w:r>
    </w:p>
    <w:p w14:paraId="066EC1C1" w14:textId="77777777" w:rsidR="004B322D" w:rsidRPr="00BA7AAA" w:rsidRDefault="004B322D" w:rsidP="00BA7AAA">
      <w:pPr>
        <w:pStyle w:val="RefCitation"/>
        <w:spacing w:line="280" w:lineRule="atLeast"/>
        <w:rPr>
          <w:rFonts w:ascii="Times New Roman" w:hAnsi="Times New Roman"/>
          <w:sz w:val="21"/>
          <w:szCs w:val="21"/>
        </w:rPr>
      </w:pPr>
    </w:p>
    <w:p w14:paraId="066EC1C2"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[Mead 2005]</w:t>
      </w:r>
    </w:p>
    <w:p w14:paraId="066EC1C3" w14:textId="77777777" w:rsidR="004B322D" w:rsidRPr="00BA7AAA" w:rsidRDefault="004B322D" w:rsidP="00BA7AAA">
      <w:pPr>
        <w:spacing w:before="0" w:after="240"/>
        <w:rPr>
          <w:szCs w:val="21"/>
        </w:rPr>
      </w:pPr>
      <w:r w:rsidRPr="00BA7AAA">
        <w:rPr>
          <w:szCs w:val="21"/>
        </w:rPr>
        <w:t xml:space="preserve">Mead, N. R., Hough, E., &amp; Stehney, T. </w:t>
      </w:r>
      <w:r w:rsidRPr="00BA7AAA">
        <w:rPr>
          <w:i/>
          <w:iCs/>
          <w:szCs w:val="21"/>
        </w:rPr>
        <w:t xml:space="preserve">Security Quality Requirements Engineering (SQUARE) Methodology </w:t>
      </w:r>
      <w:r w:rsidRPr="00BA7AAA">
        <w:rPr>
          <w:szCs w:val="21"/>
        </w:rPr>
        <w:t>(CMU/SEI-2005-TR-009). Pittsburgh, PA: Software Engineering Institute, Carnegie Mellon University, 2005. http://www.sei.cmu.edu/library/abstracts/reports/05tr009.cfm</w:t>
      </w:r>
    </w:p>
    <w:p w14:paraId="066EC1C4"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[NSA 2004]</w:t>
      </w:r>
    </w:p>
    <w:p w14:paraId="066EC1C5" w14:textId="77777777" w:rsidR="004B322D" w:rsidRPr="00BA7AAA" w:rsidRDefault="004B322D" w:rsidP="00BA7AAA">
      <w:pPr>
        <w:spacing w:before="0" w:after="240"/>
        <w:rPr>
          <w:szCs w:val="21"/>
        </w:rPr>
      </w:pPr>
      <w:r w:rsidRPr="00BA7AAA">
        <w:rPr>
          <w:szCs w:val="21"/>
        </w:rPr>
        <w:t xml:space="preserve">National Security Agency. </w:t>
      </w:r>
      <w:r w:rsidRPr="00BA7AAA">
        <w:rPr>
          <w:rStyle w:val="Emphasis"/>
          <w:szCs w:val="21"/>
        </w:rPr>
        <w:t>INFOSEC Assessment Methodology</w:t>
      </w:r>
      <w:r w:rsidRPr="00BA7AAA">
        <w:rPr>
          <w:rStyle w:val="Emphasis"/>
          <w:i w:val="0"/>
          <w:szCs w:val="21"/>
        </w:rPr>
        <w:t>,</w:t>
      </w:r>
      <w:r w:rsidRPr="00BA7AAA">
        <w:rPr>
          <w:szCs w:val="21"/>
        </w:rPr>
        <w:t xml:space="preserve"> 2004. http://www.iatrp.com/iam.cfm</w:t>
      </w:r>
    </w:p>
    <w:p w14:paraId="066EC1C6"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[Osborn 1979]</w:t>
      </w:r>
    </w:p>
    <w:p w14:paraId="066EC1C7" w14:textId="77777777" w:rsidR="004B322D" w:rsidRPr="00BA7AAA" w:rsidRDefault="004B322D" w:rsidP="00BA7AAA">
      <w:pPr>
        <w:spacing w:before="0" w:after="240"/>
        <w:rPr>
          <w:szCs w:val="21"/>
        </w:rPr>
      </w:pPr>
      <w:r w:rsidRPr="00BA7AAA">
        <w:rPr>
          <w:szCs w:val="21"/>
        </w:rPr>
        <w:t xml:space="preserve">Osborn, A. </w:t>
      </w:r>
      <w:r w:rsidRPr="00BA7AAA">
        <w:rPr>
          <w:i/>
          <w:szCs w:val="21"/>
        </w:rPr>
        <w:t>Applied Imagination</w:t>
      </w:r>
      <w:r w:rsidRPr="00BA7AAA">
        <w:rPr>
          <w:szCs w:val="21"/>
        </w:rPr>
        <w:t>. Scribner, 1979 (ISBN 0-02389-520-9).</w:t>
      </w:r>
    </w:p>
    <w:p w14:paraId="066EC1C8" w14:textId="77777777" w:rsidR="004B322D" w:rsidRPr="00BA7AAA" w:rsidRDefault="004B322D" w:rsidP="00BA7AAA">
      <w:pPr>
        <w:pStyle w:val="RefCitation"/>
        <w:keepNext/>
        <w:spacing w:line="280" w:lineRule="atLeast"/>
        <w:rPr>
          <w:rFonts w:ascii="Times New Roman" w:hAnsi="Times New Roman"/>
          <w:sz w:val="21"/>
          <w:szCs w:val="21"/>
        </w:rPr>
      </w:pPr>
      <w:r w:rsidRPr="00BA7AAA">
        <w:rPr>
          <w:rFonts w:ascii="Times New Roman" w:hAnsi="Times New Roman"/>
          <w:sz w:val="21"/>
          <w:szCs w:val="21"/>
        </w:rPr>
        <w:t>[QFD 2005]</w:t>
      </w:r>
    </w:p>
    <w:p w14:paraId="066EC1C9" w14:textId="77777777" w:rsidR="004B322D" w:rsidRPr="00BA7AAA" w:rsidRDefault="004B322D" w:rsidP="00BA7AAA">
      <w:pPr>
        <w:spacing w:before="0" w:after="240"/>
        <w:rPr>
          <w:szCs w:val="21"/>
        </w:rPr>
      </w:pPr>
      <w:r w:rsidRPr="00BA7AAA">
        <w:rPr>
          <w:szCs w:val="21"/>
        </w:rPr>
        <w:t xml:space="preserve">QFD Institute. </w:t>
      </w:r>
      <w:r w:rsidRPr="00BA7AAA">
        <w:rPr>
          <w:rStyle w:val="Emphasis"/>
          <w:szCs w:val="21"/>
        </w:rPr>
        <w:t>Frequently Asked Questions About QFD</w:t>
      </w:r>
      <w:r w:rsidRPr="00BA7AAA">
        <w:rPr>
          <w:szCs w:val="21"/>
        </w:rPr>
        <w:t xml:space="preserve"> (2005). http://www.qfdi.org/what_is_qfd/faqs_about_qfd.htm</w:t>
      </w:r>
    </w:p>
    <w:p w14:paraId="066EC1CA" w14:textId="77777777" w:rsidR="004B322D" w:rsidRPr="00BA7AAA" w:rsidRDefault="004B322D" w:rsidP="00BA7AAA">
      <w:pPr>
        <w:pStyle w:val="RefCitation"/>
        <w:spacing w:line="280" w:lineRule="atLeast"/>
        <w:rPr>
          <w:rFonts w:ascii="Times New Roman" w:hAnsi="Times New Roman"/>
          <w:sz w:val="21"/>
          <w:szCs w:val="21"/>
        </w:rPr>
      </w:pPr>
      <w:r w:rsidRPr="00BA7AAA">
        <w:rPr>
          <w:rFonts w:ascii="Times New Roman" w:hAnsi="Times New Roman"/>
          <w:sz w:val="21"/>
          <w:szCs w:val="21"/>
        </w:rPr>
        <w:t>[SANS 2009]</w:t>
      </w:r>
    </w:p>
    <w:p w14:paraId="066EC1CB" w14:textId="77777777" w:rsidR="004B322D" w:rsidRPr="00BA7AAA" w:rsidRDefault="004B322D" w:rsidP="00BA7AAA">
      <w:pPr>
        <w:spacing w:before="0" w:after="240"/>
        <w:rPr>
          <w:szCs w:val="21"/>
        </w:rPr>
      </w:pPr>
      <w:r w:rsidRPr="00BA7AAA">
        <w:rPr>
          <w:szCs w:val="21"/>
        </w:rPr>
        <w:t xml:space="preserve">The SANS Institute. </w:t>
      </w:r>
      <w:r w:rsidRPr="00BA7AAA">
        <w:rPr>
          <w:i/>
          <w:iCs/>
          <w:szCs w:val="21"/>
        </w:rPr>
        <w:t>SANS Glossary of Terms Used in Security and Intrusion Detection</w:t>
      </w:r>
      <w:r w:rsidRPr="00BA7AAA">
        <w:rPr>
          <w:szCs w:val="21"/>
        </w:rPr>
        <w:t>. http://www.sans.org/resources/glossary.php</w:t>
      </w:r>
    </w:p>
    <w:p w14:paraId="066EC1CC" w14:textId="77777777" w:rsidR="004B322D" w:rsidRPr="00BA7AAA" w:rsidRDefault="004B322D" w:rsidP="00BA7AAA">
      <w:pPr>
        <w:spacing w:after="0"/>
        <w:rPr>
          <w:szCs w:val="21"/>
        </w:rPr>
      </w:pPr>
      <w:r w:rsidRPr="00BA7AAA">
        <w:rPr>
          <w:szCs w:val="21"/>
        </w:rPr>
        <w:t>[Schiffrin 1994]</w:t>
      </w:r>
    </w:p>
    <w:p w14:paraId="066EC1CD" w14:textId="77777777" w:rsidR="004B322D" w:rsidRPr="00BA7AAA" w:rsidRDefault="004B322D" w:rsidP="00BA7AAA">
      <w:pPr>
        <w:spacing w:before="0" w:after="240"/>
        <w:rPr>
          <w:szCs w:val="21"/>
        </w:rPr>
      </w:pPr>
      <w:r w:rsidRPr="00BA7AAA">
        <w:rPr>
          <w:szCs w:val="21"/>
        </w:rPr>
        <w:t xml:space="preserve">Schiffrin, D. </w:t>
      </w:r>
      <w:r w:rsidRPr="00BA7AAA">
        <w:rPr>
          <w:rStyle w:val="Emphasis"/>
          <w:szCs w:val="21"/>
        </w:rPr>
        <w:t>Approaches to Discourse</w:t>
      </w:r>
      <w:r w:rsidRPr="00BA7AAA">
        <w:rPr>
          <w:szCs w:val="21"/>
        </w:rPr>
        <w:t>. Oxford, England: Blackwell Publishers Ltd, 1994.</w:t>
      </w:r>
    </w:p>
    <w:p w14:paraId="066EC1CE" w14:textId="77777777" w:rsidR="004B322D" w:rsidRPr="00BA7AAA" w:rsidRDefault="004B322D" w:rsidP="00BA7AAA">
      <w:pPr>
        <w:spacing w:after="0"/>
        <w:rPr>
          <w:szCs w:val="21"/>
        </w:rPr>
      </w:pPr>
      <w:r w:rsidRPr="00BA7AAA">
        <w:rPr>
          <w:szCs w:val="21"/>
        </w:rPr>
        <w:t>[Sindre 2000]</w:t>
      </w:r>
    </w:p>
    <w:p w14:paraId="066EC1CF" w14:textId="77777777" w:rsidR="004B322D" w:rsidRPr="00BA7AAA" w:rsidRDefault="004B322D" w:rsidP="00BA7AAA">
      <w:pPr>
        <w:spacing w:before="0" w:after="240"/>
        <w:rPr>
          <w:szCs w:val="21"/>
        </w:rPr>
      </w:pPr>
      <w:r w:rsidRPr="00BA7AAA">
        <w:rPr>
          <w:szCs w:val="21"/>
        </w:rPr>
        <w:t xml:space="preserve">Sindre, G. &amp; Opdahl, A. L. “Eliciting Security Requirements by Misuse Cases,” 120-131. </w:t>
      </w:r>
      <w:r w:rsidRPr="00BA7AAA">
        <w:rPr>
          <w:rStyle w:val="Emphasis"/>
          <w:szCs w:val="21"/>
        </w:rPr>
        <w:t>Proceedings of the 37</w:t>
      </w:r>
      <w:r w:rsidRPr="00BA7AAA">
        <w:rPr>
          <w:rStyle w:val="Emphasis"/>
          <w:szCs w:val="21"/>
          <w:vertAlign w:val="superscript"/>
        </w:rPr>
        <w:t>th</w:t>
      </w:r>
      <w:r w:rsidRPr="00BA7AAA">
        <w:rPr>
          <w:rStyle w:val="Emphasis"/>
          <w:szCs w:val="21"/>
        </w:rPr>
        <w:t xml:space="preserve"> International Conference on Technology of Object-Oriented Languages (Tools 37-Pacific 2000)</w:t>
      </w:r>
      <w:r w:rsidRPr="00BA7AAA">
        <w:rPr>
          <w:szCs w:val="21"/>
        </w:rPr>
        <w:t>. Sydney, Australia, November 20-23, 2000. Los Alamitos, CA: IEEE Computer Society, 2000.</w:t>
      </w:r>
    </w:p>
    <w:p w14:paraId="066EC1D0" w14:textId="77777777" w:rsidR="004B322D" w:rsidRPr="00BA7AAA" w:rsidRDefault="004B322D" w:rsidP="00BA7AAA">
      <w:pPr>
        <w:spacing w:after="0"/>
        <w:rPr>
          <w:szCs w:val="21"/>
        </w:rPr>
      </w:pPr>
      <w:r w:rsidRPr="00BA7AAA">
        <w:rPr>
          <w:szCs w:val="21"/>
        </w:rPr>
        <w:t>[Stoneburner 2002]</w:t>
      </w:r>
    </w:p>
    <w:p w14:paraId="066EC1D1" w14:textId="77777777" w:rsidR="004B322D" w:rsidRPr="00BA7AAA" w:rsidRDefault="004B322D" w:rsidP="00BA7AAA">
      <w:pPr>
        <w:spacing w:before="0" w:after="240"/>
        <w:rPr>
          <w:szCs w:val="21"/>
        </w:rPr>
      </w:pPr>
      <w:r w:rsidRPr="00BA7AAA">
        <w:rPr>
          <w:szCs w:val="21"/>
        </w:rPr>
        <w:t xml:space="preserve">Stoneburner, Gary, Goguen, Alice, &amp; Feringa, Alexis. </w:t>
      </w:r>
      <w:r w:rsidRPr="00BA7AAA">
        <w:rPr>
          <w:rStyle w:val="Emphasis"/>
          <w:szCs w:val="21"/>
        </w:rPr>
        <w:t>Risk Management Guide for Information Technology Systems</w:t>
      </w:r>
      <w:r w:rsidRPr="00BA7AAA">
        <w:rPr>
          <w:szCs w:val="21"/>
        </w:rPr>
        <w:t xml:space="preserve"> (Special Publication 800-30). Gaithersburg, MD: National Institute of Standards and Technology, 2002. http://csrc.nist.gov/publications/nistpubs/800-30/sp800-30.pdf</w:t>
      </w:r>
    </w:p>
    <w:p w14:paraId="066EC1D2" w14:textId="77777777" w:rsidR="004B322D" w:rsidRPr="00BA7AAA" w:rsidRDefault="004B322D" w:rsidP="00BA7AAA">
      <w:pPr>
        <w:keepNext/>
        <w:spacing w:after="0"/>
        <w:rPr>
          <w:szCs w:val="21"/>
        </w:rPr>
      </w:pPr>
      <w:r w:rsidRPr="00BA7AAA">
        <w:rPr>
          <w:szCs w:val="21"/>
        </w:rPr>
        <w:lastRenderedPageBreak/>
        <w:t>[SSQ 2009a]</w:t>
      </w:r>
    </w:p>
    <w:p w14:paraId="066EC1D3" w14:textId="77777777" w:rsidR="004B322D" w:rsidRPr="00BA7AAA" w:rsidRDefault="004B322D" w:rsidP="00BA7AAA">
      <w:pPr>
        <w:spacing w:before="0" w:after="240"/>
        <w:rPr>
          <w:szCs w:val="21"/>
        </w:rPr>
      </w:pPr>
      <w:r w:rsidRPr="00BA7AAA">
        <w:rPr>
          <w:szCs w:val="21"/>
        </w:rPr>
        <w:t>“access control list.” SearchSoftwareQuality.com Definitions, 2009. http://searchsoftwarequality.techtarget.com/sDefinition/0,,sid92_gci213757,00.html</w:t>
      </w:r>
    </w:p>
    <w:p w14:paraId="066EC1D4" w14:textId="77777777" w:rsidR="004B322D" w:rsidRPr="00BA7AAA" w:rsidRDefault="004B322D" w:rsidP="00BA7AAA">
      <w:pPr>
        <w:spacing w:after="0"/>
        <w:rPr>
          <w:szCs w:val="21"/>
        </w:rPr>
      </w:pPr>
      <w:r w:rsidRPr="00BA7AAA">
        <w:rPr>
          <w:szCs w:val="21"/>
        </w:rPr>
        <w:t>[SSQ 2009b]</w:t>
      </w:r>
    </w:p>
    <w:p w14:paraId="066EC1D5" w14:textId="77777777" w:rsidR="004B322D" w:rsidRPr="00BA7AAA" w:rsidRDefault="004B322D" w:rsidP="00BA7AAA">
      <w:pPr>
        <w:spacing w:before="0" w:after="240"/>
        <w:rPr>
          <w:szCs w:val="21"/>
        </w:rPr>
      </w:pPr>
      <w:r w:rsidRPr="00BA7AAA">
        <w:rPr>
          <w:szCs w:val="21"/>
        </w:rPr>
        <w:t>“authentication.” SearchSoftwareQuality.com Definitions, 2009. http://searchsecurity.techtarget.com/sDefinition/0,,sid14_gci211621,00.html</w:t>
      </w:r>
    </w:p>
    <w:p w14:paraId="066EC1D6" w14:textId="77777777" w:rsidR="004B322D" w:rsidRPr="00BA7AAA" w:rsidRDefault="004B322D" w:rsidP="00BA7AAA">
      <w:pPr>
        <w:spacing w:after="0"/>
        <w:rPr>
          <w:szCs w:val="21"/>
        </w:rPr>
      </w:pPr>
      <w:r w:rsidRPr="00BA7AAA">
        <w:rPr>
          <w:szCs w:val="21"/>
        </w:rPr>
        <w:t>[USGA 1999]</w:t>
      </w:r>
    </w:p>
    <w:p w14:paraId="066EC1D7" w14:textId="77777777" w:rsidR="004B322D" w:rsidRPr="00BA7AAA" w:rsidRDefault="004B322D" w:rsidP="00BA7AAA">
      <w:pPr>
        <w:spacing w:before="0" w:after="240"/>
        <w:rPr>
          <w:szCs w:val="21"/>
        </w:rPr>
      </w:pPr>
      <w:r w:rsidRPr="00BA7AAA">
        <w:rPr>
          <w:szCs w:val="21"/>
        </w:rPr>
        <w:t>U.S. General Accounting Office. “Information Security Risk Assessment: Practices of Leading Organizations, A Supplement to GAO’s May 1998 Executive Guide on Information Security Management.” Washington, D.C.: U.S. General Accounting Office, 1999.</w:t>
      </w:r>
    </w:p>
    <w:p w14:paraId="066EC1D8" w14:textId="77777777" w:rsidR="004B322D" w:rsidRPr="00BA7AAA" w:rsidRDefault="004B322D" w:rsidP="00BA7AAA">
      <w:pPr>
        <w:spacing w:after="0"/>
        <w:rPr>
          <w:szCs w:val="21"/>
        </w:rPr>
      </w:pPr>
      <w:r w:rsidRPr="00BA7AAA">
        <w:rPr>
          <w:szCs w:val="21"/>
        </w:rPr>
        <w:t>[Webopedia 2009]</w:t>
      </w:r>
    </w:p>
    <w:p w14:paraId="066EC1D9" w14:textId="77777777" w:rsidR="004B322D" w:rsidRPr="00BA7AAA" w:rsidRDefault="004B322D" w:rsidP="00BA7AAA">
      <w:pPr>
        <w:spacing w:before="0" w:after="240"/>
        <w:rPr>
          <w:szCs w:val="21"/>
        </w:rPr>
      </w:pPr>
      <w:r w:rsidRPr="00BA7AAA">
        <w:rPr>
          <w:szCs w:val="21"/>
        </w:rPr>
        <w:t>“firewall.” Webopedia.com, 2009. http://www.webopedia.com/TERM/F/firewall.html</w:t>
      </w:r>
    </w:p>
    <w:p w14:paraId="066EC1DA" w14:textId="77777777" w:rsidR="004B322D" w:rsidRPr="00BA7AAA" w:rsidRDefault="004B322D" w:rsidP="00BA7AAA">
      <w:pPr>
        <w:keepNext/>
        <w:spacing w:after="0"/>
        <w:rPr>
          <w:szCs w:val="21"/>
        </w:rPr>
      </w:pPr>
      <w:r w:rsidRPr="00BA7AAA">
        <w:rPr>
          <w:szCs w:val="21"/>
        </w:rPr>
        <w:t>[Wikipedia 2009a]</w:t>
      </w:r>
    </w:p>
    <w:p w14:paraId="066EC1DB" w14:textId="77777777" w:rsidR="004B322D" w:rsidRPr="00BA7AAA" w:rsidRDefault="004B322D" w:rsidP="00BA7AAA">
      <w:pPr>
        <w:spacing w:before="0" w:after="240"/>
        <w:rPr>
          <w:szCs w:val="21"/>
        </w:rPr>
      </w:pPr>
      <w:r w:rsidRPr="00BA7AAA">
        <w:rPr>
          <w:szCs w:val="21"/>
        </w:rPr>
        <w:t>Wikipedia. “Access control.” http://en.wikipedia.org/wiki/Access_control#Computer_security (2009).</w:t>
      </w:r>
    </w:p>
    <w:p w14:paraId="066EC1DC" w14:textId="77777777" w:rsidR="004B322D" w:rsidRPr="00BA7AAA" w:rsidRDefault="004B322D" w:rsidP="00BA7AAA">
      <w:pPr>
        <w:spacing w:after="0"/>
        <w:rPr>
          <w:szCs w:val="21"/>
        </w:rPr>
      </w:pPr>
      <w:r w:rsidRPr="00BA7AAA">
        <w:rPr>
          <w:szCs w:val="21"/>
        </w:rPr>
        <w:t>[Wikipedia 2009b]</w:t>
      </w:r>
    </w:p>
    <w:p w14:paraId="066EC1DD" w14:textId="77777777" w:rsidR="004B322D" w:rsidRPr="00BA7AAA" w:rsidRDefault="004B322D" w:rsidP="00BA7AAA">
      <w:pPr>
        <w:spacing w:before="0" w:after="240"/>
        <w:rPr>
          <w:szCs w:val="21"/>
        </w:rPr>
      </w:pPr>
      <w:r w:rsidRPr="00BA7AAA">
        <w:rPr>
          <w:szCs w:val="21"/>
        </w:rPr>
        <w:t>Wikipedia. “Computer insecurity.” http://en.wikipedia.org/wiki/Computer_insecurity (2009).</w:t>
      </w:r>
    </w:p>
    <w:p w14:paraId="066EC1DE" w14:textId="77777777" w:rsidR="004B322D" w:rsidRPr="00BA7AAA" w:rsidRDefault="004B322D" w:rsidP="00BA7AAA">
      <w:pPr>
        <w:spacing w:after="0"/>
        <w:rPr>
          <w:szCs w:val="21"/>
        </w:rPr>
      </w:pPr>
      <w:r w:rsidRPr="00BA7AAA">
        <w:rPr>
          <w:szCs w:val="21"/>
        </w:rPr>
        <w:t>[Wikipedia 2009c]</w:t>
      </w:r>
    </w:p>
    <w:p w14:paraId="066EC1DF" w14:textId="77777777" w:rsidR="004B322D" w:rsidRPr="00BA7AAA" w:rsidRDefault="004B322D" w:rsidP="00BA7AAA">
      <w:pPr>
        <w:spacing w:before="0" w:after="240"/>
        <w:rPr>
          <w:szCs w:val="21"/>
        </w:rPr>
      </w:pPr>
      <w:r w:rsidRPr="00BA7AAA">
        <w:rPr>
          <w:szCs w:val="21"/>
        </w:rPr>
        <w:t>Wikipedia. “Data integrity.” http://en.wikipedia.org/wiki/Data_integrity (2009).</w:t>
      </w:r>
    </w:p>
    <w:p w14:paraId="066EC1E0" w14:textId="77777777" w:rsidR="004B322D" w:rsidRPr="00BA7AAA" w:rsidRDefault="004B322D" w:rsidP="00BA7AAA">
      <w:pPr>
        <w:spacing w:after="0"/>
        <w:rPr>
          <w:szCs w:val="21"/>
        </w:rPr>
      </w:pPr>
      <w:r w:rsidRPr="00BA7AAA">
        <w:rPr>
          <w:szCs w:val="21"/>
        </w:rPr>
        <w:t>[Wikipedia 2009d]</w:t>
      </w:r>
    </w:p>
    <w:p w14:paraId="066EC1E1" w14:textId="77777777" w:rsidR="004B322D" w:rsidRPr="00BA7AAA" w:rsidRDefault="004B322D" w:rsidP="00BA7AAA">
      <w:pPr>
        <w:spacing w:before="0" w:after="240"/>
        <w:rPr>
          <w:szCs w:val="21"/>
        </w:rPr>
      </w:pPr>
      <w:r w:rsidRPr="00BA7AAA">
        <w:rPr>
          <w:szCs w:val="21"/>
        </w:rPr>
        <w:t>Wikipedia. “Multi-criteria decision analysis.” http://en.wikipedia.org/wiki/Multi-criteria_decision_analysis (2009).</w:t>
      </w:r>
    </w:p>
    <w:p w14:paraId="066EC1E2" w14:textId="77777777" w:rsidR="004B322D" w:rsidRPr="00BA7AAA" w:rsidRDefault="004B322D" w:rsidP="00BA7AAA">
      <w:pPr>
        <w:spacing w:after="0"/>
        <w:rPr>
          <w:szCs w:val="21"/>
        </w:rPr>
      </w:pPr>
      <w:r w:rsidRPr="00BA7AAA">
        <w:rPr>
          <w:szCs w:val="21"/>
        </w:rPr>
        <w:t>[Wood 1995]</w:t>
      </w:r>
    </w:p>
    <w:p w14:paraId="066EC1E3" w14:textId="77777777" w:rsidR="004512AF" w:rsidRPr="00251C12" w:rsidRDefault="004B322D" w:rsidP="0004690E">
      <w:pPr>
        <w:spacing w:before="0" w:after="240"/>
      </w:pPr>
      <w:r w:rsidRPr="00BA7AAA">
        <w:rPr>
          <w:szCs w:val="21"/>
        </w:rPr>
        <w:t xml:space="preserve">Wood, J. &amp; Silver, D. </w:t>
      </w:r>
      <w:r w:rsidRPr="00BA7AAA">
        <w:rPr>
          <w:rStyle w:val="Emphasis"/>
          <w:szCs w:val="21"/>
        </w:rPr>
        <w:t>Joint Application Development, 2nd ed.</w:t>
      </w:r>
      <w:r w:rsidRPr="00BA7AAA">
        <w:rPr>
          <w:szCs w:val="21"/>
        </w:rPr>
        <w:t>, New York: Wiley, 1995.</w:t>
      </w:r>
    </w:p>
    <w:sectPr w:rsidR="004512AF" w:rsidRPr="00251C12" w:rsidSect="00010B7C">
      <w:headerReference w:type="even" r:id="rId29"/>
      <w:footerReference w:type="even" r:id="rId30"/>
      <w:footerReference w:type="default" r:id="rId31"/>
      <w:pgSz w:w="12240" w:h="15840" w:code="1"/>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6EC1F2" w14:textId="77777777" w:rsidR="007A1125" w:rsidRDefault="007A1125">
      <w:r>
        <w:separator/>
      </w:r>
    </w:p>
    <w:p w14:paraId="066EC1F3" w14:textId="77777777" w:rsidR="007A1125" w:rsidRDefault="007A1125"/>
  </w:endnote>
  <w:endnote w:type="continuationSeparator" w:id="0">
    <w:p w14:paraId="066EC1F4" w14:textId="77777777" w:rsidR="007A1125" w:rsidRDefault="007A1125">
      <w:r>
        <w:continuationSeparator/>
      </w:r>
    </w:p>
    <w:p w14:paraId="066EC1F5" w14:textId="77777777" w:rsidR="007A1125" w:rsidRDefault="007A11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1F6" w14:textId="77777777" w:rsidR="00F723A1" w:rsidRDefault="00596A5D" w:rsidP="00E272F7">
    <w:pPr>
      <w:pStyle w:val="z-letter-logo-cmu"/>
      <w:tabs>
        <w:tab w:val="clear" w:pos="4320"/>
        <w:tab w:val="clear" w:pos="8640"/>
        <w:tab w:val="left" w:pos="3855"/>
        <w:tab w:val="right" w:pos="8280"/>
      </w:tabs>
      <w:spacing w:before="0" w:after="0" w:line="240" w:lineRule="atLeast"/>
    </w:pPr>
    <w:r w:rsidRPr="007107F2">
      <w:rPr>
        <w:rStyle w:val="PageNumber"/>
        <w:rFonts w:ascii="Arial Black" w:hAnsi="Arial Black"/>
      </w:rPr>
      <w:fldChar w:fldCharType="begin"/>
    </w:r>
    <w:r w:rsidR="00F723A1" w:rsidRPr="007107F2">
      <w:rPr>
        <w:rStyle w:val="PageNumber"/>
        <w:rFonts w:ascii="Arial Black" w:hAnsi="Arial Black"/>
      </w:rPr>
      <w:instrText xml:space="preserve"> PAGE </w:instrText>
    </w:r>
    <w:r w:rsidRPr="007107F2">
      <w:rPr>
        <w:rStyle w:val="PageNumber"/>
        <w:rFonts w:ascii="Arial Black" w:hAnsi="Arial Black"/>
      </w:rPr>
      <w:fldChar w:fldCharType="separate"/>
    </w:r>
    <w:r w:rsidR="00F723A1">
      <w:rPr>
        <w:rStyle w:val="PageNumber"/>
        <w:rFonts w:ascii="Arial Black" w:hAnsi="Arial Black"/>
        <w:noProof/>
      </w:rPr>
      <w:t>74</w:t>
    </w:r>
    <w:r w:rsidRPr="007107F2">
      <w:rPr>
        <w:rStyle w:val="PageNumber"/>
        <w:rFonts w:ascii="Arial Black" w:hAnsi="Arial Black"/>
      </w:rPr>
      <w:fldChar w:fldCharType="end"/>
    </w:r>
    <w:r w:rsidR="00F723A1">
      <w:rPr>
        <w:rStyle w:val="PageNumber"/>
        <w:rFonts w:ascii="Arial Black" w:hAnsi="Arial Black"/>
      </w:rPr>
      <w:t xml:space="preserve"> </w:t>
    </w:r>
    <w:r w:rsidR="00F723A1" w:rsidRPr="007107F2">
      <w:rPr>
        <w:rStyle w:val="PageNumber"/>
      </w:rPr>
      <w:t>| CERT</w:t>
    </w:r>
    <w:r w:rsidR="00F723A1">
      <w:rPr>
        <w:rStyle w:val="PageNumber"/>
      </w:rPr>
      <w:t xml:space="preserve"> | Software Engineering Institute</w:t>
    </w:r>
    <w:r w:rsidR="00F723A1">
      <w:rPr>
        <w:rStyle w:val="PageNumber"/>
        <w:rFonts w:ascii="Arial Black" w:hAnsi="Arial Black"/>
      </w:rPr>
      <w:tab/>
    </w:r>
    <w:r w:rsidR="00F723A1">
      <w:rPr>
        <w:rStyle w:val="PageNumber"/>
        <w:rFonts w:ascii="Arial Black" w:hAnsi="Arial Black"/>
      </w:rPr>
      <w:tab/>
    </w:r>
    <w:r w:rsidR="00F723A1">
      <w:rPr>
        <w:rStyle w:val="PageNumber"/>
      </w:rPr>
      <w:t xml:space="preserve">unclassified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205" w14:textId="77777777" w:rsidR="00F723A1" w:rsidRDefault="00F723A1" w:rsidP="008F7781">
    <w:pPr>
      <w:pStyle w:val="Footer"/>
      <w:tabs>
        <w:tab w:val="clear" w:pos="8640"/>
        <w:tab w:val="right" w:pos="8280"/>
      </w:tabs>
      <w:spacing w:after="0"/>
      <w:ind w:right="720"/>
    </w:pPr>
    <w:r>
      <w:rPr>
        <w:rStyle w:val="PageNumber"/>
        <w:color w:val="auto"/>
      </w:rPr>
      <w:tab/>
    </w:r>
    <w:r>
      <w:rPr>
        <w:rStyle w:val="PageNumber"/>
        <w:color w:val="auto"/>
      </w:rPr>
      <w:tab/>
    </w: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596A5D" w:rsidRPr="004512AF">
      <w:rPr>
        <w:rStyle w:val="PageNumber"/>
        <w:rFonts w:ascii="Arial Black" w:hAnsi="Arial Black"/>
        <w:caps w:val="0"/>
        <w:color w:val="auto"/>
      </w:rPr>
      <w:fldChar w:fldCharType="begin"/>
    </w:r>
    <w:r w:rsidRPr="004512AF">
      <w:rPr>
        <w:rStyle w:val="PageNumber"/>
        <w:rFonts w:ascii="Arial Black" w:hAnsi="Arial Black"/>
        <w:caps w:val="0"/>
        <w:color w:val="auto"/>
      </w:rPr>
      <w:instrText xml:space="preserve"> PAGE </w:instrText>
    </w:r>
    <w:r w:rsidR="00596A5D" w:rsidRPr="004512AF">
      <w:rPr>
        <w:rStyle w:val="PageNumber"/>
        <w:rFonts w:ascii="Arial Black" w:hAnsi="Arial Black"/>
        <w:caps w:val="0"/>
        <w:color w:val="auto"/>
      </w:rPr>
      <w:fldChar w:fldCharType="separate"/>
    </w:r>
    <w:r w:rsidR="006D6D4D">
      <w:rPr>
        <w:rStyle w:val="PageNumber"/>
        <w:rFonts w:ascii="Arial Black" w:hAnsi="Arial Black"/>
        <w:caps w:val="0"/>
        <w:noProof/>
        <w:color w:val="auto"/>
      </w:rPr>
      <w:t>i</w:t>
    </w:r>
    <w:r w:rsidR="00596A5D" w:rsidRPr="004512AF">
      <w:rPr>
        <w:rStyle w:val="PageNumber"/>
        <w:rFonts w:ascii="Arial Black" w:hAnsi="Arial Black"/>
        <w:caps w:val="0"/>
        <w:color w:val="auto"/>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23C" w14:textId="77777777" w:rsidR="00F723A1" w:rsidRDefault="00596A5D" w:rsidP="004512AF">
    <w:pPr>
      <w:pStyle w:val="Footer"/>
      <w:framePr w:wrap="around" w:vAnchor="text" w:hAnchor="margin" w:xAlign="center" w:y="1"/>
      <w:rPr>
        <w:rStyle w:val="PageNumber"/>
      </w:rPr>
    </w:pPr>
    <w:r>
      <w:rPr>
        <w:rStyle w:val="PageNumber"/>
      </w:rPr>
      <w:fldChar w:fldCharType="begin"/>
    </w:r>
    <w:r w:rsidR="00F723A1">
      <w:rPr>
        <w:rStyle w:val="PageNumber"/>
      </w:rPr>
      <w:instrText xml:space="preserve">PAGE  </w:instrText>
    </w:r>
    <w:r>
      <w:rPr>
        <w:rStyle w:val="PageNumber"/>
      </w:rPr>
      <w:fldChar w:fldCharType="end"/>
    </w:r>
  </w:p>
  <w:p w14:paraId="066EC23D" w14:textId="77777777" w:rsidR="00F723A1" w:rsidRDefault="00F723A1" w:rsidP="004512AF">
    <w:pPr>
      <w:pStyle w:val="Footer"/>
    </w:pPr>
  </w:p>
  <w:p w14:paraId="066EC23E" w14:textId="77777777" w:rsidR="00F723A1" w:rsidRDefault="00F723A1" w:rsidP="004512AF"/>
  <w:p w14:paraId="066EC23F" w14:textId="77777777" w:rsidR="00F723A1" w:rsidRDefault="00F723A1" w:rsidP="004512AF"/>
  <w:p w14:paraId="066EC240" w14:textId="77777777" w:rsidR="00F723A1" w:rsidRDefault="00F723A1" w:rsidP="004512AF"/>
  <w:p w14:paraId="066EC241" w14:textId="77777777" w:rsidR="00F723A1" w:rsidRDefault="00F723A1" w:rsidP="004512AF"/>
  <w:p w14:paraId="066EC242" w14:textId="77777777" w:rsidR="00F723A1" w:rsidRDefault="00F723A1" w:rsidP="004512AF"/>
  <w:p w14:paraId="066EC243" w14:textId="77777777" w:rsidR="00F723A1" w:rsidRDefault="00F723A1" w:rsidP="004512AF"/>
  <w:p w14:paraId="066EC244" w14:textId="77777777" w:rsidR="00F723A1" w:rsidRDefault="00F723A1" w:rsidP="004512AF"/>
  <w:p w14:paraId="066EC245" w14:textId="77777777" w:rsidR="00F723A1" w:rsidRDefault="00F723A1" w:rsidP="004512AF"/>
  <w:p w14:paraId="066EC246" w14:textId="77777777" w:rsidR="00F723A1" w:rsidRDefault="00F723A1" w:rsidP="004512AF"/>
  <w:p w14:paraId="066EC247" w14:textId="77777777" w:rsidR="00F723A1" w:rsidRDefault="00F723A1" w:rsidP="004512AF"/>
  <w:p w14:paraId="066EC248" w14:textId="77777777" w:rsidR="00F723A1" w:rsidRDefault="00F723A1" w:rsidP="004512AF"/>
  <w:p w14:paraId="066EC249" w14:textId="77777777" w:rsidR="00F723A1" w:rsidRDefault="00F723A1" w:rsidP="004512AF"/>
  <w:p w14:paraId="066EC24A" w14:textId="77777777" w:rsidR="00F723A1" w:rsidRDefault="00F723A1" w:rsidP="004512AF"/>
  <w:p w14:paraId="066EC24B" w14:textId="77777777" w:rsidR="00F723A1" w:rsidRDefault="00F723A1" w:rsidP="004512AF"/>
  <w:p w14:paraId="066EC24C" w14:textId="77777777" w:rsidR="00F723A1" w:rsidRDefault="00F723A1" w:rsidP="004512AF"/>
  <w:p w14:paraId="066EC24D" w14:textId="77777777" w:rsidR="00F723A1" w:rsidRDefault="00F723A1" w:rsidP="004512AF"/>
  <w:p w14:paraId="066EC24E" w14:textId="77777777" w:rsidR="00F723A1" w:rsidRDefault="00F723A1" w:rsidP="004512AF"/>
  <w:p w14:paraId="066EC24F" w14:textId="77777777" w:rsidR="00F723A1" w:rsidRDefault="00F723A1" w:rsidP="004512AF"/>
  <w:p w14:paraId="066EC250" w14:textId="77777777" w:rsidR="00F723A1" w:rsidRDefault="00F723A1" w:rsidP="004512AF"/>
  <w:p w14:paraId="066EC251" w14:textId="77777777" w:rsidR="00F723A1" w:rsidRDefault="00F723A1" w:rsidP="004512AF"/>
  <w:p w14:paraId="066EC252" w14:textId="77777777" w:rsidR="00F723A1" w:rsidRDefault="00F723A1" w:rsidP="004512AF"/>
  <w:p w14:paraId="066EC253" w14:textId="77777777" w:rsidR="00F723A1" w:rsidRDefault="00F723A1" w:rsidP="004512AF"/>
  <w:p w14:paraId="066EC254" w14:textId="77777777" w:rsidR="00F723A1" w:rsidRDefault="00F723A1" w:rsidP="004512AF"/>
  <w:p w14:paraId="066EC255" w14:textId="77777777" w:rsidR="00F723A1" w:rsidRDefault="00F723A1" w:rsidP="004512AF"/>
  <w:p w14:paraId="066EC256" w14:textId="77777777" w:rsidR="00F723A1" w:rsidRDefault="00F723A1" w:rsidP="004512AF"/>
  <w:p w14:paraId="066EC257" w14:textId="77777777" w:rsidR="00F723A1" w:rsidRDefault="00F723A1" w:rsidP="004512AF"/>
  <w:p w14:paraId="066EC258" w14:textId="77777777" w:rsidR="00F723A1" w:rsidRDefault="00F723A1" w:rsidP="004512AF"/>
  <w:p w14:paraId="066EC259" w14:textId="77777777" w:rsidR="00F723A1" w:rsidRDefault="00F723A1" w:rsidP="004512AF"/>
  <w:p w14:paraId="066EC25A" w14:textId="77777777" w:rsidR="00F723A1" w:rsidRDefault="00F723A1" w:rsidP="004512AF"/>
  <w:p w14:paraId="066EC25B" w14:textId="77777777" w:rsidR="00F723A1" w:rsidRDefault="00F723A1" w:rsidP="004512AF"/>
  <w:p w14:paraId="066EC25C" w14:textId="77777777" w:rsidR="00F723A1" w:rsidRDefault="00F723A1" w:rsidP="004512AF"/>
  <w:p w14:paraId="066EC25D" w14:textId="77777777" w:rsidR="00F723A1" w:rsidRDefault="00F723A1" w:rsidP="004512AF"/>
  <w:p w14:paraId="066EC25E" w14:textId="77777777" w:rsidR="00F723A1" w:rsidRDefault="00F723A1" w:rsidP="004512AF"/>
  <w:p w14:paraId="066EC25F" w14:textId="77777777" w:rsidR="00F723A1" w:rsidRDefault="00F723A1" w:rsidP="004512AF"/>
  <w:p w14:paraId="066EC260" w14:textId="77777777" w:rsidR="00F723A1" w:rsidRDefault="00F723A1" w:rsidP="004512AF"/>
  <w:p w14:paraId="066EC261" w14:textId="77777777" w:rsidR="00F723A1" w:rsidRDefault="00F723A1" w:rsidP="004512AF"/>
  <w:p w14:paraId="066EC262" w14:textId="77777777" w:rsidR="00F723A1" w:rsidRDefault="00F723A1" w:rsidP="004512AF"/>
  <w:p w14:paraId="066EC263" w14:textId="77777777" w:rsidR="00F723A1" w:rsidRDefault="00F723A1" w:rsidP="004512AF"/>
  <w:p w14:paraId="066EC264" w14:textId="77777777" w:rsidR="00F723A1" w:rsidRDefault="00F723A1" w:rsidP="004512AF"/>
  <w:p w14:paraId="066EC265" w14:textId="77777777" w:rsidR="00F723A1" w:rsidRDefault="00F723A1" w:rsidP="004512AF"/>
  <w:p w14:paraId="066EC266" w14:textId="77777777" w:rsidR="00F723A1" w:rsidRDefault="00F723A1" w:rsidP="004512AF"/>
  <w:p w14:paraId="066EC267" w14:textId="77777777" w:rsidR="00F723A1" w:rsidRDefault="00F723A1" w:rsidP="004512AF"/>
  <w:p w14:paraId="066EC268" w14:textId="77777777" w:rsidR="00F723A1" w:rsidRDefault="00F723A1" w:rsidP="004512AF"/>
  <w:p w14:paraId="066EC269" w14:textId="77777777" w:rsidR="00F723A1" w:rsidRDefault="00F723A1" w:rsidP="004512AF"/>
  <w:p w14:paraId="066EC26A" w14:textId="77777777" w:rsidR="00F723A1" w:rsidRDefault="00F723A1" w:rsidP="004512AF"/>
  <w:p w14:paraId="066EC26B" w14:textId="77777777" w:rsidR="00F723A1" w:rsidRDefault="00F723A1" w:rsidP="004512AF"/>
  <w:p w14:paraId="066EC26C" w14:textId="77777777" w:rsidR="00F723A1" w:rsidRDefault="00F723A1" w:rsidP="004512AF"/>
  <w:p w14:paraId="066EC26D" w14:textId="77777777" w:rsidR="00F723A1" w:rsidRDefault="00F723A1" w:rsidP="004512AF"/>
  <w:p w14:paraId="066EC26E" w14:textId="77777777" w:rsidR="00F723A1" w:rsidRDefault="00F723A1" w:rsidP="004512AF"/>
  <w:p w14:paraId="066EC26F" w14:textId="77777777" w:rsidR="00F723A1" w:rsidRDefault="00F723A1" w:rsidP="004512AF"/>
  <w:p w14:paraId="066EC270" w14:textId="77777777" w:rsidR="00F723A1" w:rsidRDefault="00F723A1" w:rsidP="004512AF"/>
  <w:p w14:paraId="066EC271" w14:textId="77777777" w:rsidR="00F723A1" w:rsidRDefault="00F723A1" w:rsidP="004512AF"/>
  <w:p w14:paraId="066EC272" w14:textId="77777777" w:rsidR="00F723A1" w:rsidRDefault="00F723A1" w:rsidP="004512AF"/>
  <w:p w14:paraId="066EC273" w14:textId="77777777" w:rsidR="00F723A1" w:rsidRDefault="00F723A1"/>
  <w:p w14:paraId="066EC274" w14:textId="77777777" w:rsidR="00F723A1" w:rsidRDefault="00F723A1" w:rsidP="004512A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275" w14:textId="77777777" w:rsidR="00F723A1" w:rsidRDefault="00F723A1" w:rsidP="004512AF">
    <w:pPr>
      <w:jc w:val="right"/>
    </w:pP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596A5D" w:rsidRPr="007107F2">
      <w:rPr>
        <w:rStyle w:val="PageNumber"/>
        <w:rFonts w:ascii="Arial Black" w:hAnsi="Arial Black"/>
        <w:color w:val="auto"/>
      </w:rPr>
      <w:fldChar w:fldCharType="begin"/>
    </w:r>
    <w:r w:rsidRPr="007107F2">
      <w:rPr>
        <w:rStyle w:val="PageNumber"/>
        <w:rFonts w:ascii="Arial Black" w:hAnsi="Arial Black"/>
        <w:color w:val="auto"/>
      </w:rPr>
      <w:instrText xml:space="preserve"> PAGE </w:instrText>
    </w:r>
    <w:r w:rsidR="00596A5D" w:rsidRPr="007107F2">
      <w:rPr>
        <w:rStyle w:val="PageNumber"/>
        <w:rFonts w:ascii="Arial Black" w:hAnsi="Arial Black"/>
        <w:color w:val="auto"/>
      </w:rPr>
      <w:fldChar w:fldCharType="separate"/>
    </w:r>
    <w:r w:rsidR="006D6D4D">
      <w:rPr>
        <w:rStyle w:val="PageNumber"/>
        <w:rFonts w:ascii="Arial Black" w:hAnsi="Arial Black"/>
        <w:noProof/>
        <w:color w:val="auto"/>
      </w:rPr>
      <w:t>39</w:t>
    </w:r>
    <w:r w:rsidR="00596A5D" w:rsidRPr="007107F2">
      <w:rPr>
        <w:rStyle w:val="PageNumber"/>
        <w:rFonts w:ascii="Arial Black" w:hAnsi="Arial Black"/>
        <w:color w:val="auto"/>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1F7" w14:textId="77777777" w:rsidR="00F723A1" w:rsidRDefault="00F723A1" w:rsidP="00E272F7">
    <w:pPr>
      <w:pStyle w:val="z-letter-logo-cmu"/>
      <w:tabs>
        <w:tab w:val="clear" w:pos="8640"/>
        <w:tab w:val="right" w:pos="8280"/>
      </w:tabs>
      <w:spacing w:before="0" w:after="0"/>
      <w:ind w:right="720"/>
    </w:pPr>
    <w:r>
      <w:rPr>
        <w:rStyle w:val="PageNumber"/>
      </w:rPr>
      <w:t xml:space="preserve">Unclassified </w:t>
    </w:r>
    <w:r>
      <w:rPr>
        <w:rStyle w:val="PageNumber"/>
      </w:rPr>
      <w:tab/>
    </w:r>
    <w:r>
      <w:rPr>
        <w:rStyle w:val="PageNumber"/>
      </w:rPr>
      <w:tab/>
    </w:r>
    <w:r w:rsidRPr="007107F2">
      <w:rPr>
        <w:rStyle w:val="PageNumber"/>
      </w:rPr>
      <w:t xml:space="preserve">CERT </w:t>
    </w:r>
    <w:r>
      <w:rPr>
        <w:rStyle w:val="PageNumber"/>
      </w:rPr>
      <w:t xml:space="preserve">| Software Engineering Institute </w:t>
    </w:r>
    <w:r w:rsidRPr="007107F2">
      <w:rPr>
        <w:rStyle w:val="PageNumber"/>
      </w:rPr>
      <w:t xml:space="preserve">| </w:t>
    </w:r>
    <w:r w:rsidR="00596A5D" w:rsidRPr="007107F2">
      <w:rPr>
        <w:rStyle w:val="PageNumber"/>
        <w:rFonts w:ascii="Arial Black" w:hAnsi="Arial Black"/>
      </w:rPr>
      <w:fldChar w:fldCharType="begin"/>
    </w:r>
    <w:r w:rsidRPr="007107F2">
      <w:rPr>
        <w:rStyle w:val="PageNumber"/>
        <w:rFonts w:ascii="Arial Black" w:hAnsi="Arial Black"/>
      </w:rPr>
      <w:instrText xml:space="preserve"> PAGE </w:instrText>
    </w:r>
    <w:r w:rsidR="00596A5D" w:rsidRPr="007107F2">
      <w:rPr>
        <w:rStyle w:val="PageNumber"/>
        <w:rFonts w:ascii="Arial Black" w:hAnsi="Arial Black"/>
      </w:rPr>
      <w:fldChar w:fldCharType="separate"/>
    </w:r>
    <w:r>
      <w:rPr>
        <w:rStyle w:val="PageNumber"/>
        <w:rFonts w:ascii="Arial Black" w:hAnsi="Arial Black"/>
        <w:noProof/>
      </w:rPr>
      <w:t>73</w:t>
    </w:r>
    <w:r w:rsidR="00596A5D" w:rsidRPr="007107F2">
      <w:rPr>
        <w:rStyle w:val="PageNumber"/>
        <w:rFonts w:ascii="Arial Black" w:hAnsi="Arial Blac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1F9" w14:textId="79B5CE81" w:rsidR="00F723A1" w:rsidRDefault="006D6D4D" w:rsidP="00E272F7">
    <w:pPr>
      <w:pStyle w:val="Footer"/>
      <w:spacing w:before="0" w:after="0" w:line="240" w:lineRule="atLeast"/>
      <w:ind w:left="-691"/>
    </w:pPr>
    <w:r>
      <w:rPr>
        <w:noProof/>
      </w:rPr>
      <w:drawing>
        <wp:anchor distT="0" distB="0" distL="114300" distR="114300" simplePos="0" relativeHeight="251660800" behindDoc="0" locked="0" layoutInCell="1" allowOverlap="1" wp14:anchorId="066EC278" wp14:editId="3E1D00D5">
          <wp:simplePos x="0" y="0"/>
          <wp:positionH relativeFrom="column">
            <wp:posOffset>-469900</wp:posOffset>
          </wp:positionH>
          <wp:positionV relativeFrom="paragraph">
            <wp:posOffset>-13970</wp:posOffset>
          </wp:positionV>
          <wp:extent cx="3848100" cy="238125"/>
          <wp:effectExtent l="0" t="0" r="0" b="952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100" cy="2381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1FA" w14:textId="77777777" w:rsidR="00F723A1" w:rsidRDefault="00596A5D" w:rsidP="00577D84">
    <w:pPr>
      <w:pStyle w:val="Footer"/>
      <w:tabs>
        <w:tab w:val="clear" w:pos="4320"/>
        <w:tab w:val="clear" w:pos="8640"/>
        <w:tab w:val="left" w:pos="3855"/>
        <w:tab w:val="right" w:pos="8280"/>
      </w:tabs>
      <w:spacing w:before="0" w:after="0" w:line="240" w:lineRule="atLeast"/>
    </w:pPr>
    <w:r w:rsidRPr="007107F2">
      <w:rPr>
        <w:rStyle w:val="PageNumber"/>
        <w:rFonts w:ascii="Arial Black" w:hAnsi="Arial Black"/>
        <w:color w:val="auto"/>
      </w:rPr>
      <w:fldChar w:fldCharType="begin"/>
    </w:r>
    <w:r w:rsidR="00F723A1" w:rsidRPr="007107F2">
      <w:rPr>
        <w:rStyle w:val="PageNumber"/>
        <w:rFonts w:ascii="Arial Black" w:hAnsi="Arial Black"/>
        <w:color w:val="auto"/>
      </w:rPr>
      <w:instrText xml:space="preserve"> PAGE </w:instrText>
    </w:r>
    <w:r w:rsidRPr="007107F2">
      <w:rPr>
        <w:rStyle w:val="PageNumber"/>
        <w:rFonts w:ascii="Arial Black" w:hAnsi="Arial Black"/>
        <w:color w:val="auto"/>
      </w:rPr>
      <w:fldChar w:fldCharType="separate"/>
    </w:r>
    <w:r w:rsidR="00F723A1">
      <w:rPr>
        <w:rStyle w:val="PageNumber"/>
        <w:rFonts w:ascii="Arial Black" w:hAnsi="Arial Black"/>
        <w:noProof/>
        <w:color w:val="auto"/>
      </w:rPr>
      <w:t>2</w:t>
    </w:r>
    <w:r w:rsidRPr="007107F2">
      <w:rPr>
        <w:rStyle w:val="PageNumber"/>
        <w:rFonts w:ascii="Arial Black" w:hAnsi="Arial Black"/>
        <w:color w:val="auto"/>
      </w:rPr>
      <w:fldChar w:fldCharType="end"/>
    </w:r>
    <w:r w:rsidR="00F723A1">
      <w:rPr>
        <w:rStyle w:val="PageNumber"/>
        <w:rFonts w:ascii="Arial Black" w:hAnsi="Arial Black"/>
        <w:color w:val="auto"/>
      </w:rPr>
      <w:t xml:space="preserve"> </w:t>
    </w:r>
    <w:r w:rsidR="00F723A1" w:rsidRPr="007107F2">
      <w:rPr>
        <w:rStyle w:val="PageNumber"/>
        <w:color w:val="auto"/>
      </w:rPr>
      <w:t>| CERT</w:t>
    </w:r>
    <w:r w:rsidR="00F723A1">
      <w:rPr>
        <w:rStyle w:val="PageNumber"/>
        <w:color w:val="auto"/>
      </w:rPr>
      <w:t xml:space="preserve"> | Software Engineering Institute</w:t>
    </w:r>
    <w:r w:rsidR="00F723A1">
      <w:rPr>
        <w:rStyle w:val="PageNumber"/>
        <w:rFonts w:ascii="Arial Black" w:hAnsi="Arial Black"/>
        <w:color w:val="auto"/>
      </w:rPr>
      <w:tab/>
    </w:r>
    <w:r w:rsidR="00F723A1">
      <w:rPr>
        <w:rStyle w:val="PageNumber"/>
        <w:rFonts w:ascii="Arial Black" w:hAnsi="Arial Black"/>
        <w:color w:val="auto"/>
      </w:rPr>
      <w:tab/>
    </w:r>
    <w:r w:rsidR="00F723A1">
      <w:rPr>
        <w:rStyle w:val="PageNumber"/>
        <w:color w:val="auto"/>
      </w:rPr>
      <w:t xml:space="preserve">unclassified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1FB" w14:textId="77777777" w:rsidR="00F723A1" w:rsidRDefault="00F723A1" w:rsidP="008F7781">
    <w:pPr>
      <w:pStyle w:val="Footer"/>
      <w:tabs>
        <w:tab w:val="clear" w:pos="8640"/>
        <w:tab w:val="right" w:pos="8280"/>
      </w:tabs>
      <w:spacing w:before="0" w:after="0"/>
      <w:ind w:right="720"/>
    </w:pPr>
    <w:r>
      <w:rPr>
        <w:rStyle w:val="PageNumber"/>
        <w:color w:val="auto"/>
      </w:rPr>
      <w:t xml:space="preserve">Unclassified </w:t>
    </w:r>
    <w:r>
      <w:rPr>
        <w:rStyle w:val="PageNumber"/>
        <w:color w:val="auto"/>
      </w:rPr>
      <w:tab/>
    </w:r>
    <w:r>
      <w:rPr>
        <w:rStyle w:val="PageNumber"/>
        <w:color w:val="auto"/>
      </w:rPr>
      <w:tab/>
    </w: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596A5D" w:rsidRPr="007107F2">
      <w:rPr>
        <w:rStyle w:val="PageNumber"/>
        <w:rFonts w:ascii="Arial Black" w:hAnsi="Arial Black"/>
        <w:color w:val="auto"/>
      </w:rPr>
      <w:fldChar w:fldCharType="begin"/>
    </w:r>
    <w:r w:rsidRPr="007107F2">
      <w:rPr>
        <w:rStyle w:val="PageNumber"/>
        <w:rFonts w:ascii="Arial Black" w:hAnsi="Arial Black"/>
        <w:color w:val="auto"/>
      </w:rPr>
      <w:instrText xml:space="preserve"> PAGE </w:instrText>
    </w:r>
    <w:r w:rsidR="00596A5D" w:rsidRPr="007107F2">
      <w:rPr>
        <w:rStyle w:val="PageNumber"/>
        <w:rFonts w:ascii="Arial Black" w:hAnsi="Arial Black"/>
        <w:color w:val="auto"/>
      </w:rPr>
      <w:fldChar w:fldCharType="separate"/>
    </w:r>
    <w:r>
      <w:rPr>
        <w:rStyle w:val="PageNumber"/>
        <w:rFonts w:ascii="Arial Black" w:hAnsi="Arial Black"/>
        <w:noProof/>
        <w:color w:val="auto"/>
      </w:rPr>
      <w:t>2</w:t>
    </w:r>
    <w:r w:rsidR="00596A5D" w:rsidRPr="007107F2">
      <w:rPr>
        <w:rStyle w:val="PageNumber"/>
        <w:rFonts w:ascii="Arial Black" w:hAnsi="Arial Black"/>
        <w:color w:val="auto"/>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1FD" w14:textId="77777777" w:rsidR="00F723A1" w:rsidRDefault="00F723A1" w:rsidP="00062232">
    <w:pPr>
      <w:pStyle w:val="Footer"/>
      <w:spacing w:before="0" w:after="0" w:line="240" w:lineRule="atLeast"/>
      <w:ind w:left="-691"/>
    </w:pPr>
    <w:r>
      <w:rPr>
        <w:noProof/>
      </w:rPr>
      <w:drawing>
        <wp:anchor distT="0" distB="0" distL="114300" distR="114300" simplePos="0" relativeHeight="251657728" behindDoc="0" locked="0" layoutInCell="1" allowOverlap="1" wp14:anchorId="066EC27B" wp14:editId="066EC27C">
          <wp:simplePos x="0" y="0"/>
          <wp:positionH relativeFrom="column">
            <wp:posOffset>-469900</wp:posOffset>
          </wp:positionH>
          <wp:positionV relativeFrom="paragraph">
            <wp:posOffset>-13970</wp:posOffset>
          </wp:positionV>
          <wp:extent cx="3848100" cy="238125"/>
          <wp:effectExtent l="19050" t="0" r="0"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
                  <a:srcRect/>
                  <a:stretch>
                    <a:fillRect/>
                  </a:stretch>
                </pic:blipFill>
                <pic:spPr bwMode="auto">
                  <a:xfrm>
                    <a:off x="0" y="0"/>
                    <a:ext cx="3848100" cy="238125"/>
                  </a:xfrm>
                  <a:prstGeom prst="rect">
                    <a:avLst/>
                  </a:prstGeom>
                  <a:noFill/>
                  <a:ln w="9525">
                    <a:noFill/>
                    <a:miter lim="800000"/>
                    <a:headEnd/>
                    <a:tailEnd/>
                  </a:ln>
                </pic:spPr>
              </pic:pic>
            </a:graphicData>
          </a:graphic>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200" w14:textId="77777777" w:rsidR="00F723A1" w:rsidRDefault="00596A5D" w:rsidP="00577D84">
    <w:pPr>
      <w:pStyle w:val="Footer"/>
      <w:tabs>
        <w:tab w:val="clear" w:pos="4320"/>
        <w:tab w:val="clear" w:pos="8640"/>
        <w:tab w:val="left" w:pos="3855"/>
        <w:tab w:val="right" w:pos="8280"/>
      </w:tabs>
      <w:spacing w:after="0" w:line="240" w:lineRule="atLeast"/>
    </w:pPr>
    <w:r w:rsidRPr="007107F2">
      <w:rPr>
        <w:rStyle w:val="PageNumber"/>
        <w:rFonts w:ascii="Arial Black" w:hAnsi="Arial Black"/>
        <w:color w:val="auto"/>
      </w:rPr>
      <w:fldChar w:fldCharType="begin"/>
    </w:r>
    <w:r w:rsidR="00F723A1" w:rsidRPr="007107F2">
      <w:rPr>
        <w:rStyle w:val="PageNumber"/>
        <w:rFonts w:ascii="Arial Black" w:hAnsi="Arial Black"/>
        <w:color w:val="auto"/>
      </w:rPr>
      <w:instrText xml:space="preserve"> PAGE </w:instrText>
    </w:r>
    <w:r w:rsidRPr="007107F2">
      <w:rPr>
        <w:rStyle w:val="PageNumber"/>
        <w:rFonts w:ascii="Arial Black" w:hAnsi="Arial Black"/>
        <w:color w:val="auto"/>
      </w:rPr>
      <w:fldChar w:fldCharType="separate"/>
    </w:r>
    <w:r w:rsidR="00F723A1">
      <w:rPr>
        <w:rStyle w:val="PageNumber"/>
        <w:rFonts w:ascii="Arial Black" w:hAnsi="Arial Black"/>
        <w:noProof/>
        <w:color w:val="auto"/>
      </w:rPr>
      <w:t>50</w:t>
    </w:r>
    <w:r w:rsidRPr="007107F2">
      <w:rPr>
        <w:rStyle w:val="PageNumber"/>
        <w:rFonts w:ascii="Arial Black" w:hAnsi="Arial Black"/>
        <w:color w:val="auto"/>
      </w:rPr>
      <w:fldChar w:fldCharType="end"/>
    </w:r>
    <w:r w:rsidR="00F723A1">
      <w:rPr>
        <w:rStyle w:val="PageNumber"/>
        <w:rFonts w:ascii="Arial Black" w:hAnsi="Arial Black"/>
        <w:color w:val="auto"/>
      </w:rPr>
      <w:t xml:space="preserve"> </w:t>
    </w:r>
    <w:r w:rsidR="00F723A1" w:rsidRPr="007107F2">
      <w:rPr>
        <w:rStyle w:val="PageNumber"/>
        <w:color w:val="auto"/>
      </w:rPr>
      <w:t>| CERT</w:t>
    </w:r>
    <w:r w:rsidR="00F723A1">
      <w:rPr>
        <w:rStyle w:val="PageNumber"/>
        <w:color w:val="auto"/>
      </w:rPr>
      <w:t xml:space="preserve"> | Software Engineering Institute</w:t>
    </w:r>
    <w:r w:rsidR="00F723A1">
      <w:rPr>
        <w:rStyle w:val="PageNumber"/>
        <w:rFonts w:ascii="Arial Black" w:hAnsi="Arial Black"/>
        <w:color w:val="auto"/>
      </w:rPr>
      <w:tab/>
    </w:r>
    <w:r w:rsidR="00F723A1">
      <w:rPr>
        <w:rStyle w:val="PageNumber"/>
        <w:rFonts w:ascii="Arial Black" w:hAnsi="Arial Black"/>
        <w:color w:val="auto"/>
      </w:rPr>
      <w:tab/>
    </w:r>
    <w:r w:rsidR="00F723A1">
      <w:rPr>
        <w:rStyle w:val="PageNumber"/>
        <w:color w:val="auto"/>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201" w14:textId="77777777" w:rsidR="00F723A1" w:rsidRDefault="00F723A1" w:rsidP="008F7781">
    <w:pPr>
      <w:pStyle w:val="Footer"/>
      <w:tabs>
        <w:tab w:val="clear" w:pos="8640"/>
        <w:tab w:val="right" w:pos="8280"/>
      </w:tabs>
      <w:spacing w:after="0"/>
      <w:ind w:right="720"/>
    </w:pPr>
    <w:r>
      <w:rPr>
        <w:rStyle w:val="PageNumber"/>
        <w:color w:val="auto"/>
      </w:rPr>
      <w:tab/>
    </w:r>
    <w:r>
      <w:rPr>
        <w:rStyle w:val="PageNumber"/>
        <w:color w:val="auto"/>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203" w14:textId="77777777" w:rsidR="00F723A1" w:rsidRDefault="00F723A1" w:rsidP="0067037B">
    <w:pPr>
      <w:pStyle w:val="Footer"/>
      <w:tabs>
        <w:tab w:val="clear" w:pos="4320"/>
        <w:tab w:val="clear" w:pos="8640"/>
        <w:tab w:val="right" w:pos="8280"/>
      </w:tabs>
      <w:spacing w:after="0" w:line="240" w:lineRule="atLeast"/>
    </w:pPr>
    <w:r>
      <w:rPr>
        <w:rStyle w:val="PageNumber"/>
        <w:color w:val="auto"/>
      </w:rPr>
      <w:t xml:space="preserve">unclassified </w:t>
    </w:r>
    <w:r>
      <w:rPr>
        <w:rStyle w:val="PageNumber"/>
        <w:color w:val="auto"/>
      </w:rPr>
      <w:tab/>
    </w:r>
    <w:r>
      <w:rPr>
        <w:rStyle w:val="PageNumber"/>
        <w:rFonts w:ascii="Arial Black" w:hAnsi="Arial Black"/>
        <w:color w:val="auto"/>
      </w:rPr>
      <w:t xml:space="preserve"> </w:t>
    </w:r>
    <w:r w:rsidRPr="007107F2">
      <w:rPr>
        <w:rStyle w:val="PageNumber"/>
        <w:color w:val="auto"/>
      </w:rPr>
      <w:t>| CERT</w:t>
    </w:r>
    <w:r>
      <w:rPr>
        <w:rStyle w:val="PageNumber"/>
        <w:color w:val="auto"/>
      </w:rPr>
      <w:t xml:space="preserve"> | Software Engineering Institute </w:t>
    </w:r>
  </w:p>
  <w:p w14:paraId="066EC204" w14:textId="77777777" w:rsidR="00F723A1" w:rsidRDefault="00F723A1" w:rsidP="00062232">
    <w:pPr>
      <w:pStyle w:val="Footer"/>
      <w:spacing w:after="0" w:line="240" w:lineRule="atLeast"/>
      <w:ind w:left="-69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6EC1F0" w14:textId="2731205E" w:rsidR="007A1125" w:rsidRDefault="006D6D4D" w:rsidP="00117196">
      <w:pPr>
        <w:pBdr>
          <w:top w:val="single" w:sz="2" w:space="0" w:color="00357F"/>
        </w:pBdr>
        <w:spacing w:line="180" w:lineRule="atLeast"/>
      </w:pPr>
      <w:r>
        <w:rPr>
          <w:noProof/>
          <w:szCs w:val="22"/>
        </w:rPr>
        <mc:AlternateContent>
          <mc:Choice Requires="wps">
            <w:drawing>
              <wp:anchor distT="0" distB="0" distL="114300" distR="114300" simplePos="0" relativeHeight="251659264" behindDoc="0" locked="0" layoutInCell="1" allowOverlap="1" wp14:anchorId="066EC276" wp14:editId="497BA336">
                <wp:simplePos x="0" y="0"/>
                <wp:positionH relativeFrom="column">
                  <wp:posOffset>457200</wp:posOffset>
                </wp:positionH>
                <wp:positionV relativeFrom="paragraph">
                  <wp:posOffset>2819400</wp:posOffset>
                </wp:positionV>
                <wp:extent cx="7924800" cy="0"/>
                <wp:effectExtent l="9525" t="9525" r="9525" b="9525"/>
                <wp:wrapNone/>
                <wp:docPr id="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24800" cy="0"/>
                        </a:xfrm>
                        <a:prstGeom prst="line">
                          <a:avLst/>
                        </a:prstGeom>
                        <a:noFill/>
                        <a:ln w="317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22pt" to="660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2rCFAIAACk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" strokecolor="#339" strokeweight=".25pt"/>
            </w:pict>
          </mc:Fallback>
        </mc:AlternateContent>
      </w:r>
    </w:p>
  </w:footnote>
  <w:footnote w:type="continuationSeparator" w:id="0">
    <w:p w14:paraId="066EC1F1" w14:textId="77777777" w:rsidR="007A1125" w:rsidRDefault="007A11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1F8" w14:textId="5D111252" w:rsidR="00F723A1" w:rsidRDefault="006D6D4D" w:rsidP="00E272F7">
    <w:pPr>
      <w:pStyle w:val="Header"/>
      <w:tabs>
        <w:tab w:val="clear" w:pos="4320"/>
        <w:tab w:val="clear" w:pos="8640"/>
        <w:tab w:val="left" w:pos="2145"/>
      </w:tabs>
      <w:spacing w:before="120"/>
      <w:ind w:left="-58"/>
    </w:pPr>
    <w:r>
      <w:rPr>
        <w:noProof/>
      </w:rPr>
      <w:drawing>
        <wp:anchor distT="0" distB="0" distL="114300" distR="114300" simplePos="0" relativeHeight="251661824" behindDoc="0" locked="0" layoutInCell="1" allowOverlap="1" wp14:anchorId="066EC277" wp14:editId="58FC2B2C">
          <wp:simplePos x="0" y="0"/>
          <wp:positionH relativeFrom="column">
            <wp:posOffset>-83820</wp:posOffset>
          </wp:positionH>
          <wp:positionV relativeFrom="paragraph">
            <wp:posOffset>-48895</wp:posOffset>
          </wp:positionV>
          <wp:extent cx="831850" cy="603885"/>
          <wp:effectExtent l="0" t="0" r="6350" b="571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038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1FC" w14:textId="77777777" w:rsidR="00F723A1" w:rsidRDefault="00F723A1" w:rsidP="00193953">
    <w:pPr>
      <w:pStyle w:val="Header"/>
      <w:tabs>
        <w:tab w:val="clear" w:pos="4320"/>
        <w:tab w:val="clear" w:pos="8640"/>
        <w:tab w:val="left" w:pos="2145"/>
      </w:tabs>
      <w:spacing w:before="120"/>
      <w:ind w:left="-58"/>
    </w:pPr>
    <w:r>
      <w:rPr>
        <w:noProof/>
      </w:rPr>
      <w:drawing>
        <wp:anchor distT="0" distB="0" distL="114300" distR="114300" simplePos="0" relativeHeight="251658752" behindDoc="0" locked="0" layoutInCell="1" allowOverlap="1" wp14:anchorId="066EC279" wp14:editId="066EC27A">
          <wp:simplePos x="0" y="0"/>
          <wp:positionH relativeFrom="column">
            <wp:posOffset>-83820</wp:posOffset>
          </wp:positionH>
          <wp:positionV relativeFrom="paragraph">
            <wp:posOffset>-48895</wp:posOffset>
          </wp:positionV>
          <wp:extent cx="831850" cy="603885"/>
          <wp:effectExtent l="19050" t="0" r="635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
                  <a:srcRect/>
                  <a:stretch>
                    <a:fillRect/>
                  </a:stretch>
                </pic:blipFill>
                <pic:spPr bwMode="auto">
                  <a:xfrm>
                    <a:off x="0" y="0"/>
                    <a:ext cx="831850" cy="60388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1FE" w14:textId="77777777" w:rsidR="00F723A1" w:rsidRDefault="00F723A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1FF" w14:textId="77777777" w:rsidR="00F723A1" w:rsidRDefault="00F723A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202" w14:textId="77777777" w:rsidR="00F723A1" w:rsidRDefault="00F723A1" w:rsidP="004B19D1">
    <w:pPr>
      <w:pStyle w:val="Header"/>
      <w:tabs>
        <w:tab w:val="clear" w:pos="4320"/>
        <w:tab w:val="clear" w:pos="8640"/>
        <w:tab w:val="left" w:pos="2145"/>
      </w:tabs>
      <w:spacing w:before="280"/>
      <w:ind w:left="-14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C206" w14:textId="77777777" w:rsidR="00F723A1" w:rsidRDefault="00F723A1" w:rsidP="004512AF"/>
  <w:p w14:paraId="066EC207" w14:textId="77777777" w:rsidR="00F723A1" w:rsidRDefault="00F723A1" w:rsidP="004512AF"/>
  <w:p w14:paraId="066EC208" w14:textId="77777777" w:rsidR="00F723A1" w:rsidRDefault="00F723A1" w:rsidP="004512AF"/>
  <w:p w14:paraId="066EC209" w14:textId="77777777" w:rsidR="00F723A1" w:rsidRDefault="00F723A1" w:rsidP="004512AF"/>
  <w:p w14:paraId="066EC20A" w14:textId="77777777" w:rsidR="00F723A1" w:rsidRDefault="00F723A1" w:rsidP="004512AF"/>
  <w:p w14:paraId="066EC20B" w14:textId="77777777" w:rsidR="00F723A1" w:rsidRDefault="00F723A1" w:rsidP="004512AF"/>
  <w:p w14:paraId="066EC20C" w14:textId="77777777" w:rsidR="00F723A1" w:rsidRDefault="00F723A1" w:rsidP="004512AF"/>
  <w:p w14:paraId="066EC20D" w14:textId="77777777" w:rsidR="00F723A1" w:rsidRDefault="00F723A1" w:rsidP="004512AF"/>
  <w:p w14:paraId="066EC20E" w14:textId="77777777" w:rsidR="00F723A1" w:rsidRDefault="00F723A1" w:rsidP="004512AF"/>
  <w:p w14:paraId="066EC20F" w14:textId="77777777" w:rsidR="00F723A1" w:rsidRDefault="00F723A1" w:rsidP="004512AF"/>
  <w:p w14:paraId="066EC210" w14:textId="77777777" w:rsidR="00F723A1" w:rsidRDefault="00F723A1" w:rsidP="004512AF"/>
  <w:p w14:paraId="066EC211" w14:textId="77777777" w:rsidR="00F723A1" w:rsidRDefault="00F723A1" w:rsidP="004512AF"/>
  <w:p w14:paraId="066EC212" w14:textId="77777777" w:rsidR="00F723A1" w:rsidRDefault="00F723A1" w:rsidP="004512AF"/>
  <w:p w14:paraId="066EC213" w14:textId="77777777" w:rsidR="00F723A1" w:rsidRDefault="00F723A1" w:rsidP="004512AF"/>
  <w:p w14:paraId="066EC214" w14:textId="77777777" w:rsidR="00F723A1" w:rsidRDefault="00F723A1" w:rsidP="004512AF"/>
  <w:p w14:paraId="066EC215" w14:textId="77777777" w:rsidR="00F723A1" w:rsidRDefault="00F723A1" w:rsidP="004512AF"/>
  <w:p w14:paraId="066EC216" w14:textId="77777777" w:rsidR="00F723A1" w:rsidRDefault="00F723A1" w:rsidP="004512AF"/>
  <w:p w14:paraId="066EC217" w14:textId="77777777" w:rsidR="00F723A1" w:rsidRDefault="00F723A1" w:rsidP="004512AF"/>
  <w:p w14:paraId="066EC218" w14:textId="77777777" w:rsidR="00F723A1" w:rsidRDefault="00F723A1" w:rsidP="004512AF"/>
  <w:p w14:paraId="066EC219" w14:textId="77777777" w:rsidR="00F723A1" w:rsidRDefault="00F723A1" w:rsidP="004512AF"/>
  <w:p w14:paraId="066EC21A" w14:textId="77777777" w:rsidR="00F723A1" w:rsidRDefault="00F723A1" w:rsidP="004512AF"/>
  <w:p w14:paraId="066EC21B" w14:textId="77777777" w:rsidR="00F723A1" w:rsidRDefault="00F723A1" w:rsidP="004512AF"/>
  <w:p w14:paraId="066EC21C" w14:textId="77777777" w:rsidR="00F723A1" w:rsidRDefault="00F723A1" w:rsidP="004512AF"/>
  <w:p w14:paraId="066EC21D" w14:textId="77777777" w:rsidR="00F723A1" w:rsidRDefault="00F723A1" w:rsidP="004512AF"/>
  <w:p w14:paraId="066EC21E" w14:textId="77777777" w:rsidR="00F723A1" w:rsidRDefault="00F723A1" w:rsidP="004512AF"/>
  <w:p w14:paraId="066EC21F" w14:textId="77777777" w:rsidR="00F723A1" w:rsidRDefault="00F723A1" w:rsidP="004512AF"/>
  <w:p w14:paraId="066EC220" w14:textId="77777777" w:rsidR="00F723A1" w:rsidRDefault="00F723A1" w:rsidP="004512AF"/>
  <w:p w14:paraId="066EC221" w14:textId="77777777" w:rsidR="00F723A1" w:rsidRDefault="00F723A1" w:rsidP="004512AF"/>
  <w:p w14:paraId="066EC222" w14:textId="77777777" w:rsidR="00F723A1" w:rsidRDefault="00F723A1" w:rsidP="004512AF"/>
  <w:p w14:paraId="066EC223" w14:textId="77777777" w:rsidR="00F723A1" w:rsidRDefault="00F723A1" w:rsidP="004512AF"/>
  <w:p w14:paraId="066EC224" w14:textId="77777777" w:rsidR="00F723A1" w:rsidRDefault="00F723A1" w:rsidP="004512AF"/>
  <w:p w14:paraId="066EC225" w14:textId="77777777" w:rsidR="00F723A1" w:rsidRDefault="00F723A1" w:rsidP="004512AF"/>
  <w:p w14:paraId="066EC226" w14:textId="77777777" w:rsidR="00F723A1" w:rsidRDefault="00F723A1" w:rsidP="004512AF"/>
  <w:p w14:paraId="066EC227" w14:textId="77777777" w:rsidR="00F723A1" w:rsidRDefault="00F723A1" w:rsidP="004512AF"/>
  <w:p w14:paraId="066EC228" w14:textId="77777777" w:rsidR="00F723A1" w:rsidRDefault="00F723A1" w:rsidP="004512AF"/>
  <w:p w14:paraId="066EC229" w14:textId="77777777" w:rsidR="00F723A1" w:rsidRDefault="00F723A1" w:rsidP="004512AF"/>
  <w:p w14:paraId="066EC22A" w14:textId="77777777" w:rsidR="00F723A1" w:rsidRDefault="00F723A1" w:rsidP="004512AF"/>
  <w:p w14:paraId="066EC22B" w14:textId="77777777" w:rsidR="00F723A1" w:rsidRDefault="00F723A1" w:rsidP="004512AF"/>
  <w:p w14:paraId="066EC22C" w14:textId="77777777" w:rsidR="00F723A1" w:rsidRDefault="00F723A1" w:rsidP="004512AF"/>
  <w:p w14:paraId="066EC22D" w14:textId="77777777" w:rsidR="00F723A1" w:rsidRDefault="00F723A1" w:rsidP="004512AF"/>
  <w:p w14:paraId="066EC22E" w14:textId="77777777" w:rsidR="00F723A1" w:rsidRDefault="00F723A1" w:rsidP="004512AF"/>
  <w:p w14:paraId="066EC22F" w14:textId="77777777" w:rsidR="00F723A1" w:rsidRDefault="00F723A1" w:rsidP="004512AF"/>
  <w:p w14:paraId="066EC230" w14:textId="77777777" w:rsidR="00F723A1" w:rsidRDefault="00F723A1" w:rsidP="004512AF"/>
  <w:p w14:paraId="066EC231" w14:textId="77777777" w:rsidR="00F723A1" w:rsidRDefault="00F723A1" w:rsidP="004512AF"/>
  <w:p w14:paraId="066EC232" w14:textId="77777777" w:rsidR="00F723A1" w:rsidRDefault="00F723A1" w:rsidP="004512AF"/>
  <w:p w14:paraId="066EC233" w14:textId="77777777" w:rsidR="00F723A1" w:rsidRDefault="00F723A1" w:rsidP="004512AF"/>
  <w:p w14:paraId="066EC234" w14:textId="77777777" w:rsidR="00F723A1" w:rsidRDefault="00F723A1" w:rsidP="004512AF"/>
  <w:p w14:paraId="066EC235" w14:textId="77777777" w:rsidR="00F723A1" w:rsidRDefault="00F723A1" w:rsidP="004512AF"/>
  <w:p w14:paraId="066EC236" w14:textId="77777777" w:rsidR="00F723A1" w:rsidRDefault="00F723A1" w:rsidP="004512AF"/>
  <w:p w14:paraId="066EC237" w14:textId="77777777" w:rsidR="00F723A1" w:rsidRDefault="00F723A1" w:rsidP="004512AF"/>
  <w:p w14:paraId="066EC238" w14:textId="77777777" w:rsidR="00F723A1" w:rsidRDefault="00F723A1" w:rsidP="004512AF"/>
  <w:p w14:paraId="066EC239" w14:textId="77777777" w:rsidR="00F723A1" w:rsidRDefault="00F723A1" w:rsidP="004512AF"/>
  <w:p w14:paraId="066EC23A" w14:textId="77777777" w:rsidR="00F723A1" w:rsidRDefault="00F723A1"/>
  <w:p w14:paraId="066EC23B" w14:textId="77777777" w:rsidR="00F723A1" w:rsidRDefault="00F723A1" w:rsidP="004512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714030A"/>
    <w:lvl w:ilvl="0">
      <w:start w:val="1"/>
      <w:numFmt w:val="decimal"/>
      <w:pStyle w:val="ListNumber2"/>
      <w:lvlText w:val="%1."/>
      <w:lvlJc w:val="left"/>
      <w:pPr>
        <w:tabs>
          <w:tab w:val="num" w:pos="720"/>
        </w:tabs>
        <w:ind w:left="720" w:hanging="360"/>
      </w:pPr>
    </w:lvl>
  </w:abstractNum>
  <w:abstractNum w:abstractNumId="1">
    <w:nsid w:val="FFFFFF89"/>
    <w:multiLevelType w:val="singleLevel"/>
    <w:tmpl w:val="592C482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2">
    <w:nsid w:val="08E607A0"/>
    <w:multiLevelType w:val="hybridMultilevel"/>
    <w:tmpl w:val="8780DA9A"/>
    <w:lvl w:ilvl="0" w:tplc="483801D8">
      <w:start w:val="1"/>
      <w:numFmt w:val="bullet"/>
      <w:lvlText w:val=""/>
      <w:lvlJc w:val="left"/>
      <w:pPr>
        <w:tabs>
          <w:tab w:val="num" w:pos="720"/>
        </w:tabs>
        <w:ind w:left="720" w:hanging="360"/>
      </w:pPr>
      <w:rPr>
        <w:rFonts w:ascii="Symbol" w:hAnsi="Symbol" w:hint="default"/>
      </w:rPr>
    </w:lvl>
    <w:lvl w:ilvl="1" w:tplc="2B64F3F2" w:tentative="1">
      <w:start w:val="1"/>
      <w:numFmt w:val="bullet"/>
      <w:lvlText w:val="o"/>
      <w:lvlJc w:val="left"/>
      <w:pPr>
        <w:tabs>
          <w:tab w:val="num" w:pos="1440"/>
        </w:tabs>
        <w:ind w:left="1440" w:hanging="360"/>
      </w:pPr>
      <w:rPr>
        <w:rFonts w:ascii="Courier New" w:hAnsi="Courier New" w:hint="default"/>
      </w:rPr>
    </w:lvl>
    <w:lvl w:ilvl="2" w:tplc="33B403A2" w:tentative="1">
      <w:start w:val="1"/>
      <w:numFmt w:val="bullet"/>
      <w:lvlText w:val=""/>
      <w:lvlJc w:val="left"/>
      <w:pPr>
        <w:tabs>
          <w:tab w:val="num" w:pos="2160"/>
        </w:tabs>
        <w:ind w:left="2160" w:hanging="360"/>
      </w:pPr>
      <w:rPr>
        <w:rFonts w:ascii="Wingdings" w:hAnsi="Wingdings" w:hint="default"/>
      </w:rPr>
    </w:lvl>
    <w:lvl w:ilvl="3" w:tplc="9A06813C" w:tentative="1">
      <w:start w:val="1"/>
      <w:numFmt w:val="bullet"/>
      <w:lvlText w:val=""/>
      <w:lvlJc w:val="left"/>
      <w:pPr>
        <w:tabs>
          <w:tab w:val="num" w:pos="2880"/>
        </w:tabs>
        <w:ind w:left="2880" w:hanging="360"/>
      </w:pPr>
      <w:rPr>
        <w:rFonts w:ascii="Symbol" w:hAnsi="Symbol" w:hint="default"/>
      </w:rPr>
    </w:lvl>
    <w:lvl w:ilvl="4" w:tplc="61B84658" w:tentative="1">
      <w:start w:val="1"/>
      <w:numFmt w:val="bullet"/>
      <w:lvlText w:val="o"/>
      <w:lvlJc w:val="left"/>
      <w:pPr>
        <w:tabs>
          <w:tab w:val="num" w:pos="3600"/>
        </w:tabs>
        <w:ind w:left="3600" w:hanging="360"/>
      </w:pPr>
      <w:rPr>
        <w:rFonts w:ascii="Courier New" w:hAnsi="Courier New" w:hint="default"/>
      </w:rPr>
    </w:lvl>
    <w:lvl w:ilvl="5" w:tplc="33661692" w:tentative="1">
      <w:start w:val="1"/>
      <w:numFmt w:val="bullet"/>
      <w:lvlText w:val=""/>
      <w:lvlJc w:val="left"/>
      <w:pPr>
        <w:tabs>
          <w:tab w:val="num" w:pos="4320"/>
        </w:tabs>
        <w:ind w:left="4320" w:hanging="360"/>
      </w:pPr>
      <w:rPr>
        <w:rFonts w:ascii="Wingdings" w:hAnsi="Wingdings" w:hint="default"/>
      </w:rPr>
    </w:lvl>
    <w:lvl w:ilvl="6" w:tplc="5A1663B6" w:tentative="1">
      <w:start w:val="1"/>
      <w:numFmt w:val="bullet"/>
      <w:lvlText w:val=""/>
      <w:lvlJc w:val="left"/>
      <w:pPr>
        <w:tabs>
          <w:tab w:val="num" w:pos="5040"/>
        </w:tabs>
        <w:ind w:left="5040" w:hanging="360"/>
      </w:pPr>
      <w:rPr>
        <w:rFonts w:ascii="Symbol" w:hAnsi="Symbol" w:hint="default"/>
      </w:rPr>
    </w:lvl>
    <w:lvl w:ilvl="7" w:tplc="A3C67566" w:tentative="1">
      <w:start w:val="1"/>
      <w:numFmt w:val="bullet"/>
      <w:lvlText w:val="o"/>
      <w:lvlJc w:val="left"/>
      <w:pPr>
        <w:tabs>
          <w:tab w:val="num" w:pos="5760"/>
        </w:tabs>
        <w:ind w:left="5760" w:hanging="360"/>
      </w:pPr>
      <w:rPr>
        <w:rFonts w:ascii="Courier New" w:hAnsi="Courier New" w:hint="default"/>
      </w:rPr>
    </w:lvl>
    <w:lvl w:ilvl="8" w:tplc="5E10E31C" w:tentative="1">
      <w:start w:val="1"/>
      <w:numFmt w:val="bullet"/>
      <w:lvlText w:val=""/>
      <w:lvlJc w:val="left"/>
      <w:pPr>
        <w:tabs>
          <w:tab w:val="num" w:pos="6480"/>
        </w:tabs>
        <w:ind w:left="6480" w:hanging="360"/>
      </w:pPr>
      <w:rPr>
        <w:rFonts w:ascii="Wingdings" w:hAnsi="Wingdings" w:hint="default"/>
      </w:rPr>
    </w:lvl>
  </w:abstractNum>
  <w:abstractNum w:abstractNumId="3">
    <w:nsid w:val="13217D99"/>
    <w:multiLevelType w:val="hybridMultilevel"/>
    <w:tmpl w:val="4B1258E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4">
    <w:nsid w:val="14A231BB"/>
    <w:multiLevelType w:val="hybridMultilevel"/>
    <w:tmpl w:val="457633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4535CD"/>
    <w:multiLevelType w:val="hybridMultilevel"/>
    <w:tmpl w:val="60F05AE6"/>
    <w:lvl w:ilvl="0" w:tplc="00010409">
      <w:start w:val="1"/>
      <w:numFmt w:val="decimal"/>
      <w:lvlText w:val="%1."/>
      <w:lvlJc w:val="left"/>
      <w:pPr>
        <w:tabs>
          <w:tab w:val="num" w:pos="540"/>
        </w:tabs>
        <w:ind w:left="540" w:hanging="360"/>
      </w:pPr>
      <w:rPr>
        <w:rFonts w:hint="default"/>
      </w:rPr>
    </w:lvl>
    <w:lvl w:ilvl="1" w:tplc="00030409" w:tentative="1">
      <w:start w:val="1"/>
      <w:numFmt w:val="lowerLetter"/>
      <w:lvlText w:val="%2."/>
      <w:lvlJc w:val="left"/>
      <w:pPr>
        <w:tabs>
          <w:tab w:val="num" w:pos="1260"/>
        </w:tabs>
        <w:ind w:left="1260" w:hanging="360"/>
      </w:pPr>
    </w:lvl>
    <w:lvl w:ilvl="2" w:tplc="00050409" w:tentative="1">
      <w:start w:val="1"/>
      <w:numFmt w:val="lowerRoman"/>
      <w:lvlText w:val="%3."/>
      <w:lvlJc w:val="right"/>
      <w:pPr>
        <w:tabs>
          <w:tab w:val="num" w:pos="1980"/>
        </w:tabs>
        <w:ind w:left="1980" w:hanging="180"/>
      </w:pPr>
    </w:lvl>
    <w:lvl w:ilvl="3" w:tplc="00010409" w:tentative="1">
      <w:start w:val="1"/>
      <w:numFmt w:val="decimal"/>
      <w:lvlText w:val="%4."/>
      <w:lvlJc w:val="left"/>
      <w:pPr>
        <w:tabs>
          <w:tab w:val="num" w:pos="2700"/>
        </w:tabs>
        <w:ind w:left="2700" w:hanging="360"/>
      </w:pPr>
    </w:lvl>
    <w:lvl w:ilvl="4" w:tplc="00030409" w:tentative="1">
      <w:start w:val="1"/>
      <w:numFmt w:val="lowerLetter"/>
      <w:lvlText w:val="%5."/>
      <w:lvlJc w:val="left"/>
      <w:pPr>
        <w:tabs>
          <w:tab w:val="num" w:pos="3420"/>
        </w:tabs>
        <w:ind w:left="3420" w:hanging="360"/>
      </w:pPr>
    </w:lvl>
    <w:lvl w:ilvl="5" w:tplc="00050409" w:tentative="1">
      <w:start w:val="1"/>
      <w:numFmt w:val="lowerRoman"/>
      <w:lvlText w:val="%6."/>
      <w:lvlJc w:val="right"/>
      <w:pPr>
        <w:tabs>
          <w:tab w:val="num" w:pos="4140"/>
        </w:tabs>
        <w:ind w:left="4140" w:hanging="180"/>
      </w:pPr>
    </w:lvl>
    <w:lvl w:ilvl="6" w:tplc="00010409" w:tentative="1">
      <w:start w:val="1"/>
      <w:numFmt w:val="decimal"/>
      <w:lvlText w:val="%7."/>
      <w:lvlJc w:val="left"/>
      <w:pPr>
        <w:tabs>
          <w:tab w:val="num" w:pos="4860"/>
        </w:tabs>
        <w:ind w:left="4860" w:hanging="360"/>
      </w:pPr>
    </w:lvl>
    <w:lvl w:ilvl="7" w:tplc="00030409" w:tentative="1">
      <w:start w:val="1"/>
      <w:numFmt w:val="lowerLetter"/>
      <w:lvlText w:val="%8."/>
      <w:lvlJc w:val="left"/>
      <w:pPr>
        <w:tabs>
          <w:tab w:val="num" w:pos="5580"/>
        </w:tabs>
        <w:ind w:left="5580" w:hanging="360"/>
      </w:pPr>
    </w:lvl>
    <w:lvl w:ilvl="8" w:tplc="00050409" w:tentative="1">
      <w:start w:val="1"/>
      <w:numFmt w:val="lowerRoman"/>
      <w:lvlText w:val="%9."/>
      <w:lvlJc w:val="right"/>
      <w:pPr>
        <w:tabs>
          <w:tab w:val="num" w:pos="6300"/>
        </w:tabs>
        <w:ind w:left="6300" w:hanging="180"/>
      </w:pPr>
    </w:lvl>
  </w:abstractNum>
  <w:abstractNum w:abstractNumId="6">
    <w:nsid w:val="253064CD"/>
    <w:multiLevelType w:val="hybridMultilevel"/>
    <w:tmpl w:val="C32E319E"/>
    <w:lvl w:ilvl="0" w:tplc="D2E628E8">
      <w:start w:val="1"/>
      <w:numFmt w:val="decimal"/>
      <w:lvlText w:val="%1."/>
      <w:lvlJc w:val="left"/>
      <w:pPr>
        <w:tabs>
          <w:tab w:val="num" w:pos="0"/>
        </w:tabs>
        <w:ind w:left="216" w:hanging="216"/>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7">
    <w:nsid w:val="28F31D61"/>
    <w:multiLevelType w:val="hybridMultilevel"/>
    <w:tmpl w:val="988CBDA6"/>
    <w:lvl w:ilvl="0" w:tplc="DE5E57C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9A5DE3"/>
    <w:multiLevelType w:val="hybridMultilevel"/>
    <w:tmpl w:val="37984B4C"/>
    <w:lvl w:ilvl="0" w:tplc="0409000F">
      <w:start w:val="1"/>
      <w:numFmt w:val="decimal"/>
      <w:lvlText w:val="%1."/>
      <w:lvlJc w:val="left"/>
      <w:pPr>
        <w:ind w:left="36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nsid w:val="382F2868"/>
    <w:multiLevelType w:val="hybridMultilevel"/>
    <w:tmpl w:val="091A910E"/>
    <w:lvl w:ilvl="0" w:tplc="17044A2C">
      <w:start w:val="1"/>
      <w:numFmt w:val="lowerRoman"/>
      <w:lvlText w:val="%1."/>
      <w:lvlJc w:val="right"/>
      <w:pPr>
        <w:ind w:left="1800" w:hanging="360"/>
      </w:pPr>
      <w:rPr>
        <w:rFonts w:hint="default"/>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10">
    <w:nsid w:val="390354D5"/>
    <w:multiLevelType w:val="hybridMultilevel"/>
    <w:tmpl w:val="67AA7F22"/>
    <w:lvl w:ilvl="0" w:tplc="0409000F">
      <w:start w:val="1"/>
      <w:numFmt w:val="bullet"/>
      <w:pStyle w:val="ListBulleted1"/>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
    <w:nsid w:val="44442916"/>
    <w:multiLevelType w:val="hybridMultilevel"/>
    <w:tmpl w:val="CA081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873A80"/>
    <w:multiLevelType w:val="hybridMultilevel"/>
    <w:tmpl w:val="E41477D6"/>
    <w:lvl w:ilvl="0" w:tplc="C908B7AE">
      <w:start w:val="1"/>
      <w:numFmt w:val="decimal"/>
      <w:pStyle w:val="ListNumber"/>
      <w:lvlText w:val="%1."/>
      <w:lvlJc w:val="left"/>
      <w:pPr>
        <w:ind w:left="360" w:hanging="360"/>
      </w:pPr>
      <w:rPr>
        <w:rFonts w:hint="default"/>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nsid w:val="50760A72"/>
    <w:multiLevelType w:val="hybridMultilevel"/>
    <w:tmpl w:val="C07E2F18"/>
    <w:lvl w:ilvl="0" w:tplc="91B08C18">
      <w:start w:val="1"/>
      <w:numFmt w:val="decimal"/>
      <w:lvlText w:val="%1."/>
      <w:lvlJc w:val="left"/>
      <w:pPr>
        <w:tabs>
          <w:tab w:val="num" w:pos="0"/>
        </w:tabs>
        <w:ind w:left="216" w:hanging="216"/>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501320"/>
    <w:multiLevelType w:val="hybridMultilevel"/>
    <w:tmpl w:val="E370DB4A"/>
    <w:lvl w:ilvl="0" w:tplc="326242E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nsid w:val="647D6A40"/>
    <w:multiLevelType w:val="hybridMultilevel"/>
    <w:tmpl w:val="82FEAA5C"/>
    <w:lvl w:ilvl="0" w:tplc="04090001">
      <w:start w:val="1"/>
      <w:numFmt w:val="decimal"/>
      <w:pStyle w:val="ListNumbered1"/>
      <w:lvlText w:val="%1."/>
      <w:lvlJc w:val="left"/>
      <w:pPr>
        <w:tabs>
          <w:tab w:val="num" w:pos="0"/>
        </w:tabs>
        <w:ind w:left="216" w:hanging="216"/>
      </w:pPr>
      <w:rPr>
        <w:rFonts w:hint="default"/>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70F65FB4"/>
    <w:multiLevelType w:val="hybridMultilevel"/>
    <w:tmpl w:val="8EAC0190"/>
    <w:lvl w:ilvl="0" w:tplc="22906240">
      <w:start w:val="1"/>
      <w:numFmt w:val="decimal"/>
      <w:lvlText w:val="%1."/>
      <w:lvlJc w:val="left"/>
      <w:pPr>
        <w:tabs>
          <w:tab w:val="num" w:pos="0"/>
        </w:tabs>
        <w:ind w:left="216" w:hanging="216"/>
      </w:pPr>
      <w:rPr>
        <w:rFonts w:hint="default"/>
      </w:rPr>
    </w:lvl>
    <w:lvl w:ilvl="1" w:tplc="04090019">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EC1B78"/>
    <w:multiLevelType w:val="hybridMultilevel"/>
    <w:tmpl w:val="1DA2469A"/>
    <w:lvl w:ilvl="0" w:tplc="1102D24E">
      <w:start w:val="1"/>
      <w:numFmt w:val="decimal"/>
      <w:lvlText w:val="%1."/>
      <w:lvlJc w:val="left"/>
      <w:pPr>
        <w:ind w:left="720" w:hanging="360"/>
      </w:pPr>
    </w:lvl>
    <w:lvl w:ilvl="1" w:tplc="0409000F"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9B4073"/>
    <w:multiLevelType w:val="hybridMultilevel"/>
    <w:tmpl w:val="9AAA0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B61BB4"/>
    <w:multiLevelType w:val="hybridMultilevel"/>
    <w:tmpl w:val="82A8DBBC"/>
    <w:lvl w:ilvl="0" w:tplc="C3ECDF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5"/>
  </w:num>
  <w:num w:numId="5">
    <w:abstractNumId w:val="17"/>
  </w:num>
  <w:num w:numId="6">
    <w:abstractNumId w:val="7"/>
  </w:num>
  <w:num w:numId="7">
    <w:abstractNumId w:val="14"/>
  </w:num>
  <w:num w:numId="8">
    <w:abstractNumId w:val="10"/>
  </w:num>
  <w:num w:numId="9">
    <w:abstractNumId w:val="13"/>
  </w:num>
  <w:num w:numId="10">
    <w:abstractNumId w:val="16"/>
  </w:num>
  <w:num w:numId="11">
    <w:abstractNumId w:val="10"/>
  </w:num>
  <w:num w:numId="12">
    <w:abstractNumId w:val="18"/>
  </w:num>
  <w:num w:numId="13">
    <w:abstractNumId w:val="15"/>
  </w:num>
  <w:num w:numId="14">
    <w:abstractNumId w:val="15"/>
    <w:lvlOverride w:ilvl="0">
      <w:startOverride w:val="1"/>
    </w:lvlOverride>
  </w:num>
  <w:num w:numId="15">
    <w:abstractNumId w:val="15"/>
    <w:lvlOverride w:ilvl="0">
      <w:startOverride w:val="1"/>
    </w:lvlOverride>
  </w:num>
  <w:num w:numId="16">
    <w:abstractNumId w:val="3"/>
  </w:num>
  <w:num w:numId="17">
    <w:abstractNumId w:val="1"/>
  </w:num>
  <w:num w:numId="18">
    <w:abstractNumId w:val="12"/>
  </w:num>
  <w:num w:numId="19">
    <w:abstractNumId w:val="11"/>
  </w:num>
  <w:num w:numId="20">
    <w:abstractNumId w:val="12"/>
    <w:lvlOverride w:ilvl="0">
      <w:startOverride w:val="1"/>
    </w:lvlOverride>
  </w:num>
  <w:num w:numId="21">
    <w:abstractNumId w:val="8"/>
  </w:num>
  <w:num w:numId="22">
    <w:abstractNumId w:val="0"/>
  </w:num>
  <w:num w:numId="23">
    <w:abstractNumId w:val="9"/>
  </w:num>
  <w:num w:numId="24">
    <w:abstractNumId w:val="12"/>
    <w:lvlOverride w:ilvl="0">
      <w:startOverride w:val="1"/>
    </w:lvlOverride>
  </w:num>
  <w:num w:numId="25">
    <w:abstractNumId w:val="12"/>
    <w:lvlOverride w:ilvl="0">
      <w:startOverride w:val="1"/>
    </w:lvlOverride>
  </w:num>
  <w:num w:numId="26">
    <w:abstractNumId w:val="19"/>
  </w:num>
  <w:num w:numId="27">
    <w:abstractNumId w:val="19"/>
    <w:lvlOverride w:ilvl="0">
      <w:lvl w:ilvl="0" w:tplc="C3ECDFF0">
        <w:start w:val="1"/>
        <w:numFmt w:val="lowerLetter"/>
        <w:lvlText w:val="%1."/>
        <w:lvlJc w:val="left"/>
        <w:pPr>
          <w:ind w:left="144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8">
    <w:abstractNumId w:val="1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autoHyphenation/>
  <w:consecutiveHyphenLimit w:val="3"/>
  <w:doNotHyphenateCaps/>
  <w:drawingGridHorizontalSpacing w:val="105"/>
  <w:displayHorizontalDrawingGridEvery w:val="0"/>
  <w:displayVerticalDrawingGridEvery w:val="0"/>
  <w:noPunctuationKerning/>
  <w:characterSpacingControl w:val="doNotCompress"/>
  <w:hdrShapeDefaults>
    <o:shapedefaults v:ext="edit" spidmax="208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4B1"/>
    <w:rsid w:val="0000258E"/>
    <w:rsid w:val="00005216"/>
    <w:rsid w:val="00010B7C"/>
    <w:rsid w:val="00012479"/>
    <w:rsid w:val="00012C2D"/>
    <w:rsid w:val="00014388"/>
    <w:rsid w:val="000160E8"/>
    <w:rsid w:val="00017831"/>
    <w:rsid w:val="00020E84"/>
    <w:rsid w:val="00025528"/>
    <w:rsid w:val="00027036"/>
    <w:rsid w:val="00031642"/>
    <w:rsid w:val="00033435"/>
    <w:rsid w:val="00034218"/>
    <w:rsid w:val="00043965"/>
    <w:rsid w:val="0004690E"/>
    <w:rsid w:val="00051409"/>
    <w:rsid w:val="00051E96"/>
    <w:rsid w:val="00054FB6"/>
    <w:rsid w:val="00061963"/>
    <w:rsid w:val="00062232"/>
    <w:rsid w:val="000731A7"/>
    <w:rsid w:val="0007498B"/>
    <w:rsid w:val="0008330D"/>
    <w:rsid w:val="00083ED3"/>
    <w:rsid w:val="00090D02"/>
    <w:rsid w:val="00095F53"/>
    <w:rsid w:val="000962E4"/>
    <w:rsid w:val="00096891"/>
    <w:rsid w:val="00096ACD"/>
    <w:rsid w:val="00096B39"/>
    <w:rsid w:val="000A19BF"/>
    <w:rsid w:val="000B562A"/>
    <w:rsid w:val="000B68C0"/>
    <w:rsid w:val="000B6A82"/>
    <w:rsid w:val="000B6D77"/>
    <w:rsid w:val="000C30B5"/>
    <w:rsid w:val="000C57BC"/>
    <w:rsid w:val="000D151E"/>
    <w:rsid w:val="000D1C65"/>
    <w:rsid w:val="000D3AA9"/>
    <w:rsid w:val="000D4AD9"/>
    <w:rsid w:val="000D7EEC"/>
    <w:rsid w:val="000E02BA"/>
    <w:rsid w:val="000F5BD5"/>
    <w:rsid w:val="000F7BE4"/>
    <w:rsid w:val="0010685A"/>
    <w:rsid w:val="00110A84"/>
    <w:rsid w:val="00112090"/>
    <w:rsid w:val="001137B1"/>
    <w:rsid w:val="001146E8"/>
    <w:rsid w:val="00114858"/>
    <w:rsid w:val="001155B4"/>
    <w:rsid w:val="00117196"/>
    <w:rsid w:val="001201C4"/>
    <w:rsid w:val="001206E8"/>
    <w:rsid w:val="00123B71"/>
    <w:rsid w:val="001279D7"/>
    <w:rsid w:val="00131342"/>
    <w:rsid w:val="001315A6"/>
    <w:rsid w:val="0013485D"/>
    <w:rsid w:val="001379AA"/>
    <w:rsid w:val="001425B6"/>
    <w:rsid w:val="00145960"/>
    <w:rsid w:val="00147A00"/>
    <w:rsid w:val="00152B10"/>
    <w:rsid w:val="0015316A"/>
    <w:rsid w:val="0015325B"/>
    <w:rsid w:val="00167CB5"/>
    <w:rsid w:val="001702AC"/>
    <w:rsid w:val="00173CA5"/>
    <w:rsid w:val="00174B1A"/>
    <w:rsid w:val="001753E3"/>
    <w:rsid w:val="00175F33"/>
    <w:rsid w:val="00177414"/>
    <w:rsid w:val="00182E6D"/>
    <w:rsid w:val="00184FF4"/>
    <w:rsid w:val="0019194F"/>
    <w:rsid w:val="00193953"/>
    <w:rsid w:val="001949AB"/>
    <w:rsid w:val="001979E2"/>
    <w:rsid w:val="001A3893"/>
    <w:rsid w:val="001A6D35"/>
    <w:rsid w:val="001A738E"/>
    <w:rsid w:val="001A76A3"/>
    <w:rsid w:val="001B6820"/>
    <w:rsid w:val="001C25A1"/>
    <w:rsid w:val="001C3332"/>
    <w:rsid w:val="001D162C"/>
    <w:rsid w:val="001E0A8D"/>
    <w:rsid w:val="001E0C59"/>
    <w:rsid w:val="001E5609"/>
    <w:rsid w:val="001F08E8"/>
    <w:rsid w:val="001F1879"/>
    <w:rsid w:val="001F2D3D"/>
    <w:rsid w:val="001F6B1E"/>
    <w:rsid w:val="00200C91"/>
    <w:rsid w:val="00202762"/>
    <w:rsid w:val="00204701"/>
    <w:rsid w:val="002101BB"/>
    <w:rsid w:val="0021082E"/>
    <w:rsid w:val="00215470"/>
    <w:rsid w:val="00215A31"/>
    <w:rsid w:val="00215C96"/>
    <w:rsid w:val="0021769C"/>
    <w:rsid w:val="0022062D"/>
    <w:rsid w:val="00220DF6"/>
    <w:rsid w:val="002232DE"/>
    <w:rsid w:val="00223DE5"/>
    <w:rsid w:val="00224B1B"/>
    <w:rsid w:val="002273A4"/>
    <w:rsid w:val="00230249"/>
    <w:rsid w:val="002311DE"/>
    <w:rsid w:val="00232BEB"/>
    <w:rsid w:val="00235644"/>
    <w:rsid w:val="00237D87"/>
    <w:rsid w:val="00242768"/>
    <w:rsid w:val="00242807"/>
    <w:rsid w:val="00251C12"/>
    <w:rsid w:val="0025220C"/>
    <w:rsid w:val="00253F25"/>
    <w:rsid w:val="00262834"/>
    <w:rsid w:val="00266EAD"/>
    <w:rsid w:val="00267E91"/>
    <w:rsid w:val="00272754"/>
    <w:rsid w:val="0027341E"/>
    <w:rsid w:val="0027349A"/>
    <w:rsid w:val="00275D0C"/>
    <w:rsid w:val="00282DF4"/>
    <w:rsid w:val="002855EB"/>
    <w:rsid w:val="0029147E"/>
    <w:rsid w:val="002977B9"/>
    <w:rsid w:val="002A0BFA"/>
    <w:rsid w:val="002A2230"/>
    <w:rsid w:val="002A2340"/>
    <w:rsid w:val="002A543B"/>
    <w:rsid w:val="002B647A"/>
    <w:rsid w:val="002B6ED3"/>
    <w:rsid w:val="002C09EE"/>
    <w:rsid w:val="002D3B81"/>
    <w:rsid w:val="002D593B"/>
    <w:rsid w:val="002D65FD"/>
    <w:rsid w:val="002E2886"/>
    <w:rsid w:val="002E377C"/>
    <w:rsid w:val="002E72C7"/>
    <w:rsid w:val="002E75C1"/>
    <w:rsid w:val="002E7F2E"/>
    <w:rsid w:val="002F448E"/>
    <w:rsid w:val="002F78E7"/>
    <w:rsid w:val="00310B71"/>
    <w:rsid w:val="00311300"/>
    <w:rsid w:val="00313343"/>
    <w:rsid w:val="003141A4"/>
    <w:rsid w:val="00314401"/>
    <w:rsid w:val="00314C3C"/>
    <w:rsid w:val="003172F8"/>
    <w:rsid w:val="00317486"/>
    <w:rsid w:val="00317C48"/>
    <w:rsid w:val="0032109D"/>
    <w:rsid w:val="003230EF"/>
    <w:rsid w:val="003324ED"/>
    <w:rsid w:val="003371F4"/>
    <w:rsid w:val="0033775F"/>
    <w:rsid w:val="003415BE"/>
    <w:rsid w:val="00343EBE"/>
    <w:rsid w:val="00345EB8"/>
    <w:rsid w:val="00350E30"/>
    <w:rsid w:val="0035233B"/>
    <w:rsid w:val="00352A61"/>
    <w:rsid w:val="00353D1B"/>
    <w:rsid w:val="0035487F"/>
    <w:rsid w:val="003550A7"/>
    <w:rsid w:val="00362097"/>
    <w:rsid w:val="00366353"/>
    <w:rsid w:val="00370342"/>
    <w:rsid w:val="00372713"/>
    <w:rsid w:val="003878B4"/>
    <w:rsid w:val="003922E0"/>
    <w:rsid w:val="00393285"/>
    <w:rsid w:val="00396052"/>
    <w:rsid w:val="00396553"/>
    <w:rsid w:val="003A0718"/>
    <w:rsid w:val="003A0E0F"/>
    <w:rsid w:val="003A58BA"/>
    <w:rsid w:val="003A5AA1"/>
    <w:rsid w:val="003B1E9D"/>
    <w:rsid w:val="003B5BF8"/>
    <w:rsid w:val="003B774F"/>
    <w:rsid w:val="003D1C71"/>
    <w:rsid w:val="003E209F"/>
    <w:rsid w:val="003E227C"/>
    <w:rsid w:val="003E2C40"/>
    <w:rsid w:val="003E602D"/>
    <w:rsid w:val="003F15D8"/>
    <w:rsid w:val="003F4C0B"/>
    <w:rsid w:val="004011DA"/>
    <w:rsid w:val="00403E63"/>
    <w:rsid w:val="004105D8"/>
    <w:rsid w:val="00410A1F"/>
    <w:rsid w:val="00411B7D"/>
    <w:rsid w:val="004130DF"/>
    <w:rsid w:val="004232A6"/>
    <w:rsid w:val="00424E8F"/>
    <w:rsid w:val="0042513B"/>
    <w:rsid w:val="0042608C"/>
    <w:rsid w:val="00426F7C"/>
    <w:rsid w:val="0043042B"/>
    <w:rsid w:val="00430B8D"/>
    <w:rsid w:val="00431457"/>
    <w:rsid w:val="0043154B"/>
    <w:rsid w:val="00431E89"/>
    <w:rsid w:val="00445F0A"/>
    <w:rsid w:val="0045072B"/>
    <w:rsid w:val="004512AF"/>
    <w:rsid w:val="00456C7F"/>
    <w:rsid w:val="00457329"/>
    <w:rsid w:val="004601AD"/>
    <w:rsid w:val="00466144"/>
    <w:rsid w:val="004750BB"/>
    <w:rsid w:val="00480196"/>
    <w:rsid w:val="00482594"/>
    <w:rsid w:val="00485416"/>
    <w:rsid w:val="00492E2F"/>
    <w:rsid w:val="004A2395"/>
    <w:rsid w:val="004A2403"/>
    <w:rsid w:val="004A2528"/>
    <w:rsid w:val="004A3B42"/>
    <w:rsid w:val="004A5E11"/>
    <w:rsid w:val="004A70C0"/>
    <w:rsid w:val="004B19D1"/>
    <w:rsid w:val="004B322D"/>
    <w:rsid w:val="004C0EFA"/>
    <w:rsid w:val="004C33F2"/>
    <w:rsid w:val="004C4689"/>
    <w:rsid w:val="004C586D"/>
    <w:rsid w:val="004D1777"/>
    <w:rsid w:val="004D58EA"/>
    <w:rsid w:val="004E55D8"/>
    <w:rsid w:val="004E717A"/>
    <w:rsid w:val="004E75E6"/>
    <w:rsid w:val="004E7D82"/>
    <w:rsid w:val="00507712"/>
    <w:rsid w:val="00510C55"/>
    <w:rsid w:val="0051410F"/>
    <w:rsid w:val="00516842"/>
    <w:rsid w:val="00517EF5"/>
    <w:rsid w:val="00522655"/>
    <w:rsid w:val="00523E53"/>
    <w:rsid w:val="00524827"/>
    <w:rsid w:val="0052515C"/>
    <w:rsid w:val="00534536"/>
    <w:rsid w:val="0053691D"/>
    <w:rsid w:val="0054078A"/>
    <w:rsid w:val="00546868"/>
    <w:rsid w:val="00546A8F"/>
    <w:rsid w:val="005510D4"/>
    <w:rsid w:val="00551AA4"/>
    <w:rsid w:val="005545FD"/>
    <w:rsid w:val="005569B5"/>
    <w:rsid w:val="00556DFA"/>
    <w:rsid w:val="0055775F"/>
    <w:rsid w:val="00562B3B"/>
    <w:rsid w:val="005634C5"/>
    <w:rsid w:val="00577D84"/>
    <w:rsid w:val="005802FE"/>
    <w:rsid w:val="0058277E"/>
    <w:rsid w:val="00584EF4"/>
    <w:rsid w:val="005851EB"/>
    <w:rsid w:val="00585BEC"/>
    <w:rsid w:val="00585D3A"/>
    <w:rsid w:val="0059038F"/>
    <w:rsid w:val="00590EF8"/>
    <w:rsid w:val="00592A3A"/>
    <w:rsid w:val="00596A5D"/>
    <w:rsid w:val="0059742D"/>
    <w:rsid w:val="005A45A3"/>
    <w:rsid w:val="005A5D6A"/>
    <w:rsid w:val="005B2F44"/>
    <w:rsid w:val="005B3D6C"/>
    <w:rsid w:val="005C13BE"/>
    <w:rsid w:val="005C1656"/>
    <w:rsid w:val="005C35D5"/>
    <w:rsid w:val="005C4234"/>
    <w:rsid w:val="005C5BB3"/>
    <w:rsid w:val="005C6D38"/>
    <w:rsid w:val="005D2224"/>
    <w:rsid w:val="005D2FDF"/>
    <w:rsid w:val="005D5509"/>
    <w:rsid w:val="005E0E68"/>
    <w:rsid w:val="005F1D8B"/>
    <w:rsid w:val="005F7BBD"/>
    <w:rsid w:val="006015F2"/>
    <w:rsid w:val="00603B36"/>
    <w:rsid w:val="00604C7C"/>
    <w:rsid w:val="00606083"/>
    <w:rsid w:val="00612436"/>
    <w:rsid w:val="00612C79"/>
    <w:rsid w:val="00623B80"/>
    <w:rsid w:val="0062575D"/>
    <w:rsid w:val="00625E5E"/>
    <w:rsid w:val="006300D9"/>
    <w:rsid w:val="0063130E"/>
    <w:rsid w:val="0063438D"/>
    <w:rsid w:val="00634AB8"/>
    <w:rsid w:val="00640D56"/>
    <w:rsid w:val="006423FA"/>
    <w:rsid w:val="0064599E"/>
    <w:rsid w:val="006460FA"/>
    <w:rsid w:val="00647509"/>
    <w:rsid w:val="00654AD5"/>
    <w:rsid w:val="006565B0"/>
    <w:rsid w:val="006568C0"/>
    <w:rsid w:val="006606DA"/>
    <w:rsid w:val="006645B1"/>
    <w:rsid w:val="0067037B"/>
    <w:rsid w:val="0067199D"/>
    <w:rsid w:val="00674024"/>
    <w:rsid w:val="0067462C"/>
    <w:rsid w:val="00680BB2"/>
    <w:rsid w:val="00685423"/>
    <w:rsid w:val="00686B16"/>
    <w:rsid w:val="006956CB"/>
    <w:rsid w:val="006A1C03"/>
    <w:rsid w:val="006B32D7"/>
    <w:rsid w:val="006B5481"/>
    <w:rsid w:val="006B6BB9"/>
    <w:rsid w:val="006C2986"/>
    <w:rsid w:val="006C3FC5"/>
    <w:rsid w:val="006C5CEE"/>
    <w:rsid w:val="006D1A53"/>
    <w:rsid w:val="006D6D4D"/>
    <w:rsid w:val="006E07A8"/>
    <w:rsid w:val="006E432D"/>
    <w:rsid w:val="006E483C"/>
    <w:rsid w:val="006F2C9F"/>
    <w:rsid w:val="006F47C1"/>
    <w:rsid w:val="006F72A6"/>
    <w:rsid w:val="007043F9"/>
    <w:rsid w:val="00706B24"/>
    <w:rsid w:val="007107F2"/>
    <w:rsid w:val="00713DF7"/>
    <w:rsid w:val="00715736"/>
    <w:rsid w:val="007201A7"/>
    <w:rsid w:val="00732F55"/>
    <w:rsid w:val="00733851"/>
    <w:rsid w:val="00735770"/>
    <w:rsid w:val="0074013E"/>
    <w:rsid w:val="00746510"/>
    <w:rsid w:val="007473E7"/>
    <w:rsid w:val="00750406"/>
    <w:rsid w:val="007517F1"/>
    <w:rsid w:val="007523C5"/>
    <w:rsid w:val="00753E11"/>
    <w:rsid w:val="00756607"/>
    <w:rsid w:val="00757E96"/>
    <w:rsid w:val="00760609"/>
    <w:rsid w:val="00760BF5"/>
    <w:rsid w:val="00774377"/>
    <w:rsid w:val="007757F7"/>
    <w:rsid w:val="00783385"/>
    <w:rsid w:val="0078514C"/>
    <w:rsid w:val="00785E9C"/>
    <w:rsid w:val="00790671"/>
    <w:rsid w:val="007927A5"/>
    <w:rsid w:val="00794313"/>
    <w:rsid w:val="007965FF"/>
    <w:rsid w:val="007A1125"/>
    <w:rsid w:val="007A3103"/>
    <w:rsid w:val="007A42D4"/>
    <w:rsid w:val="007A7B5F"/>
    <w:rsid w:val="007B3287"/>
    <w:rsid w:val="007B42B8"/>
    <w:rsid w:val="007B6524"/>
    <w:rsid w:val="007C0B6A"/>
    <w:rsid w:val="007C2C31"/>
    <w:rsid w:val="007C78A5"/>
    <w:rsid w:val="007D01C8"/>
    <w:rsid w:val="007D3987"/>
    <w:rsid w:val="007D5AA6"/>
    <w:rsid w:val="007D61FF"/>
    <w:rsid w:val="007E2467"/>
    <w:rsid w:val="007F16A9"/>
    <w:rsid w:val="007F2657"/>
    <w:rsid w:val="007F4199"/>
    <w:rsid w:val="007F5199"/>
    <w:rsid w:val="007F6613"/>
    <w:rsid w:val="007F750F"/>
    <w:rsid w:val="007F765D"/>
    <w:rsid w:val="00800C2D"/>
    <w:rsid w:val="008024FA"/>
    <w:rsid w:val="00803890"/>
    <w:rsid w:val="008047CA"/>
    <w:rsid w:val="00806615"/>
    <w:rsid w:val="00807F19"/>
    <w:rsid w:val="00817C6E"/>
    <w:rsid w:val="008208C8"/>
    <w:rsid w:val="0082118C"/>
    <w:rsid w:val="008231C3"/>
    <w:rsid w:val="00830351"/>
    <w:rsid w:val="008379F2"/>
    <w:rsid w:val="00846D18"/>
    <w:rsid w:val="00846EBF"/>
    <w:rsid w:val="00863E3E"/>
    <w:rsid w:val="008657D2"/>
    <w:rsid w:val="00867F12"/>
    <w:rsid w:val="008743CC"/>
    <w:rsid w:val="008752BE"/>
    <w:rsid w:val="00882116"/>
    <w:rsid w:val="00882833"/>
    <w:rsid w:val="008917A5"/>
    <w:rsid w:val="008924AE"/>
    <w:rsid w:val="008965EF"/>
    <w:rsid w:val="008A1BCE"/>
    <w:rsid w:val="008A5B92"/>
    <w:rsid w:val="008B0BAE"/>
    <w:rsid w:val="008B203A"/>
    <w:rsid w:val="008B2B8C"/>
    <w:rsid w:val="008B3A9F"/>
    <w:rsid w:val="008B5393"/>
    <w:rsid w:val="008C1B7B"/>
    <w:rsid w:val="008C4E6D"/>
    <w:rsid w:val="008C6607"/>
    <w:rsid w:val="008C7DD4"/>
    <w:rsid w:val="008D0E92"/>
    <w:rsid w:val="008D12E7"/>
    <w:rsid w:val="008D26F1"/>
    <w:rsid w:val="008D33BB"/>
    <w:rsid w:val="008D3A3C"/>
    <w:rsid w:val="008D4907"/>
    <w:rsid w:val="008D6B52"/>
    <w:rsid w:val="008E0E9A"/>
    <w:rsid w:val="008E1C4E"/>
    <w:rsid w:val="008E4692"/>
    <w:rsid w:val="008F0B0F"/>
    <w:rsid w:val="008F4AD4"/>
    <w:rsid w:val="008F5CF4"/>
    <w:rsid w:val="008F6EC1"/>
    <w:rsid w:val="008F7781"/>
    <w:rsid w:val="008F7941"/>
    <w:rsid w:val="009017B0"/>
    <w:rsid w:val="0090526C"/>
    <w:rsid w:val="00915E92"/>
    <w:rsid w:val="00923711"/>
    <w:rsid w:val="009312B7"/>
    <w:rsid w:val="0093160A"/>
    <w:rsid w:val="0093419D"/>
    <w:rsid w:val="0093661E"/>
    <w:rsid w:val="00937378"/>
    <w:rsid w:val="0094488F"/>
    <w:rsid w:val="00955BC4"/>
    <w:rsid w:val="00956055"/>
    <w:rsid w:val="00961C3D"/>
    <w:rsid w:val="009671ED"/>
    <w:rsid w:val="00981270"/>
    <w:rsid w:val="00982655"/>
    <w:rsid w:val="00982934"/>
    <w:rsid w:val="0099600E"/>
    <w:rsid w:val="009977EC"/>
    <w:rsid w:val="009A0FA3"/>
    <w:rsid w:val="009A16EF"/>
    <w:rsid w:val="009A2F38"/>
    <w:rsid w:val="009B25A9"/>
    <w:rsid w:val="009B4CDC"/>
    <w:rsid w:val="009B665A"/>
    <w:rsid w:val="009B6E64"/>
    <w:rsid w:val="009C048A"/>
    <w:rsid w:val="009C0A55"/>
    <w:rsid w:val="009C2841"/>
    <w:rsid w:val="009C623E"/>
    <w:rsid w:val="009D270D"/>
    <w:rsid w:val="009D2E00"/>
    <w:rsid w:val="009D5D10"/>
    <w:rsid w:val="009E0F0F"/>
    <w:rsid w:val="009E3C1A"/>
    <w:rsid w:val="009F351A"/>
    <w:rsid w:val="009F3A92"/>
    <w:rsid w:val="009F4710"/>
    <w:rsid w:val="009F5CB6"/>
    <w:rsid w:val="009F5D99"/>
    <w:rsid w:val="009F657D"/>
    <w:rsid w:val="009F7CE7"/>
    <w:rsid w:val="00A02BA8"/>
    <w:rsid w:val="00A06271"/>
    <w:rsid w:val="00A106D4"/>
    <w:rsid w:val="00A14630"/>
    <w:rsid w:val="00A165D5"/>
    <w:rsid w:val="00A16E48"/>
    <w:rsid w:val="00A23651"/>
    <w:rsid w:val="00A30817"/>
    <w:rsid w:val="00A30DDA"/>
    <w:rsid w:val="00A3120B"/>
    <w:rsid w:val="00A31F36"/>
    <w:rsid w:val="00A31FCC"/>
    <w:rsid w:val="00A34E5B"/>
    <w:rsid w:val="00A40AE9"/>
    <w:rsid w:val="00A40F2E"/>
    <w:rsid w:val="00A41C51"/>
    <w:rsid w:val="00A4345B"/>
    <w:rsid w:val="00A43D94"/>
    <w:rsid w:val="00A52835"/>
    <w:rsid w:val="00A52C96"/>
    <w:rsid w:val="00A52E97"/>
    <w:rsid w:val="00A57BF9"/>
    <w:rsid w:val="00A62B1D"/>
    <w:rsid w:val="00A64BFE"/>
    <w:rsid w:val="00A678D3"/>
    <w:rsid w:val="00A70565"/>
    <w:rsid w:val="00A74A33"/>
    <w:rsid w:val="00A808E0"/>
    <w:rsid w:val="00A81A1B"/>
    <w:rsid w:val="00A823FE"/>
    <w:rsid w:val="00A84469"/>
    <w:rsid w:val="00A90C2F"/>
    <w:rsid w:val="00A937E7"/>
    <w:rsid w:val="00A939FF"/>
    <w:rsid w:val="00A94A49"/>
    <w:rsid w:val="00A96610"/>
    <w:rsid w:val="00A96831"/>
    <w:rsid w:val="00AA2CC5"/>
    <w:rsid w:val="00AA5FD1"/>
    <w:rsid w:val="00AA7696"/>
    <w:rsid w:val="00AB41CD"/>
    <w:rsid w:val="00AB546A"/>
    <w:rsid w:val="00AB5497"/>
    <w:rsid w:val="00AC56C8"/>
    <w:rsid w:val="00AE4433"/>
    <w:rsid w:val="00AF02F5"/>
    <w:rsid w:val="00B01ACF"/>
    <w:rsid w:val="00B02E00"/>
    <w:rsid w:val="00B07D5B"/>
    <w:rsid w:val="00B10904"/>
    <w:rsid w:val="00B16F9D"/>
    <w:rsid w:val="00B22D5B"/>
    <w:rsid w:val="00B26C59"/>
    <w:rsid w:val="00B34328"/>
    <w:rsid w:val="00B344A5"/>
    <w:rsid w:val="00B502D8"/>
    <w:rsid w:val="00B50480"/>
    <w:rsid w:val="00B57CFB"/>
    <w:rsid w:val="00B57FD5"/>
    <w:rsid w:val="00B62824"/>
    <w:rsid w:val="00B67B2B"/>
    <w:rsid w:val="00B71B1C"/>
    <w:rsid w:val="00B72E16"/>
    <w:rsid w:val="00B81700"/>
    <w:rsid w:val="00B87056"/>
    <w:rsid w:val="00B942F7"/>
    <w:rsid w:val="00B968A3"/>
    <w:rsid w:val="00B96F12"/>
    <w:rsid w:val="00BA1948"/>
    <w:rsid w:val="00BA5709"/>
    <w:rsid w:val="00BA79C8"/>
    <w:rsid w:val="00BA7AAA"/>
    <w:rsid w:val="00BB1ECC"/>
    <w:rsid w:val="00BC0992"/>
    <w:rsid w:val="00BC2843"/>
    <w:rsid w:val="00BC30BC"/>
    <w:rsid w:val="00BC762A"/>
    <w:rsid w:val="00BD2DD4"/>
    <w:rsid w:val="00BE2168"/>
    <w:rsid w:val="00BE37E2"/>
    <w:rsid w:val="00BE412A"/>
    <w:rsid w:val="00BF04D7"/>
    <w:rsid w:val="00BF3C30"/>
    <w:rsid w:val="00BF776D"/>
    <w:rsid w:val="00C035D1"/>
    <w:rsid w:val="00C057CA"/>
    <w:rsid w:val="00C110F6"/>
    <w:rsid w:val="00C13098"/>
    <w:rsid w:val="00C13DF0"/>
    <w:rsid w:val="00C1455F"/>
    <w:rsid w:val="00C209E2"/>
    <w:rsid w:val="00C20B78"/>
    <w:rsid w:val="00C23753"/>
    <w:rsid w:val="00C250F4"/>
    <w:rsid w:val="00C307A7"/>
    <w:rsid w:val="00C41BA6"/>
    <w:rsid w:val="00C45207"/>
    <w:rsid w:val="00C460FE"/>
    <w:rsid w:val="00C50580"/>
    <w:rsid w:val="00C51513"/>
    <w:rsid w:val="00C52529"/>
    <w:rsid w:val="00C65D3E"/>
    <w:rsid w:val="00C6700B"/>
    <w:rsid w:val="00C70FDF"/>
    <w:rsid w:val="00C7182E"/>
    <w:rsid w:val="00C71CE9"/>
    <w:rsid w:val="00C74E8D"/>
    <w:rsid w:val="00C7670B"/>
    <w:rsid w:val="00C8228B"/>
    <w:rsid w:val="00C91518"/>
    <w:rsid w:val="00C93DA4"/>
    <w:rsid w:val="00C96019"/>
    <w:rsid w:val="00C970E9"/>
    <w:rsid w:val="00CA0F0A"/>
    <w:rsid w:val="00CA36E9"/>
    <w:rsid w:val="00CA581A"/>
    <w:rsid w:val="00CA70D3"/>
    <w:rsid w:val="00CB78AC"/>
    <w:rsid w:val="00CC279A"/>
    <w:rsid w:val="00CC6CD7"/>
    <w:rsid w:val="00CD0AA0"/>
    <w:rsid w:val="00CD33D7"/>
    <w:rsid w:val="00CD36CF"/>
    <w:rsid w:val="00CD5C01"/>
    <w:rsid w:val="00CD70D3"/>
    <w:rsid w:val="00CE0282"/>
    <w:rsid w:val="00CE439D"/>
    <w:rsid w:val="00CE45C6"/>
    <w:rsid w:val="00D00960"/>
    <w:rsid w:val="00D13824"/>
    <w:rsid w:val="00D14B11"/>
    <w:rsid w:val="00D14E1D"/>
    <w:rsid w:val="00D14EB3"/>
    <w:rsid w:val="00D22305"/>
    <w:rsid w:val="00D23D12"/>
    <w:rsid w:val="00D23F0C"/>
    <w:rsid w:val="00D36B5B"/>
    <w:rsid w:val="00D46A1F"/>
    <w:rsid w:val="00D47571"/>
    <w:rsid w:val="00D47FB1"/>
    <w:rsid w:val="00D51B5F"/>
    <w:rsid w:val="00D54C7A"/>
    <w:rsid w:val="00D55646"/>
    <w:rsid w:val="00D61BA5"/>
    <w:rsid w:val="00D631F1"/>
    <w:rsid w:val="00D65A24"/>
    <w:rsid w:val="00D775C4"/>
    <w:rsid w:val="00D81A6D"/>
    <w:rsid w:val="00D84BBB"/>
    <w:rsid w:val="00D8653F"/>
    <w:rsid w:val="00DA4B72"/>
    <w:rsid w:val="00DA6C8D"/>
    <w:rsid w:val="00DB432A"/>
    <w:rsid w:val="00DB4D85"/>
    <w:rsid w:val="00DC1845"/>
    <w:rsid w:val="00DC1E73"/>
    <w:rsid w:val="00DC63C5"/>
    <w:rsid w:val="00DD3144"/>
    <w:rsid w:val="00DD57DB"/>
    <w:rsid w:val="00DD5DA6"/>
    <w:rsid w:val="00DE0244"/>
    <w:rsid w:val="00DE193B"/>
    <w:rsid w:val="00DE1FBB"/>
    <w:rsid w:val="00DE388E"/>
    <w:rsid w:val="00DE5421"/>
    <w:rsid w:val="00DE625F"/>
    <w:rsid w:val="00DF224A"/>
    <w:rsid w:val="00DF65B8"/>
    <w:rsid w:val="00DF700D"/>
    <w:rsid w:val="00E03A6F"/>
    <w:rsid w:val="00E078F9"/>
    <w:rsid w:val="00E07FC3"/>
    <w:rsid w:val="00E134B1"/>
    <w:rsid w:val="00E15F07"/>
    <w:rsid w:val="00E17274"/>
    <w:rsid w:val="00E2075B"/>
    <w:rsid w:val="00E25B0E"/>
    <w:rsid w:val="00E272F7"/>
    <w:rsid w:val="00E2762D"/>
    <w:rsid w:val="00E33374"/>
    <w:rsid w:val="00E3448A"/>
    <w:rsid w:val="00E429C9"/>
    <w:rsid w:val="00E46B54"/>
    <w:rsid w:val="00E51A75"/>
    <w:rsid w:val="00E533F3"/>
    <w:rsid w:val="00E53533"/>
    <w:rsid w:val="00E64075"/>
    <w:rsid w:val="00E808BB"/>
    <w:rsid w:val="00E86975"/>
    <w:rsid w:val="00E8713A"/>
    <w:rsid w:val="00E910A3"/>
    <w:rsid w:val="00E91D90"/>
    <w:rsid w:val="00E939E1"/>
    <w:rsid w:val="00E96386"/>
    <w:rsid w:val="00E967E8"/>
    <w:rsid w:val="00E969AA"/>
    <w:rsid w:val="00E96C80"/>
    <w:rsid w:val="00EA0293"/>
    <w:rsid w:val="00EA3016"/>
    <w:rsid w:val="00EB02D7"/>
    <w:rsid w:val="00EB035C"/>
    <w:rsid w:val="00EB32A7"/>
    <w:rsid w:val="00EB4C59"/>
    <w:rsid w:val="00EB50D0"/>
    <w:rsid w:val="00EB64CB"/>
    <w:rsid w:val="00EC1ECF"/>
    <w:rsid w:val="00EC5F17"/>
    <w:rsid w:val="00EC6A42"/>
    <w:rsid w:val="00ED30C4"/>
    <w:rsid w:val="00ED6E68"/>
    <w:rsid w:val="00EE00E7"/>
    <w:rsid w:val="00EE446C"/>
    <w:rsid w:val="00EE7892"/>
    <w:rsid w:val="00EF35D5"/>
    <w:rsid w:val="00EF47CF"/>
    <w:rsid w:val="00F14631"/>
    <w:rsid w:val="00F178AC"/>
    <w:rsid w:val="00F2034F"/>
    <w:rsid w:val="00F2210B"/>
    <w:rsid w:val="00F305DC"/>
    <w:rsid w:val="00F3287C"/>
    <w:rsid w:val="00F33AB2"/>
    <w:rsid w:val="00F3484F"/>
    <w:rsid w:val="00F34A48"/>
    <w:rsid w:val="00F35341"/>
    <w:rsid w:val="00F42104"/>
    <w:rsid w:val="00F522A8"/>
    <w:rsid w:val="00F5593D"/>
    <w:rsid w:val="00F55CB9"/>
    <w:rsid w:val="00F55EED"/>
    <w:rsid w:val="00F61CA6"/>
    <w:rsid w:val="00F62CAD"/>
    <w:rsid w:val="00F63D46"/>
    <w:rsid w:val="00F65ACE"/>
    <w:rsid w:val="00F662DF"/>
    <w:rsid w:val="00F70400"/>
    <w:rsid w:val="00F723A1"/>
    <w:rsid w:val="00F81648"/>
    <w:rsid w:val="00F84A6C"/>
    <w:rsid w:val="00F871FF"/>
    <w:rsid w:val="00F9270D"/>
    <w:rsid w:val="00F95B97"/>
    <w:rsid w:val="00F97D53"/>
    <w:rsid w:val="00FA350F"/>
    <w:rsid w:val="00FA4FF5"/>
    <w:rsid w:val="00FA64A3"/>
    <w:rsid w:val="00FA7ACA"/>
    <w:rsid w:val="00FB2581"/>
    <w:rsid w:val="00FB2949"/>
    <w:rsid w:val="00FB3B7C"/>
    <w:rsid w:val="00FB5497"/>
    <w:rsid w:val="00FB7647"/>
    <w:rsid w:val="00FB794B"/>
    <w:rsid w:val="00FC0D42"/>
    <w:rsid w:val="00FC53D8"/>
    <w:rsid w:val="00FD144D"/>
    <w:rsid w:val="00FD55EB"/>
    <w:rsid w:val="00FD652E"/>
    <w:rsid w:val="00FD654E"/>
    <w:rsid w:val="00FD7C50"/>
    <w:rsid w:val="00FE018F"/>
    <w:rsid w:val="00FE4FD7"/>
    <w:rsid w:val="00FF1353"/>
    <w:rsid w:val="00FF2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State"/>
  <w:shapeDefaults>
    <o:shapedefaults v:ext="edit" spidmax="2087"/>
    <o:shapelayout v:ext="edit">
      <o:idmap v:ext="edit" data="1"/>
    </o:shapelayout>
  </w:shapeDefaults>
  <w:decimalSymbol w:val="."/>
  <w:listSeparator w:val=","/>
  <w14:docId w14:val="066EB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locked="1" w:semiHidden="0" w:uiPriority="0" w:unhideWhenUsed="0"/>
    <w:lsdException w:name="heading 5" w:semiHidden="0" w:uiPriority="0" w:unhideWhenUsed="0"/>
    <w:lsdException w:name="heading 6" w:semiHidden="0" w:uiPriority="9" w:unhideWhenUsed="0"/>
    <w:lsdException w:name="heading 7" w:semiHidden="0" w:uiPriority="9" w:unhideWhenUsed="0"/>
    <w:lsdException w:name="heading 8" w:semiHidden="0" w:uiPriority="0" w:unhideWhenUsed="0"/>
    <w:lsdException w:name="heading 9" w:semiHidden="0" w:uiPriority="9" w:unhideWhenUsed="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List Bullet" w:qFormat="1"/>
    <w:lsdException w:name="Title" w:semiHidden="0" w:uiPriority="0" w:unhideWhenUsed="0" w:qFormat="1"/>
    <w:lsdException w:name="Signature" w:uiPriority="0"/>
    <w:lsdException w:name="Default Paragraph Font" w:uiPriority="1"/>
    <w:lsdException w:name="Subtitle" w:semiHidden="0" w:uiPriority="11"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ED3"/>
    <w:pPr>
      <w:suppressAutoHyphens/>
      <w:spacing w:before="180" w:after="180" w:line="280" w:lineRule="atLeast"/>
    </w:pPr>
    <w:rPr>
      <w:sz w:val="21"/>
    </w:rPr>
  </w:style>
  <w:style w:type="paragraph" w:styleId="Heading1">
    <w:name w:val="heading 1"/>
    <w:basedOn w:val="Normal"/>
    <w:next w:val="Normal"/>
    <w:link w:val="Heading1Char"/>
    <w:qFormat/>
    <w:rsid w:val="00A4345B"/>
    <w:pPr>
      <w:spacing w:before="720" w:after="120" w:line="290" w:lineRule="atLeast"/>
      <w:outlineLvl w:val="0"/>
    </w:pPr>
    <w:rPr>
      <w:rFonts w:ascii="Arial" w:hAnsi="Arial" w:cs="Arial"/>
      <w:b/>
      <w:sz w:val="32"/>
      <w:szCs w:val="32"/>
    </w:rPr>
  </w:style>
  <w:style w:type="paragraph" w:styleId="Heading2">
    <w:name w:val="heading 2"/>
    <w:next w:val="Normal"/>
    <w:link w:val="Heading2Char"/>
    <w:qFormat/>
    <w:rsid w:val="008C6607"/>
    <w:pPr>
      <w:tabs>
        <w:tab w:val="left" w:pos="1950"/>
      </w:tabs>
      <w:spacing w:before="360" w:after="120" w:line="290" w:lineRule="atLeast"/>
      <w:ind w:right="720"/>
      <w:outlineLvl w:val="1"/>
    </w:pPr>
    <w:rPr>
      <w:rFonts w:ascii="Arial" w:hAnsi="Arial" w:cs="Arial"/>
      <w:b/>
      <w:i/>
      <w:sz w:val="24"/>
      <w:szCs w:val="26"/>
    </w:rPr>
  </w:style>
  <w:style w:type="paragraph" w:styleId="Heading3">
    <w:name w:val="heading 3"/>
    <w:basedOn w:val="Normal"/>
    <w:next w:val="Normal"/>
    <w:link w:val="Heading3Char"/>
    <w:qFormat/>
    <w:rsid w:val="008C6607"/>
    <w:pPr>
      <w:spacing w:before="360" w:after="120" w:line="290" w:lineRule="atLeast"/>
      <w:ind w:right="720"/>
      <w:outlineLvl w:val="2"/>
    </w:pPr>
    <w:rPr>
      <w:rFonts w:ascii="Arial" w:hAnsi="Arial" w:cs="Arial"/>
      <w:b/>
      <w:sz w:val="20"/>
      <w:szCs w:val="22"/>
    </w:rPr>
  </w:style>
  <w:style w:type="paragraph" w:styleId="Heading4">
    <w:name w:val="heading 4"/>
    <w:basedOn w:val="Heading3"/>
    <w:next w:val="Normal"/>
    <w:link w:val="Heading4Char"/>
    <w:locked/>
    <w:rsid w:val="00B87056"/>
    <w:pPr>
      <w:outlineLvl w:val="3"/>
    </w:pPr>
    <w:rPr>
      <w:i/>
    </w:rPr>
  </w:style>
  <w:style w:type="paragraph" w:styleId="Heading5">
    <w:name w:val="heading 5"/>
    <w:basedOn w:val="Heading4"/>
    <w:link w:val="Heading5Char"/>
    <w:rsid w:val="00B87056"/>
    <w:pPr>
      <w:outlineLvl w:val="4"/>
    </w:pPr>
    <w:rPr>
      <w:i w:val="0"/>
    </w:rPr>
  </w:style>
  <w:style w:type="paragraph" w:styleId="Heading6">
    <w:name w:val="heading 6"/>
    <w:basedOn w:val="Heading8"/>
    <w:link w:val="Heading6Char"/>
    <w:uiPriority w:val="9"/>
    <w:rsid w:val="00B87056"/>
    <w:pPr>
      <w:outlineLvl w:val="5"/>
    </w:pPr>
  </w:style>
  <w:style w:type="paragraph" w:styleId="Heading7">
    <w:name w:val="heading 7"/>
    <w:basedOn w:val="Heading6"/>
    <w:link w:val="Heading7Char"/>
    <w:uiPriority w:val="9"/>
    <w:rsid w:val="00B87056"/>
    <w:pPr>
      <w:outlineLvl w:val="6"/>
    </w:pPr>
  </w:style>
  <w:style w:type="paragraph" w:styleId="Heading8">
    <w:name w:val="heading 8"/>
    <w:basedOn w:val="Heading5"/>
    <w:link w:val="Heading8Char"/>
    <w:rsid w:val="00B87056"/>
    <w:pPr>
      <w:outlineLvl w:val="7"/>
    </w:pPr>
  </w:style>
  <w:style w:type="paragraph" w:styleId="Heading9">
    <w:name w:val="heading 9"/>
    <w:basedOn w:val="Heading7"/>
    <w:link w:val="Heading9Char"/>
    <w:uiPriority w:val="9"/>
    <w:rsid w:val="00B8705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345B"/>
    <w:rPr>
      <w:rFonts w:ascii="Arial" w:hAnsi="Arial" w:cs="Arial"/>
      <w:b/>
      <w:sz w:val="32"/>
      <w:szCs w:val="32"/>
    </w:rPr>
  </w:style>
  <w:style w:type="character" w:customStyle="1" w:styleId="Heading2Char">
    <w:name w:val="Heading 2 Char"/>
    <w:basedOn w:val="DefaultParagraphFont"/>
    <w:link w:val="Heading2"/>
    <w:rsid w:val="008C6607"/>
    <w:rPr>
      <w:rFonts w:ascii="Arial" w:hAnsi="Arial" w:cs="Arial"/>
      <w:b/>
      <w:i/>
      <w:sz w:val="24"/>
      <w:szCs w:val="26"/>
    </w:rPr>
  </w:style>
  <w:style w:type="character" w:customStyle="1" w:styleId="Heading3Char">
    <w:name w:val="Heading 3 Char"/>
    <w:basedOn w:val="DefaultParagraphFont"/>
    <w:link w:val="Heading3"/>
    <w:rsid w:val="008C6607"/>
    <w:rPr>
      <w:rFonts w:ascii="Arial" w:hAnsi="Arial" w:cs="Arial"/>
      <w:b/>
      <w:szCs w:val="22"/>
    </w:rPr>
  </w:style>
  <w:style w:type="character" w:customStyle="1" w:styleId="Heading4Char">
    <w:name w:val="Heading 4 Char"/>
    <w:basedOn w:val="DefaultParagraphFont"/>
    <w:link w:val="Heading4"/>
    <w:rsid w:val="00B87056"/>
    <w:rPr>
      <w:rFonts w:ascii="Arial" w:hAnsi="Arial" w:cs="Arial"/>
      <w:b/>
      <w:i/>
      <w:szCs w:val="22"/>
    </w:rPr>
  </w:style>
  <w:style w:type="character" w:customStyle="1" w:styleId="Heading5Char">
    <w:name w:val="Heading 5 Char"/>
    <w:basedOn w:val="DefaultParagraphFont"/>
    <w:link w:val="Heading5"/>
    <w:rsid w:val="00B87056"/>
    <w:rPr>
      <w:rFonts w:ascii="Arial" w:hAnsi="Arial" w:cs="Arial"/>
      <w:b/>
      <w:szCs w:val="22"/>
    </w:rPr>
  </w:style>
  <w:style w:type="character" w:customStyle="1" w:styleId="Heading6Char">
    <w:name w:val="Heading 6 Char"/>
    <w:basedOn w:val="DefaultParagraphFont"/>
    <w:link w:val="Heading6"/>
    <w:uiPriority w:val="9"/>
    <w:rsid w:val="00B87056"/>
    <w:rPr>
      <w:rFonts w:ascii="Arial" w:hAnsi="Arial" w:cs="Arial"/>
      <w:b/>
      <w:szCs w:val="22"/>
    </w:rPr>
  </w:style>
  <w:style w:type="character" w:customStyle="1" w:styleId="Heading7Char">
    <w:name w:val="Heading 7 Char"/>
    <w:basedOn w:val="DefaultParagraphFont"/>
    <w:link w:val="Heading7"/>
    <w:uiPriority w:val="9"/>
    <w:rsid w:val="00B87056"/>
    <w:rPr>
      <w:rFonts w:ascii="Arial" w:hAnsi="Arial" w:cs="Arial"/>
      <w:b/>
      <w:szCs w:val="22"/>
    </w:rPr>
  </w:style>
  <w:style w:type="character" w:customStyle="1" w:styleId="Heading8Char">
    <w:name w:val="Heading 8 Char"/>
    <w:basedOn w:val="DefaultParagraphFont"/>
    <w:link w:val="Heading8"/>
    <w:rsid w:val="00B87056"/>
    <w:rPr>
      <w:rFonts w:ascii="Arial" w:hAnsi="Arial" w:cs="Arial"/>
      <w:b/>
      <w:szCs w:val="22"/>
    </w:rPr>
  </w:style>
  <w:style w:type="character" w:customStyle="1" w:styleId="Heading9Char">
    <w:name w:val="Heading 9 Char"/>
    <w:basedOn w:val="DefaultParagraphFont"/>
    <w:link w:val="Heading9"/>
    <w:uiPriority w:val="9"/>
    <w:rsid w:val="00B87056"/>
    <w:rPr>
      <w:rFonts w:ascii="Arial" w:hAnsi="Arial" w:cs="Arial"/>
      <w:b/>
      <w:szCs w:val="22"/>
    </w:rPr>
  </w:style>
  <w:style w:type="paragraph" w:styleId="Footer">
    <w:name w:val="footer"/>
    <w:basedOn w:val="Normal"/>
    <w:rsid w:val="00A34E5B"/>
    <w:pPr>
      <w:tabs>
        <w:tab w:val="center" w:pos="4320"/>
        <w:tab w:val="right" w:pos="8640"/>
      </w:tabs>
    </w:pPr>
  </w:style>
  <w:style w:type="paragraph" w:customStyle="1" w:styleId="ListBulleted1">
    <w:name w:val="List Bulleted 1"/>
    <w:basedOn w:val="Normal"/>
    <w:rsid w:val="008D33BB"/>
    <w:pPr>
      <w:numPr>
        <w:numId w:val="8"/>
      </w:numPr>
      <w:spacing w:before="20" w:after="20"/>
    </w:pPr>
  </w:style>
  <w:style w:type="paragraph" w:customStyle="1" w:styleId="ListNumbered1">
    <w:name w:val="List Numbered 1"/>
    <w:rsid w:val="007A42D4"/>
    <w:pPr>
      <w:numPr>
        <w:numId w:val="14"/>
      </w:numPr>
      <w:tabs>
        <w:tab w:val="left" w:pos="720"/>
      </w:tabs>
      <w:suppressAutoHyphens/>
      <w:spacing w:before="20" w:after="20" w:line="290" w:lineRule="atLeast"/>
      <w:ind w:left="720" w:hanging="360"/>
    </w:pPr>
    <w:rPr>
      <w:kern w:val="22"/>
      <w:sz w:val="21"/>
    </w:rPr>
  </w:style>
  <w:style w:type="paragraph" w:styleId="Date">
    <w:name w:val="Date"/>
    <w:basedOn w:val="Normal"/>
    <w:next w:val="Normal"/>
    <w:rsid w:val="0067037B"/>
    <w:pPr>
      <w:spacing w:before="720" w:after="0"/>
    </w:pPr>
    <w:rPr>
      <w:rFonts w:ascii="Arial" w:hAnsi="Arial" w:cs="Arial"/>
      <w:b/>
      <w:sz w:val="18"/>
      <w:szCs w:val="18"/>
    </w:rPr>
  </w:style>
  <w:style w:type="paragraph" w:styleId="Header">
    <w:name w:val="header"/>
    <w:basedOn w:val="Normal"/>
    <w:rsid w:val="00A34E5B"/>
    <w:pPr>
      <w:tabs>
        <w:tab w:val="center" w:pos="4320"/>
        <w:tab w:val="right" w:pos="8640"/>
      </w:tabs>
    </w:pPr>
  </w:style>
  <w:style w:type="character" w:styleId="Hyperlink">
    <w:name w:val="Hyperlink"/>
    <w:basedOn w:val="DefaultParagraphFont"/>
    <w:uiPriority w:val="99"/>
    <w:rsid w:val="00E533F3"/>
    <w:rPr>
      <w:color w:val="0000FF"/>
      <w:u w:val="single"/>
    </w:rPr>
  </w:style>
  <w:style w:type="paragraph" w:styleId="Title">
    <w:name w:val="Title"/>
    <w:basedOn w:val="Normal"/>
    <w:next w:val="Normal"/>
    <w:link w:val="TitleChar"/>
    <w:qFormat/>
    <w:rsid w:val="00CE45C6"/>
    <w:pPr>
      <w:spacing w:before="4000" w:after="0"/>
    </w:pPr>
    <w:rPr>
      <w:rFonts w:ascii="Arial" w:hAnsi="Arial"/>
      <w:sz w:val="44"/>
      <w:szCs w:val="48"/>
    </w:rPr>
  </w:style>
  <w:style w:type="character" w:customStyle="1" w:styleId="TitleChar">
    <w:name w:val="Title Char"/>
    <w:basedOn w:val="DefaultParagraphFont"/>
    <w:link w:val="Title"/>
    <w:rsid w:val="00CE45C6"/>
    <w:rPr>
      <w:rFonts w:ascii="Arial" w:hAnsi="Arial"/>
      <w:sz w:val="44"/>
      <w:szCs w:val="48"/>
    </w:rPr>
  </w:style>
  <w:style w:type="paragraph" w:customStyle="1" w:styleId="Author">
    <w:name w:val="Author"/>
    <w:basedOn w:val="Normal"/>
    <w:link w:val="AuthorChar"/>
    <w:rsid w:val="0067037B"/>
    <w:pPr>
      <w:spacing w:before="600" w:after="0"/>
    </w:pPr>
    <w:rPr>
      <w:rFonts w:ascii="Arial" w:hAnsi="Arial"/>
      <w:sz w:val="18"/>
    </w:rPr>
  </w:style>
  <w:style w:type="character" w:customStyle="1" w:styleId="AuthorChar">
    <w:name w:val="Author Char"/>
    <w:basedOn w:val="DefaultParagraphFont"/>
    <w:link w:val="Author"/>
    <w:rsid w:val="00F65ACE"/>
    <w:rPr>
      <w:rFonts w:ascii="Arial" w:hAnsi="Arial"/>
      <w:sz w:val="18"/>
    </w:rPr>
  </w:style>
  <w:style w:type="paragraph" w:customStyle="1" w:styleId="Monotype">
    <w:name w:val="Monotype"/>
    <w:basedOn w:val="Normal"/>
    <w:next w:val="Normal"/>
    <w:rsid w:val="00DD5DA6"/>
    <w:pPr>
      <w:spacing w:before="60" w:after="60" w:line="240" w:lineRule="auto"/>
    </w:pPr>
    <w:rPr>
      <w:rFonts w:ascii="Courier New" w:hAnsi="Courier New"/>
    </w:rPr>
  </w:style>
  <w:style w:type="character" w:styleId="PageNumber">
    <w:name w:val="page number"/>
    <w:basedOn w:val="DefaultParagraphFont"/>
    <w:rsid w:val="00262834"/>
    <w:rPr>
      <w:rFonts w:ascii="Arial" w:hAnsi="Arial"/>
      <w:caps/>
      <w:color w:val="000000"/>
      <w:sz w:val="15"/>
      <w:szCs w:val="15"/>
      <w:u w:val="none"/>
      <w:lang w:val="en-US"/>
    </w:rPr>
  </w:style>
  <w:style w:type="paragraph" w:styleId="Caption">
    <w:name w:val="caption"/>
    <w:basedOn w:val="Normal"/>
    <w:next w:val="Normal"/>
    <w:qFormat/>
    <w:rsid w:val="00F65ACE"/>
    <w:pPr>
      <w:tabs>
        <w:tab w:val="left" w:pos="864"/>
      </w:tabs>
      <w:spacing w:before="0" w:after="240" w:line="240" w:lineRule="auto"/>
      <w:ind w:left="864" w:right="720" w:hanging="864"/>
      <w:jc w:val="center"/>
    </w:pPr>
    <w:rPr>
      <w:rFonts w:ascii="Arial" w:hAnsi="Arial" w:cs="Arial"/>
      <w:bCs/>
      <w:i/>
      <w:sz w:val="18"/>
      <w:szCs w:val="16"/>
    </w:rPr>
  </w:style>
  <w:style w:type="paragraph" w:styleId="FootnoteText">
    <w:name w:val="footnote text"/>
    <w:basedOn w:val="Normal"/>
    <w:link w:val="FootnoteTextChar"/>
    <w:uiPriority w:val="99"/>
    <w:rsid w:val="00E808BB"/>
    <w:pPr>
      <w:spacing w:before="60" w:after="60" w:line="240" w:lineRule="auto"/>
    </w:pPr>
    <w:rPr>
      <w:sz w:val="18"/>
    </w:rPr>
  </w:style>
  <w:style w:type="character" w:customStyle="1" w:styleId="FootnoteTextChar">
    <w:name w:val="Footnote Text Char"/>
    <w:basedOn w:val="DefaultParagraphFont"/>
    <w:link w:val="FootnoteText"/>
    <w:uiPriority w:val="99"/>
    <w:rsid w:val="00E808BB"/>
    <w:rPr>
      <w:sz w:val="18"/>
    </w:rPr>
  </w:style>
  <w:style w:type="paragraph" w:styleId="TOC2">
    <w:name w:val="toc 2"/>
    <w:basedOn w:val="Normal"/>
    <w:next w:val="Normal"/>
    <w:autoRedefine/>
    <w:uiPriority w:val="39"/>
    <w:rsid w:val="009B6E64"/>
    <w:pPr>
      <w:spacing w:before="60" w:after="0"/>
      <w:ind w:left="216"/>
    </w:pPr>
    <w:rPr>
      <w:rFonts w:ascii="Arial" w:hAnsi="Arial"/>
      <w:b/>
      <w:i/>
      <w:sz w:val="20"/>
    </w:rPr>
  </w:style>
  <w:style w:type="paragraph" w:styleId="TOC1">
    <w:name w:val="toc 1"/>
    <w:basedOn w:val="Normal"/>
    <w:next w:val="Normal"/>
    <w:autoRedefine/>
    <w:uiPriority w:val="39"/>
    <w:rsid w:val="009B6E64"/>
    <w:pPr>
      <w:tabs>
        <w:tab w:val="right" w:leader="dot" w:pos="8270"/>
      </w:tabs>
    </w:pPr>
    <w:rPr>
      <w:rFonts w:ascii="Arial" w:hAnsi="Arial"/>
      <w:b/>
      <w:bCs/>
      <w:sz w:val="22"/>
    </w:rPr>
  </w:style>
  <w:style w:type="paragraph" w:styleId="TOC3">
    <w:name w:val="toc 3"/>
    <w:basedOn w:val="Normal"/>
    <w:next w:val="Normal"/>
    <w:autoRedefine/>
    <w:uiPriority w:val="39"/>
    <w:rsid w:val="009B6E64"/>
    <w:pPr>
      <w:tabs>
        <w:tab w:val="right" w:leader="dot" w:pos="8270"/>
      </w:tabs>
      <w:spacing w:before="120" w:after="60"/>
      <w:ind w:left="418"/>
    </w:pPr>
    <w:rPr>
      <w:rFonts w:ascii="Arial" w:hAnsi="Arial"/>
      <w:iCs/>
      <w:sz w:val="20"/>
    </w:rPr>
  </w:style>
  <w:style w:type="paragraph" w:styleId="BalloonText">
    <w:name w:val="Balloon Text"/>
    <w:basedOn w:val="Normal"/>
    <w:link w:val="BalloonTextChar"/>
    <w:semiHidden/>
    <w:unhideWhenUsed/>
    <w:rsid w:val="00F65ACE"/>
    <w:pPr>
      <w:suppressAutoHyphens w:val="0"/>
      <w:spacing w:before="0" w:after="0" w:line="240" w:lineRule="auto"/>
    </w:pPr>
    <w:rPr>
      <w:rFonts w:ascii="Tahoma" w:eastAsiaTheme="minorEastAsia" w:hAnsi="Tahoma" w:cs="Tahoma"/>
      <w:sz w:val="16"/>
      <w:szCs w:val="16"/>
      <w:lang w:bidi="en-US"/>
    </w:rPr>
  </w:style>
  <w:style w:type="character" w:customStyle="1" w:styleId="BalloonTextChar">
    <w:name w:val="Balloon Text Char"/>
    <w:basedOn w:val="DefaultParagraphFont"/>
    <w:link w:val="BalloonText"/>
    <w:uiPriority w:val="99"/>
    <w:semiHidden/>
    <w:rsid w:val="00F65ACE"/>
    <w:rPr>
      <w:rFonts w:ascii="Tahoma" w:eastAsiaTheme="minorEastAsia" w:hAnsi="Tahoma" w:cs="Tahoma"/>
      <w:sz w:val="16"/>
      <w:szCs w:val="16"/>
      <w:lang w:bidi="en-US"/>
    </w:rPr>
  </w:style>
  <w:style w:type="table" w:styleId="TableGrid">
    <w:name w:val="Table Grid"/>
    <w:basedOn w:val="TableNormal"/>
    <w:rsid w:val="00F65ACE"/>
    <w:pPr>
      <w:suppressAutoHyphens/>
      <w:spacing w:before="180" w:after="180" w:line="280" w:lineRule="atLeast"/>
    </w:pPr>
    <w:rPr>
      <w:rFonts w:asciiTheme="minorHAnsi" w:eastAsiaTheme="minorEastAsia" w:hAnsiTheme="minorHAnsi" w:cstheme="minorBidi"/>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F65ACE"/>
    <w:rPr>
      <w:sz w:val="16"/>
      <w:szCs w:val="16"/>
    </w:rPr>
  </w:style>
  <w:style w:type="paragraph" w:styleId="CommentText">
    <w:name w:val="annotation text"/>
    <w:basedOn w:val="Normal"/>
    <w:link w:val="CommentTextChar"/>
    <w:semiHidden/>
    <w:rsid w:val="00F65ACE"/>
    <w:pPr>
      <w:suppressAutoHyphens w:val="0"/>
      <w:spacing w:before="0" w:after="200" w:line="276" w:lineRule="auto"/>
    </w:pPr>
    <w:rPr>
      <w:rFonts w:asciiTheme="minorHAnsi" w:eastAsiaTheme="minorEastAsia" w:hAnsiTheme="minorHAnsi" w:cstheme="minorBidi"/>
      <w:sz w:val="20"/>
      <w:szCs w:val="22"/>
      <w:lang w:bidi="en-US"/>
    </w:rPr>
  </w:style>
  <w:style w:type="character" w:customStyle="1" w:styleId="CommentTextChar">
    <w:name w:val="Comment Text Char"/>
    <w:basedOn w:val="DefaultParagraphFont"/>
    <w:link w:val="CommentText"/>
    <w:semiHidden/>
    <w:rsid w:val="00F65ACE"/>
    <w:rPr>
      <w:rFonts w:asciiTheme="minorHAnsi" w:eastAsiaTheme="minorEastAsia" w:hAnsiTheme="minorHAnsi" w:cstheme="minorBidi"/>
      <w:szCs w:val="22"/>
      <w:lang w:bidi="en-US"/>
    </w:rPr>
  </w:style>
  <w:style w:type="paragraph" w:styleId="CommentSubject">
    <w:name w:val="annotation subject"/>
    <w:basedOn w:val="CommentText"/>
    <w:next w:val="CommentText"/>
    <w:link w:val="CommentSubjectChar"/>
    <w:semiHidden/>
    <w:rsid w:val="00F65ACE"/>
    <w:rPr>
      <w:b/>
      <w:bCs/>
    </w:rPr>
  </w:style>
  <w:style w:type="character" w:customStyle="1" w:styleId="CommentSubjectChar">
    <w:name w:val="Comment Subject Char"/>
    <w:basedOn w:val="CommentTextChar"/>
    <w:link w:val="CommentSubject"/>
    <w:semiHidden/>
    <w:rsid w:val="00F65ACE"/>
    <w:rPr>
      <w:rFonts w:asciiTheme="minorHAnsi" w:eastAsiaTheme="minorEastAsia" w:hAnsiTheme="minorHAnsi" w:cstheme="minorBidi"/>
      <w:b/>
      <w:bCs/>
      <w:szCs w:val="22"/>
      <w:lang w:bidi="en-US"/>
    </w:rPr>
  </w:style>
  <w:style w:type="paragraph" w:styleId="HTMLPreformatted">
    <w:name w:val="HTML Preformatted"/>
    <w:basedOn w:val="Normal"/>
    <w:link w:val="HTMLPreformattedChar"/>
    <w:uiPriority w:val="99"/>
    <w:rsid w:val="00F6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40" w:lineRule="auto"/>
    </w:pPr>
    <w:rPr>
      <w:rFonts w:ascii="Courier New" w:eastAsiaTheme="minorEastAsia" w:hAnsi="Courier New" w:cs="Courier New"/>
      <w:sz w:val="20"/>
      <w:szCs w:val="22"/>
      <w:lang w:bidi="en-US"/>
    </w:rPr>
  </w:style>
  <w:style w:type="character" w:customStyle="1" w:styleId="HTMLPreformattedChar">
    <w:name w:val="HTML Preformatted Char"/>
    <w:basedOn w:val="DefaultParagraphFont"/>
    <w:link w:val="HTMLPreformatted"/>
    <w:uiPriority w:val="99"/>
    <w:rsid w:val="00F65ACE"/>
    <w:rPr>
      <w:rFonts w:ascii="Courier New" w:eastAsiaTheme="minorEastAsia" w:hAnsi="Courier New" w:cs="Courier New"/>
      <w:szCs w:val="22"/>
      <w:lang w:bidi="en-US"/>
    </w:rPr>
  </w:style>
  <w:style w:type="paragraph" w:styleId="Subtitle">
    <w:name w:val="Subtitle"/>
    <w:basedOn w:val="Normal"/>
    <w:next w:val="Normal"/>
    <w:link w:val="SubtitleChar"/>
    <w:uiPriority w:val="11"/>
    <w:qFormat/>
    <w:rsid w:val="0090526C"/>
    <w:pPr>
      <w:numPr>
        <w:ilvl w:val="1"/>
      </w:numPr>
      <w:suppressAutoHyphens w:val="0"/>
      <w:spacing w:before="0" w:after="200" w:line="276" w:lineRule="auto"/>
    </w:pPr>
    <w:rPr>
      <w:rFonts w:ascii="Arial" w:eastAsiaTheme="majorEastAsia" w:hAnsi="Arial" w:cs="Arial"/>
      <w:i/>
      <w:iCs/>
      <w:spacing w:val="15"/>
      <w:sz w:val="24"/>
      <w:szCs w:val="24"/>
      <w:lang w:bidi="en-US"/>
    </w:rPr>
  </w:style>
  <w:style w:type="character" w:customStyle="1" w:styleId="SubtitleChar">
    <w:name w:val="Subtitle Char"/>
    <w:basedOn w:val="DefaultParagraphFont"/>
    <w:link w:val="Subtitle"/>
    <w:uiPriority w:val="11"/>
    <w:rsid w:val="0090526C"/>
    <w:rPr>
      <w:rFonts w:ascii="Arial" w:eastAsiaTheme="majorEastAsia" w:hAnsi="Arial" w:cs="Arial"/>
      <w:i/>
      <w:iCs/>
      <w:spacing w:val="15"/>
      <w:sz w:val="24"/>
      <w:szCs w:val="24"/>
      <w:lang w:bidi="en-US"/>
    </w:rPr>
  </w:style>
  <w:style w:type="paragraph" w:styleId="ListParagraph">
    <w:name w:val="List Paragraph"/>
    <w:basedOn w:val="Normal"/>
    <w:uiPriority w:val="34"/>
    <w:qFormat/>
    <w:rsid w:val="00BC0992"/>
    <w:pPr>
      <w:spacing w:before="0" w:after="200" w:line="276" w:lineRule="auto"/>
      <w:ind w:left="720"/>
      <w:contextualSpacing/>
    </w:pPr>
    <w:rPr>
      <w:rFonts w:eastAsiaTheme="minorEastAsia" w:cstheme="minorBidi"/>
      <w:szCs w:val="22"/>
      <w:lang w:bidi="en-US"/>
    </w:rPr>
  </w:style>
  <w:style w:type="paragraph" w:styleId="Quote">
    <w:name w:val="Quote"/>
    <w:basedOn w:val="Normal"/>
    <w:next w:val="Normal"/>
    <w:link w:val="QuoteChar"/>
    <w:uiPriority w:val="29"/>
    <w:qFormat/>
    <w:rsid w:val="00623B80"/>
    <w:pPr>
      <w:suppressAutoHyphens w:val="0"/>
      <w:spacing w:before="0" w:after="200" w:line="276" w:lineRule="auto"/>
    </w:pPr>
    <w:rPr>
      <w:rFonts w:eastAsiaTheme="minorEastAsia" w:cstheme="minorBidi"/>
      <w:i/>
      <w:iCs/>
      <w:color w:val="000000" w:themeColor="text1"/>
      <w:szCs w:val="22"/>
      <w:lang w:bidi="en-US"/>
    </w:rPr>
  </w:style>
  <w:style w:type="character" w:customStyle="1" w:styleId="QuoteChar">
    <w:name w:val="Quote Char"/>
    <w:basedOn w:val="DefaultParagraphFont"/>
    <w:link w:val="Quote"/>
    <w:uiPriority w:val="29"/>
    <w:rsid w:val="00623B80"/>
    <w:rPr>
      <w:rFonts w:eastAsiaTheme="minorEastAsia" w:cstheme="minorBidi"/>
      <w:i/>
      <w:iCs/>
      <w:color w:val="000000" w:themeColor="text1"/>
      <w:sz w:val="21"/>
      <w:szCs w:val="22"/>
      <w:lang w:bidi="en-US"/>
    </w:rPr>
  </w:style>
  <w:style w:type="paragraph" w:styleId="TOCHeading">
    <w:name w:val="TOC Heading"/>
    <w:basedOn w:val="Heading1"/>
    <w:next w:val="Normal"/>
    <w:uiPriority w:val="39"/>
    <w:semiHidden/>
    <w:unhideWhenUsed/>
    <w:qFormat/>
    <w:rsid w:val="00F65ACE"/>
    <w:pPr>
      <w:keepNext/>
      <w:keepLines/>
      <w:suppressAutoHyphens w:val="0"/>
      <w:spacing w:before="480" w:after="0" w:line="276" w:lineRule="auto"/>
      <w:jc w:val="both"/>
      <w:outlineLvl w:val="9"/>
    </w:pPr>
    <w:rPr>
      <w:rFonts w:asciiTheme="majorHAnsi" w:eastAsiaTheme="majorEastAsia" w:hAnsiTheme="majorHAnsi" w:cstheme="majorBidi"/>
      <w:bCs/>
      <w:color w:val="365F91" w:themeColor="accent1" w:themeShade="BF"/>
      <w:sz w:val="28"/>
      <w:szCs w:val="28"/>
      <w:lang w:bidi="en-US"/>
    </w:rPr>
  </w:style>
  <w:style w:type="table" w:styleId="MediumList2-Accent1">
    <w:name w:val="Medium List 2 Accent 1"/>
    <w:basedOn w:val="TableNormal"/>
    <w:uiPriority w:val="66"/>
    <w:rsid w:val="00F65ACE"/>
    <w:rPr>
      <w:rFonts w:asciiTheme="majorHAnsi" w:eastAsiaTheme="majorEastAsia" w:hAnsiTheme="majorHAnsi" w:cstheme="majorBidi"/>
      <w:color w:val="000000" w:themeColor="text1"/>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Accent11">
    <w:name w:val="Medium Shading 1 - Accent 11"/>
    <w:basedOn w:val="TableNormal"/>
    <w:uiPriority w:val="63"/>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1">
    <w:name w:val="Light Grid - Accent 11"/>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List1-Accent11">
    <w:name w:val="Medium List 1 - Accent 11"/>
    <w:basedOn w:val="TableNormal"/>
    <w:uiPriority w:val="65"/>
    <w:rsid w:val="00F65ACE"/>
    <w:rPr>
      <w:rFonts w:asciiTheme="minorHAnsi" w:eastAsiaTheme="minorEastAsia" w:hAnsiTheme="minorHAnsi" w:cstheme="minorBidi"/>
      <w:color w:val="000000" w:themeColor="text1"/>
      <w:sz w:val="22"/>
      <w:szCs w:val="22"/>
      <w:lang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FootnoteReference">
    <w:name w:val="footnote reference"/>
    <w:basedOn w:val="DefaultParagraphFont"/>
    <w:uiPriority w:val="99"/>
    <w:rsid w:val="00F65ACE"/>
    <w:rPr>
      <w:vertAlign w:val="superscript"/>
    </w:rPr>
  </w:style>
  <w:style w:type="table" w:customStyle="1" w:styleId="LightGrid-Accent12">
    <w:name w:val="Light Grid - Accent 12"/>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3">
    <w:name w:val="Light Grid - Accent 13"/>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ableofFigures">
    <w:name w:val="table of figures"/>
    <w:basedOn w:val="Normal"/>
    <w:next w:val="Normal"/>
    <w:uiPriority w:val="99"/>
    <w:rsid w:val="00F65ACE"/>
    <w:pPr>
      <w:suppressAutoHyphens w:val="0"/>
      <w:spacing w:before="0" w:after="0" w:line="276" w:lineRule="auto"/>
    </w:pPr>
    <w:rPr>
      <w:rFonts w:asciiTheme="minorHAnsi" w:eastAsiaTheme="minorEastAsia" w:hAnsiTheme="minorHAnsi" w:cstheme="minorBidi"/>
      <w:sz w:val="22"/>
      <w:szCs w:val="22"/>
      <w:lang w:bidi="en-US"/>
    </w:rPr>
  </w:style>
  <w:style w:type="character" w:styleId="HTMLCode">
    <w:name w:val="HTML Code"/>
    <w:basedOn w:val="DefaultParagraphFont"/>
    <w:uiPriority w:val="99"/>
    <w:unhideWhenUsed/>
    <w:rsid w:val="00F65ACE"/>
    <w:rPr>
      <w:rFonts w:ascii="Courier New" w:eastAsia="Times New Roman" w:hAnsi="Courier New" w:cs="Courier New"/>
      <w:sz w:val="20"/>
      <w:szCs w:val="20"/>
    </w:rPr>
  </w:style>
  <w:style w:type="paragraph" w:customStyle="1" w:styleId="Default">
    <w:name w:val="Default"/>
    <w:rsid w:val="00750406"/>
    <w:pPr>
      <w:autoSpaceDE w:val="0"/>
      <w:autoSpaceDN w:val="0"/>
      <w:adjustRightInd w:val="0"/>
    </w:pPr>
    <w:rPr>
      <w:color w:val="000000"/>
      <w:sz w:val="24"/>
      <w:szCs w:val="24"/>
    </w:rPr>
  </w:style>
  <w:style w:type="paragraph" w:customStyle="1" w:styleId="AfterTable">
    <w:name w:val="After Table"/>
    <w:basedOn w:val="Normal"/>
    <w:link w:val="AfterTableChar"/>
    <w:autoRedefine/>
    <w:qFormat/>
    <w:rsid w:val="004512AF"/>
    <w:pPr>
      <w:suppressAutoHyphens w:val="0"/>
      <w:spacing w:before="120" w:after="120" w:line="240" w:lineRule="auto"/>
      <w:jc w:val="both"/>
    </w:pPr>
    <w:rPr>
      <w:sz w:val="20"/>
      <w:szCs w:val="24"/>
    </w:rPr>
  </w:style>
  <w:style w:type="character" w:customStyle="1" w:styleId="AfterTableChar">
    <w:name w:val="After Table Char"/>
    <w:basedOn w:val="DefaultParagraphFont"/>
    <w:link w:val="AfterTable"/>
    <w:rsid w:val="004512AF"/>
    <w:rPr>
      <w:szCs w:val="24"/>
    </w:rPr>
  </w:style>
  <w:style w:type="paragraph" w:customStyle="1" w:styleId="TOCtitle">
    <w:name w:val="TOC title"/>
    <w:qFormat/>
    <w:rsid w:val="002A543B"/>
    <w:rPr>
      <w:rFonts w:ascii="Arial" w:hAnsi="Arial" w:cs="Arial"/>
      <w:b/>
      <w:sz w:val="32"/>
      <w:szCs w:val="32"/>
    </w:rPr>
  </w:style>
  <w:style w:type="paragraph" w:styleId="Revision">
    <w:name w:val="Revision"/>
    <w:hidden/>
    <w:uiPriority w:val="99"/>
    <w:semiHidden/>
    <w:rsid w:val="008379F2"/>
    <w:rPr>
      <w:sz w:val="21"/>
    </w:rPr>
  </w:style>
  <w:style w:type="paragraph" w:customStyle="1" w:styleId="z-letter-logo-cmu">
    <w:name w:val="z-letter-logo-cmu"/>
    <w:basedOn w:val="Footer"/>
    <w:rsid w:val="00430B8D"/>
  </w:style>
  <w:style w:type="paragraph" w:styleId="ListBullet">
    <w:name w:val="List Bullet"/>
    <w:basedOn w:val="Normal"/>
    <w:uiPriority w:val="99"/>
    <w:qFormat/>
    <w:rsid w:val="000731A7"/>
    <w:pPr>
      <w:numPr>
        <w:numId w:val="17"/>
      </w:numPr>
      <w:suppressAutoHyphens w:val="0"/>
      <w:spacing w:before="0" w:after="0" w:line="276" w:lineRule="auto"/>
      <w:contextualSpacing/>
    </w:pPr>
    <w:rPr>
      <w:rFonts w:ascii="Calibri" w:eastAsia="Calibri" w:hAnsi="Calibri"/>
      <w:sz w:val="22"/>
      <w:szCs w:val="22"/>
    </w:rPr>
  </w:style>
  <w:style w:type="paragraph" w:customStyle="1" w:styleId="TableText">
    <w:name w:val="Table Text"/>
    <w:basedOn w:val="Normal"/>
    <w:qFormat/>
    <w:rsid w:val="006F47C1"/>
    <w:pPr>
      <w:suppressAutoHyphens w:val="0"/>
      <w:spacing w:before="0" w:after="0" w:line="240" w:lineRule="auto"/>
    </w:pPr>
    <w:rPr>
      <w:rFonts w:ascii="Calibri" w:eastAsia="Calibri" w:hAnsi="Calibri"/>
      <w:sz w:val="22"/>
      <w:szCs w:val="22"/>
    </w:rPr>
  </w:style>
  <w:style w:type="paragraph" w:styleId="ListNumber">
    <w:name w:val="List Number"/>
    <w:basedOn w:val="Normal"/>
    <w:uiPriority w:val="99"/>
    <w:unhideWhenUsed/>
    <w:rsid w:val="004A2395"/>
    <w:pPr>
      <w:numPr>
        <w:numId w:val="24"/>
      </w:numPr>
      <w:suppressAutoHyphens w:val="0"/>
      <w:spacing w:before="0" w:after="200" w:line="276" w:lineRule="auto"/>
      <w:contextualSpacing/>
    </w:pPr>
    <w:rPr>
      <w:rFonts w:eastAsia="Calibri"/>
      <w:szCs w:val="21"/>
    </w:rPr>
  </w:style>
  <w:style w:type="character" w:customStyle="1" w:styleId="addmd">
    <w:name w:val="addmd"/>
    <w:basedOn w:val="DefaultParagraphFont"/>
    <w:rsid w:val="00534536"/>
  </w:style>
  <w:style w:type="paragraph" w:styleId="ListNumber2">
    <w:name w:val="List Number 2"/>
    <w:basedOn w:val="Normal"/>
    <w:uiPriority w:val="99"/>
    <w:unhideWhenUsed/>
    <w:rsid w:val="004B322D"/>
    <w:pPr>
      <w:numPr>
        <w:numId w:val="22"/>
      </w:numPr>
      <w:suppressAutoHyphens w:val="0"/>
      <w:spacing w:before="0" w:after="200" w:line="276" w:lineRule="auto"/>
      <w:contextualSpacing/>
    </w:pPr>
    <w:rPr>
      <w:rFonts w:ascii="Calibri" w:eastAsia="Calibri" w:hAnsi="Calibri"/>
      <w:sz w:val="22"/>
      <w:szCs w:val="22"/>
    </w:rPr>
  </w:style>
  <w:style w:type="paragraph" w:customStyle="1" w:styleId="RefCitation">
    <w:name w:val="RefCitation"/>
    <w:basedOn w:val="Normal"/>
    <w:qFormat/>
    <w:rsid w:val="004B322D"/>
    <w:pPr>
      <w:suppressAutoHyphens w:val="0"/>
      <w:spacing w:before="0" w:after="0" w:line="276" w:lineRule="auto"/>
    </w:pPr>
    <w:rPr>
      <w:rFonts w:ascii="Calibri" w:eastAsia="Calibri" w:hAnsi="Calibri"/>
      <w:sz w:val="22"/>
      <w:szCs w:val="22"/>
    </w:rPr>
  </w:style>
  <w:style w:type="character" w:styleId="Emphasis">
    <w:name w:val="Emphasis"/>
    <w:basedOn w:val="DefaultParagraphFont"/>
    <w:uiPriority w:val="20"/>
    <w:qFormat/>
    <w:rsid w:val="004B322D"/>
    <w:rPr>
      <w:i/>
      <w:iCs/>
    </w:rPr>
  </w:style>
  <w:style w:type="paragraph" w:customStyle="1" w:styleId="Numberlist">
    <w:name w:val="Number list"/>
    <w:basedOn w:val="ListNumber"/>
    <w:link w:val="NumberlistChar"/>
    <w:qFormat/>
    <w:rsid w:val="004A2395"/>
    <w:pPr>
      <w:numPr>
        <w:numId w:val="0"/>
      </w:numPr>
      <w:spacing w:after="20"/>
      <w:ind w:left="360" w:hanging="360"/>
    </w:pPr>
  </w:style>
  <w:style w:type="character" w:customStyle="1" w:styleId="NumberlistChar">
    <w:name w:val="Number list Char"/>
    <w:basedOn w:val="DefaultParagraphFont"/>
    <w:link w:val="Numberlist"/>
    <w:rsid w:val="004A2395"/>
    <w:rPr>
      <w:rFonts w:eastAsia="Calibr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locked="1" w:semiHidden="0" w:uiPriority="0" w:unhideWhenUsed="0"/>
    <w:lsdException w:name="heading 5" w:semiHidden="0" w:uiPriority="0" w:unhideWhenUsed="0"/>
    <w:lsdException w:name="heading 6" w:semiHidden="0" w:uiPriority="9" w:unhideWhenUsed="0"/>
    <w:lsdException w:name="heading 7" w:semiHidden="0" w:uiPriority="9" w:unhideWhenUsed="0"/>
    <w:lsdException w:name="heading 8" w:semiHidden="0" w:uiPriority="0" w:unhideWhenUsed="0"/>
    <w:lsdException w:name="heading 9" w:semiHidden="0" w:uiPriority="9" w:unhideWhenUsed="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List Bullet" w:qFormat="1"/>
    <w:lsdException w:name="Title" w:semiHidden="0" w:uiPriority="0" w:unhideWhenUsed="0" w:qFormat="1"/>
    <w:lsdException w:name="Signature" w:uiPriority="0"/>
    <w:lsdException w:name="Default Paragraph Font" w:uiPriority="1"/>
    <w:lsdException w:name="Subtitle" w:semiHidden="0" w:uiPriority="11"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ED3"/>
    <w:pPr>
      <w:suppressAutoHyphens/>
      <w:spacing w:before="180" w:after="180" w:line="280" w:lineRule="atLeast"/>
    </w:pPr>
    <w:rPr>
      <w:sz w:val="21"/>
    </w:rPr>
  </w:style>
  <w:style w:type="paragraph" w:styleId="Heading1">
    <w:name w:val="heading 1"/>
    <w:basedOn w:val="Normal"/>
    <w:next w:val="Normal"/>
    <w:link w:val="Heading1Char"/>
    <w:qFormat/>
    <w:rsid w:val="00A4345B"/>
    <w:pPr>
      <w:spacing w:before="720" w:after="120" w:line="290" w:lineRule="atLeast"/>
      <w:outlineLvl w:val="0"/>
    </w:pPr>
    <w:rPr>
      <w:rFonts w:ascii="Arial" w:hAnsi="Arial" w:cs="Arial"/>
      <w:b/>
      <w:sz w:val="32"/>
      <w:szCs w:val="32"/>
    </w:rPr>
  </w:style>
  <w:style w:type="paragraph" w:styleId="Heading2">
    <w:name w:val="heading 2"/>
    <w:next w:val="Normal"/>
    <w:link w:val="Heading2Char"/>
    <w:qFormat/>
    <w:rsid w:val="008C6607"/>
    <w:pPr>
      <w:tabs>
        <w:tab w:val="left" w:pos="1950"/>
      </w:tabs>
      <w:spacing w:before="360" w:after="120" w:line="290" w:lineRule="atLeast"/>
      <w:ind w:right="720"/>
      <w:outlineLvl w:val="1"/>
    </w:pPr>
    <w:rPr>
      <w:rFonts w:ascii="Arial" w:hAnsi="Arial" w:cs="Arial"/>
      <w:b/>
      <w:i/>
      <w:sz w:val="24"/>
      <w:szCs w:val="26"/>
    </w:rPr>
  </w:style>
  <w:style w:type="paragraph" w:styleId="Heading3">
    <w:name w:val="heading 3"/>
    <w:basedOn w:val="Normal"/>
    <w:next w:val="Normal"/>
    <w:link w:val="Heading3Char"/>
    <w:qFormat/>
    <w:rsid w:val="008C6607"/>
    <w:pPr>
      <w:spacing w:before="360" w:after="120" w:line="290" w:lineRule="atLeast"/>
      <w:ind w:right="720"/>
      <w:outlineLvl w:val="2"/>
    </w:pPr>
    <w:rPr>
      <w:rFonts w:ascii="Arial" w:hAnsi="Arial" w:cs="Arial"/>
      <w:b/>
      <w:sz w:val="20"/>
      <w:szCs w:val="22"/>
    </w:rPr>
  </w:style>
  <w:style w:type="paragraph" w:styleId="Heading4">
    <w:name w:val="heading 4"/>
    <w:basedOn w:val="Heading3"/>
    <w:next w:val="Normal"/>
    <w:link w:val="Heading4Char"/>
    <w:locked/>
    <w:rsid w:val="00B87056"/>
    <w:pPr>
      <w:outlineLvl w:val="3"/>
    </w:pPr>
    <w:rPr>
      <w:i/>
    </w:rPr>
  </w:style>
  <w:style w:type="paragraph" w:styleId="Heading5">
    <w:name w:val="heading 5"/>
    <w:basedOn w:val="Heading4"/>
    <w:link w:val="Heading5Char"/>
    <w:rsid w:val="00B87056"/>
    <w:pPr>
      <w:outlineLvl w:val="4"/>
    </w:pPr>
    <w:rPr>
      <w:i w:val="0"/>
    </w:rPr>
  </w:style>
  <w:style w:type="paragraph" w:styleId="Heading6">
    <w:name w:val="heading 6"/>
    <w:basedOn w:val="Heading8"/>
    <w:link w:val="Heading6Char"/>
    <w:uiPriority w:val="9"/>
    <w:rsid w:val="00B87056"/>
    <w:pPr>
      <w:outlineLvl w:val="5"/>
    </w:pPr>
  </w:style>
  <w:style w:type="paragraph" w:styleId="Heading7">
    <w:name w:val="heading 7"/>
    <w:basedOn w:val="Heading6"/>
    <w:link w:val="Heading7Char"/>
    <w:uiPriority w:val="9"/>
    <w:rsid w:val="00B87056"/>
    <w:pPr>
      <w:outlineLvl w:val="6"/>
    </w:pPr>
  </w:style>
  <w:style w:type="paragraph" w:styleId="Heading8">
    <w:name w:val="heading 8"/>
    <w:basedOn w:val="Heading5"/>
    <w:link w:val="Heading8Char"/>
    <w:rsid w:val="00B87056"/>
    <w:pPr>
      <w:outlineLvl w:val="7"/>
    </w:pPr>
  </w:style>
  <w:style w:type="paragraph" w:styleId="Heading9">
    <w:name w:val="heading 9"/>
    <w:basedOn w:val="Heading7"/>
    <w:link w:val="Heading9Char"/>
    <w:uiPriority w:val="9"/>
    <w:rsid w:val="00B8705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345B"/>
    <w:rPr>
      <w:rFonts w:ascii="Arial" w:hAnsi="Arial" w:cs="Arial"/>
      <w:b/>
      <w:sz w:val="32"/>
      <w:szCs w:val="32"/>
    </w:rPr>
  </w:style>
  <w:style w:type="character" w:customStyle="1" w:styleId="Heading2Char">
    <w:name w:val="Heading 2 Char"/>
    <w:basedOn w:val="DefaultParagraphFont"/>
    <w:link w:val="Heading2"/>
    <w:rsid w:val="008C6607"/>
    <w:rPr>
      <w:rFonts w:ascii="Arial" w:hAnsi="Arial" w:cs="Arial"/>
      <w:b/>
      <w:i/>
      <w:sz w:val="24"/>
      <w:szCs w:val="26"/>
    </w:rPr>
  </w:style>
  <w:style w:type="character" w:customStyle="1" w:styleId="Heading3Char">
    <w:name w:val="Heading 3 Char"/>
    <w:basedOn w:val="DefaultParagraphFont"/>
    <w:link w:val="Heading3"/>
    <w:rsid w:val="008C6607"/>
    <w:rPr>
      <w:rFonts w:ascii="Arial" w:hAnsi="Arial" w:cs="Arial"/>
      <w:b/>
      <w:szCs w:val="22"/>
    </w:rPr>
  </w:style>
  <w:style w:type="character" w:customStyle="1" w:styleId="Heading4Char">
    <w:name w:val="Heading 4 Char"/>
    <w:basedOn w:val="DefaultParagraphFont"/>
    <w:link w:val="Heading4"/>
    <w:rsid w:val="00B87056"/>
    <w:rPr>
      <w:rFonts w:ascii="Arial" w:hAnsi="Arial" w:cs="Arial"/>
      <w:b/>
      <w:i/>
      <w:szCs w:val="22"/>
    </w:rPr>
  </w:style>
  <w:style w:type="character" w:customStyle="1" w:styleId="Heading5Char">
    <w:name w:val="Heading 5 Char"/>
    <w:basedOn w:val="DefaultParagraphFont"/>
    <w:link w:val="Heading5"/>
    <w:rsid w:val="00B87056"/>
    <w:rPr>
      <w:rFonts w:ascii="Arial" w:hAnsi="Arial" w:cs="Arial"/>
      <w:b/>
      <w:szCs w:val="22"/>
    </w:rPr>
  </w:style>
  <w:style w:type="character" w:customStyle="1" w:styleId="Heading6Char">
    <w:name w:val="Heading 6 Char"/>
    <w:basedOn w:val="DefaultParagraphFont"/>
    <w:link w:val="Heading6"/>
    <w:uiPriority w:val="9"/>
    <w:rsid w:val="00B87056"/>
    <w:rPr>
      <w:rFonts w:ascii="Arial" w:hAnsi="Arial" w:cs="Arial"/>
      <w:b/>
      <w:szCs w:val="22"/>
    </w:rPr>
  </w:style>
  <w:style w:type="character" w:customStyle="1" w:styleId="Heading7Char">
    <w:name w:val="Heading 7 Char"/>
    <w:basedOn w:val="DefaultParagraphFont"/>
    <w:link w:val="Heading7"/>
    <w:uiPriority w:val="9"/>
    <w:rsid w:val="00B87056"/>
    <w:rPr>
      <w:rFonts w:ascii="Arial" w:hAnsi="Arial" w:cs="Arial"/>
      <w:b/>
      <w:szCs w:val="22"/>
    </w:rPr>
  </w:style>
  <w:style w:type="character" w:customStyle="1" w:styleId="Heading8Char">
    <w:name w:val="Heading 8 Char"/>
    <w:basedOn w:val="DefaultParagraphFont"/>
    <w:link w:val="Heading8"/>
    <w:rsid w:val="00B87056"/>
    <w:rPr>
      <w:rFonts w:ascii="Arial" w:hAnsi="Arial" w:cs="Arial"/>
      <w:b/>
      <w:szCs w:val="22"/>
    </w:rPr>
  </w:style>
  <w:style w:type="character" w:customStyle="1" w:styleId="Heading9Char">
    <w:name w:val="Heading 9 Char"/>
    <w:basedOn w:val="DefaultParagraphFont"/>
    <w:link w:val="Heading9"/>
    <w:uiPriority w:val="9"/>
    <w:rsid w:val="00B87056"/>
    <w:rPr>
      <w:rFonts w:ascii="Arial" w:hAnsi="Arial" w:cs="Arial"/>
      <w:b/>
      <w:szCs w:val="22"/>
    </w:rPr>
  </w:style>
  <w:style w:type="paragraph" w:styleId="Footer">
    <w:name w:val="footer"/>
    <w:basedOn w:val="Normal"/>
    <w:rsid w:val="00A34E5B"/>
    <w:pPr>
      <w:tabs>
        <w:tab w:val="center" w:pos="4320"/>
        <w:tab w:val="right" w:pos="8640"/>
      </w:tabs>
    </w:pPr>
  </w:style>
  <w:style w:type="paragraph" w:customStyle="1" w:styleId="ListBulleted1">
    <w:name w:val="List Bulleted 1"/>
    <w:basedOn w:val="Normal"/>
    <w:rsid w:val="008D33BB"/>
    <w:pPr>
      <w:numPr>
        <w:numId w:val="8"/>
      </w:numPr>
      <w:spacing w:before="20" w:after="20"/>
    </w:pPr>
  </w:style>
  <w:style w:type="paragraph" w:customStyle="1" w:styleId="ListNumbered1">
    <w:name w:val="List Numbered 1"/>
    <w:rsid w:val="007A42D4"/>
    <w:pPr>
      <w:numPr>
        <w:numId w:val="14"/>
      </w:numPr>
      <w:tabs>
        <w:tab w:val="left" w:pos="720"/>
      </w:tabs>
      <w:suppressAutoHyphens/>
      <w:spacing w:before="20" w:after="20" w:line="290" w:lineRule="atLeast"/>
      <w:ind w:left="720" w:hanging="360"/>
    </w:pPr>
    <w:rPr>
      <w:kern w:val="22"/>
      <w:sz w:val="21"/>
    </w:rPr>
  </w:style>
  <w:style w:type="paragraph" w:styleId="Date">
    <w:name w:val="Date"/>
    <w:basedOn w:val="Normal"/>
    <w:next w:val="Normal"/>
    <w:rsid w:val="0067037B"/>
    <w:pPr>
      <w:spacing w:before="720" w:after="0"/>
    </w:pPr>
    <w:rPr>
      <w:rFonts w:ascii="Arial" w:hAnsi="Arial" w:cs="Arial"/>
      <w:b/>
      <w:sz w:val="18"/>
      <w:szCs w:val="18"/>
    </w:rPr>
  </w:style>
  <w:style w:type="paragraph" w:styleId="Header">
    <w:name w:val="header"/>
    <w:basedOn w:val="Normal"/>
    <w:rsid w:val="00A34E5B"/>
    <w:pPr>
      <w:tabs>
        <w:tab w:val="center" w:pos="4320"/>
        <w:tab w:val="right" w:pos="8640"/>
      </w:tabs>
    </w:pPr>
  </w:style>
  <w:style w:type="character" w:styleId="Hyperlink">
    <w:name w:val="Hyperlink"/>
    <w:basedOn w:val="DefaultParagraphFont"/>
    <w:uiPriority w:val="99"/>
    <w:rsid w:val="00E533F3"/>
    <w:rPr>
      <w:color w:val="0000FF"/>
      <w:u w:val="single"/>
    </w:rPr>
  </w:style>
  <w:style w:type="paragraph" w:styleId="Title">
    <w:name w:val="Title"/>
    <w:basedOn w:val="Normal"/>
    <w:next w:val="Normal"/>
    <w:link w:val="TitleChar"/>
    <w:qFormat/>
    <w:rsid w:val="00CE45C6"/>
    <w:pPr>
      <w:spacing w:before="4000" w:after="0"/>
    </w:pPr>
    <w:rPr>
      <w:rFonts w:ascii="Arial" w:hAnsi="Arial"/>
      <w:sz w:val="44"/>
      <w:szCs w:val="48"/>
    </w:rPr>
  </w:style>
  <w:style w:type="character" w:customStyle="1" w:styleId="TitleChar">
    <w:name w:val="Title Char"/>
    <w:basedOn w:val="DefaultParagraphFont"/>
    <w:link w:val="Title"/>
    <w:rsid w:val="00CE45C6"/>
    <w:rPr>
      <w:rFonts w:ascii="Arial" w:hAnsi="Arial"/>
      <w:sz w:val="44"/>
      <w:szCs w:val="48"/>
    </w:rPr>
  </w:style>
  <w:style w:type="paragraph" w:customStyle="1" w:styleId="Author">
    <w:name w:val="Author"/>
    <w:basedOn w:val="Normal"/>
    <w:link w:val="AuthorChar"/>
    <w:rsid w:val="0067037B"/>
    <w:pPr>
      <w:spacing w:before="600" w:after="0"/>
    </w:pPr>
    <w:rPr>
      <w:rFonts w:ascii="Arial" w:hAnsi="Arial"/>
      <w:sz w:val="18"/>
    </w:rPr>
  </w:style>
  <w:style w:type="character" w:customStyle="1" w:styleId="AuthorChar">
    <w:name w:val="Author Char"/>
    <w:basedOn w:val="DefaultParagraphFont"/>
    <w:link w:val="Author"/>
    <w:rsid w:val="00F65ACE"/>
    <w:rPr>
      <w:rFonts w:ascii="Arial" w:hAnsi="Arial"/>
      <w:sz w:val="18"/>
    </w:rPr>
  </w:style>
  <w:style w:type="paragraph" w:customStyle="1" w:styleId="Monotype">
    <w:name w:val="Monotype"/>
    <w:basedOn w:val="Normal"/>
    <w:next w:val="Normal"/>
    <w:rsid w:val="00DD5DA6"/>
    <w:pPr>
      <w:spacing w:before="60" w:after="60" w:line="240" w:lineRule="auto"/>
    </w:pPr>
    <w:rPr>
      <w:rFonts w:ascii="Courier New" w:hAnsi="Courier New"/>
    </w:rPr>
  </w:style>
  <w:style w:type="character" w:styleId="PageNumber">
    <w:name w:val="page number"/>
    <w:basedOn w:val="DefaultParagraphFont"/>
    <w:rsid w:val="00262834"/>
    <w:rPr>
      <w:rFonts w:ascii="Arial" w:hAnsi="Arial"/>
      <w:caps/>
      <w:color w:val="000000"/>
      <w:sz w:val="15"/>
      <w:szCs w:val="15"/>
      <w:u w:val="none"/>
      <w:lang w:val="en-US"/>
    </w:rPr>
  </w:style>
  <w:style w:type="paragraph" w:styleId="Caption">
    <w:name w:val="caption"/>
    <w:basedOn w:val="Normal"/>
    <w:next w:val="Normal"/>
    <w:qFormat/>
    <w:rsid w:val="00F65ACE"/>
    <w:pPr>
      <w:tabs>
        <w:tab w:val="left" w:pos="864"/>
      </w:tabs>
      <w:spacing w:before="0" w:after="240" w:line="240" w:lineRule="auto"/>
      <w:ind w:left="864" w:right="720" w:hanging="864"/>
      <w:jc w:val="center"/>
    </w:pPr>
    <w:rPr>
      <w:rFonts w:ascii="Arial" w:hAnsi="Arial" w:cs="Arial"/>
      <w:bCs/>
      <w:i/>
      <w:sz w:val="18"/>
      <w:szCs w:val="16"/>
    </w:rPr>
  </w:style>
  <w:style w:type="paragraph" w:styleId="FootnoteText">
    <w:name w:val="footnote text"/>
    <w:basedOn w:val="Normal"/>
    <w:link w:val="FootnoteTextChar"/>
    <w:uiPriority w:val="99"/>
    <w:rsid w:val="00E808BB"/>
    <w:pPr>
      <w:spacing w:before="60" w:after="60" w:line="240" w:lineRule="auto"/>
    </w:pPr>
    <w:rPr>
      <w:sz w:val="18"/>
    </w:rPr>
  </w:style>
  <w:style w:type="character" w:customStyle="1" w:styleId="FootnoteTextChar">
    <w:name w:val="Footnote Text Char"/>
    <w:basedOn w:val="DefaultParagraphFont"/>
    <w:link w:val="FootnoteText"/>
    <w:uiPriority w:val="99"/>
    <w:rsid w:val="00E808BB"/>
    <w:rPr>
      <w:sz w:val="18"/>
    </w:rPr>
  </w:style>
  <w:style w:type="paragraph" w:styleId="TOC2">
    <w:name w:val="toc 2"/>
    <w:basedOn w:val="Normal"/>
    <w:next w:val="Normal"/>
    <w:autoRedefine/>
    <w:uiPriority w:val="39"/>
    <w:rsid w:val="009B6E64"/>
    <w:pPr>
      <w:spacing w:before="60" w:after="0"/>
      <w:ind w:left="216"/>
    </w:pPr>
    <w:rPr>
      <w:rFonts w:ascii="Arial" w:hAnsi="Arial"/>
      <w:b/>
      <w:i/>
      <w:sz w:val="20"/>
    </w:rPr>
  </w:style>
  <w:style w:type="paragraph" w:styleId="TOC1">
    <w:name w:val="toc 1"/>
    <w:basedOn w:val="Normal"/>
    <w:next w:val="Normal"/>
    <w:autoRedefine/>
    <w:uiPriority w:val="39"/>
    <w:rsid w:val="009B6E64"/>
    <w:pPr>
      <w:tabs>
        <w:tab w:val="right" w:leader="dot" w:pos="8270"/>
      </w:tabs>
    </w:pPr>
    <w:rPr>
      <w:rFonts w:ascii="Arial" w:hAnsi="Arial"/>
      <w:b/>
      <w:bCs/>
      <w:sz w:val="22"/>
    </w:rPr>
  </w:style>
  <w:style w:type="paragraph" w:styleId="TOC3">
    <w:name w:val="toc 3"/>
    <w:basedOn w:val="Normal"/>
    <w:next w:val="Normal"/>
    <w:autoRedefine/>
    <w:uiPriority w:val="39"/>
    <w:rsid w:val="009B6E64"/>
    <w:pPr>
      <w:tabs>
        <w:tab w:val="right" w:leader="dot" w:pos="8270"/>
      </w:tabs>
      <w:spacing w:before="120" w:after="60"/>
      <w:ind w:left="418"/>
    </w:pPr>
    <w:rPr>
      <w:rFonts w:ascii="Arial" w:hAnsi="Arial"/>
      <w:iCs/>
      <w:sz w:val="20"/>
    </w:rPr>
  </w:style>
  <w:style w:type="paragraph" w:styleId="BalloonText">
    <w:name w:val="Balloon Text"/>
    <w:basedOn w:val="Normal"/>
    <w:link w:val="BalloonTextChar"/>
    <w:semiHidden/>
    <w:unhideWhenUsed/>
    <w:rsid w:val="00F65ACE"/>
    <w:pPr>
      <w:suppressAutoHyphens w:val="0"/>
      <w:spacing w:before="0" w:after="0" w:line="240" w:lineRule="auto"/>
    </w:pPr>
    <w:rPr>
      <w:rFonts w:ascii="Tahoma" w:eastAsiaTheme="minorEastAsia" w:hAnsi="Tahoma" w:cs="Tahoma"/>
      <w:sz w:val="16"/>
      <w:szCs w:val="16"/>
      <w:lang w:bidi="en-US"/>
    </w:rPr>
  </w:style>
  <w:style w:type="character" w:customStyle="1" w:styleId="BalloonTextChar">
    <w:name w:val="Balloon Text Char"/>
    <w:basedOn w:val="DefaultParagraphFont"/>
    <w:link w:val="BalloonText"/>
    <w:uiPriority w:val="99"/>
    <w:semiHidden/>
    <w:rsid w:val="00F65ACE"/>
    <w:rPr>
      <w:rFonts w:ascii="Tahoma" w:eastAsiaTheme="minorEastAsia" w:hAnsi="Tahoma" w:cs="Tahoma"/>
      <w:sz w:val="16"/>
      <w:szCs w:val="16"/>
      <w:lang w:bidi="en-US"/>
    </w:rPr>
  </w:style>
  <w:style w:type="table" w:styleId="TableGrid">
    <w:name w:val="Table Grid"/>
    <w:basedOn w:val="TableNormal"/>
    <w:rsid w:val="00F65ACE"/>
    <w:pPr>
      <w:suppressAutoHyphens/>
      <w:spacing w:before="180" w:after="180" w:line="280" w:lineRule="atLeast"/>
    </w:pPr>
    <w:rPr>
      <w:rFonts w:asciiTheme="minorHAnsi" w:eastAsiaTheme="minorEastAsia" w:hAnsiTheme="minorHAnsi" w:cstheme="minorBidi"/>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F65ACE"/>
    <w:rPr>
      <w:sz w:val="16"/>
      <w:szCs w:val="16"/>
    </w:rPr>
  </w:style>
  <w:style w:type="paragraph" w:styleId="CommentText">
    <w:name w:val="annotation text"/>
    <w:basedOn w:val="Normal"/>
    <w:link w:val="CommentTextChar"/>
    <w:semiHidden/>
    <w:rsid w:val="00F65ACE"/>
    <w:pPr>
      <w:suppressAutoHyphens w:val="0"/>
      <w:spacing w:before="0" w:after="200" w:line="276" w:lineRule="auto"/>
    </w:pPr>
    <w:rPr>
      <w:rFonts w:asciiTheme="minorHAnsi" w:eastAsiaTheme="minorEastAsia" w:hAnsiTheme="minorHAnsi" w:cstheme="minorBidi"/>
      <w:sz w:val="20"/>
      <w:szCs w:val="22"/>
      <w:lang w:bidi="en-US"/>
    </w:rPr>
  </w:style>
  <w:style w:type="character" w:customStyle="1" w:styleId="CommentTextChar">
    <w:name w:val="Comment Text Char"/>
    <w:basedOn w:val="DefaultParagraphFont"/>
    <w:link w:val="CommentText"/>
    <w:semiHidden/>
    <w:rsid w:val="00F65ACE"/>
    <w:rPr>
      <w:rFonts w:asciiTheme="minorHAnsi" w:eastAsiaTheme="minorEastAsia" w:hAnsiTheme="minorHAnsi" w:cstheme="minorBidi"/>
      <w:szCs w:val="22"/>
      <w:lang w:bidi="en-US"/>
    </w:rPr>
  </w:style>
  <w:style w:type="paragraph" w:styleId="CommentSubject">
    <w:name w:val="annotation subject"/>
    <w:basedOn w:val="CommentText"/>
    <w:next w:val="CommentText"/>
    <w:link w:val="CommentSubjectChar"/>
    <w:semiHidden/>
    <w:rsid w:val="00F65ACE"/>
    <w:rPr>
      <w:b/>
      <w:bCs/>
    </w:rPr>
  </w:style>
  <w:style w:type="character" w:customStyle="1" w:styleId="CommentSubjectChar">
    <w:name w:val="Comment Subject Char"/>
    <w:basedOn w:val="CommentTextChar"/>
    <w:link w:val="CommentSubject"/>
    <w:semiHidden/>
    <w:rsid w:val="00F65ACE"/>
    <w:rPr>
      <w:rFonts w:asciiTheme="minorHAnsi" w:eastAsiaTheme="minorEastAsia" w:hAnsiTheme="minorHAnsi" w:cstheme="minorBidi"/>
      <w:b/>
      <w:bCs/>
      <w:szCs w:val="22"/>
      <w:lang w:bidi="en-US"/>
    </w:rPr>
  </w:style>
  <w:style w:type="paragraph" w:styleId="HTMLPreformatted">
    <w:name w:val="HTML Preformatted"/>
    <w:basedOn w:val="Normal"/>
    <w:link w:val="HTMLPreformattedChar"/>
    <w:uiPriority w:val="99"/>
    <w:rsid w:val="00F6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40" w:lineRule="auto"/>
    </w:pPr>
    <w:rPr>
      <w:rFonts w:ascii="Courier New" w:eastAsiaTheme="minorEastAsia" w:hAnsi="Courier New" w:cs="Courier New"/>
      <w:sz w:val="20"/>
      <w:szCs w:val="22"/>
      <w:lang w:bidi="en-US"/>
    </w:rPr>
  </w:style>
  <w:style w:type="character" w:customStyle="1" w:styleId="HTMLPreformattedChar">
    <w:name w:val="HTML Preformatted Char"/>
    <w:basedOn w:val="DefaultParagraphFont"/>
    <w:link w:val="HTMLPreformatted"/>
    <w:uiPriority w:val="99"/>
    <w:rsid w:val="00F65ACE"/>
    <w:rPr>
      <w:rFonts w:ascii="Courier New" w:eastAsiaTheme="minorEastAsia" w:hAnsi="Courier New" w:cs="Courier New"/>
      <w:szCs w:val="22"/>
      <w:lang w:bidi="en-US"/>
    </w:rPr>
  </w:style>
  <w:style w:type="paragraph" w:styleId="Subtitle">
    <w:name w:val="Subtitle"/>
    <w:basedOn w:val="Normal"/>
    <w:next w:val="Normal"/>
    <w:link w:val="SubtitleChar"/>
    <w:uiPriority w:val="11"/>
    <w:qFormat/>
    <w:rsid w:val="0090526C"/>
    <w:pPr>
      <w:numPr>
        <w:ilvl w:val="1"/>
      </w:numPr>
      <w:suppressAutoHyphens w:val="0"/>
      <w:spacing w:before="0" w:after="200" w:line="276" w:lineRule="auto"/>
    </w:pPr>
    <w:rPr>
      <w:rFonts w:ascii="Arial" w:eastAsiaTheme="majorEastAsia" w:hAnsi="Arial" w:cs="Arial"/>
      <w:i/>
      <w:iCs/>
      <w:spacing w:val="15"/>
      <w:sz w:val="24"/>
      <w:szCs w:val="24"/>
      <w:lang w:bidi="en-US"/>
    </w:rPr>
  </w:style>
  <w:style w:type="character" w:customStyle="1" w:styleId="SubtitleChar">
    <w:name w:val="Subtitle Char"/>
    <w:basedOn w:val="DefaultParagraphFont"/>
    <w:link w:val="Subtitle"/>
    <w:uiPriority w:val="11"/>
    <w:rsid w:val="0090526C"/>
    <w:rPr>
      <w:rFonts w:ascii="Arial" w:eastAsiaTheme="majorEastAsia" w:hAnsi="Arial" w:cs="Arial"/>
      <w:i/>
      <w:iCs/>
      <w:spacing w:val="15"/>
      <w:sz w:val="24"/>
      <w:szCs w:val="24"/>
      <w:lang w:bidi="en-US"/>
    </w:rPr>
  </w:style>
  <w:style w:type="paragraph" w:styleId="ListParagraph">
    <w:name w:val="List Paragraph"/>
    <w:basedOn w:val="Normal"/>
    <w:uiPriority w:val="34"/>
    <w:qFormat/>
    <w:rsid w:val="00BC0992"/>
    <w:pPr>
      <w:spacing w:before="0" w:after="200" w:line="276" w:lineRule="auto"/>
      <w:ind w:left="720"/>
      <w:contextualSpacing/>
    </w:pPr>
    <w:rPr>
      <w:rFonts w:eastAsiaTheme="minorEastAsia" w:cstheme="minorBidi"/>
      <w:szCs w:val="22"/>
      <w:lang w:bidi="en-US"/>
    </w:rPr>
  </w:style>
  <w:style w:type="paragraph" w:styleId="Quote">
    <w:name w:val="Quote"/>
    <w:basedOn w:val="Normal"/>
    <w:next w:val="Normal"/>
    <w:link w:val="QuoteChar"/>
    <w:uiPriority w:val="29"/>
    <w:qFormat/>
    <w:rsid w:val="00623B80"/>
    <w:pPr>
      <w:suppressAutoHyphens w:val="0"/>
      <w:spacing w:before="0" w:after="200" w:line="276" w:lineRule="auto"/>
    </w:pPr>
    <w:rPr>
      <w:rFonts w:eastAsiaTheme="minorEastAsia" w:cstheme="minorBidi"/>
      <w:i/>
      <w:iCs/>
      <w:color w:val="000000" w:themeColor="text1"/>
      <w:szCs w:val="22"/>
      <w:lang w:bidi="en-US"/>
    </w:rPr>
  </w:style>
  <w:style w:type="character" w:customStyle="1" w:styleId="QuoteChar">
    <w:name w:val="Quote Char"/>
    <w:basedOn w:val="DefaultParagraphFont"/>
    <w:link w:val="Quote"/>
    <w:uiPriority w:val="29"/>
    <w:rsid w:val="00623B80"/>
    <w:rPr>
      <w:rFonts w:eastAsiaTheme="minorEastAsia" w:cstheme="minorBidi"/>
      <w:i/>
      <w:iCs/>
      <w:color w:val="000000" w:themeColor="text1"/>
      <w:sz w:val="21"/>
      <w:szCs w:val="22"/>
      <w:lang w:bidi="en-US"/>
    </w:rPr>
  </w:style>
  <w:style w:type="paragraph" w:styleId="TOCHeading">
    <w:name w:val="TOC Heading"/>
    <w:basedOn w:val="Heading1"/>
    <w:next w:val="Normal"/>
    <w:uiPriority w:val="39"/>
    <w:semiHidden/>
    <w:unhideWhenUsed/>
    <w:qFormat/>
    <w:rsid w:val="00F65ACE"/>
    <w:pPr>
      <w:keepNext/>
      <w:keepLines/>
      <w:suppressAutoHyphens w:val="0"/>
      <w:spacing w:before="480" w:after="0" w:line="276" w:lineRule="auto"/>
      <w:jc w:val="both"/>
      <w:outlineLvl w:val="9"/>
    </w:pPr>
    <w:rPr>
      <w:rFonts w:asciiTheme="majorHAnsi" w:eastAsiaTheme="majorEastAsia" w:hAnsiTheme="majorHAnsi" w:cstheme="majorBidi"/>
      <w:bCs/>
      <w:color w:val="365F91" w:themeColor="accent1" w:themeShade="BF"/>
      <w:sz w:val="28"/>
      <w:szCs w:val="28"/>
      <w:lang w:bidi="en-US"/>
    </w:rPr>
  </w:style>
  <w:style w:type="table" w:styleId="MediumList2-Accent1">
    <w:name w:val="Medium List 2 Accent 1"/>
    <w:basedOn w:val="TableNormal"/>
    <w:uiPriority w:val="66"/>
    <w:rsid w:val="00F65ACE"/>
    <w:rPr>
      <w:rFonts w:asciiTheme="majorHAnsi" w:eastAsiaTheme="majorEastAsia" w:hAnsiTheme="majorHAnsi" w:cstheme="majorBidi"/>
      <w:color w:val="000000" w:themeColor="text1"/>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Accent11">
    <w:name w:val="Medium Shading 1 - Accent 11"/>
    <w:basedOn w:val="TableNormal"/>
    <w:uiPriority w:val="63"/>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1">
    <w:name w:val="Light Grid - Accent 11"/>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List1-Accent11">
    <w:name w:val="Medium List 1 - Accent 11"/>
    <w:basedOn w:val="TableNormal"/>
    <w:uiPriority w:val="65"/>
    <w:rsid w:val="00F65ACE"/>
    <w:rPr>
      <w:rFonts w:asciiTheme="minorHAnsi" w:eastAsiaTheme="minorEastAsia" w:hAnsiTheme="minorHAnsi" w:cstheme="minorBidi"/>
      <w:color w:val="000000" w:themeColor="text1"/>
      <w:sz w:val="22"/>
      <w:szCs w:val="22"/>
      <w:lang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FootnoteReference">
    <w:name w:val="footnote reference"/>
    <w:basedOn w:val="DefaultParagraphFont"/>
    <w:uiPriority w:val="99"/>
    <w:rsid w:val="00F65ACE"/>
    <w:rPr>
      <w:vertAlign w:val="superscript"/>
    </w:rPr>
  </w:style>
  <w:style w:type="table" w:customStyle="1" w:styleId="LightGrid-Accent12">
    <w:name w:val="Light Grid - Accent 12"/>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3">
    <w:name w:val="Light Grid - Accent 13"/>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ableofFigures">
    <w:name w:val="table of figures"/>
    <w:basedOn w:val="Normal"/>
    <w:next w:val="Normal"/>
    <w:uiPriority w:val="99"/>
    <w:rsid w:val="00F65ACE"/>
    <w:pPr>
      <w:suppressAutoHyphens w:val="0"/>
      <w:spacing w:before="0" w:after="0" w:line="276" w:lineRule="auto"/>
    </w:pPr>
    <w:rPr>
      <w:rFonts w:asciiTheme="minorHAnsi" w:eastAsiaTheme="minorEastAsia" w:hAnsiTheme="minorHAnsi" w:cstheme="minorBidi"/>
      <w:sz w:val="22"/>
      <w:szCs w:val="22"/>
      <w:lang w:bidi="en-US"/>
    </w:rPr>
  </w:style>
  <w:style w:type="character" w:styleId="HTMLCode">
    <w:name w:val="HTML Code"/>
    <w:basedOn w:val="DefaultParagraphFont"/>
    <w:uiPriority w:val="99"/>
    <w:unhideWhenUsed/>
    <w:rsid w:val="00F65ACE"/>
    <w:rPr>
      <w:rFonts w:ascii="Courier New" w:eastAsia="Times New Roman" w:hAnsi="Courier New" w:cs="Courier New"/>
      <w:sz w:val="20"/>
      <w:szCs w:val="20"/>
    </w:rPr>
  </w:style>
  <w:style w:type="paragraph" w:customStyle="1" w:styleId="Default">
    <w:name w:val="Default"/>
    <w:rsid w:val="00750406"/>
    <w:pPr>
      <w:autoSpaceDE w:val="0"/>
      <w:autoSpaceDN w:val="0"/>
      <w:adjustRightInd w:val="0"/>
    </w:pPr>
    <w:rPr>
      <w:color w:val="000000"/>
      <w:sz w:val="24"/>
      <w:szCs w:val="24"/>
    </w:rPr>
  </w:style>
  <w:style w:type="paragraph" w:customStyle="1" w:styleId="AfterTable">
    <w:name w:val="After Table"/>
    <w:basedOn w:val="Normal"/>
    <w:link w:val="AfterTableChar"/>
    <w:autoRedefine/>
    <w:qFormat/>
    <w:rsid w:val="004512AF"/>
    <w:pPr>
      <w:suppressAutoHyphens w:val="0"/>
      <w:spacing w:before="120" w:after="120" w:line="240" w:lineRule="auto"/>
      <w:jc w:val="both"/>
    </w:pPr>
    <w:rPr>
      <w:sz w:val="20"/>
      <w:szCs w:val="24"/>
    </w:rPr>
  </w:style>
  <w:style w:type="character" w:customStyle="1" w:styleId="AfterTableChar">
    <w:name w:val="After Table Char"/>
    <w:basedOn w:val="DefaultParagraphFont"/>
    <w:link w:val="AfterTable"/>
    <w:rsid w:val="004512AF"/>
    <w:rPr>
      <w:szCs w:val="24"/>
    </w:rPr>
  </w:style>
  <w:style w:type="paragraph" w:customStyle="1" w:styleId="TOCtitle">
    <w:name w:val="TOC title"/>
    <w:qFormat/>
    <w:rsid w:val="002A543B"/>
    <w:rPr>
      <w:rFonts w:ascii="Arial" w:hAnsi="Arial" w:cs="Arial"/>
      <w:b/>
      <w:sz w:val="32"/>
      <w:szCs w:val="32"/>
    </w:rPr>
  </w:style>
  <w:style w:type="paragraph" w:styleId="Revision">
    <w:name w:val="Revision"/>
    <w:hidden/>
    <w:uiPriority w:val="99"/>
    <w:semiHidden/>
    <w:rsid w:val="008379F2"/>
    <w:rPr>
      <w:sz w:val="21"/>
    </w:rPr>
  </w:style>
  <w:style w:type="paragraph" w:customStyle="1" w:styleId="z-letter-logo-cmu">
    <w:name w:val="z-letter-logo-cmu"/>
    <w:basedOn w:val="Footer"/>
    <w:rsid w:val="00430B8D"/>
  </w:style>
  <w:style w:type="paragraph" w:styleId="ListBullet">
    <w:name w:val="List Bullet"/>
    <w:basedOn w:val="Normal"/>
    <w:uiPriority w:val="99"/>
    <w:qFormat/>
    <w:rsid w:val="000731A7"/>
    <w:pPr>
      <w:numPr>
        <w:numId w:val="17"/>
      </w:numPr>
      <w:suppressAutoHyphens w:val="0"/>
      <w:spacing w:before="0" w:after="0" w:line="276" w:lineRule="auto"/>
      <w:contextualSpacing/>
    </w:pPr>
    <w:rPr>
      <w:rFonts w:ascii="Calibri" w:eastAsia="Calibri" w:hAnsi="Calibri"/>
      <w:sz w:val="22"/>
      <w:szCs w:val="22"/>
    </w:rPr>
  </w:style>
  <w:style w:type="paragraph" w:customStyle="1" w:styleId="TableText">
    <w:name w:val="Table Text"/>
    <w:basedOn w:val="Normal"/>
    <w:qFormat/>
    <w:rsid w:val="006F47C1"/>
    <w:pPr>
      <w:suppressAutoHyphens w:val="0"/>
      <w:spacing w:before="0" w:after="0" w:line="240" w:lineRule="auto"/>
    </w:pPr>
    <w:rPr>
      <w:rFonts w:ascii="Calibri" w:eastAsia="Calibri" w:hAnsi="Calibri"/>
      <w:sz w:val="22"/>
      <w:szCs w:val="22"/>
    </w:rPr>
  </w:style>
  <w:style w:type="paragraph" w:styleId="ListNumber">
    <w:name w:val="List Number"/>
    <w:basedOn w:val="Normal"/>
    <w:uiPriority w:val="99"/>
    <w:unhideWhenUsed/>
    <w:rsid w:val="004A2395"/>
    <w:pPr>
      <w:numPr>
        <w:numId w:val="24"/>
      </w:numPr>
      <w:suppressAutoHyphens w:val="0"/>
      <w:spacing w:before="0" w:after="200" w:line="276" w:lineRule="auto"/>
      <w:contextualSpacing/>
    </w:pPr>
    <w:rPr>
      <w:rFonts w:eastAsia="Calibri"/>
      <w:szCs w:val="21"/>
    </w:rPr>
  </w:style>
  <w:style w:type="character" w:customStyle="1" w:styleId="addmd">
    <w:name w:val="addmd"/>
    <w:basedOn w:val="DefaultParagraphFont"/>
    <w:rsid w:val="00534536"/>
  </w:style>
  <w:style w:type="paragraph" w:styleId="ListNumber2">
    <w:name w:val="List Number 2"/>
    <w:basedOn w:val="Normal"/>
    <w:uiPriority w:val="99"/>
    <w:unhideWhenUsed/>
    <w:rsid w:val="004B322D"/>
    <w:pPr>
      <w:numPr>
        <w:numId w:val="22"/>
      </w:numPr>
      <w:suppressAutoHyphens w:val="0"/>
      <w:spacing w:before="0" w:after="200" w:line="276" w:lineRule="auto"/>
      <w:contextualSpacing/>
    </w:pPr>
    <w:rPr>
      <w:rFonts w:ascii="Calibri" w:eastAsia="Calibri" w:hAnsi="Calibri"/>
      <w:sz w:val="22"/>
      <w:szCs w:val="22"/>
    </w:rPr>
  </w:style>
  <w:style w:type="paragraph" w:customStyle="1" w:styleId="RefCitation">
    <w:name w:val="RefCitation"/>
    <w:basedOn w:val="Normal"/>
    <w:qFormat/>
    <w:rsid w:val="004B322D"/>
    <w:pPr>
      <w:suppressAutoHyphens w:val="0"/>
      <w:spacing w:before="0" w:after="0" w:line="276" w:lineRule="auto"/>
    </w:pPr>
    <w:rPr>
      <w:rFonts w:ascii="Calibri" w:eastAsia="Calibri" w:hAnsi="Calibri"/>
      <w:sz w:val="22"/>
      <w:szCs w:val="22"/>
    </w:rPr>
  </w:style>
  <w:style w:type="character" w:styleId="Emphasis">
    <w:name w:val="Emphasis"/>
    <w:basedOn w:val="DefaultParagraphFont"/>
    <w:uiPriority w:val="20"/>
    <w:qFormat/>
    <w:rsid w:val="004B322D"/>
    <w:rPr>
      <w:i/>
      <w:iCs/>
    </w:rPr>
  </w:style>
  <w:style w:type="paragraph" w:customStyle="1" w:styleId="Numberlist">
    <w:name w:val="Number list"/>
    <w:basedOn w:val="ListNumber"/>
    <w:link w:val="NumberlistChar"/>
    <w:qFormat/>
    <w:rsid w:val="004A2395"/>
    <w:pPr>
      <w:numPr>
        <w:numId w:val="0"/>
      </w:numPr>
      <w:spacing w:after="20"/>
      <w:ind w:left="360" w:hanging="360"/>
    </w:pPr>
  </w:style>
  <w:style w:type="character" w:customStyle="1" w:styleId="NumberlistChar">
    <w:name w:val="Number list Char"/>
    <w:basedOn w:val="DefaultParagraphFont"/>
    <w:link w:val="Numberlist"/>
    <w:rsid w:val="004A2395"/>
    <w:rPr>
      <w:rFonts w:eastAsia="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747071166">
      <w:bodyDiv w:val="1"/>
      <w:marLeft w:val="0"/>
      <w:marRight w:val="0"/>
      <w:marTop w:val="0"/>
      <w:marBottom w:val="0"/>
      <w:divBdr>
        <w:top w:val="none" w:sz="0" w:space="0" w:color="auto"/>
        <w:left w:val="none" w:sz="0" w:space="0" w:color="auto"/>
        <w:bottom w:val="none" w:sz="0" w:space="0" w:color="auto"/>
        <w:right w:val="none" w:sz="0" w:space="0" w:color="auto"/>
      </w:divBdr>
    </w:div>
    <w:div w:id="766535151">
      <w:bodyDiv w:val="1"/>
      <w:marLeft w:val="0"/>
      <w:marRight w:val="0"/>
      <w:marTop w:val="0"/>
      <w:marBottom w:val="0"/>
      <w:divBdr>
        <w:top w:val="none" w:sz="0" w:space="0" w:color="auto"/>
        <w:left w:val="none" w:sz="0" w:space="0" w:color="auto"/>
        <w:bottom w:val="none" w:sz="0" w:space="0" w:color="auto"/>
        <w:right w:val="none" w:sz="0" w:space="0" w:color="auto"/>
      </w:divBdr>
    </w:div>
    <w:div w:id="931161711">
      <w:bodyDiv w:val="1"/>
      <w:marLeft w:val="0"/>
      <w:marRight w:val="0"/>
      <w:marTop w:val="0"/>
      <w:marBottom w:val="0"/>
      <w:divBdr>
        <w:top w:val="none" w:sz="0" w:space="0" w:color="auto"/>
        <w:left w:val="none" w:sz="0" w:space="0" w:color="auto"/>
        <w:bottom w:val="none" w:sz="0" w:space="0" w:color="auto"/>
        <w:right w:val="none" w:sz="0" w:space="0" w:color="auto"/>
      </w:divBdr>
      <w:divsChild>
        <w:div w:id="1331643599">
          <w:marLeft w:val="0"/>
          <w:marRight w:val="0"/>
          <w:marTop w:val="0"/>
          <w:marBottom w:val="0"/>
          <w:divBdr>
            <w:top w:val="none" w:sz="0" w:space="0" w:color="auto"/>
            <w:left w:val="none" w:sz="0" w:space="0" w:color="auto"/>
            <w:bottom w:val="none" w:sz="0" w:space="0" w:color="auto"/>
            <w:right w:val="none" w:sz="0" w:space="0" w:color="auto"/>
          </w:divBdr>
          <w:divsChild>
            <w:div w:id="512189676">
              <w:marLeft w:val="0"/>
              <w:marRight w:val="0"/>
              <w:marTop w:val="0"/>
              <w:marBottom w:val="0"/>
              <w:divBdr>
                <w:top w:val="none" w:sz="0" w:space="0" w:color="auto"/>
                <w:left w:val="none" w:sz="0" w:space="0" w:color="auto"/>
                <w:bottom w:val="none" w:sz="0" w:space="0" w:color="auto"/>
                <w:right w:val="none" w:sz="0" w:space="0" w:color="auto"/>
              </w:divBdr>
            </w:div>
          </w:divsChild>
        </w:div>
        <w:div w:id="740951212">
          <w:marLeft w:val="0"/>
          <w:marRight w:val="0"/>
          <w:marTop w:val="0"/>
          <w:marBottom w:val="0"/>
          <w:divBdr>
            <w:top w:val="none" w:sz="0" w:space="0" w:color="auto"/>
            <w:left w:val="none" w:sz="0" w:space="0" w:color="auto"/>
            <w:bottom w:val="none" w:sz="0" w:space="0" w:color="auto"/>
            <w:right w:val="none" w:sz="0" w:space="0" w:color="auto"/>
          </w:divBdr>
          <w:divsChild>
            <w:div w:id="774011156">
              <w:marLeft w:val="0"/>
              <w:marRight w:val="0"/>
              <w:marTop w:val="0"/>
              <w:marBottom w:val="0"/>
              <w:divBdr>
                <w:top w:val="none" w:sz="0" w:space="0" w:color="auto"/>
                <w:left w:val="none" w:sz="0" w:space="0" w:color="auto"/>
                <w:bottom w:val="none" w:sz="0" w:space="0" w:color="auto"/>
                <w:right w:val="none" w:sz="0" w:space="0" w:color="auto"/>
              </w:divBdr>
              <w:divsChild>
                <w:div w:id="1177573720">
                  <w:marLeft w:val="0"/>
                  <w:marRight w:val="0"/>
                  <w:marTop w:val="0"/>
                  <w:marBottom w:val="0"/>
                  <w:divBdr>
                    <w:top w:val="none" w:sz="0" w:space="0" w:color="auto"/>
                    <w:left w:val="none" w:sz="0" w:space="0" w:color="auto"/>
                    <w:bottom w:val="none" w:sz="0" w:space="0" w:color="auto"/>
                    <w:right w:val="none" w:sz="0" w:space="0" w:color="auto"/>
                  </w:divBdr>
                </w:div>
                <w:div w:id="145837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ent\Local%20Settings\Temporary%20Internet%20Files\Content.Outlook\24K06JD2\CERTwhitepaper_withcover-CyLabfund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93ae260-c728-403e-8c1d-be5e00391f89">Draft</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32B4FB10258540AE18A97230950FE7" ma:contentTypeVersion="1" ma:contentTypeDescription="Create a new document." ma:contentTypeScope="" ma:versionID="93d5c9943499d13ef82e12f4171cbf98">
  <xsd:schema xmlns:xsd="http://www.w3.org/2001/XMLSchema" xmlns:xs="http://www.w3.org/2001/XMLSchema" xmlns:p="http://schemas.microsoft.com/office/2006/metadata/properties" xmlns:ns2="893ae260-c728-403e-8c1d-be5e00391f89" targetNamespace="http://schemas.microsoft.com/office/2006/metadata/properties" ma:root="true" ma:fieldsID="b0cfc7bbb21cc0e5f6355df537488aee" ns2:_="">
    <xsd:import namespace="893ae260-c728-403e-8c1d-be5e00391f89"/>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ae260-c728-403e-8c1d-be5e00391f89" elementFormDefault="qualified">
    <xsd:import namespace="http://schemas.microsoft.com/office/2006/documentManagement/types"/>
    <xsd:import namespace="http://schemas.microsoft.com/office/infopath/2007/PartnerControls"/>
    <xsd:element name="Status" ma:index="8" nillable="true" ma:displayName="Status" ma:default="Draft" ma:internalName="Status">
      <xsd:simpleType>
        <xsd:restriction base="dms:Choice">
          <xsd:enumeration value="Draft"/>
          <xsd:enumeration value="In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6A08-744F-4694-A9A1-5FD44814BA81}"/>
</file>

<file path=customXml/itemProps2.xml><?xml version="1.0" encoding="utf-8"?>
<ds:datastoreItem xmlns:ds="http://schemas.openxmlformats.org/officeDocument/2006/customXml" ds:itemID="{9D0B9C4C-1BD3-4DB8-91B8-F24EFCCC76BD}"/>
</file>

<file path=customXml/itemProps3.xml><?xml version="1.0" encoding="utf-8"?>
<ds:datastoreItem xmlns:ds="http://schemas.openxmlformats.org/officeDocument/2006/customXml" ds:itemID="{2DB6CEE6-D30B-4F8F-B375-1B8A7469EA99}"/>
</file>

<file path=customXml/itemProps4.xml><?xml version="1.0" encoding="utf-8"?>
<ds:datastoreItem xmlns:ds="http://schemas.openxmlformats.org/officeDocument/2006/customXml" ds:itemID="{5BDF2B42-ECCC-4C84-87DA-69D07708DD56}"/>
</file>

<file path=docProps/app.xml><?xml version="1.0" encoding="utf-8"?>
<Properties xmlns="http://schemas.openxmlformats.org/officeDocument/2006/extended-properties" xmlns:vt="http://schemas.openxmlformats.org/officeDocument/2006/docPropsVTypes">
  <Template>CERTwhitepaper_withcover-CyLabfunded</Template>
  <TotalTime>1</TotalTime>
  <Pages>41</Pages>
  <Words>9620</Words>
  <Characters>54837</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64329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CERT</dc:creator>
  <cp:lastModifiedBy>Carol Sledge</cp:lastModifiedBy>
  <cp:revision>2</cp:revision>
  <cp:lastPrinted>2010-06-09T14:31:00Z</cp:lastPrinted>
  <dcterms:created xsi:type="dcterms:W3CDTF">2014-05-07T20:21:00Z</dcterms:created>
  <dcterms:modified xsi:type="dcterms:W3CDTF">2014-05-07T20:21:00Z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0x0101004232B4FB10258540AE18A97230950FE7</vt:lpwstr>
  </property>
</Properties>
</file>