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F038AF" w:rsidP="00201E73">
      <w:pPr>
        <w:pStyle w:val="Title"/>
      </w:pPr>
      <w:r>
        <w:t>A</w:t>
      </w:r>
      <w:r w:rsidR="006A553C">
        <w:t xml:space="preserve">ssignment </w:t>
      </w:r>
      <w:r w:rsidR="003B7B8E">
        <w:t xml:space="preserve">Requirements for </w:t>
      </w:r>
      <w:r w:rsidR="0046679A">
        <w:t>simple loc counter program</w:t>
      </w:r>
    </w:p>
    <w:p w:rsidR="00A40053" w:rsidRPr="008F0BE1" w:rsidRDefault="003B7B8E" w:rsidP="003B7B8E">
      <w:pPr>
        <w:pStyle w:val="Author"/>
      </w:pPr>
      <w:r>
        <w:t>Personal Soft</w:t>
      </w:r>
      <w:bookmarkStart w:id="0" w:name="_GoBack"/>
      <w:bookmarkEnd w:id="0"/>
      <w:r>
        <w:t>ware Process for Engineers</w:t>
      </w:r>
    </w:p>
    <w:p w:rsidR="00FD5441" w:rsidRDefault="001E36C6" w:rsidP="00FD5441">
      <w:pPr>
        <w:pStyle w:val="Heading1"/>
        <w:spacing w:after="240"/>
      </w:pPr>
      <w:r>
        <w:t>Program Requirements</w:t>
      </w:r>
      <w:r w:rsidR="003B2E45">
        <w:t xml:space="preserve"> </w:t>
      </w:r>
    </w:p>
    <w:p w:rsidR="001E36C6" w:rsidRPr="0046679A" w:rsidRDefault="001E36C6" w:rsidP="0046679A">
      <w:pPr>
        <w:pStyle w:val="Body"/>
      </w:pPr>
      <w:r w:rsidRPr="0046679A">
        <w:t xml:space="preserve">Write a program to count the total logical LOC in a program, omitting comments and blank lines. Print a program listing with each line number followed by the program text on that line. </w:t>
      </w:r>
    </w:p>
    <w:p w:rsidR="001E36C6" w:rsidRPr="0046679A" w:rsidRDefault="001E36C6" w:rsidP="0046679A">
      <w:pPr>
        <w:pStyle w:val="Body"/>
      </w:pPr>
      <w:r w:rsidRPr="0046679A">
        <w:t xml:space="preserve">Before beginning, clarify the requirements for this assignment. </w:t>
      </w:r>
    </w:p>
    <w:p w:rsidR="001E36C6" w:rsidRPr="0046679A" w:rsidRDefault="001E36C6" w:rsidP="0046679A">
      <w:pPr>
        <w:pStyle w:val="Body"/>
        <w:spacing w:after="0"/>
      </w:pPr>
      <w:r w:rsidRPr="0046679A">
        <w:t>Use the coding standard template to describe the key elements of your coding style that assure</w:t>
      </w:r>
    </w:p>
    <w:p w:rsidR="001E36C6" w:rsidRPr="0046679A" w:rsidRDefault="001E36C6" w:rsidP="0046679A">
      <w:pPr>
        <w:pStyle w:val="ListNumbered1"/>
      </w:pPr>
      <w:r w:rsidRPr="0046679A">
        <w:t>consistency</w:t>
      </w:r>
    </w:p>
    <w:p w:rsidR="001E36C6" w:rsidRPr="0046679A" w:rsidRDefault="001E36C6" w:rsidP="0046679A">
      <w:pPr>
        <w:pStyle w:val="ListNumbered1"/>
      </w:pPr>
      <w:r w:rsidRPr="0046679A">
        <w:t>simplicity in counting; that is, to the extent possible place a logical line of code on a single physical line</w:t>
      </w:r>
    </w:p>
    <w:p w:rsidR="001E36C6" w:rsidRPr="0046679A" w:rsidRDefault="001E36C6" w:rsidP="0046679A">
      <w:pPr>
        <w:pStyle w:val="Body"/>
        <w:spacing w:after="0"/>
      </w:pPr>
      <w:r w:rsidRPr="0046679A">
        <w:t>To aid counting, pay attention to how you use different coding constructs:</w:t>
      </w:r>
    </w:p>
    <w:p w:rsidR="001E36C6" w:rsidRPr="0046679A" w:rsidRDefault="001E36C6" w:rsidP="0046679A">
      <w:pPr>
        <w:pStyle w:val="ListBulleted1"/>
      </w:pPr>
      <w:r w:rsidRPr="0046679A">
        <w:t>How are conditionals delimited? Do they cross physical lines?</w:t>
      </w:r>
    </w:p>
    <w:p w:rsidR="001E36C6" w:rsidRPr="0046679A" w:rsidRDefault="001E36C6" w:rsidP="0046679A">
      <w:pPr>
        <w:pStyle w:val="ListBulleted1"/>
      </w:pPr>
      <w:r w:rsidRPr="0046679A">
        <w:t>How do you use comment and blank lines?</w:t>
      </w:r>
    </w:p>
    <w:p w:rsidR="001E36C6" w:rsidRPr="0046679A" w:rsidRDefault="001E36C6" w:rsidP="0046679A">
      <w:pPr>
        <w:pStyle w:val="ListBulleted1"/>
      </w:pPr>
      <w:r w:rsidRPr="0046679A">
        <w:t>What are formatting and indentation rules?</w:t>
      </w:r>
    </w:p>
    <w:p w:rsidR="001E36C6" w:rsidRPr="0046679A" w:rsidRDefault="001E36C6" w:rsidP="0046679A">
      <w:pPr>
        <w:pStyle w:val="ListBulleted1"/>
      </w:pPr>
      <w:r w:rsidRPr="0046679A">
        <w:t>What are the conventions for using braces or brackets?</w:t>
      </w:r>
    </w:p>
    <w:p w:rsidR="001E36C6" w:rsidRPr="0046679A" w:rsidRDefault="001E36C6" w:rsidP="0046679A">
      <w:pPr>
        <w:pStyle w:val="ListBulleted1"/>
      </w:pPr>
      <w:r w:rsidRPr="0046679A">
        <w:t>How do you modularize across files and within files?</w:t>
      </w:r>
    </w:p>
    <w:p w:rsidR="001E36C6" w:rsidRPr="0046679A" w:rsidRDefault="001E36C6" w:rsidP="0046679A">
      <w:pPr>
        <w:pStyle w:val="ListBulleted1"/>
      </w:pPr>
      <w:r w:rsidRPr="0046679A">
        <w:t>Do you have rules for file or module headers?</w:t>
      </w:r>
    </w:p>
    <w:p w:rsidR="001E36C6" w:rsidRPr="0046679A" w:rsidRDefault="001E36C6" w:rsidP="0046679A">
      <w:pPr>
        <w:pStyle w:val="Body"/>
      </w:pPr>
      <w:r w:rsidRPr="0046679A">
        <w:t xml:space="preserve">Next, use your LOC counting template to determine what lines should and should not be counted. Compare with the coding standard to determine if you have placed one logical line on each physical line. </w:t>
      </w:r>
    </w:p>
    <w:p w:rsidR="001E36C6" w:rsidRPr="0046679A" w:rsidRDefault="001E36C6" w:rsidP="0046679A">
      <w:pPr>
        <w:pStyle w:val="Body"/>
      </w:pPr>
      <w:r w:rsidRPr="0046679A">
        <w:t xml:space="preserve">Write a program to read one or more files containing programs or program modules. As you read in the files, determine which lines of input should be counted and compute the total lines that meet your counting standard. Write out each line of code into a new file, but prepend the running count to each counted line. The result will be a program listing with a running count of lines of code.  </w:t>
      </w:r>
    </w:p>
    <w:p w:rsidR="001E36C6" w:rsidRPr="0046679A" w:rsidRDefault="001E36C6" w:rsidP="00006D13">
      <w:pPr>
        <w:pStyle w:val="Body"/>
        <w:tabs>
          <w:tab w:val="clear" w:pos="216"/>
          <w:tab w:val="left" w:pos="1861"/>
        </w:tabs>
        <w:ind w:left="8"/>
        <w:jc w:val="left"/>
      </w:pPr>
      <w:r w:rsidRPr="0046679A">
        <w:t xml:space="preserve">Thoroughly test the program. As one test, count the LOC in </w:t>
      </w:r>
      <w:r>
        <w:t>P</w:t>
      </w:r>
      <w:r w:rsidRPr="0046679A">
        <w:t>rograms 1E and 2E.</w:t>
      </w: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F038AF">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1E36C6">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7238C3"/>
    <w:multiLevelType w:val="hybridMultilevel"/>
    <w:tmpl w:val="9FBA27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8D64C3F"/>
    <w:multiLevelType w:val="hybridMultilevel"/>
    <w:tmpl w:val="ADE0F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8"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9"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2"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3"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5"/>
  </w:num>
  <w:num w:numId="2">
    <w:abstractNumId w:val="12"/>
  </w:num>
  <w:num w:numId="3">
    <w:abstractNumId w:val="28"/>
  </w:num>
  <w:num w:numId="4">
    <w:abstractNumId w:val="19"/>
  </w:num>
  <w:num w:numId="5">
    <w:abstractNumId w:val="27"/>
  </w:num>
  <w:num w:numId="6">
    <w:abstractNumId w:val="15"/>
  </w:num>
  <w:num w:numId="7">
    <w:abstractNumId w:val="31"/>
  </w:num>
  <w:num w:numId="8">
    <w:abstractNumId w:val="19"/>
    <w:lvlOverride w:ilvl="0">
      <w:startOverride w:val="1"/>
    </w:lvlOverride>
  </w:num>
  <w:num w:numId="9">
    <w:abstractNumId w:val="19"/>
    <w:lvlOverride w:ilvl="0">
      <w:startOverride w:val="1"/>
    </w:lvlOverride>
  </w:num>
  <w:num w:numId="10">
    <w:abstractNumId w:val="33"/>
    <w:lvlOverride w:ilvl="0">
      <w:startOverride w:val="1"/>
    </w:lvlOverride>
  </w:num>
  <w:num w:numId="11">
    <w:abstractNumId w:val="11"/>
  </w:num>
  <w:num w:numId="12">
    <w:abstractNumId w:val="24"/>
  </w:num>
  <w:num w:numId="13">
    <w:abstractNumId w:val="19"/>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9"/>
    <w:lvlOverride w:ilvl="0">
      <w:startOverride w:val="1"/>
    </w:lvlOverride>
  </w:num>
  <w:num w:numId="24">
    <w:abstractNumId w:val="19"/>
    <w:lvlOverride w:ilvl="0">
      <w:startOverride w:val="1"/>
    </w:lvlOverride>
  </w:num>
  <w:num w:numId="25">
    <w:abstractNumId w:val="31"/>
    <w:lvlOverride w:ilvl="0">
      <w:startOverride w:val="1"/>
    </w:lvlOverride>
  </w:num>
  <w:num w:numId="26">
    <w:abstractNumId w:val="14"/>
  </w:num>
  <w:num w:numId="27">
    <w:abstractNumId w:val="19"/>
    <w:lvlOverride w:ilvl="0">
      <w:startOverride w:val="1"/>
    </w:lvlOverride>
  </w:num>
  <w:num w:numId="28">
    <w:abstractNumId w:val="33"/>
  </w:num>
  <w:num w:numId="29">
    <w:abstractNumId w:val="26"/>
  </w:num>
  <w:num w:numId="30">
    <w:abstractNumId w:val="19"/>
    <w:lvlOverride w:ilvl="0">
      <w:startOverride w:val="1"/>
    </w:lvlOverride>
  </w:num>
  <w:num w:numId="31">
    <w:abstractNumId w:val="19"/>
  </w:num>
  <w:num w:numId="32">
    <w:abstractNumId w:val="19"/>
    <w:lvlOverride w:ilvl="0">
      <w:startOverride w:val="1"/>
    </w:lvlOverride>
  </w:num>
  <w:num w:numId="33">
    <w:abstractNumId w:val="19"/>
  </w:num>
  <w:num w:numId="34">
    <w:abstractNumId w:val="19"/>
    <w:lvlOverride w:ilvl="0">
      <w:startOverride w:val="1"/>
    </w:lvlOverride>
  </w:num>
  <w:num w:numId="35">
    <w:abstractNumId w:val="21"/>
  </w:num>
  <w:num w:numId="36">
    <w:abstractNumId w:val="19"/>
    <w:lvlOverride w:ilvl="0">
      <w:startOverride w:val="1"/>
    </w:lvlOverride>
  </w:num>
  <w:num w:numId="37">
    <w:abstractNumId w:val="30"/>
  </w:num>
  <w:num w:numId="38">
    <w:abstractNumId w:val="0"/>
  </w:num>
  <w:num w:numId="39">
    <w:abstractNumId w:val="29"/>
  </w:num>
  <w:num w:numId="40">
    <w:abstractNumId w:val="1"/>
  </w:num>
  <w:num w:numId="41">
    <w:abstractNumId w:val="20"/>
  </w:num>
  <w:num w:numId="42">
    <w:abstractNumId w:val="32"/>
  </w:num>
  <w:num w:numId="43">
    <w:abstractNumId w:val="23"/>
  </w:num>
  <w:num w:numId="44">
    <w:abstractNumId w:val="17"/>
  </w:num>
  <w:num w:numId="45">
    <w:abstractNumId w:val="13"/>
  </w:num>
  <w:num w:numId="46">
    <w:abstractNumId w:val="16"/>
  </w:num>
  <w:num w:numId="47">
    <w:abstractNumId w:val="18"/>
  </w:num>
  <w:num w:numId="48">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06D13"/>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36C6"/>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6679A"/>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38AF"/>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76D7337"/>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46679A"/>
    <w:pPr>
      <w:spacing w:before="0" w:after="0" w:line="240" w:lineRule="auto"/>
      <w:ind w:right="8280"/>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4</TotalTime>
  <Pages>2</Pages>
  <Words>472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2018-11-14T21:45:00Z</dcterms:created>
  <dcterms:modified xsi:type="dcterms:W3CDTF">2020-02-27T21:59:00Z</dcterms:modified>
</cp:coreProperties>
</file>