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6A553C" w:rsidP="00201E73">
      <w:pPr>
        <w:pStyle w:val="Title"/>
      </w:pPr>
      <w:r>
        <w:t xml:space="preserve">assignment </w:t>
      </w:r>
      <w:r w:rsidR="003B7B8E">
        <w:t xml:space="preserve">Requirements for </w:t>
      </w:r>
      <w:r w:rsidR="00173F0F">
        <w:t>Make change program</w:t>
      </w:r>
    </w:p>
    <w:p w:rsidR="00A40053" w:rsidRPr="008F0BE1" w:rsidRDefault="003B7B8E" w:rsidP="003B7B8E">
      <w:pPr>
        <w:pStyle w:val="Author"/>
      </w:pPr>
      <w:r>
        <w:t>Personal Software Process for Engineers</w:t>
      </w:r>
    </w:p>
    <w:p w:rsidR="00173F0F" w:rsidRDefault="00173F0F" w:rsidP="003832C3">
      <w:pPr>
        <w:pStyle w:val="Heading1"/>
      </w:pPr>
      <w:r>
        <w:t>Program Requirements</w:t>
      </w:r>
    </w:p>
    <w:p w:rsidR="003832C3" w:rsidRDefault="003832C3" w:rsidP="003832C3">
      <w:pPr>
        <w:pStyle w:val="Body"/>
      </w:pPr>
      <w:r>
        <w:t xml:space="preserve">Use PSP2.1 to write </w:t>
      </w:r>
      <w:r w:rsidR="0075667E">
        <w:t>P</w:t>
      </w:r>
      <w:r>
        <w:t>rogram 10F to calculate bills and coins necessary to supply change.</w:t>
      </w:r>
    </w:p>
    <w:p w:rsidR="003832C3" w:rsidRDefault="003832C3" w:rsidP="003832C3">
      <w:pPr>
        <w:pStyle w:val="Body"/>
      </w:pPr>
      <w:r>
        <w:t>Your program should take as initial input the quantity of bills and coins available.</w:t>
      </w:r>
    </w:p>
    <w:p w:rsidR="003832C3" w:rsidRDefault="003832C3" w:rsidP="003832C3">
      <w:pPr>
        <w:pStyle w:val="Body"/>
        <w:spacing w:after="0"/>
      </w:pPr>
      <w:r>
        <w:t>Your program should calculate change, based on</w:t>
      </w:r>
    </w:p>
    <w:p w:rsidR="003832C3" w:rsidRDefault="003832C3" w:rsidP="003832C3">
      <w:pPr>
        <w:pStyle w:val="ListBulleted1"/>
      </w:pPr>
      <w:r>
        <w:t>a purchase price</w:t>
      </w:r>
    </w:p>
    <w:p w:rsidR="003832C3" w:rsidRDefault="003832C3" w:rsidP="003832C3">
      <w:pPr>
        <w:pStyle w:val="ListBulleted1"/>
      </w:pPr>
      <w:r>
        <w:t>an amount tendered</w:t>
      </w:r>
    </w:p>
    <w:p w:rsidR="003832C3" w:rsidRDefault="003832C3" w:rsidP="003832C3">
      <w:pPr>
        <w:pStyle w:val="ListBulleted1"/>
      </w:pPr>
      <w:r>
        <w:t>a supply list of bills and coins</w:t>
      </w:r>
    </w:p>
    <w:p w:rsidR="003832C3" w:rsidRDefault="003832C3" w:rsidP="003832C3">
      <w:pPr>
        <w:pStyle w:val="Body"/>
      </w:pPr>
      <w:r>
        <w:t>Your program should calculate change by using the largest available bills and coins.</w:t>
      </w:r>
    </w:p>
    <w:p w:rsidR="003832C3" w:rsidRDefault="003832C3" w:rsidP="003832C3">
      <w:pPr>
        <w:pStyle w:val="Body"/>
      </w:pPr>
      <w:r>
        <w:t>After each transaction, your program should update the supply list of bills and coins, based on the bills and coins tendered and the change provided.</w:t>
      </w:r>
    </w:p>
    <w:p w:rsidR="003832C3" w:rsidRDefault="003832C3" w:rsidP="003832C3">
      <w:pPr>
        <w:pStyle w:val="Body"/>
      </w:pPr>
      <w:r>
        <w:t>Your program should reject any transaction in which is it not possible to supply the correct change and should leave the supply list of bills and coins unaltered.</w:t>
      </w:r>
    </w:p>
    <w:p w:rsidR="003832C3" w:rsidRDefault="003832C3" w:rsidP="003832C3">
      <w:pPr>
        <w:pStyle w:val="Body"/>
      </w:pPr>
      <w:r>
        <w:t>When the program terminates, it should print the final money supply.</w:t>
      </w:r>
    </w:p>
    <w:p w:rsidR="003832C3" w:rsidRDefault="0075667E" w:rsidP="003832C3">
      <w:pPr>
        <w:pStyle w:val="Body"/>
        <w:spacing w:after="300"/>
      </w:pPr>
      <w:r>
        <w:t>Thoroughly test the program.</w:t>
      </w:r>
      <w:r w:rsidR="003832C3">
        <w:t xml:space="preserve"> At a minimum, test your program with the following three t</w:t>
      </w:r>
      <w:r w:rsidR="003A2421">
        <w:t xml:space="preserve">est cases. </w:t>
      </w:r>
      <w:r w:rsidR="003832C3">
        <w:t>Assume each test case starts with the supply of bills and coins in the table below.</w:t>
      </w:r>
    </w:p>
    <w:tbl>
      <w:tblPr>
        <w:tblW w:w="50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5"/>
        <w:gridCol w:w="71"/>
        <w:gridCol w:w="204"/>
        <w:gridCol w:w="1084"/>
        <w:gridCol w:w="378"/>
        <w:gridCol w:w="570"/>
        <w:gridCol w:w="930"/>
        <w:gridCol w:w="85"/>
        <w:gridCol w:w="1433"/>
        <w:gridCol w:w="2093"/>
      </w:tblGrid>
      <w:tr w:rsidR="00173F0F" w:rsidTr="0075667E">
        <w:trPr>
          <w:gridBefore w:val="1"/>
          <w:gridAfter w:val="3"/>
          <w:wBefore w:w="1905" w:type="dxa"/>
          <w:wAfter w:w="3611" w:type="dxa"/>
          <w:jc w:val="center"/>
        </w:trPr>
        <w:tc>
          <w:tcPr>
            <w:tcW w:w="1359" w:type="dxa"/>
            <w:gridSpan w:val="3"/>
          </w:tcPr>
          <w:p w:rsidR="00173F0F" w:rsidRDefault="00173F0F" w:rsidP="003832C3">
            <w:pPr>
              <w:pStyle w:val="TableHeading"/>
            </w:pPr>
            <w:r>
              <w:t>Description</w:t>
            </w:r>
          </w:p>
        </w:tc>
        <w:tc>
          <w:tcPr>
            <w:tcW w:w="948" w:type="dxa"/>
            <w:gridSpan w:val="2"/>
          </w:tcPr>
          <w:p w:rsidR="00173F0F" w:rsidRDefault="00173F0F" w:rsidP="003832C3">
            <w:pPr>
              <w:pStyle w:val="TableHeading"/>
            </w:pPr>
            <w:r>
              <w:t>Value</w:t>
            </w:r>
          </w:p>
        </w:tc>
        <w:tc>
          <w:tcPr>
            <w:tcW w:w="930" w:type="dxa"/>
          </w:tcPr>
          <w:p w:rsidR="00173F0F" w:rsidRDefault="00173F0F" w:rsidP="003832C3">
            <w:pPr>
              <w:pStyle w:val="TableHeading"/>
            </w:pPr>
            <w:r>
              <w:t>Quantity</w:t>
            </w:r>
          </w:p>
        </w:tc>
      </w:tr>
      <w:tr w:rsidR="00173F0F" w:rsidTr="0075667E">
        <w:trPr>
          <w:gridBefore w:val="1"/>
          <w:gridAfter w:val="3"/>
          <w:wBefore w:w="1905" w:type="dxa"/>
          <w:wAfter w:w="3611" w:type="dxa"/>
          <w:jc w:val="center"/>
        </w:trPr>
        <w:tc>
          <w:tcPr>
            <w:tcW w:w="1359" w:type="dxa"/>
            <w:gridSpan w:val="3"/>
          </w:tcPr>
          <w:p w:rsidR="00173F0F" w:rsidRDefault="00173F0F" w:rsidP="003832C3">
            <w:pPr>
              <w:pStyle w:val="TableBody"/>
            </w:pPr>
            <w:r>
              <w:t>$100 bill</w:t>
            </w:r>
          </w:p>
        </w:tc>
        <w:tc>
          <w:tcPr>
            <w:tcW w:w="948" w:type="dxa"/>
            <w:gridSpan w:val="2"/>
          </w:tcPr>
          <w:p w:rsidR="00173F0F" w:rsidRDefault="00173F0F" w:rsidP="003832C3">
            <w:pPr>
              <w:pStyle w:val="TableBody"/>
            </w:pPr>
            <w:r>
              <w:t>$100</w:t>
            </w:r>
          </w:p>
        </w:tc>
        <w:tc>
          <w:tcPr>
            <w:tcW w:w="930" w:type="dxa"/>
          </w:tcPr>
          <w:p w:rsidR="00173F0F" w:rsidRDefault="00173F0F" w:rsidP="003832C3">
            <w:pPr>
              <w:pStyle w:val="TableBody"/>
            </w:pPr>
            <w:r>
              <w:t>0</w:t>
            </w:r>
          </w:p>
        </w:tc>
      </w:tr>
      <w:tr w:rsidR="00173F0F" w:rsidTr="0075667E">
        <w:trPr>
          <w:gridBefore w:val="1"/>
          <w:gridAfter w:val="3"/>
          <w:wBefore w:w="1905" w:type="dxa"/>
          <w:wAfter w:w="3611" w:type="dxa"/>
          <w:jc w:val="center"/>
        </w:trPr>
        <w:tc>
          <w:tcPr>
            <w:tcW w:w="1359" w:type="dxa"/>
            <w:gridSpan w:val="3"/>
          </w:tcPr>
          <w:p w:rsidR="00173F0F" w:rsidRDefault="00173F0F" w:rsidP="003832C3">
            <w:pPr>
              <w:pStyle w:val="TableBody"/>
            </w:pPr>
            <w:r>
              <w:t>$50 bill</w:t>
            </w:r>
          </w:p>
        </w:tc>
        <w:tc>
          <w:tcPr>
            <w:tcW w:w="948" w:type="dxa"/>
            <w:gridSpan w:val="2"/>
          </w:tcPr>
          <w:p w:rsidR="00173F0F" w:rsidRDefault="00173F0F" w:rsidP="003832C3">
            <w:pPr>
              <w:pStyle w:val="TableBody"/>
            </w:pPr>
            <w:r>
              <w:t>$50</w:t>
            </w:r>
          </w:p>
        </w:tc>
        <w:tc>
          <w:tcPr>
            <w:tcW w:w="930" w:type="dxa"/>
          </w:tcPr>
          <w:p w:rsidR="00173F0F" w:rsidRDefault="00173F0F" w:rsidP="003832C3">
            <w:pPr>
              <w:pStyle w:val="TableBody"/>
            </w:pPr>
            <w:r>
              <w:t>0</w:t>
            </w:r>
          </w:p>
        </w:tc>
      </w:tr>
      <w:tr w:rsidR="00173F0F" w:rsidTr="0075667E">
        <w:trPr>
          <w:gridBefore w:val="1"/>
          <w:gridAfter w:val="3"/>
          <w:wBefore w:w="1905" w:type="dxa"/>
          <w:wAfter w:w="3611" w:type="dxa"/>
          <w:jc w:val="center"/>
        </w:trPr>
        <w:tc>
          <w:tcPr>
            <w:tcW w:w="1359" w:type="dxa"/>
            <w:gridSpan w:val="3"/>
          </w:tcPr>
          <w:p w:rsidR="00173F0F" w:rsidRDefault="00173F0F" w:rsidP="003832C3">
            <w:pPr>
              <w:pStyle w:val="TableBody"/>
            </w:pPr>
            <w:r>
              <w:t>$20 bill</w:t>
            </w:r>
          </w:p>
        </w:tc>
        <w:tc>
          <w:tcPr>
            <w:tcW w:w="948" w:type="dxa"/>
            <w:gridSpan w:val="2"/>
          </w:tcPr>
          <w:p w:rsidR="00173F0F" w:rsidRDefault="00173F0F" w:rsidP="003832C3">
            <w:pPr>
              <w:pStyle w:val="TableBody"/>
            </w:pPr>
            <w:r>
              <w:t>$20</w:t>
            </w:r>
          </w:p>
        </w:tc>
        <w:tc>
          <w:tcPr>
            <w:tcW w:w="930" w:type="dxa"/>
          </w:tcPr>
          <w:p w:rsidR="00173F0F" w:rsidRDefault="00173F0F" w:rsidP="003832C3">
            <w:pPr>
              <w:pStyle w:val="TableBody"/>
            </w:pPr>
            <w:r>
              <w:t>0</w:t>
            </w:r>
          </w:p>
        </w:tc>
      </w:tr>
      <w:tr w:rsidR="00173F0F" w:rsidTr="0075667E">
        <w:trPr>
          <w:gridBefore w:val="1"/>
          <w:gridAfter w:val="3"/>
          <w:wBefore w:w="1905" w:type="dxa"/>
          <w:wAfter w:w="3611" w:type="dxa"/>
          <w:jc w:val="center"/>
        </w:trPr>
        <w:tc>
          <w:tcPr>
            <w:tcW w:w="1359" w:type="dxa"/>
            <w:gridSpan w:val="3"/>
          </w:tcPr>
          <w:p w:rsidR="00173F0F" w:rsidRDefault="00173F0F" w:rsidP="003832C3">
            <w:pPr>
              <w:pStyle w:val="TableBody"/>
            </w:pPr>
            <w:r>
              <w:t>$10 bill</w:t>
            </w:r>
          </w:p>
        </w:tc>
        <w:tc>
          <w:tcPr>
            <w:tcW w:w="948" w:type="dxa"/>
            <w:gridSpan w:val="2"/>
          </w:tcPr>
          <w:p w:rsidR="00173F0F" w:rsidRDefault="00173F0F" w:rsidP="003832C3">
            <w:pPr>
              <w:pStyle w:val="TableBody"/>
            </w:pPr>
            <w:r>
              <w:t>$10</w:t>
            </w:r>
          </w:p>
        </w:tc>
        <w:tc>
          <w:tcPr>
            <w:tcW w:w="930" w:type="dxa"/>
          </w:tcPr>
          <w:p w:rsidR="00173F0F" w:rsidRDefault="00173F0F" w:rsidP="003832C3">
            <w:pPr>
              <w:pStyle w:val="TableBody"/>
            </w:pPr>
            <w:r>
              <w:t>1</w:t>
            </w:r>
          </w:p>
        </w:tc>
      </w:tr>
      <w:tr w:rsidR="00173F0F" w:rsidTr="0075667E">
        <w:trPr>
          <w:gridBefore w:val="1"/>
          <w:gridAfter w:val="3"/>
          <w:wBefore w:w="1905" w:type="dxa"/>
          <w:wAfter w:w="3611" w:type="dxa"/>
          <w:jc w:val="center"/>
        </w:trPr>
        <w:tc>
          <w:tcPr>
            <w:tcW w:w="1359" w:type="dxa"/>
            <w:gridSpan w:val="3"/>
          </w:tcPr>
          <w:p w:rsidR="00173F0F" w:rsidRDefault="00173F0F" w:rsidP="003832C3">
            <w:pPr>
              <w:pStyle w:val="TableBody"/>
            </w:pPr>
            <w:r>
              <w:t>$5 bill</w:t>
            </w:r>
          </w:p>
        </w:tc>
        <w:tc>
          <w:tcPr>
            <w:tcW w:w="948" w:type="dxa"/>
            <w:gridSpan w:val="2"/>
          </w:tcPr>
          <w:p w:rsidR="00173F0F" w:rsidRDefault="00173F0F" w:rsidP="003832C3">
            <w:pPr>
              <w:pStyle w:val="TableBody"/>
            </w:pPr>
            <w:r>
              <w:t>$5</w:t>
            </w:r>
          </w:p>
        </w:tc>
        <w:tc>
          <w:tcPr>
            <w:tcW w:w="930" w:type="dxa"/>
          </w:tcPr>
          <w:p w:rsidR="00173F0F" w:rsidRDefault="00173F0F" w:rsidP="003832C3">
            <w:pPr>
              <w:pStyle w:val="TableBody"/>
            </w:pPr>
            <w:r>
              <w:t>2</w:t>
            </w:r>
          </w:p>
        </w:tc>
      </w:tr>
      <w:tr w:rsidR="00173F0F" w:rsidTr="0075667E">
        <w:trPr>
          <w:gridBefore w:val="1"/>
          <w:gridAfter w:val="3"/>
          <w:wBefore w:w="1905" w:type="dxa"/>
          <w:wAfter w:w="3611" w:type="dxa"/>
          <w:jc w:val="center"/>
        </w:trPr>
        <w:tc>
          <w:tcPr>
            <w:tcW w:w="1359" w:type="dxa"/>
            <w:gridSpan w:val="3"/>
          </w:tcPr>
          <w:p w:rsidR="00173F0F" w:rsidRDefault="00173F0F" w:rsidP="003832C3">
            <w:pPr>
              <w:pStyle w:val="TableBody"/>
            </w:pPr>
            <w:r>
              <w:t>$1 bill</w:t>
            </w:r>
          </w:p>
        </w:tc>
        <w:tc>
          <w:tcPr>
            <w:tcW w:w="948" w:type="dxa"/>
            <w:gridSpan w:val="2"/>
          </w:tcPr>
          <w:p w:rsidR="00173F0F" w:rsidRDefault="00173F0F" w:rsidP="003832C3">
            <w:pPr>
              <w:pStyle w:val="TableBody"/>
            </w:pPr>
            <w:r>
              <w:t>$1</w:t>
            </w:r>
          </w:p>
        </w:tc>
        <w:tc>
          <w:tcPr>
            <w:tcW w:w="930" w:type="dxa"/>
          </w:tcPr>
          <w:p w:rsidR="00173F0F" w:rsidRDefault="00173F0F" w:rsidP="003832C3">
            <w:pPr>
              <w:pStyle w:val="TableBody"/>
            </w:pPr>
            <w:r>
              <w:t>6</w:t>
            </w:r>
          </w:p>
        </w:tc>
      </w:tr>
      <w:tr w:rsidR="00173F0F" w:rsidTr="0075667E">
        <w:trPr>
          <w:gridBefore w:val="1"/>
          <w:gridAfter w:val="3"/>
          <w:wBefore w:w="1905" w:type="dxa"/>
          <w:wAfter w:w="3611" w:type="dxa"/>
          <w:jc w:val="center"/>
        </w:trPr>
        <w:tc>
          <w:tcPr>
            <w:tcW w:w="1359" w:type="dxa"/>
            <w:gridSpan w:val="3"/>
          </w:tcPr>
          <w:p w:rsidR="00173F0F" w:rsidRDefault="00173F0F" w:rsidP="003832C3">
            <w:pPr>
              <w:pStyle w:val="TableBody"/>
            </w:pPr>
            <w:r>
              <w:t>quarter</w:t>
            </w:r>
          </w:p>
        </w:tc>
        <w:tc>
          <w:tcPr>
            <w:tcW w:w="948" w:type="dxa"/>
            <w:gridSpan w:val="2"/>
          </w:tcPr>
          <w:p w:rsidR="00173F0F" w:rsidRDefault="00173F0F" w:rsidP="003832C3">
            <w:pPr>
              <w:pStyle w:val="TableBody"/>
            </w:pPr>
            <w:r>
              <w:t>$0.25</w:t>
            </w:r>
          </w:p>
        </w:tc>
        <w:tc>
          <w:tcPr>
            <w:tcW w:w="930" w:type="dxa"/>
          </w:tcPr>
          <w:p w:rsidR="00173F0F" w:rsidRDefault="00173F0F" w:rsidP="003832C3">
            <w:pPr>
              <w:pStyle w:val="TableBody"/>
            </w:pPr>
            <w:r>
              <w:t>2</w:t>
            </w:r>
          </w:p>
        </w:tc>
      </w:tr>
      <w:tr w:rsidR="00173F0F" w:rsidTr="0075667E">
        <w:trPr>
          <w:gridBefore w:val="1"/>
          <w:gridAfter w:val="3"/>
          <w:wBefore w:w="1905" w:type="dxa"/>
          <w:wAfter w:w="3611" w:type="dxa"/>
          <w:jc w:val="center"/>
        </w:trPr>
        <w:tc>
          <w:tcPr>
            <w:tcW w:w="1359" w:type="dxa"/>
            <w:gridSpan w:val="3"/>
          </w:tcPr>
          <w:p w:rsidR="00173F0F" w:rsidRDefault="00173F0F" w:rsidP="003832C3">
            <w:pPr>
              <w:pStyle w:val="TableBody"/>
            </w:pPr>
            <w:r>
              <w:t>dime</w:t>
            </w:r>
          </w:p>
        </w:tc>
        <w:tc>
          <w:tcPr>
            <w:tcW w:w="948" w:type="dxa"/>
            <w:gridSpan w:val="2"/>
          </w:tcPr>
          <w:p w:rsidR="00173F0F" w:rsidRDefault="00173F0F" w:rsidP="003832C3">
            <w:pPr>
              <w:pStyle w:val="TableBody"/>
            </w:pPr>
            <w:r>
              <w:t>$0.10</w:t>
            </w:r>
          </w:p>
        </w:tc>
        <w:tc>
          <w:tcPr>
            <w:tcW w:w="930" w:type="dxa"/>
          </w:tcPr>
          <w:p w:rsidR="00173F0F" w:rsidRDefault="00173F0F" w:rsidP="003832C3">
            <w:pPr>
              <w:pStyle w:val="TableBody"/>
            </w:pPr>
            <w:r>
              <w:t>6</w:t>
            </w:r>
          </w:p>
        </w:tc>
      </w:tr>
      <w:tr w:rsidR="00173F0F" w:rsidTr="0075667E">
        <w:trPr>
          <w:gridBefore w:val="1"/>
          <w:gridAfter w:val="3"/>
          <w:wBefore w:w="1905" w:type="dxa"/>
          <w:wAfter w:w="3611" w:type="dxa"/>
          <w:jc w:val="center"/>
        </w:trPr>
        <w:tc>
          <w:tcPr>
            <w:tcW w:w="1359" w:type="dxa"/>
            <w:gridSpan w:val="3"/>
          </w:tcPr>
          <w:p w:rsidR="00173F0F" w:rsidRDefault="00173F0F" w:rsidP="003832C3">
            <w:pPr>
              <w:pStyle w:val="TableBody"/>
            </w:pPr>
            <w:r>
              <w:t>nickel</w:t>
            </w:r>
          </w:p>
        </w:tc>
        <w:tc>
          <w:tcPr>
            <w:tcW w:w="948" w:type="dxa"/>
            <w:gridSpan w:val="2"/>
          </w:tcPr>
          <w:p w:rsidR="00173F0F" w:rsidRDefault="00173F0F" w:rsidP="003832C3">
            <w:pPr>
              <w:pStyle w:val="TableBody"/>
            </w:pPr>
            <w:r>
              <w:t>$0.05</w:t>
            </w:r>
          </w:p>
        </w:tc>
        <w:tc>
          <w:tcPr>
            <w:tcW w:w="930" w:type="dxa"/>
          </w:tcPr>
          <w:p w:rsidR="00173F0F" w:rsidRDefault="00173F0F" w:rsidP="003832C3">
            <w:pPr>
              <w:pStyle w:val="TableBody"/>
            </w:pPr>
            <w:r>
              <w:t>0</w:t>
            </w:r>
          </w:p>
        </w:tc>
      </w:tr>
      <w:tr w:rsidR="00173F0F" w:rsidTr="0075667E">
        <w:trPr>
          <w:gridBefore w:val="1"/>
          <w:gridAfter w:val="3"/>
          <w:wBefore w:w="1905" w:type="dxa"/>
          <w:wAfter w:w="3611" w:type="dxa"/>
          <w:jc w:val="center"/>
        </w:trPr>
        <w:tc>
          <w:tcPr>
            <w:tcW w:w="1359" w:type="dxa"/>
            <w:gridSpan w:val="3"/>
          </w:tcPr>
          <w:p w:rsidR="00173F0F" w:rsidRDefault="00173F0F" w:rsidP="003832C3">
            <w:pPr>
              <w:pStyle w:val="TableBody"/>
            </w:pPr>
            <w:r>
              <w:t>penny</w:t>
            </w:r>
          </w:p>
        </w:tc>
        <w:tc>
          <w:tcPr>
            <w:tcW w:w="948" w:type="dxa"/>
            <w:gridSpan w:val="2"/>
          </w:tcPr>
          <w:p w:rsidR="00173F0F" w:rsidRDefault="00173F0F" w:rsidP="003832C3">
            <w:pPr>
              <w:pStyle w:val="TableBody"/>
            </w:pPr>
            <w:r>
              <w:t>$0.01</w:t>
            </w:r>
          </w:p>
        </w:tc>
        <w:tc>
          <w:tcPr>
            <w:tcW w:w="930" w:type="dxa"/>
          </w:tcPr>
          <w:p w:rsidR="00173F0F" w:rsidRDefault="00173F0F" w:rsidP="003832C3">
            <w:pPr>
              <w:pStyle w:val="TableBody"/>
            </w:pPr>
            <w:r>
              <w:t>10</w:t>
            </w:r>
          </w:p>
        </w:tc>
      </w:tr>
      <w:tr w:rsidR="00173F0F" w:rsidTr="007566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80" w:type="dxa"/>
            <w:right w:w="180" w:type="dxa"/>
          </w:tblCellMar>
        </w:tblPrEx>
        <w:trPr>
          <w:jc w:val="center"/>
        </w:trPr>
        <w:tc>
          <w:tcPr>
            <w:tcW w:w="1905" w:type="dxa"/>
          </w:tcPr>
          <w:p w:rsidR="00173F0F" w:rsidRPr="003832C3" w:rsidRDefault="00173F0F" w:rsidP="003832C3">
            <w:pPr>
              <w:pStyle w:val="Body"/>
              <w:rPr>
                <w:b/>
              </w:rPr>
            </w:pPr>
            <w:r w:rsidRPr="003832C3">
              <w:rPr>
                <w:b/>
              </w:rPr>
              <w:lastRenderedPageBreak/>
              <w:t>Test Case 1</w:t>
            </w:r>
          </w:p>
        </w:tc>
        <w:tc>
          <w:tcPr>
            <w:tcW w:w="6848" w:type="dxa"/>
            <w:gridSpan w:val="9"/>
          </w:tcPr>
          <w:p w:rsidR="00173F0F" w:rsidRDefault="00173F0F" w:rsidP="0075667E">
            <w:pPr>
              <w:pStyle w:val="Body"/>
            </w:pPr>
            <w:r>
              <w:t xml:space="preserve">Use the information in the table below as input for </w:t>
            </w:r>
            <w:r w:rsidR="0075667E">
              <w:t>T</w:t>
            </w:r>
            <w:r>
              <w:t xml:space="preserve">est </w:t>
            </w:r>
            <w:r w:rsidR="0075667E">
              <w:t>C</w:t>
            </w:r>
            <w:r>
              <w:t>ase 1.</w:t>
            </w:r>
          </w:p>
        </w:tc>
      </w:tr>
      <w:tr w:rsidR="00173F0F" w:rsidTr="0075667E">
        <w:tblPrEx>
          <w:jc w:val="left"/>
        </w:tblPrEx>
        <w:trPr>
          <w:gridBefore w:val="3"/>
          <w:gridAfter w:val="2"/>
          <w:wBefore w:w="2180" w:type="dxa"/>
          <w:wAfter w:w="3526" w:type="dxa"/>
        </w:trPr>
        <w:tc>
          <w:tcPr>
            <w:tcW w:w="1462" w:type="dxa"/>
            <w:gridSpan w:val="2"/>
          </w:tcPr>
          <w:p w:rsidR="00173F0F" w:rsidRDefault="00173F0F" w:rsidP="003832C3">
            <w:pPr>
              <w:pStyle w:val="TableHeading"/>
            </w:pPr>
            <w:r>
              <w:t>Purchase Price</w:t>
            </w:r>
          </w:p>
        </w:tc>
        <w:tc>
          <w:tcPr>
            <w:tcW w:w="1585" w:type="dxa"/>
            <w:gridSpan w:val="3"/>
          </w:tcPr>
          <w:p w:rsidR="00173F0F" w:rsidRDefault="00173F0F" w:rsidP="003832C3">
            <w:pPr>
              <w:pStyle w:val="TableHeading"/>
            </w:pPr>
            <w:r>
              <w:t>Amount Tendered</w:t>
            </w:r>
          </w:p>
        </w:tc>
      </w:tr>
      <w:tr w:rsidR="00173F0F" w:rsidTr="0075667E">
        <w:tblPrEx>
          <w:jc w:val="left"/>
        </w:tblPrEx>
        <w:trPr>
          <w:gridBefore w:val="3"/>
          <w:gridAfter w:val="2"/>
          <w:wBefore w:w="2180" w:type="dxa"/>
          <w:wAfter w:w="3526" w:type="dxa"/>
        </w:trPr>
        <w:tc>
          <w:tcPr>
            <w:tcW w:w="1462" w:type="dxa"/>
            <w:gridSpan w:val="2"/>
          </w:tcPr>
          <w:p w:rsidR="00173F0F" w:rsidRDefault="00173F0F" w:rsidP="003832C3">
            <w:pPr>
              <w:pStyle w:val="TableBody"/>
            </w:pPr>
            <w:r>
              <w:t>$9.36</w:t>
            </w:r>
          </w:p>
        </w:tc>
        <w:tc>
          <w:tcPr>
            <w:tcW w:w="1585" w:type="dxa"/>
            <w:gridSpan w:val="3"/>
          </w:tcPr>
          <w:p w:rsidR="00173F0F" w:rsidRDefault="00173F0F" w:rsidP="0075667E">
            <w:pPr>
              <w:pStyle w:val="TableBody"/>
            </w:pPr>
            <w:r>
              <w:t xml:space="preserve">$20 </w:t>
            </w:r>
            <w:r w:rsidR="0075667E">
              <w:t>b</w:t>
            </w:r>
            <w:r>
              <w:t xml:space="preserve">ill </w:t>
            </w:r>
          </w:p>
        </w:tc>
      </w:tr>
      <w:tr w:rsidR="00173F0F" w:rsidTr="0075667E">
        <w:tblPrEx>
          <w:jc w:val="left"/>
        </w:tblPrEx>
        <w:trPr>
          <w:gridBefore w:val="3"/>
          <w:gridAfter w:val="2"/>
          <w:wBefore w:w="2180" w:type="dxa"/>
          <w:wAfter w:w="3526" w:type="dxa"/>
        </w:trPr>
        <w:tc>
          <w:tcPr>
            <w:tcW w:w="1462" w:type="dxa"/>
            <w:gridSpan w:val="2"/>
          </w:tcPr>
          <w:p w:rsidR="00173F0F" w:rsidRDefault="00173F0F" w:rsidP="003832C3">
            <w:pPr>
              <w:pStyle w:val="TableBody"/>
            </w:pPr>
            <w:r>
              <w:t>$6.95</w:t>
            </w:r>
          </w:p>
        </w:tc>
        <w:tc>
          <w:tcPr>
            <w:tcW w:w="1585" w:type="dxa"/>
            <w:gridSpan w:val="3"/>
          </w:tcPr>
          <w:p w:rsidR="00173F0F" w:rsidRDefault="00173F0F" w:rsidP="0075667E">
            <w:pPr>
              <w:pStyle w:val="TableBody"/>
            </w:pPr>
            <w:r>
              <w:t xml:space="preserve">$20 </w:t>
            </w:r>
            <w:r w:rsidR="0075667E">
              <w:t>b</w:t>
            </w:r>
            <w:r>
              <w:t xml:space="preserve">ill </w:t>
            </w:r>
          </w:p>
        </w:tc>
      </w:tr>
      <w:tr w:rsidR="00173F0F" w:rsidTr="0075667E">
        <w:tblPrEx>
          <w:jc w:val="left"/>
        </w:tblPrEx>
        <w:trPr>
          <w:gridBefore w:val="3"/>
          <w:gridAfter w:val="2"/>
          <w:wBefore w:w="2180" w:type="dxa"/>
          <w:wAfter w:w="3526" w:type="dxa"/>
        </w:trPr>
        <w:tc>
          <w:tcPr>
            <w:tcW w:w="1462" w:type="dxa"/>
            <w:gridSpan w:val="2"/>
          </w:tcPr>
          <w:p w:rsidR="00173F0F" w:rsidRDefault="00173F0F" w:rsidP="003832C3">
            <w:pPr>
              <w:pStyle w:val="TableBody"/>
            </w:pPr>
            <w:r>
              <w:t>$1.79</w:t>
            </w:r>
          </w:p>
        </w:tc>
        <w:tc>
          <w:tcPr>
            <w:tcW w:w="1585" w:type="dxa"/>
            <w:gridSpan w:val="3"/>
          </w:tcPr>
          <w:p w:rsidR="00173F0F" w:rsidRDefault="00173F0F" w:rsidP="0075667E">
            <w:pPr>
              <w:pStyle w:val="TableBody"/>
            </w:pPr>
            <w:r>
              <w:t xml:space="preserve">$10 </w:t>
            </w:r>
            <w:r w:rsidR="0075667E">
              <w:t>b</w:t>
            </w:r>
            <w:r>
              <w:t xml:space="preserve">ill </w:t>
            </w:r>
          </w:p>
        </w:tc>
      </w:tr>
      <w:tr w:rsidR="00173F0F" w:rsidTr="0075667E">
        <w:tblPrEx>
          <w:jc w:val="left"/>
        </w:tblPrEx>
        <w:trPr>
          <w:gridBefore w:val="3"/>
          <w:gridAfter w:val="2"/>
          <w:wBefore w:w="2180" w:type="dxa"/>
          <w:wAfter w:w="3526" w:type="dxa"/>
        </w:trPr>
        <w:tc>
          <w:tcPr>
            <w:tcW w:w="1462" w:type="dxa"/>
            <w:gridSpan w:val="2"/>
          </w:tcPr>
          <w:p w:rsidR="00173F0F" w:rsidRDefault="00173F0F" w:rsidP="003832C3">
            <w:pPr>
              <w:pStyle w:val="TableBody"/>
            </w:pPr>
            <w:r>
              <w:t>$1.79</w:t>
            </w:r>
          </w:p>
        </w:tc>
        <w:tc>
          <w:tcPr>
            <w:tcW w:w="1585" w:type="dxa"/>
            <w:gridSpan w:val="3"/>
          </w:tcPr>
          <w:p w:rsidR="00173F0F" w:rsidRDefault="00173F0F" w:rsidP="0075667E">
            <w:pPr>
              <w:pStyle w:val="TableBody"/>
            </w:pPr>
            <w:r>
              <w:t xml:space="preserve">$5 </w:t>
            </w:r>
            <w:r w:rsidR="0075667E">
              <w:t>b</w:t>
            </w:r>
            <w:r>
              <w:t xml:space="preserve">ill </w:t>
            </w:r>
          </w:p>
        </w:tc>
      </w:tr>
      <w:tr w:rsidR="00173F0F" w:rsidTr="0075667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80" w:type="dxa"/>
            <w:right w:w="180" w:type="dxa"/>
          </w:tblCellMar>
        </w:tblPrEx>
        <w:tc>
          <w:tcPr>
            <w:tcW w:w="1976" w:type="dxa"/>
            <w:gridSpan w:val="2"/>
          </w:tcPr>
          <w:p w:rsidR="00173F0F" w:rsidRPr="003832C3" w:rsidRDefault="00173F0F" w:rsidP="003A2421">
            <w:pPr>
              <w:pStyle w:val="Body"/>
              <w:spacing w:before="300"/>
              <w:rPr>
                <w:b/>
              </w:rPr>
            </w:pPr>
            <w:r w:rsidRPr="003832C3">
              <w:rPr>
                <w:b/>
              </w:rPr>
              <w:t>Test Case 1 – Expected Results</w:t>
            </w:r>
          </w:p>
        </w:tc>
        <w:tc>
          <w:tcPr>
            <w:tcW w:w="6777" w:type="dxa"/>
            <w:gridSpan w:val="8"/>
          </w:tcPr>
          <w:p w:rsidR="00173F0F" w:rsidRDefault="00173F0F" w:rsidP="003A2421">
            <w:pPr>
              <w:pStyle w:val="Body"/>
              <w:spacing w:before="300"/>
            </w:pPr>
            <w:r>
              <w:t xml:space="preserve">For </w:t>
            </w:r>
            <w:r w:rsidR="0075667E">
              <w:t xml:space="preserve">Test Case </w:t>
            </w:r>
            <w:r>
              <w:t>1, your program should produce the results below in any similar format.</w:t>
            </w:r>
          </w:p>
        </w:tc>
      </w:tr>
      <w:tr w:rsidR="00173F0F" w:rsidTr="0075667E">
        <w:tblPrEx>
          <w:jc w:val="left"/>
        </w:tblPrEx>
        <w:trPr>
          <w:gridBefore w:val="3"/>
          <w:gridAfter w:val="1"/>
          <w:wBefore w:w="2180" w:type="dxa"/>
          <w:wAfter w:w="2093" w:type="dxa"/>
        </w:trPr>
        <w:tc>
          <w:tcPr>
            <w:tcW w:w="4480" w:type="dxa"/>
            <w:gridSpan w:val="6"/>
          </w:tcPr>
          <w:p w:rsidR="00173F0F" w:rsidRPr="003832C3" w:rsidRDefault="00173F0F" w:rsidP="003832C3">
            <w:pPr>
              <w:pStyle w:val="TableBody"/>
            </w:pPr>
            <w:r w:rsidRPr="003832C3">
              <w:t>Purchase is $9.36  Tendered is $20.00  Change is $10.64</w:t>
            </w:r>
          </w:p>
          <w:p w:rsidR="00173F0F" w:rsidRPr="003832C3" w:rsidRDefault="00173F0F" w:rsidP="003832C3">
            <w:pPr>
              <w:pStyle w:val="TableBody"/>
            </w:pPr>
            <w:r w:rsidRPr="003832C3">
              <w:t xml:space="preserve">   1 $10 bill</w:t>
            </w:r>
          </w:p>
          <w:p w:rsidR="00173F0F" w:rsidRPr="003832C3" w:rsidRDefault="00173F0F" w:rsidP="003832C3">
            <w:pPr>
              <w:pStyle w:val="TableBody"/>
            </w:pPr>
            <w:r w:rsidRPr="003832C3">
              <w:t xml:space="preserve">   2 quarters</w:t>
            </w:r>
          </w:p>
          <w:p w:rsidR="00173F0F" w:rsidRPr="003832C3" w:rsidRDefault="00173F0F" w:rsidP="003832C3">
            <w:pPr>
              <w:pStyle w:val="TableBody"/>
            </w:pPr>
            <w:r w:rsidRPr="003832C3">
              <w:t xml:space="preserve">   1 dime</w:t>
            </w:r>
          </w:p>
          <w:p w:rsidR="00173F0F" w:rsidRPr="003832C3" w:rsidRDefault="00173F0F" w:rsidP="003832C3">
            <w:pPr>
              <w:pStyle w:val="TableBody"/>
            </w:pPr>
            <w:r w:rsidRPr="003832C3">
              <w:t xml:space="preserve">   4 pennies</w:t>
            </w:r>
          </w:p>
        </w:tc>
      </w:tr>
      <w:tr w:rsidR="00173F0F" w:rsidTr="0075667E">
        <w:tblPrEx>
          <w:jc w:val="left"/>
        </w:tblPrEx>
        <w:trPr>
          <w:gridBefore w:val="3"/>
          <w:gridAfter w:val="1"/>
          <w:wBefore w:w="2180" w:type="dxa"/>
          <w:wAfter w:w="2093" w:type="dxa"/>
        </w:trPr>
        <w:tc>
          <w:tcPr>
            <w:tcW w:w="4480" w:type="dxa"/>
            <w:gridSpan w:val="6"/>
          </w:tcPr>
          <w:p w:rsidR="00173F0F" w:rsidRPr="003832C3" w:rsidRDefault="00173F0F" w:rsidP="003832C3">
            <w:pPr>
              <w:pStyle w:val="TableBody"/>
            </w:pPr>
            <w:r w:rsidRPr="003832C3">
              <w:t>Purchase is $6.95  Tendered is $20.00  Change is $13.05</w:t>
            </w:r>
          </w:p>
          <w:p w:rsidR="00173F0F" w:rsidRPr="003832C3" w:rsidRDefault="00173F0F" w:rsidP="003832C3">
            <w:pPr>
              <w:pStyle w:val="TableBody"/>
            </w:pPr>
            <w:r w:rsidRPr="003832C3">
              <w:t xml:space="preserve">   2 $5 bills</w:t>
            </w:r>
          </w:p>
          <w:p w:rsidR="00173F0F" w:rsidRPr="003832C3" w:rsidRDefault="00173F0F" w:rsidP="003832C3">
            <w:pPr>
              <w:pStyle w:val="TableBody"/>
            </w:pPr>
            <w:r w:rsidRPr="003832C3">
              <w:t xml:space="preserve">   3 $1 bills</w:t>
            </w:r>
          </w:p>
          <w:p w:rsidR="00173F0F" w:rsidRPr="003832C3" w:rsidRDefault="00173F0F" w:rsidP="003832C3">
            <w:pPr>
              <w:pStyle w:val="TableBody"/>
            </w:pPr>
            <w:r w:rsidRPr="003832C3">
              <w:t xml:space="preserve">   5 pennies</w:t>
            </w:r>
          </w:p>
        </w:tc>
      </w:tr>
      <w:tr w:rsidR="00173F0F" w:rsidTr="0075667E">
        <w:tblPrEx>
          <w:jc w:val="left"/>
        </w:tblPrEx>
        <w:trPr>
          <w:gridBefore w:val="3"/>
          <w:gridAfter w:val="1"/>
          <w:wBefore w:w="2180" w:type="dxa"/>
          <w:wAfter w:w="2093" w:type="dxa"/>
        </w:trPr>
        <w:tc>
          <w:tcPr>
            <w:tcW w:w="4480" w:type="dxa"/>
            <w:gridSpan w:val="6"/>
          </w:tcPr>
          <w:p w:rsidR="00173F0F" w:rsidRPr="003832C3" w:rsidRDefault="00173F0F" w:rsidP="003832C3">
            <w:pPr>
              <w:pStyle w:val="TableBody"/>
            </w:pPr>
            <w:r w:rsidRPr="003832C3">
              <w:t>No change available</w:t>
            </w:r>
          </w:p>
        </w:tc>
      </w:tr>
      <w:tr w:rsidR="00173F0F" w:rsidTr="0075667E">
        <w:tblPrEx>
          <w:jc w:val="left"/>
        </w:tblPrEx>
        <w:trPr>
          <w:gridBefore w:val="3"/>
          <w:gridAfter w:val="1"/>
          <w:wBefore w:w="2180" w:type="dxa"/>
          <w:wAfter w:w="2093" w:type="dxa"/>
        </w:trPr>
        <w:tc>
          <w:tcPr>
            <w:tcW w:w="4480" w:type="dxa"/>
            <w:gridSpan w:val="6"/>
          </w:tcPr>
          <w:p w:rsidR="00173F0F" w:rsidRPr="003832C3" w:rsidRDefault="00173F0F" w:rsidP="003832C3">
            <w:pPr>
              <w:pStyle w:val="TableBody"/>
            </w:pPr>
            <w:r w:rsidRPr="003832C3">
              <w:t>Purchase is $1.79  Tendered is $5.00  Change is $3.21</w:t>
            </w:r>
          </w:p>
          <w:p w:rsidR="00173F0F" w:rsidRPr="003832C3" w:rsidRDefault="00173F0F" w:rsidP="003832C3">
            <w:pPr>
              <w:pStyle w:val="TableBody"/>
            </w:pPr>
            <w:r w:rsidRPr="003832C3">
              <w:t xml:space="preserve">   3 $1 bills</w:t>
            </w:r>
          </w:p>
          <w:p w:rsidR="00173F0F" w:rsidRPr="003832C3" w:rsidRDefault="00173F0F" w:rsidP="003832C3">
            <w:pPr>
              <w:pStyle w:val="TableBody"/>
            </w:pPr>
            <w:r w:rsidRPr="003832C3">
              <w:t xml:space="preserve">   2 dimes</w:t>
            </w:r>
          </w:p>
          <w:p w:rsidR="00173F0F" w:rsidRPr="003832C3" w:rsidRDefault="00173F0F" w:rsidP="003832C3">
            <w:pPr>
              <w:pStyle w:val="TableBody"/>
            </w:pPr>
            <w:r w:rsidRPr="003832C3">
              <w:t xml:space="preserve">   1 penny</w:t>
            </w:r>
          </w:p>
        </w:tc>
      </w:tr>
      <w:tr w:rsidR="00173F0F" w:rsidTr="0075667E">
        <w:tblPrEx>
          <w:jc w:val="left"/>
        </w:tblPrEx>
        <w:trPr>
          <w:gridBefore w:val="3"/>
          <w:gridAfter w:val="1"/>
          <w:wBefore w:w="2180" w:type="dxa"/>
          <w:wAfter w:w="2093" w:type="dxa"/>
        </w:trPr>
        <w:tc>
          <w:tcPr>
            <w:tcW w:w="4480" w:type="dxa"/>
            <w:gridSpan w:val="6"/>
          </w:tcPr>
          <w:p w:rsidR="00173F0F" w:rsidRPr="003832C3" w:rsidRDefault="00173F0F" w:rsidP="003832C3">
            <w:pPr>
              <w:pStyle w:val="TableBody"/>
            </w:pPr>
            <w:r w:rsidRPr="003832C3">
              <w:t>Money Supply</w:t>
            </w:r>
          </w:p>
          <w:p w:rsidR="00173F0F" w:rsidRPr="003832C3" w:rsidRDefault="00173F0F" w:rsidP="003832C3">
            <w:pPr>
              <w:pStyle w:val="TableBody"/>
            </w:pPr>
            <w:r w:rsidRPr="003832C3">
              <w:t xml:space="preserve">   2 $20 bills</w:t>
            </w:r>
          </w:p>
          <w:p w:rsidR="00173F0F" w:rsidRPr="003832C3" w:rsidRDefault="00173F0F" w:rsidP="003832C3">
            <w:pPr>
              <w:pStyle w:val="TableBody"/>
            </w:pPr>
            <w:r w:rsidRPr="003832C3">
              <w:t xml:space="preserve">   1 $5 bill</w:t>
            </w:r>
          </w:p>
          <w:p w:rsidR="00173F0F" w:rsidRPr="003832C3" w:rsidRDefault="00173F0F" w:rsidP="003832C3">
            <w:pPr>
              <w:pStyle w:val="TableBody"/>
            </w:pPr>
            <w:r w:rsidRPr="003832C3">
              <w:t xml:space="preserve">   3 dimes</w:t>
            </w:r>
          </w:p>
        </w:tc>
      </w:tr>
    </w:tbl>
    <w:p w:rsidR="00D145DF" w:rsidRDefault="00D145DF">
      <w:r>
        <w:br w:type="page"/>
      </w:r>
    </w:p>
    <w:tbl>
      <w:tblPr>
        <w:tblW w:w="5065" w:type="pct"/>
        <w:tblInd w:w="5" w:type="dxa"/>
        <w:tblLayout w:type="fixed"/>
        <w:tblCellMar>
          <w:left w:w="180" w:type="dxa"/>
          <w:right w:w="180" w:type="dxa"/>
        </w:tblCellMar>
        <w:tblLook w:val="0000" w:firstRow="0" w:lastRow="0" w:firstColumn="0" w:lastColumn="0" w:noHBand="0" w:noVBand="0"/>
      </w:tblPr>
      <w:tblGrid>
        <w:gridCol w:w="1976"/>
        <w:gridCol w:w="28"/>
        <w:gridCol w:w="167"/>
        <w:gridCol w:w="1462"/>
        <w:gridCol w:w="1585"/>
        <w:gridCol w:w="1304"/>
        <w:gridCol w:w="2204"/>
        <w:gridCol w:w="26"/>
      </w:tblGrid>
      <w:tr w:rsidR="00173F0F" w:rsidTr="0075667E">
        <w:tc>
          <w:tcPr>
            <w:tcW w:w="2004" w:type="dxa"/>
            <w:gridSpan w:val="2"/>
          </w:tcPr>
          <w:p w:rsidR="00173F0F" w:rsidRPr="003832C3" w:rsidRDefault="00173F0F" w:rsidP="00D145DF">
            <w:pPr>
              <w:pStyle w:val="Body"/>
              <w:spacing w:before="240"/>
              <w:rPr>
                <w:b/>
              </w:rPr>
            </w:pPr>
            <w:r w:rsidRPr="003832C3">
              <w:rPr>
                <w:b/>
              </w:rPr>
              <w:t>Test Case 2</w:t>
            </w:r>
          </w:p>
        </w:tc>
        <w:tc>
          <w:tcPr>
            <w:tcW w:w="6748" w:type="dxa"/>
            <w:gridSpan w:val="6"/>
          </w:tcPr>
          <w:p w:rsidR="00173F0F" w:rsidRDefault="00173F0F" w:rsidP="00D145DF">
            <w:pPr>
              <w:pStyle w:val="Body"/>
              <w:spacing w:before="240"/>
            </w:pPr>
            <w:r>
              <w:t xml:space="preserve">Use the information in the table below as input for </w:t>
            </w:r>
            <w:r w:rsidR="0075667E">
              <w:t xml:space="preserve">Test Case </w:t>
            </w:r>
            <w:r>
              <w:t>2.</w:t>
            </w:r>
          </w:p>
        </w:tc>
      </w:tr>
      <w:tr w:rsidR="00173F0F" w:rsidTr="0075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3"/>
          <w:gridAfter w:val="3"/>
          <w:wBefore w:w="2171" w:type="dxa"/>
          <w:wAfter w:w="3534" w:type="dxa"/>
        </w:trPr>
        <w:tc>
          <w:tcPr>
            <w:tcW w:w="1462" w:type="dxa"/>
          </w:tcPr>
          <w:p w:rsidR="00173F0F" w:rsidRPr="003832C3" w:rsidRDefault="00173F0F" w:rsidP="003832C3">
            <w:pPr>
              <w:pStyle w:val="TableHeading"/>
            </w:pPr>
            <w:r w:rsidRPr="003832C3">
              <w:t>Purchase Price</w:t>
            </w:r>
          </w:p>
        </w:tc>
        <w:tc>
          <w:tcPr>
            <w:tcW w:w="1585" w:type="dxa"/>
          </w:tcPr>
          <w:p w:rsidR="00173F0F" w:rsidRPr="003832C3" w:rsidRDefault="00173F0F" w:rsidP="003832C3">
            <w:pPr>
              <w:pStyle w:val="TableHeading"/>
            </w:pPr>
            <w:r w:rsidRPr="003832C3">
              <w:t>Amount Tendered</w:t>
            </w:r>
          </w:p>
        </w:tc>
      </w:tr>
      <w:tr w:rsidR="00173F0F" w:rsidTr="0075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3"/>
          <w:gridAfter w:val="3"/>
          <w:wBefore w:w="2171" w:type="dxa"/>
          <w:wAfter w:w="3534" w:type="dxa"/>
        </w:trPr>
        <w:tc>
          <w:tcPr>
            <w:tcW w:w="1462" w:type="dxa"/>
          </w:tcPr>
          <w:p w:rsidR="00173F0F" w:rsidRPr="003832C3" w:rsidRDefault="00173F0F" w:rsidP="003832C3">
            <w:pPr>
              <w:pStyle w:val="TableBody"/>
            </w:pPr>
            <w:r w:rsidRPr="003832C3">
              <w:t>$20.25</w:t>
            </w:r>
          </w:p>
        </w:tc>
        <w:tc>
          <w:tcPr>
            <w:tcW w:w="1585" w:type="dxa"/>
          </w:tcPr>
          <w:p w:rsidR="00173F0F" w:rsidRPr="003832C3" w:rsidRDefault="00173F0F" w:rsidP="0075667E">
            <w:pPr>
              <w:pStyle w:val="TableBody"/>
            </w:pPr>
            <w:r w:rsidRPr="003832C3">
              <w:t xml:space="preserve">$20 </w:t>
            </w:r>
            <w:r w:rsidR="0075667E">
              <w:t>b</w:t>
            </w:r>
            <w:r w:rsidRPr="003832C3">
              <w:t>ill</w:t>
            </w:r>
          </w:p>
        </w:tc>
      </w:tr>
      <w:tr w:rsidR="00173F0F" w:rsidTr="0075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3"/>
          <w:gridAfter w:val="3"/>
          <w:wBefore w:w="2171" w:type="dxa"/>
          <w:wAfter w:w="3534" w:type="dxa"/>
        </w:trPr>
        <w:tc>
          <w:tcPr>
            <w:tcW w:w="1462" w:type="dxa"/>
          </w:tcPr>
          <w:p w:rsidR="00173F0F" w:rsidRPr="003832C3" w:rsidRDefault="00173F0F" w:rsidP="003832C3">
            <w:pPr>
              <w:pStyle w:val="TableBody"/>
            </w:pPr>
            <w:r w:rsidRPr="003832C3">
              <w:t>$20.25</w:t>
            </w:r>
          </w:p>
        </w:tc>
        <w:tc>
          <w:tcPr>
            <w:tcW w:w="1585" w:type="dxa"/>
          </w:tcPr>
          <w:p w:rsidR="00173F0F" w:rsidRPr="003832C3" w:rsidRDefault="00173F0F" w:rsidP="0075667E">
            <w:pPr>
              <w:pStyle w:val="TableBody"/>
            </w:pPr>
            <w:r w:rsidRPr="003832C3">
              <w:t xml:space="preserve">$20 </w:t>
            </w:r>
            <w:r w:rsidR="0075667E">
              <w:t>b</w:t>
            </w:r>
            <w:r w:rsidRPr="003832C3">
              <w:t>ill, quarter</w:t>
            </w:r>
          </w:p>
        </w:tc>
      </w:tr>
      <w:tr w:rsidR="00173F0F" w:rsidTr="0075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3"/>
          <w:gridAfter w:val="3"/>
          <w:wBefore w:w="2171" w:type="dxa"/>
          <w:wAfter w:w="3534" w:type="dxa"/>
        </w:trPr>
        <w:tc>
          <w:tcPr>
            <w:tcW w:w="1462" w:type="dxa"/>
          </w:tcPr>
          <w:p w:rsidR="00173F0F" w:rsidRPr="003832C3" w:rsidRDefault="00173F0F" w:rsidP="003832C3">
            <w:pPr>
              <w:pStyle w:val="TableBody"/>
            </w:pPr>
            <w:r w:rsidRPr="003832C3">
              <w:t>$9.01</w:t>
            </w:r>
          </w:p>
        </w:tc>
        <w:tc>
          <w:tcPr>
            <w:tcW w:w="1585" w:type="dxa"/>
          </w:tcPr>
          <w:p w:rsidR="00173F0F" w:rsidRPr="003832C3" w:rsidRDefault="00173F0F" w:rsidP="0075667E">
            <w:pPr>
              <w:pStyle w:val="TableBody"/>
            </w:pPr>
            <w:r w:rsidRPr="003832C3">
              <w:t xml:space="preserve">$50 </w:t>
            </w:r>
            <w:r w:rsidR="0075667E">
              <w:t>b</w:t>
            </w:r>
            <w:r w:rsidRPr="003832C3">
              <w:t>ill</w:t>
            </w:r>
          </w:p>
        </w:tc>
      </w:tr>
      <w:tr w:rsidR="00173F0F" w:rsidTr="0075667E">
        <w:trPr>
          <w:gridAfter w:val="1"/>
          <w:wAfter w:w="26" w:type="dxa"/>
        </w:trPr>
        <w:tc>
          <w:tcPr>
            <w:tcW w:w="1976" w:type="dxa"/>
          </w:tcPr>
          <w:p w:rsidR="00173F0F" w:rsidRPr="003832C3" w:rsidRDefault="00173F0F" w:rsidP="003A2421">
            <w:pPr>
              <w:pStyle w:val="Body"/>
              <w:keepNext/>
              <w:spacing w:before="300"/>
              <w:rPr>
                <w:b/>
              </w:rPr>
            </w:pPr>
            <w:r w:rsidRPr="003832C3">
              <w:rPr>
                <w:b/>
              </w:rPr>
              <w:t>Test Case 2 – Expected Results</w:t>
            </w:r>
          </w:p>
        </w:tc>
        <w:tc>
          <w:tcPr>
            <w:tcW w:w="6750" w:type="dxa"/>
            <w:gridSpan w:val="6"/>
          </w:tcPr>
          <w:p w:rsidR="00173F0F" w:rsidRDefault="00173F0F" w:rsidP="003A2421">
            <w:pPr>
              <w:pStyle w:val="Body"/>
              <w:keepNext/>
              <w:spacing w:before="300"/>
            </w:pPr>
            <w:r>
              <w:t xml:space="preserve">For </w:t>
            </w:r>
            <w:r w:rsidR="0075667E">
              <w:t xml:space="preserve">Test Case </w:t>
            </w:r>
            <w:r>
              <w:t>2, your program should produce the results below in any similar format.</w:t>
            </w:r>
          </w:p>
        </w:tc>
      </w:tr>
      <w:tr w:rsidR="00173F0F" w:rsidTr="0075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3"/>
          <w:gridAfter w:val="2"/>
          <w:wBefore w:w="2171" w:type="dxa"/>
          <w:wAfter w:w="2230" w:type="dxa"/>
        </w:trPr>
        <w:tc>
          <w:tcPr>
            <w:tcW w:w="4351" w:type="dxa"/>
            <w:gridSpan w:val="3"/>
          </w:tcPr>
          <w:p w:rsidR="00173F0F" w:rsidRDefault="00173F0F" w:rsidP="00D145DF">
            <w:pPr>
              <w:pStyle w:val="TableBody"/>
              <w:keepNext/>
              <w:rPr>
                <w:b/>
                <w:snapToGrid w:val="0"/>
              </w:rPr>
            </w:pPr>
            <w:r>
              <w:t>Not enough money tendered</w:t>
            </w:r>
          </w:p>
        </w:tc>
      </w:tr>
      <w:tr w:rsidR="00173F0F" w:rsidTr="0075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3"/>
          <w:gridAfter w:val="2"/>
          <w:wBefore w:w="2171" w:type="dxa"/>
          <w:wAfter w:w="2230" w:type="dxa"/>
        </w:trPr>
        <w:tc>
          <w:tcPr>
            <w:tcW w:w="4351" w:type="dxa"/>
            <w:gridSpan w:val="3"/>
          </w:tcPr>
          <w:p w:rsidR="00173F0F" w:rsidRDefault="00173F0F" w:rsidP="003832C3">
            <w:pPr>
              <w:pStyle w:val="TableBody"/>
              <w:rPr>
                <w:b/>
                <w:snapToGrid w:val="0"/>
              </w:rPr>
            </w:pPr>
            <w:r>
              <w:rPr>
                <w:snapToGrid w:val="0"/>
              </w:rPr>
              <w:t xml:space="preserve">Purchase is $20.25 Tendered is $20.25  </w:t>
            </w:r>
            <w:r>
              <w:t>Change is $0.00</w:t>
            </w:r>
          </w:p>
        </w:tc>
      </w:tr>
      <w:tr w:rsidR="00173F0F" w:rsidTr="0075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3"/>
          <w:gridAfter w:val="2"/>
          <w:wBefore w:w="2171" w:type="dxa"/>
          <w:wAfter w:w="2230" w:type="dxa"/>
        </w:trPr>
        <w:tc>
          <w:tcPr>
            <w:tcW w:w="4351" w:type="dxa"/>
            <w:gridSpan w:val="3"/>
          </w:tcPr>
          <w:p w:rsidR="00173F0F" w:rsidRDefault="00173F0F" w:rsidP="003832C3">
            <w:pPr>
              <w:pStyle w:val="TableBody"/>
            </w:pPr>
            <w:r>
              <w:t>Purchase is $9.01 Tendered is $50.00  Change is $40.99</w:t>
            </w:r>
          </w:p>
          <w:p w:rsidR="00173F0F" w:rsidRDefault="00173F0F" w:rsidP="003832C3">
            <w:pPr>
              <w:pStyle w:val="TableBody"/>
            </w:pPr>
            <w:r>
              <w:t xml:space="preserve">   1 $20 bill</w:t>
            </w:r>
          </w:p>
          <w:p w:rsidR="00173F0F" w:rsidRDefault="00173F0F" w:rsidP="003832C3">
            <w:pPr>
              <w:pStyle w:val="TableBody"/>
            </w:pPr>
            <w:r>
              <w:t xml:space="preserve">   1 $10 bill</w:t>
            </w:r>
          </w:p>
          <w:p w:rsidR="00173F0F" w:rsidRDefault="00173F0F" w:rsidP="003832C3">
            <w:pPr>
              <w:pStyle w:val="TableBody"/>
            </w:pPr>
            <w:r>
              <w:t xml:space="preserve">   2 $5 bills</w:t>
            </w:r>
          </w:p>
          <w:p w:rsidR="00173F0F" w:rsidRDefault="00173F0F" w:rsidP="003832C3">
            <w:pPr>
              <w:pStyle w:val="TableBody"/>
            </w:pPr>
            <w:r>
              <w:t xml:space="preserve">   3 quarters</w:t>
            </w:r>
          </w:p>
          <w:p w:rsidR="00173F0F" w:rsidRDefault="00173F0F" w:rsidP="003832C3">
            <w:pPr>
              <w:pStyle w:val="TableBody"/>
            </w:pPr>
            <w:r>
              <w:t xml:space="preserve">   2 dimes</w:t>
            </w:r>
          </w:p>
          <w:p w:rsidR="00173F0F" w:rsidRDefault="00173F0F" w:rsidP="003832C3">
            <w:pPr>
              <w:pStyle w:val="TableBody"/>
              <w:rPr>
                <w:b/>
                <w:snapToGrid w:val="0"/>
              </w:rPr>
            </w:pPr>
            <w:r>
              <w:t xml:space="preserve">   4 pennies</w:t>
            </w:r>
          </w:p>
        </w:tc>
      </w:tr>
      <w:tr w:rsidR="00173F0F" w:rsidTr="0075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3"/>
          <w:gridAfter w:val="2"/>
          <w:wBefore w:w="2171" w:type="dxa"/>
          <w:wAfter w:w="2230" w:type="dxa"/>
        </w:trPr>
        <w:tc>
          <w:tcPr>
            <w:tcW w:w="4351" w:type="dxa"/>
            <w:gridSpan w:val="3"/>
          </w:tcPr>
          <w:p w:rsidR="00173F0F" w:rsidRDefault="00173F0F" w:rsidP="003832C3">
            <w:pPr>
              <w:pStyle w:val="TableBody"/>
              <w:rPr>
                <w:snapToGrid w:val="0"/>
              </w:rPr>
            </w:pPr>
            <w:r>
              <w:rPr>
                <w:snapToGrid w:val="0"/>
              </w:rPr>
              <w:t>Money Supply</w:t>
            </w:r>
          </w:p>
          <w:p w:rsidR="00173F0F" w:rsidRDefault="00173F0F" w:rsidP="003832C3">
            <w:pPr>
              <w:pStyle w:val="TableBody"/>
              <w:rPr>
                <w:snapToGrid w:val="0"/>
              </w:rPr>
            </w:pPr>
            <w:r>
              <w:rPr>
                <w:snapToGrid w:val="0"/>
              </w:rPr>
              <w:t xml:space="preserve">   1 $50 bill</w:t>
            </w:r>
          </w:p>
          <w:p w:rsidR="00173F0F" w:rsidRDefault="00173F0F" w:rsidP="003832C3">
            <w:pPr>
              <w:pStyle w:val="TableBody"/>
              <w:rPr>
                <w:snapToGrid w:val="0"/>
              </w:rPr>
            </w:pPr>
            <w:r>
              <w:rPr>
                <w:snapToGrid w:val="0"/>
              </w:rPr>
              <w:t xml:space="preserve">   6 $1 bills</w:t>
            </w:r>
          </w:p>
          <w:p w:rsidR="00173F0F" w:rsidRDefault="00173F0F" w:rsidP="003832C3">
            <w:pPr>
              <w:pStyle w:val="TableBody"/>
              <w:rPr>
                <w:snapToGrid w:val="0"/>
              </w:rPr>
            </w:pPr>
            <w:r>
              <w:rPr>
                <w:snapToGrid w:val="0"/>
              </w:rPr>
              <w:t xml:space="preserve">   4 dimes</w:t>
            </w:r>
          </w:p>
          <w:p w:rsidR="00173F0F" w:rsidRDefault="00173F0F" w:rsidP="003832C3">
            <w:pPr>
              <w:pStyle w:val="TableBody"/>
            </w:pPr>
            <w:r>
              <w:rPr>
                <w:snapToGrid w:val="0"/>
              </w:rPr>
              <w:t xml:space="preserve">   6 pennies</w:t>
            </w:r>
          </w:p>
        </w:tc>
      </w:tr>
    </w:tbl>
    <w:p w:rsidR="00D145DF" w:rsidRDefault="00D145DF">
      <w:r>
        <w:br w:type="page"/>
      </w:r>
    </w:p>
    <w:tbl>
      <w:tblPr>
        <w:tblW w:w="5063" w:type="pct"/>
        <w:tblInd w:w="5" w:type="dxa"/>
        <w:tblLayout w:type="fixed"/>
        <w:tblCellMar>
          <w:left w:w="180" w:type="dxa"/>
          <w:right w:w="180" w:type="dxa"/>
        </w:tblCellMar>
        <w:tblLook w:val="0000" w:firstRow="0" w:lastRow="0" w:firstColumn="0" w:lastColumn="0" w:noHBand="0" w:noVBand="0"/>
      </w:tblPr>
      <w:tblGrid>
        <w:gridCol w:w="1986"/>
        <w:gridCol w:w="157"/>
        <w:gridCol w:w="1449"/>
        <w:gridCol w:w="2209"/>
        <w:gridCol w:w="938"/>
        <w:gridCol w:w="2010"/>
      </w:tblGrid>
      <w:tr w:rsidR="00173F0F" w:rsidTr="0075667E">
        <w:tc>
          <w:tcPr>
            <w:tcW w:w="1986" w:type="dxa"/>
          </w:tcPr>
          <w:p w:rsidR="00173F0F" w:rsidRPr="003832C3" w:rsidRDefault="00173F0F" w:rsidP="00D145DF">
            <w:pPr>
              <w:pStyle w:val="Body"/>
              <w:spacing w:before="240"/>
              <w:rPr>
                <w:b/>
              </w:rPr>
            </w:pPr>
            <w:r w:rsidRPr="003832C3">
              <w:rPr>
                <w:b/>
              </w:rPr>
              <w:t>Test Case 3</w:t>
            </w:r>
          </w:p>
        </w:tc>
        <w:tc>
          <w:tcPr>
            <w:tcW w:w="6763" w:type="dxa"/>
            <w:gridSpan w:val="5"/>
          </w:tcPr>
          <w:p w:rsidR="00173F0F" w:rsidRDefault="00173F0F" w:rsidP="00D145DF">
            <w:pPr>
              <w:pStyle w:val="Body"/>
              <w:spacing w:before="240"/>
            </w:pPr>
            <w:r>
              <w:t xml:space="preserve">Use the information in the table below as input for </w:t>
            </w:r>
            <w:r w:rsidR="0075667E">
              <w:t xml:space="preserve">Test Case </w:t>
            </w:r>
            <w:r>
              <w:t>3.</w:t>
            </w:r>
          </w:p>
        </w:tc>
      </w:tr>
      <w:tr w:rsidR="00173F0F" w:rsidTr="0075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2"/>
          <w:gridAfter w:val="2"/>
          <w:wBefore w:w="2143" w:type="dxa"/>
          <w:wAfter w:w="2948" w:type="dxa"/>
        </w:trPr>
        <w:tc>
          <w:tcPr>
            <w:tcW w:w="1449" w:type="dxa"/>
          </w:tcPr>
          <w:p w:rsidR="00173F0F" w:rsidRDefault="00173F0F" w:rsidP="003832C3">
            <w:pPr>
              <w:pStyle w:val="TableHeading"/>
            </w:pPr>
            <w:r>
              <w:t>Purchase Price</w:t>
            </w:r>
          </w:p>
        </w:tc>
        <w:tc>
          <w:tcPr>
            <w:tcW w:w="2209" w:type="dxa"/>
          </w:tcPr>
          <w:p w:rsidR="00173F0F" w:rsidRDefault="003832C3" w:rsidP="003832C3">
            <w:pPr>
              <w:pStyle w:val="TableHeading"/>
            </w:pPr>
            <w:r>
              <w:t>Amount T</w:t>
            </w:r>
            <w:r w:rsidR="00173F0F">
              <w:t>endered</w:t>
            </w:r>
          </w:p>
        </w:tc>
      </w:tr>
      <w:tr w:rsidR="00173F0F" w:rsidTr="0075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2"/>
          <w:gridAfter w:val="2"/>
          <w:wBefore w:w="2143" w:type="dxa"/>
          <w:wAfter w:w="2948" w:type="dxa"/>
        </w:trPr>
        <w:tc>
          <w:tcPr>
            <w:tcW w:w="1449" w:type="dxa"/>
          </w:tcPr>
          <w:p w:rsidR="00173F0F" w:rsidRDefault="00173F0F" w:rsidP="003832C3">
            <w:pPr>
              <w:pStyle w:val="TableBody"/>
              <w:rPr>
                <w:snapToGrid w:val="0"/>
              </w:rPr>
            </w:pPr>
            <w:r>
              <w:rPr>
                <w:snapToGrid w:val="0"/>
              </w:rPr>
              <w:t>$9.49</w:t>
            </w:r>
          </w:p>
        </w:tc>
        <w:tc>
          <w:tcPr>
            <w:tcW w:w="2209" w:type="dxa"/>
          </w:tcPr>
          <w:p w:rsidR="00173F0F" w:rsidRDefault="00173F0F" w:rsidP="0075667E">
            <w:pPr>
              <w:pStyle w:val="TableBody"/>
              <w:rPr>
                <w:snapToGrid w:val="0"/>
              </w:rPr>
            </w:pPr>
            <w:r>
              <w:rPr>
                <w:snapToGrid w:val="0"/>
              </w:rPr>
              <w:t xml:space="preserve">$10 </w:t>
            </w:r>
            <w:r w:rsidR="0075667E">
              <w:rPr>
                <w:snapToGrid w:val="0"/>
              </w:rPr>
              <w:t>b</w:t>
            </w:r>
            <w:r>
              <w:rPr>
                <w:snapToGrid w:val="0"/>
              </w:rPr>
              <w:t>ill</w:t>
            </w:r>
          </w:p>
        </w:tc>
      </w:tr>
      <w:tr w:rsidR="00173F0F" w:rsidTr="0075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2"/>
          <w:gridAfter w:val="2"/>
          <w:wBefore w:w="2143" w:type="dxa"/>
          <w:wAfter w:w="2948" w:type="dxa"/>
        </w:trPr>
        <w:tc>
          <w:tcPr>
            <w:tcW w:w="1449" w:type="dxa"/>
          </w:tcPr>
          <w:p w:rsidR="00173F0F" w:rsidRDefault="00173F0F" w:rsidP="003832C3">
            <w:pPr>
              <w:pStyle w:val="TableBody"/>
              <w:rPr>
                <w:snapToGrid w:val="0"/>
              </w:rPr>
            </w:pPr>
            <w:r>
              <w:rPr>
                <w:snapToGrid w:val="0"/>
              </w:rPr>
              <w:t>$63.31</w:t>
            </w:r>
          </w:p>
        </w:tc>
        <w:tc>
          <w:tcPr>
            <w:tcW w:w="2209" w:type="dxa"/>
          </w:tcPr>
          <w:p w:rsidR="00173F0F" w:rsidRDefault="00173F0F" w:rsidP="0075667E">
            <w:pPr>
              <w:pStyle w:val="TableBody"/>
              <w:rPr>
                <w:snapToGrid w:val="0"/>
              </w:rPr>
            </w:pPr>
            <w:r>
              <w:rPr>
                <w:snapToGrid w:val="0"/>
              </w:rPr>
              <w:t xml:space="preserve">Two $50 </w:t>
            </w:r>
            <w:r w:rsidR="0075667E">
              <w:rPr>
                <w:snapToGrid w:val="0"/>
              </w:rPr>
              <w:t>b</w:t>
            </w:r>
            <w:r>
              <w:rPr>
                <w:snapToGrid w:val="0"/>
              </w:rPr>
              <w:t>ills</w:t>
            </w:r>
          </w:p>
        </w:tc>
      </w:tr>
      <w:tr w:rsidR="00173F0F" w:rsidTr="0075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2"/>
          <w:gridAfter w:val="2"/>
          <w:wBefore w:w="2143" w:type="dxa"/>
          <w:wAfter w:w="2948" w:type="dxa"/>
        </w:trPr>
        <w:tc>
          <w:tcPr>
            <w:tcW w:w="1449" w:type="dxa"/>
          </w:tcPr>
          <w:p w:rsidR="00173F0F" w:rsidRDefault="00173F0F" w:rsidP="003832C3">
            <w:pPr>
              <w:pStyle w:val="TableBody"/>
              <w:rPr>
                <w:snapToGrid w:val="0"/>
              </w:rPr>
            </w:pPr>
            <w:r>
              <w:rPr>
                <w:snapToGrid w:val="0"/>
              </w:rPr>
              <w:t>$0.36</w:t>
            </w:r>
          </w:p>
        </w:tc>
        <w:tc>
          <w:tcPr>
            <w:tcW w:w="2209" w:type="dxa"/>
          </w:tcPr>
          <w:p w:rsidR="00173F0F" w:rsidRDefault="00173F0F" w:rsidP="003832C3">
            <w:pPr>
              <w:pStyle w:val="TableBody"/>
              <w:rPr>
                <w:snapToGrid w:val="0"/>
              </w:rPr>
            </w:pPr>
            <w:r>
              <w:t>quarter, two nickels, penny</w:t>
            </w:r>
          </w:p>
        </w:tc>
      </w:tr>
      <w:tr w:rsidR="00173F0F" w:rsidTr="0075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2"/>
          <w:gridAfter w:val="2"/>
          <w:wBefore w:w="2143" w:type="dxa"/>
          <w:wAfter w:w="2948" w:type="dxa"/>
        </w:trPr>
        <w:tc>
          <w:tcPr>
            <w:tcW w:w="1449" w:type="dxa"/>
          </w:tcPr>
          <w:p w:rsidR="00173F0F" w:rsidRDefault="00173F0F" w:rsidP="003832C3">
            <w:pPr>
              <w:pStyle w:val="TableBody"/>
              <w:rPr>
                <w:snapToGrid w:val="0"/>
              </w:rPr>
            </w:pPr>
            <w:r>
              <w:rPr>
                <w:snapToGrid w:val="0"/>
              </w:rPr>
              <w:t>$19.95</w:t>
            </w:r>
          </w:p>
        </w:tc>
        <w:tc>
          <w:tcPr>
            <w:tcW w:w="2209" w:type="dxa"/>
          </w:tcPr>
          <w:p w:rsidR="00173F0F" w:rsidRDefault="00173F0F" w:rsidP="0075667E">
            <w:pPr>
              <w:pStyle w:val="TableBody"/>
              <w:rPr>
                <w:snapToGrid w:val="0"/>
              </w:rPr>
            </w:pPr>
            <w:r>
              <w:rPr>
                <w:snapToGrid w:val="0"/>
              </w:rPr>
              <w:t xml:space="preserve">$20 </w:t>
            </w:r>
            <w:r w:rsidR="0075667E">
              <w:rPr>
                <w:snapToGrid w:val="0"/>
              </w:rPr>
              <w:t>b</w:t>
            </w:r>
            <w:r>
              <w:rPr>
                <w:snapToGrid w:val="0"/>
              </w:rPr>
              <w:t>ill</w:t>
            </w:r>
          </w:p>
        </w:tc>
      </w:tr>
      <w:tr w:rsidR="00173F0F" w:rsidTr="0075667E">
        <w:tc>
          <w:tcPr>
            <w:tcW w:w="1986" w:type="dxa"/>
          </w:tcPr>
          <w:p w:rsidR="00173F0F" w:rsidRPr="003832C3" w:rsidRDefault="00173F0F" w:rsidP="003A2421">
            <w:pPr>
              <w:pStyle w:val="Body"/>
              <w:spacing w:before="300"/>
              <w:rPr>
                <w:b/>
              </w:rPr>
            </w:pPr>
            <w:r w:rsidRPr="003832C3">
              <w:rPr>
                <w:b/>
              </w:rPr>
              <w:t>Test Case 3 – Expected Results</w:t>
            </w:r>
          </w:p>
        </w:tc>
        <w:tc>
          <w:tcPr>
            <w:tcW w:w="6763" w:type="dxa"/>
            <w:gridSpan w:val="5"/>
          </w:tcPr>
          <w:p w:rsidR="00173F0F" w:rsidRDefault="00173F0F" w:rsidP="003A2421">
            <w:pPr>
              <w:pStyle w:val="Body"/>
              <w:spacing w:before="300"/>
            </w:pPr>
            <w:r>
              <w:t xml:space="preserve">For </w:t>
            </w:r>
            <w:r w:rsidR="0075667E">
              <w:t xml:space="preserve">Test Case </w:t>
            </w:r>
            <w:r>
              <w:t>3, your program should produce the results below in any similar format.</w:t>
            </w:r>
          </w:p>
        </w:tc>
      </w:tr>
      <w:tr w:rsidR="00173F0F" w:rsidTr="0075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2"/>
          <w:gridAfter w:val="1"/>
          <w:wBefore w:w="2143" w:type="dxa"/>
          <w:wAfter w:w="2010" w:type="dxa"/>
        </w:trPr>
        <w:tc>
          <w:tcPr>
            <w:tcW w:w="4596" w:type="dxa"/>
            <w:gridSpan w:val="3"/>
          </w:tcPr>
          <w:p w:rsidR="00173F0F" w:rsidRDefault="00173F0F" w:rsidP="003832C3">
            <w:pPr>
              <w:pStyle w:val="TableBody"/>
              <w:rPr>
                <w:b/>
              </w:rPr>
            </w:pPr>
            <w:r>
              <w:t>Purchase is $9.49 Tendered is $10.00  Change is $0.51</w:t>
            </w:r>
          </w:p>
          <w:p w:rsidR="00173F0F" w:rsidRDefault="00173F0F" w:rsidP="003832C3">
            <w:pPr>
              <w:pStyle w:val="TableBody"/>
              <w:rPr>
                <w:snapToGrid w:val="0"/>
              </w:rPr>
            </w:pPr>
            <w:r>
              <w:rPr>
                <w:snapToGrid w:val="0"/>
              </w:rPr>
              <w:t xml:space="preserve">   2 quarters</w:t>
            </w:r>
          </w:p>
          <w:p w:rsidR="00173F0F" w:rsidRDefault="00173F0F" w:rsidP="003832C3">
            <w:pPr>
              <w:pStyle w:val="TableBody"/>
              <w:rPr>
                <w:b/>
                <w:snapToGrid w:val="0"/>
              </w:rPr>
            </w:pPr>
            <w:r>
              <w:rPr>
                <w:snapToGrid w:val="0"/>
              </w:rPr>
              <w:t xml:space="preserve">   1 penny</w:t>
            </w:r>
          </w:p>
        </w:tc>
      </w:tr>
      <w:tr w:rsidR="00173F0F" w:rsidTr="0075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2"/>
          <w:gridAfter w:val="1"/>
          <w:wBefore w:w="2143" w:type="dxa"/>
          <w:wAfter w:w="2010" w:type="dxa"/>
        </w:trPr>
        <w:tc>
          <w:tcPr>
            <w:tcW w:w="4596" w:type="dxa"/>
            <w:gridSpan w:val="3"/>
          </w:tcPr>
          <w:p w:rsidR="00173F0F" w:rsidRDefault="00173F0F" w:rsidP="003832C3">
            <w:pPr>
              <w:pStyle w:val="TableBody"/>
              <w:rPr>
                <w:snapToGrid w:val="0"/>
              </w:rPr>
            </w:pPr>
            <w:r>
              <w:rPr>
                <w:snapToGrid w:val="0"/>
              </w:rPr>
              <w:t>Purchase is $63.31 Tendered is $100.00  Change is $36.69</w:t>
            </w:r>
          </w:p>
          <w:p w:rsidR="00173F0F" w:rsidRDefault="00173F0F" w:rsidP="003832C3">
            <w:pPr>
              <w:pStyle w:val="TableBody"/>
              <w:rPr>
                <w:snapToGrid w:val="0"/>
              </w:rPr>
            </w:pPr>
            <w:r>
              <w:rPr>
                <w:snapToGrid w:val="0"/>
              </w:rPr>
              <w:t xml:space="preserve">   2 $10 bills</w:t>
            </w:r>
          </w:p>
          <w:p w:rsidR="00173F0F" w:rsidRDefault="00173F0F" w:rsidP="003832C3">
            <w:pPr>
              <w:pStyle w:val="TableBody"/>
              <w:rPr>
                <w:snapToGrid w:val="0"/>
              </w:rPr>
            </w:pPr>
            <w:r>
              <w:rPr>
                <w:snapToGrid w:val="0"/>
              </w:rPr>
              <w:t xml:space="preserve">   2 $5 bills</w:t>
            </w:r>
          </w:p>
          <w:p w:rsidR="00173F0F" w:rsidRDefault="00173F0F" w:rsidP="003832C3">
            <w:pPr>
              <w:pStyle w:val="TableBody"/>
              <w:rPr>
                <w:snapToGrid w:val="0"/>
              </w:rPr>
            </w:pPr>
            <w:r>
              <w:rPr>
                <w:snapToGrid w:val="0"/>
              </w:rPr>
              <w:t xml:space="preserve">   6 $1 bills</w:t>
            </w:r>
          </w:p>
          <w:p w:rsidR="00173F0F" w:rsidRDefault="00173F0F" w:rsidP="003832C3">
            <w:pPr>
              <w:pStyle w:val="TableBody"/>
              <w:rPr>
                <w:snapToGrid w:val="0"/>
              </w:rPr>
            </w:pPr>
            <w:r>
              <w:rPr>
                <w:snapToGrid w:val="0"/>
              </w:rPr>
              <w:t xml:space="preserve">   6 dimes</w:t>
            </w:r>
          </w:p>
          <w:p w:rsidR="00173F0F" w:rsidRDefault="00173F0F" w:rsidP="003832C3">
            <w:pPr>
              <w:pStyle w:val="TableBody"/>
              <w:rPr>
                <w:b/>
                <w:snapToGrid w:val="0"/>
              </w:rPr>
            </w:pPr>
            <w:r>
              <w:rPr>
                <w:snapToGrid w:val="0"/>
              </w:rPr>
              <w:t xml:space="preserve">   9 pennies</w:t>
            </w:r>
          </w:p>
        </w:tc>
      </w:tr>
      <w:tr w:rsidR="00173F0F" w:rsidTr="0075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2"/>
          <w:gridAfter w:val="1"/>
          <w:wBefore w:w="2143" w:type="dxa"/>
          <w:wAfter w:w="2010" w:type="dxa"/>
        </w:trPr>
        <w:tc>
          <w:tcPr>
            <w:tcW w:w="4596" w:type="dxa"/>
            <w:gridSpan w:val="3"/>
          </w:tcPr>
          <w:p w:rsidR="00173F0F" w:rsidRDefault="00173F0F" w:rsidP="003832C3">
            <w:pPr>
              <w:pStyle w:val="TableBody"/>
              <w:rPr>
                <w:b/>
                <w:snapToGrid w:val="0"/>
              </w:rPr>
            </w:pPr>
            <w:r>
              <w:rPr>
                <w:snapToGrid w:val="0"/>
              </w:rPr>
              <w:t>Purchase is $0.36 Tendered is $0.36  Change is $0.00</w:t>
            </w:r>
          </w:p>
        </w:tc>
      </w:tr>
      <w:tr w:rsidR="00173F0F" w:rsidTr="0075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2"/>
          <w:gridAfter w:val="1"/>
          <w:wBefore w:w="2143" w:type="dxa"/>
          <w:wAfter w:w="2010" w:type="dxa"/>
        </w:trPr>
        <w:tc>
          <w:tcPr>
            <w:tcW w:w="4596" w:type="dxa"/>
            <w:gridSpan w:val="3"/>
          </w:tcPr>
          <w:p w:rsidR="00173F0F" w:rsidRDefault="00173F0F" w:rsidP="003832C3">
            <w:pPr>
              <w:pStyle w:val="TableBody"/>
              <w:rPr>
                <w:snapToGrid w:val="0"/>
              </w:rPr>
            </w:pPr>
            <w:r>
              <w:rPr>
                <w:snapToGrid w:val="0"/>
              </w:rPr>
              <w:t>Purchase is $19.95 Tendered is $20.00  Change is $0.05</w:t>
            </w:r>
          </w:p>
          <w:p w:rsidR="00173F0F" w:rsidRDefault="00173F0F" w:rsidP="003832C3">
            <w:pPr>
              <w:pStyle w:val="TableBody"/>
              <w:rPr>
                <w:snapToGrid w:val="0"/>
              </w:rPr>
            </w:pPr>
            <w:r>
              <w:rPr>
                <w:snapToGrid w:val="0"/>
              </w:rPr>
              <w:t xml:space="preserve">   1 nickel</w:t>
            </w:r>
          </w:p>
        </w:tc>
      </w:tr>
      <w:tr w:rsidR="00173F0F" w:rsidTr="0075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2"/>
          <w:gridAfter w:val="1"/>
          <w:wBefore w:w="2143" w:type="dxa"/>
          <w:wAfter w:w="2010" w:type="dxa"/>
        </w:trPr>
        <w:tc>
          <w:tcPr>
            <w:tcW w:w="4596" w:type="dxa"/>
            <w:gridSpan w:val="3"/>
          </w:tcPr>
          <w:p w:rsidR="00173F0F" w:rsidRDefault="00173F0F" w:rsidP="003832C3">
            <w:pPr>
              <w:pStyle w:val="TableBody"/>
              <w:rPr>
                <w:snapToGrid w:val="0"/>
              </w:rPr>
            </w:pPr>
            <w:r>
              <w:rPr>
                <w:snapToGrid w:val="0"/>
              </w:rPr>
              <w:t>Money Supply</w:t>
            </w:r>
          </w:p>
          <w:p w:rsidR="00173F0F" w:rsidRDefault="00173F0F" w:rsidP="003832C3">
            <w:pPr>
              <w:pStyle w:val="TableBody"/>
              <w:rPr>
                <w:snapToGrid w:val="0"/>
              </w:rPr>
            </w:pPr>
            <w:r>
              <w:rPr>
                <w:snapToGrid w:val="0"/>
              </w:rPr>
              <w:t xml:space="preserve">   2 $50 bills</w:t>
            </w:r>
          </w:p>
          <w:p w:rsidR="00173F0F" w:rsidRDefault="00173F0F" w:rsidP="003832C3">
            <w:pPr>
              <w:pStyle w:val="TableBody"/>
              <w:rPr>
                <w:snapToGrid w:val="0"/>
              </w:rPr>
            </w:pPr>
            <w:r>
              <w:rPr>
                <w:snapToGrid w:val="0"/>
              </w:rPr>
              <w:t xml:space="preserve">   1 $20 bill</w:t>
            </w:r>
          </w:p>
          <w:p w:rsidR="00173F0F" w:rsidRDefault="00173F0F" w:rsidP="003832C3">
            <w:pPr>
              <w:pStyle w:val="TableBody"/>
              <w:rPr>
                <w:snapToGrid w:val="0"/>
              </w:rPr>
            </w:pPr>
            <w:r>
              <w:rPr>
                <w:snapToGrid w:val="0"/>
              </w:rPr>
              <w:t xml:space="preserve">   1 quarter</w:t>
            </w:r>
          </w:p>
          <w:p w:rsidR="00173F0F" w:rsidRDefault="00173F0F" w:rsidP="003832C3">
            <w:pPr>
              <w:pStyle w:val="TableBody"/>
              <w:rPr>
                <w:snapToGrid w:val="0"/>
              </w:rPr>
            </w:pPr>
            <w:r>
              <w:rPr>
                <w:snapToGrid w:val="0"/>
              </w:rPr>
              <w:t xml:space="preserve">   1 nickel</w:t>
            </w:r>
          </w:p>
          <w:p w:rsidR="00173F0F" w:rsidRDefault="00173F0F" w:rsidP="003832C3">
            <w:pPr>
              <w:pStyle w:val="TableBody"/>
              <w:rPr>
                <w:snapToGrid w:val="0"/>
              </w:rPr>
            </w:pPr>
            <w:r>
              <w:rPr>
                <w:snapToGrid w:val="0"/>
              </w:rPr>
              <w:t xml:space="preserve">   1 penny</w:t>
            </w:r>
          </w:p>
        </w:tc>
      </w:tr>
    </w:tbl>
    <w:p w:rsidR="00FD5441" w:rsidRDefault="00FD5441" w:rsidP="00FD5441">
      <w:pPr>
        <w:pStyle w:val="Maptitle"/>
      </w:pPr>
    </w:p>
    <w:p w:rsidR="00FD5441" w:rsidRDefault="00FD5441">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F5022F">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8"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9"/>
      <w:footerReference w:type="even" r:id="rId10"/>
      <w:footerReference w:type="default" r:id="rId11"/>
      <w:headerReference w:type="first" r:id="rId12"/>
      <w:footerReference w:type="first" r:id="rId13"/>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3A2421">
      <w:rPr>
        <w:rStyle w:val="PageNumber"/>
        <w:rFonts w:cs="Arial"/>
        <w:noProof/>
      </w:rPr>
      <w:t>5</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1"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6"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7"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0"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1"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2"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2"/>
  </w:num>
  <w:num w:numId="3">
    <w:abstractNumId w:val="26"/>
  </w:num>
  <w:num w:numId="4">
    <w:abstractNumId w:val="18"/>
  </w:num>
  <w:num w:numId="5">
    <w:abstractNumId w:val="25"/>
  </w:num>
  <w:num w:numId="6">
    <w:abstractNumId w:val="15"/>
  </w:num>
  <w:num w:numId="7">
    <w:abstractNumId w:val="29"/>
  </w:num>
  <w:num w:numId="8">
    <w:abstractNumId w:val="18"/>
    <w:lvlOverride w:ilvl="0">
      <w:startOverride w:val="1"/>
    </w:lvlOverride>
  </w:num>
  <w:num w:numId="9">
    <w:abstractNumId w:val="18"/>
    <w:lvlOverride w:ilvl="0">
      <w:startOverride w:val="1"/>
    </w:lvlOverride>
  </w:num>
  <w:num w:numId="10">
    <w:abstractNumId w:val="31"/>
    <w:lvlOverride w:ilvl="0">
      <w:startOverride w:val="1"/>
    </w:lvlOverride>
  </w:num>
  <w:num w:numId="11">
    <w:abstractNumId w:val="11"/>
  </w:num>
  <w:num w:numId="12">
    <w:abstractNumId w:val="22"/>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29"/>
    <w:lvlOverride w:ilvl="0">
      <w:startOverride w:val="1"/>
    </w:lvlOverride>
  </w:num>
  <w:num w:numId="26">
    <w:abstractNumId w:val="14"/>
  </w:num>
  <w:num w:numId="27">
    <w:abstractNumId w:val="18"/>
    <w:lvlOverride w:ilvl="0">
      <w:startOverride w:val="1"/>
    </w:lvlOverride>
  </w:num>
  <w:num w:numId="28">
    <w:abstractNumId w:val="31"/>
  </w:num>
  <w:num w:numId="29">
    <w:abstractNumId w:val="24"/>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0"/>
  </w:num>
  <w:num w:numId="36">
    <w:abstractNumId w:val="18"/>
    <w:lvlOverride w:ilvl="0">
      <w:startOverride w:val="1"/>
    </w:lvlOverride>
  </w:num>
  <w:num w:numId="37">
    <w:abstractNumId w:val="28"/>
  </w:num>
  <w:num w:numId="38">
    <w:abstractNumId w:val="0"/>
  </w:num>
  <w:num w:numId="39">
    <w:abstractNumId w:val="27"/>
  </w:num>
  <w:num w:numId="40">
    <w:abstractNumId w:val="1"/>
  </w:num>
  <w:num w:numId="41">
    <w:abstractNumId w:val="19"/>
  </w:num>
  <w:num w:numId="42">
    <w:abstractNumId w:val="30"/>
  </w:num>
  <w:num w:numId="43">
    <w:abstractNumId w:val="21"/>
  </w:num>
  <w:num w:numId="44">
    <w:abstractNumId w:val="17"/>
  </w:num>
  <w:num w:numId="45">
    <w:abstractNumId w:val="13"/>
  </w:num>
  <w:num w:numId="46">
    <w:abstractNumId w:val="16"/>
  </w:num>
  <w:num w:numId="47">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3F0F"/>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832C3"/>
    <w:rsid w:val="0039230E"/>
    <w:rsid w:val="003950BB"/>
    <w:rsid w:val="0039624F"/>
    <w:rsid w:val="003A2421"/>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5667E"/>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5DF"/>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22F"/>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40F3428"/>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customStyle="1" w:styleId="Blocklabel">
    <w:name w:val="Block label"/>
    <w:basedOn w:val="Normal"/>
    <w:next w:val="BlockText1"/>
    <w:rsid w:val="00173F0F"/>
    <w:pPr>
      <w:spacing w:before="0" w:after="0" w:line="240" w:lineRule="auto"/>
      <w:ind w:right="8280"/>
    </w:pPr>
    <w:rPr>
      <w:rFonts w:ascii="Times" w:hAnsi="Times"/>
      <w:b/>
      <w:sz w:val="24"/>
    </w:rPr>
  </w:style>
  <w:style w:type="paragraph" w:customStyle="1" w:styleId="Continuedonnextpage">
    <w:name w:val="Continued on next page"/>
    <w:basedOn w:val="Blockline"/>
    <w:next w:val="Maptitle"/>
    <w:rsid w:val="00173F0F"/>
    <w:pPr>
      <w:pBdr>
        <w:top w:val="single" w:sz="6" w:space="4" w:color="auto"/>
      </w:pBdr>
      <w:tabs>
        <w:tab w:val="left" w:pos="180"/>
      </w:tabs>
      <w:spacing w:line="260" w:lineRule="atLeast"/>
      <w:ind w:left="2070"/>
      <w:jc w:val="right"/>
    </w:pPr>
    <w:rPr>
      <w:i/>
      <w:sz w:val="18"/>
    </w:rPr>
  </w:style>
  <w:style w:type="paragraph" w:styleId="PlainText">
    <w:name w:val="Plain Text"/>
    <w:basedOn w:val="Normal"/>
    <w:link w:val="PlainTextChar"/>
    <w:semiHidden/>
    <w:rsid w:val="00173F0F"/>
    <w:pPr>
      <w:spacing w:before="0" w:after="0" w:line="240" w:lineRule="auto"/>
    </w:pPr>
    <w:rPr>
      <w:rFonts w:ascii="Courier New" w:hAnsi="Courier New"/>
      <w:sz w:val="20"/>
    </w:rPr>
  </w:style>
  <w:style w:type="character" w:customStyle="1" w:styleId="PlainTextChar">
    <w:name w:val="Plain Text Char"/>
    <w:basedOn w:val="DefaultParagraphFont"/>
    <w:link w:val="PlainText"/>
    <w:semiHidden/>
    <w:rsid w:val="00173F0F"/>
    <w:rPr>
      <w:rFonts w:ascii="Courier New" w:hAnsi="Courier New"/>
    </w:rPr>
  </w:style>
  <w:style w:type="paragraph" w:styleId="BodyText">
    <w:name w:val="Body Text"/>
    <w:basedOn w:val="Normal"/>
    <w:link w:val="BodyTextChar"/>
    <w:semiHidden/>
    <w:rsid w:val="00173F0F"/>
    <w:pPr>
      <w:spacing w:before="0" w:after="0" w:line="240" w:lineRule="auto"/>
    </w:pPr>
    <w:rPr>
      <w:snapToGrid w:val="0"/>
      <w:sz w:val="24"/>
    </w:rPr>
  </w:style>
  <w:style w:type="character" w:customStyle="1" w:styleId="BodyTextChar">
    <w:name w:val="Body Text Char"/>
    <w:basedOn w:val="DefaultParagraphFont"/>
    <w:link w:val="BodyText"/>
    <w:semiHidden/>
    <w:rsid w:val="00173F0F"/>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81073-7EC1-43AE-943F-D8F9DC371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white-paper-3.dotx</Template>
  <TotalTime>17</TotalTime>
  <Pages>5</Pages>
  <Words>744</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6</cp:revision>
  <cp:lastPrinted>2015-04-23T18:42:00Z</cp:lastPrinted>
  <dcterms:created xsi:type="dcterms:W3CDTF">2018-11-21T22:22:00Z</dcterms:created>
  <dcterms:modified xsi:type="dcterms:W3CDTF">2020-03-12T15:38:00Z</dcterms:modified>
</cp:coreProperties>
</file>