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EC1" w:rsidRPr="008F0BE1" w:rsidRDefault="00880F1A" w:rsidP="00201E73">
      <w:pPr>
        <w:pStyle w:val="Title"/>
      </w:pPr>
      <w:r>
        <w:t xml:space="preserve">Test-Driven Development Exercise: </w:t>
      </w:r>
      <w:r w:rsidR="00745DAA">
        <w:t>Bowling Score Keeper</w:t>
      </w:r>
    </w:p>
    <w:p w:rsidR="00A40053" w:rsidRPr="008F0BE1" w:rsidRDefault="003B7B8E" w:rsidP="003B7B8E">
      <w:pPr>
        <w:pStyle w:val="Author"/>
      </w:pPr>
      <w:r>
        <w:t>Personal Software Process for Engineers</w:t>
      </w:r>
    </w:p>
    <w:p w:rsidR="00FD5441" w:rsidRDefault="003B2E45" w:rsidP="00E2291E">
      <w:pPr>
        <w:pStyle w:val="Heading1"/>
      </w:pPr>
      <w:r>
        <w:t xml:space="preserve"> </w:t>
      </w:r>
    </w:p>
    <w:p w:rsidR="00880F1A" w:rsidRPr="00687E1D" w:rsidRDefault="00880F1A" w:rsidP="00687E1D">
      <w:pPr>
        <w:pStyle w:val="Body"/>
        <w:spacing w:before="0"/>
      </w:pPr>
      <w:r w:rsidRPr="00687E1D">
        <w:t xml:space="preserve">The objective is to develop an application that can calculate the score of a single bowling game using </w:t>
      </w:r>
      <w:r w:rsidR="00687E1D">
        <w:t>test-driven development (</w:t>
      </w:r>
      <w:r w:rsidRPr="00687E1D">
        <w:t>TDD</w:t>
      </w:r>
      <w:r w:rsidR="00687E1D">
        <w:t>)</w:t>
      </w:r>
      <w:r w:rsidRPr="00687E1D">
        <w:t>. There is no graphical user interface. You work only with objects and JUnit test cases in this assignment. You won’t need a main method.</w:t>
      </w:r>
    </w:p>
    <w:p w:rsidR="00880F1A" w:rsidRPr="00687E1D" w:rsidRDefault="00880F1A" w:rsidP="00687E1D">
      <w:pPr>
        <w:pStyle w:val="Body"/>
      </w:pPr>
      <w:r w:rsidRPr="00687E1D">
        <w:t>The application’s requirements are divided into a set of user stories, which serve</w:t>
      </w:r>
      <w:r w:rsidR="00687E1D">
        <w:t>s</w:t>
      </w:r>
      <w:r w:rsidRPr="00687E1D">
        <w:t xml:space="preserve"> as your to-do list. You should be able to incrementally develop a complete solution without an upfront comprehension of all the game’s rules. Don’t read ahead, and handle the requirements one at a time in the order provided. Solve the problem using TDD, starting with the first story’s requirement.</w:t>
      </w:r>
    </w:p>
    <w:p w:rsidR="00745DAA" w:rsidRPr="00687E1D" w:rsidRDefault="00880F1A" w:rsidP="00687E1D">
      <w:pPr>
        <w:pStyle w:val="Body"/>
      </w:pPr>
      <w:r w:rsidRPr="00687E1D">
        <w:t xml:space="preserve">Remember to always lead with a test case, taking hints from the examples provided. </w:t>
      </w:r>
      <w:r w:rsidR="00687E1D">
        <w:t>M</w:t>
      </w:r>
      <w:r w:rsidRPr="00687E1D">
        <w:t>ove on to the next one</w:t>
      </w:r>
      <w:r w:rsidR="00687E1D">
        <w:t xml:space="preserve"> only when a story is done</w:t>
      </w:r>
      <w:r w:rsidRPr="00687E1D">
        <w:t xml:space="preserve">. A story is done when you are confident </w:t>
      </w:r>
      <w:r w:rsidR="00687E1D">
        <w:t xml:space="preserve">that </w:t>
      </w:r>
      <w:r w:rsidRPr="00687E1D">
        <w:t xml:space="preserve">your program correctly implements all the functionality stipulated by the story’s requirement. This implies </w:t>
      </w:r>
      <w:r w:rsidR="00687E1D">
        <w:t xml:space="preserve">that </w:t>
      </w:r>
      <w:r w:rsidRPr="00687E1D">
        <w:t>all of your test cases for that story and all of the test cases for the previous stories pass. You may need to tweak your solution as you progress toward more advanced requirements</w:t>
      </w:r>
      <w:r w:rsidR="00745DAA" w:rsidRPr="00687E1D">
        <w:t>.</w:t>
      </w:r>
    </w:p>
    <w:p w:rsidR="00745DAA" w:rsidRPr="00E2291E" w:rsidRDefault="00745DAA" w:rsidP="00E2291E">
      <w:pPr>
        <w:pStyle w:val="ListNumbered1"/>
        <w:spacing w:before="240"/>
        <w:rPr>
          <w:rFonts w:ascii="Arial" w:hAnsi="Arial" w:cs="Arial"/>
          <w:b/>
        </w:rPr>
      </w:pPr>
      <w:r w:rsidRPr="00E2291E">
        <w:rPr>
          <w:rFonts w:ascii="Arial" w:hAnsi="Arial" w:cs="Arial"/>
          <w:b/>
          <w:w w:val="105"/>
        </w:rPr>
        <w:t>Frame</w:t>
      </w:r>
    </w:p>
    <w:p w:rsidR="009603ED" w:rsidRPr="009603ED" w:rsidRDefault="00745DAA" w:rsidP="009603ED">
      <w:pPr>
        <w:pStyle w:val="ListNumbered1"/>
        <w:numPr>
          <w:ilvl w:val="0"/>
          <w:numId w:val="0"/>
        </w:numPr>
        <w:ind w:left="432"/>
        <w:rPr>
          <w:i/>
          <w:w w:val="105"/>
        </w:rPr>
      </w:pPr>
      <w:r w:rsidRPr="009603ED">
        <w:rPr>
          <w:i/>
          <w:w w:val="105"/>
        </w:rPr>
        <w:t xml:space="preserve">Each turn of a bowling game is called a </w:t>
      </w:r>
      <w:r w:rsidRPr="009603ED">
        <w:rPr>
          <w:b/>
          <w:i/>
          <w:w w:val="105"/>
        </w:rPr>
        <w:t>frame</w:t>
      </w:r>
      <w:r w:rsidRPr="009603ED">
        <w:rPr>
          <w:i/>
          <w:w w:val="105"/>
        </w:rPr>
        <w:t>. 10 pins are arranged in each frame. The player</w:t>
      </w:r>
      <w:r w:rsidR="00E2291E">
        <w:rPr>
          <w:i/>
          <w:w w:val="105"/>
        </w:rPr>
        <w:t>’s goal</w:t>
      </w:r>
      <w:r w:rsidRPr="009603ED">
        <w:rPr>
          <w:i/>
          <w:w w:val="105"/>
        </w:rPr>
        <w:t xml:space="preserve"> is to knock down as many pins as possible in each frame. The player has two chances, or </w:t>
      </w:r>
      <w:r w:rsidRPr="009603ED">
        <w:rPr>
          <w:b/>
          <w:i/>
          <w:w w:val="105"/>
        </w:rPr>
        <w:t>throws</w:t>
      </w:r>
      <w:r w:rsidRPr="009603ED">
        <w:rPr>
          <w:i/>
          <w:w w:val="105"/>
        </w:rPr>
        <w:t xml:space="preserve">, to do so. The value of a throw is the number of pins knocked down in that throw. </w:t>
      </w:r>
    </w:p>
    <w:p w:rsidR="00745DAA" w:rsidRDefault="00745DAA" w:rsidP="009603ED">
      <w:pPr>
        <w:pStyle w:val="ListNumbered1"/>
        <w:numPr>
          <w:ilvl w:val="0"/>
          <w:numId w:val="0"/>
        </w:numPr>
        <w:ind w:left="432"/>
      </w:pPr>
      <w:r>
        <w:rPr>
          <w:b/>
          <w:w w:val="105"/>
        </w:rPr>
        <w:t xml:space="preserve">Requirement: </w:t>
      </w:r>
      <w:r>
        <w:rPr>
          <w:w w:val="105"/>
        </w:rPr>
        <w:t>Define a frame as composed of two throws. The first and second throws should be distinguishable.</w:t>
      </w:r>
    </w:p>
    <w:p w:rsidR="00745DAA" w:rsidRDefault="00745DAA" w:rsidP="009603ED">
      <w:pPr>
        <w:pStyle w:val="ListNumbered1"/>
        <w:numPr>
          <w:ilvl w:val="0"/>
          <w:numId w:val="0"/>
        </w:numPr>
        <w:ind w:left="432"/>
      </w:pPr>
      <w:r>
        <w:rPr>
          <w:b/>
          <w:w w:val="105"/>
        </w:rPr>
        <w:t xml:space="preserve">Example: </w:t>
      </w:r>
      <w:r>
        <w:rPr>
          <w:w w:val="105"/>
        </w:rPr>
        <w:t>[2, 4] is a frame with two throws, in which two pins were knocked down in the first throw and four pins were knocked down in the second</w:t>
      </w:r>
      <w:r w:rsidR="004120AC">
        <w:rPr>
          <w:w w:val="105"/>
        </w:rPr>
        <w:t xml:space="preserve"> throw</w:t>
      </w:r>
      <w:r>
        <w:rPr>
          <w:w w:val="105"/>
        </w:rPr>
        <w:t>.</w:t>
      </w:r>
    </w:p>
    <w:p w:rsidR="00745DAA" w:rsidRPr="00E2291E" w:rsidRDefault="00745DAA" w:rsidP="00E2291E">
      <w:pPr>
        <w:pStyle w:val="ListNumbered1"/>
        <w:spacing w:before="240"/>
        <w:rPr>
          <w:rFonts w:ascii="Arial" w:hAnsi="Arial" w:cs="Arial"/>
          <w:b/>
        </w:rPr>
      </w:pPr>
      <w:r w:rsidRPr="00E2291E">
        <w:rPr>
          <w:rFonts w:ascii="Arial" w:hAnsi="Arial" w:cs="Arial"/>
          <w:b/>
          <w:w w:val="105"/>
        </w:rPr>
        <w:t>Frame Score</w:t>
      </w:r>
    </w:p>
    <w:p w:rsidR="00745DAA" w:rsidRPr="009603ED" w:rsidRDefault="00745DAA" w:rsidP="009603ED">
      <w:pPr>
        <w:pStyle w:val="ListNumbered1"/>
        <w:numPr>
          <w:ilvl w:val="0"/>
          <w:numId w:val="0"/>
        </w:numPr>
        <w:ind w:left="432"/>
        <w:rPr>
          <w:i/>
        </w:rPr>
      </w:pPr>
      <w:r w:rsidRPr="009603ED">
        <w:rPr>
          <w:i/>
          <w:w w:val="105"/>
        </w:rPr>
        <w:t xml:space="preserve">An ordinary frame’s score is the sum scores from each </w:t>
      </w:r>
      <w:r w:rsidR="00E2291E">
        <w:rPr>
          <w:i/>
          <w:w w:val="105"/>
        </w:rPr>
        <w:t xml:space="preserve">of </w:t>
      </w:r>
      <w:r w:rsidRPr="009603ED">
        <w:rPr>
          <w:i/>
          <w:w w:val="105"/>
        </w:rPr>
        <w:t>its throws.</w:t>
      </w:r>
    </w:p>
    <w:p w:rsidR="00745DAA" w:rsidRDefault="00745DAA" w:rsidP="009603ED">
      <w:pPr>
        <w:pStyle w:val="ListNumbered1"/>
        <w:numPr>
          <w:ilvl w:val="0"/>
          <w:numId w:val="0"/>
        </w:numPr>
        <w:ind w:left="432"/>
      </w:pPr>
      <w:r>
        <w:rPr>
          <w:b/>
          <w:w w:val="105"/>
        </w:rPr>
        <w:t xml:space="preserve">Requirement: </w:t>
      </w:r>
      <w:r>
        <w:rPr>
          <w:w w:val="105"/>
        </w:rPr>
        <w:t>Compute the score of an ordinary frame.</w:t>
      </w:r>
    </w:p>
    <w:p w:rsidR="00745DAA" w:rsidRDefault="00745DAA" w:rsidP="009603ED">
      <w:pPr>
        <w:pStyle w:val="ListNumbered1"/>
        <w:numPr>
          <w:ilvl w:val="0"/>
          <w:numId w:val="0"/>
        </w:numPr>
        <w:ind w:left="432"/>
      </w:pPr>
      <w:r>
        <w:rPr>
          <w:b/>
          <w:w w:val="105"/>
        </w:rPr>
        <w:t xml:space="preserve">Examples: </w:t>
      </w:r>
      <w:r>
        <w:rPr>
          <w:w w:val="105"/>
        </w:rPr>
        <w:t>The score of the frame [2, 6] is 8. The score of the frame [0, 9] is 9.</w:t>
      </w:r>
    </w:p>
    <w:p w:rsidR="00745DAA" w:rsidRPr="00E2291E" w:rsidRDefault="00745DAA" w:rsidP="00E2291E">
      <w:pPr>
        <w:pStyle w:val="ListNumbered1"/>
        <w:spacing w:before="240"/>
        <w:rPr>
          <w:rFonts w:ascii="Arial" w:hAnsi="Arial" w:cs="Arial"/>
          <w:b/>
        </w:rPr>
      </w:pPr>
      <w:r w:rsidRPr="00E2291E">
        <w:rPr>
          <w:rFonts w:ascii="Arial" w:hAnsi="Arial" w:cs="Arial"/>
          <w:b/>
          <w:w w:val="105"/>
        </w:rPr>
        <w:t>Game</w:t>
      </w:r>
    </w:p>
    <w:p w:rsidR="00745DAA" w:rsidRPr="009603ED" w:rsidRDefault="00745DAA" w:rsidP="009603ED">
      <w:pPr>
        <w:pStyle w:val="ListNumbered1"/>
        <w:numPr>
          <w:ilvl w:val="0"/>
          <w:numId w:val="0"/>
        </w:numPr>
        <w:ind w:left="432"/>
        <w:rPr>
          <w:i/>
        </w:rPr>
      </w:pPr>
      <w:r w:rsidRPr="009603ED">
        <w:rPr>
          <w:i/>
          <w:w w:val="105"/>
        </w:rPr>
        <w:t>A single game consists of 10 frames.</w:t>
      </w:r>
    </w:p>
    <w:p w:rsidR="00745DAA" w:rsidRDefault="00745DAA" w:rsidP="009603ED">
      <w:pPr>
        <w:pStyle w:val="ListNumbered1"/>
        <w:numPr>
          <w:ilvl w:val="0"/>
          <w:numId w:val="0"/>
        </w:numPr>
        <w:ind w:left="432"/>
      </w:pPr>
      <w:r>
        <w:rPr>
          <w:b/>
          <w:w w:val="105"/>
        </w:rPr>
        <w:t xml:space="preserve">Requirement: </w:t>
      </w:r>
      <w:r>
        <w:rPr>
          <w:w w:val="105"/>
        </w:rPr>
        <w:t>Define a game, which consists of 10 frames.</w:t>
      </w:r>
    </w:p>
    <w:p w:rsidR="00745DAA" w:rsidRDefault="00745DAA" w:rsidP="009603ED">
      <w:pPr>
        <w:pStyle w:val="ListNumbered1"/>
        <w:numPr>
          <w:ilvl w:val="0"/>
          <w:numId w:val="0"/>
        </w:numPr>
        <w:ind w:left="432"/>
      </w:pPr>
      <w:r>
        <w:rPr>
          <w:b/>
          <w:w w:val="105"/>
        </w:rPr>
        <w:lastRenderedPageBreak/>
        <w:t xml:space="preserve">Example: </w:t>
      </w:r>
      <w:r>
        <w:rPr>
          <w:w w:val="105"/>
        </w:rPr>
        <w:t xml:space="preserve">The sequence of frames [1, 5] [3, 6] [7, 2] [3, 6] [4, 4] [5, 3] [3, 3] [4, 5] [8, 1] [2, 6] represents a game. </w:t>
      </w:r>
    </w:p>
    <w:p w:rsidR="00745DAA" w:rsidRPr="00E2291E" w:rsidRDefault="00745DAA" w:rsidP="00E2291E">
      <w:pPr>
        <w:pStyle w:val="ListNumbered1"/>
        <w:spacing w:before="240"/>
        <w:rPr>
          <w:rFonts w:ascii="Arial" w:hAnsi="Arial" w:cs="Arial"/>
          <w:b/>
        </w:rPr>
      </w:pPr>
      <w:r w:rsidRPr="00E2291E">
        <w:rPr>
          <w:rFonts w:ascii="Arial" w:hAnsi="Arial" w:cs="Arial"/>
          <w:b/>
          <w:w w:val="105"/>
        </w:rPr>
        <w:t>Game Score</w:t>
      </w:r>
    </w:p>
    <w:p w:rsidR="00745DAA" w:rsidRPr="009603ED" w:rsidRDefault="00745DAA" w:rsidP="009603ED">
      <w:pPr>
        <w:pStyle w:val="ListNumbered1"/>
        <w:numPr>
          <w:ilvl w:val="0"/>
          <w:numId w:val="0"/>
        </w:numPr>
        <w:ind w:left="432"/>
        <w:rPr>
          <w:i/>
        </w:rPr>
      </w:pPr>
      <w:r w:rsidRPr="009603ED">
        <w:rPr>
          <w:i/>
          <w:w w:val="105"/>
        </w:rPr>
        <w:t>The score of a bowling game is the sum of the individual scores of its frames.</w:t>
      </w:r>
    </w:p>
    <w:p w:rsidR="00745DAA" w:rsidRDefault="00745DAA" w:rsidP="009603ED">
      <w:pPr>
        <w:pStyle w:val="ListNumbered1"/>
        <w:numPr>
          <w:ilvl w:val="0"/>
          <w:numId w:val="0"/>
        </w:numPr>
        <w:ind w:left="432"/>
      </w:pPr>
      <w:r>
        <w:rPr>
          <w:b/>
          <w:w w:val="105"/>
        </w:rPr>
        <w:t xml:space="preserve">Requirement: </w:t>
      </w:r>
      <w:r>
        <w:rPr>
          <w:w w:val="105"/>
        </w:rPr>
        <w:t>Compute the score of a game.</w:t>
      </w:r>
    </w:p>
    <w:p w:rsidR="00745DAA" w:rsidRDefault="00745DAA" w:rsidP="009603ED">
      <w:pPr>
        <w:pStyle w:val="ListNumbered1"/>
        <w:numPr>
          <w:ilvl w:val="0"/>
          <w:numId w:val="0"/>
        </w:numPr>
        <w:ind w:left="432"/>
      </w:pPr>
      <w:r>
        <w:rPr>
          <w:b/>
          <w:w w:val="105"/>
        </w:rPr>
        <w:t xml:space="preserve">Example: </w:t>
      </w:r>
      <w:r>
        <w:rPr>
          <w:w w:val="105"/>
        </w:rPr>
        <w:t>The score of the game [1, 5] [3, 6] [7, 2] [3, 6] [4, 4] [5, 3] [3, 3] [4, 5] [8, 1] [2, 6] is 81.</w:t>
      </w:r>
    </w:p>
    <w:p w:rsidR="00745DAA" w:rsidRPr="00E2291E" w:rsidRDefault="00745DAA" w:rsidP="00E2291E">
      <w:pPr>
        <w:pStyle w:val="ListNumbered1"/>
        <w:spacing w:before="240"/>
        <w:rPr>
          <w:rFonts w:ascii="Arial" w:hAnsi="Arial" w:cs="Arial"/>
          <w:b/>
        </w:rPr>
      </w:pPr>
      <w:r w:rsidRPr="00E2291E">
        <w:rPr>
          <w:rFonts w:ascii="Arial" w:hAnsi="Arial" w:cs="Arial"/>
          <w:b/>
          <w:w w:val="105"/>
        </w:rPr>
        <w:t>Strike</w:t>
      </w:r>
    </w:p>
    <w:p w:rsidR="00745DAA" w:rsidRPr="009603ED" w:rsidRDefault="00745DAA" w:rsidP="009603ED">
      <w:pPr>
        <w:pStyle w:val="ListNumbered1"/>
        <w:numPr>
          <w:ilvl w:val="0"/>
          <w:numId w:val="0"/>
        </w:numPr>
        <w:ind w:left="432"/>
        <w:rPr>
          <w:i/>
        </w:rPr>
      </w:pPr>
      <w:r w:rsidRPr="009603ED">
        <w:rPr>
          <w:i/>
          <w:w w:val="105"/>
        </w:rPr>
        <w:t xml:space="preserve">A frame is called a </w:t>
      </w:r>
      <w:r w:rsidRPr="009603ED">
        <w:rPr>
          <w:b/>
          <w:i/>
          <w:w w:val="105"/>
        </w:rPr>
        <w:t xml:space="preserve">strike </w:t>
      </w:r>
      <w:r w:rsidRPr="009603ED">
        <w:rPr>
          <w:i/>
          <w:w w:val="105"/>
        </w:rPr>
        <w:t>if all 10 pins are knocked down in the first throw. In this case, there is no second throw. A strike frame can be written as [10, 0]. The score of a strike equals 10 plus the sum of the next two throws of the subsequent frame.</w:t>
      </w:r>
    </w:p>
    <w:p w:rsidR="00745DAA" w:rsidRDefault="00745DAA" w:rsidP="009603ED">
      <w:pPr>
        <w:pStyle w:val="ListNumbered1"/>
        <w:numPr>
          <w:ilvl w:val="0"/>
          <w:numId w:val="0"/>
        </w:numPr>
        <w:ind w:left="432"/>
      </w:pPr>
      <w:r>
        <w:rPr>
          <w:b/>
          <w:w w:val="105"/>
        </w:rPr>
        <w:t xml:space="preserve">Requirement: </w:t>
      </w:r>
      <w:r>
        <w:rPr>
          <w:w w:val="105"/>
        </w:rPr>
        <w:t>Recognize a strike frame. Compute the score of a strike. Compute the score of a game containing a strike.</w:t>
      </w:r>
    </w:p>
    <w:p w:rsidR="00745DAA" w:rsidRDefault="00745DAA" w:rsidP="009603ED">
      <w:pPr>
        <w:pStyle w:val="ListNumbered1"/>
        <w:numPr>
          <w:ilvl w:val="0"/>
          <w:numId w:val="0"/>
        </w:numPr>
        <w:ind w:left="432"/>
      </w:pPr>
      <w:r>
        <w:rPr>
          <w:b/>
          <w:w w:val="105"/>
        </w:rPr>
        <w:t xml:space="preserve">Examples: </w:t>
      </w:r>
      <w:r>
        <w:rPr>
          <w:w w:val="105"/>
        </w:rPr>
        <w:t>Suppose [10, 0] and [3, 6] are consecutive frames. Then the first frame is a strike</w:t>
      </w:r>
      <w:r w:rsidR="004120AC">
        <w:rPr>
          <w:w w:val="105"/>
        </w:rPr>
        <w:t>,</w:t>
      </w:r>
      <w:r>
        <w:rPr>
          <w:w w:val="105"/>
        </w:rPr>
        <w:t xml:space="preserve"> and its score equals 10 + 3 + 6 = 19. The game [10, 0] [3, 6] [7, 2] [3, 6] [4, 4] [5, 3] [3, 3] [4, 5] [8, 1] [2, 6]</w:t>
      </w:r>
      <w:r w:rsidR="009603ED">
        <w:t xml:space="preserve"> </w:t>
      </w:r>
      <w:r>
        <w:rPr>
          <w:w w:val="105"/>
        </w:rPr>
        <w:t>has a score of 94.</w:t>
      </w:r>
    </w:p>
    <w:p w:rsidR="00745DAA" w:rsidRPr="00E2291E" w:rsidRDefault="00745DAA" w:rsidP="00E2291E">
      <w:pPr>
        <w:pStyle w:val="ListNumbered1"/>
        <w:spacing w:before="240"/>
        <w:rPr>
          <w:rFonts w:ascii="Arial" w:hAnsi="Arial" w:cs="Arial"/>
          <w:b/>
        </w:rPr>
      </w:pPr>
      <w:r w:rsidRPr="00E2291E">
        <w:rPr>
          <w:rFonts w:ascii="Arial" w:hAnsi="Arial" w:cs="Arial"/>
          <w:b/>
          <w:w w:val="105"/>
        </w:rPr>
        <w:t>Spare</w:t>
      </w:r>
    </w:p>
    <w:p w:rsidR="00745DAA" w:rsidRPr="009603ED" w:rsidRDefault="00745DAA" w:rsidP="009603ED">
      <w:pPr>
        <w:pStyle w:val="ListNumbered1"/>
        <w:numPr>
          <w:ilvl w:val="0"/>
          <w:numId w:val="0"/>
        </w:numPr>
        <w:ind w:left="432"/>
        <w:rPr>
          <w:i/>
        </w:rPr>
      </w:pPr>
      <w:r w:rsidRPr="009603ED">
        <w:rPr>
          <w:i/>
          <w:w w:val="105"/>
        </w:rPr>
        <w:t xml:space="preserve">A frame is called a </w:t>
      </w:r>
      <w:r w:rsidRPr="009603ED">
        <w:rPr>
          <w:b/>
          <w:i/>
          <w:w w:val="105"/>
        </w:rPr>
        <w:t xml:space="preserve">spare </w:t>
      </w:r>
      <w:r w:rsidRPr="009603ED">
        <w:rPr>
          <w:i/>
          <w:w w:val="105"/>
        </w:rPr>
        <w:t>when all 10 pins are knocked down in two throws. The score of a spare frame is 10 plus the value of the first throw from the subsequent frame.</w:t>
      </w:r>
    </w:p>
    <w:p w:rsidR="00745DAA" w:rsidRDefault="00745DAA" w:rsidP="009603ED">
      <w:pPr>
        <w:pStyle w:val="ListNumbered1"/>
        <w:numPr>
          <w:ilvl w:val="0"/>
          <w:numId w:val="0"/>
        </w:numPr>
        <w:ind w:left="432"/>
      </w:pPr>
      <w:r>
        <w:rPr>
          <w:b/>
          <w:w w:val="105"/>
        </w:rPr>
        <w:t xml:space="preserve">Requirement: </w:t>
      </w:r>
      <w:r>
        <w:rPr>
          <w:w w:val="105"/>
        </w:rPr>
        <w:t>Recognize a spare frame. Compute the score of a spare. Compute the score of a game containing a spare frame.</w:t>
      </w:r>
    </w:p>
    <w:p w:rsidR="00745DAA" w:rsidRDefault="00745DAA" w:rsidP="009603ED">
      <w:pPr>
        <w:pStyle w:val="ListNumbered1"/>
        <w:numPr>
          <w:ilvl w:val="0"/>
          <w:numId w:val="0"/>
        </w:numPr>
        <w:ind w:left="432"/>
      </w:pPr>
      <w:r>
        <w:rPr>
          <w:b/>
          <w:w w:val="105"/>
        </w:rPr>
        <w:t xml:space="preserve">Examples: </w:t>
      </w:r>
      <w:r>
        <w:rPr>
          <w:w w:val="105"/>
        </w:rPr>
        <w:t xml:space="preserve">[1, 9], [4, 6], </w:t>
      </w:r>
      <w:r w:rsidR="008D6287">
        <w:rPr>
          <w:w w:val="105"/>
        </w:rPr>
        <w:t xml:space="preserve">and </w:t>
      </w:r>
      <w:r>
        <w:rPr>
          <w:w w:val="105"/>
        </w:rPr>
        <w:t>[7, 3] are all spares. If you have two frames [1, 9] and [3, 6] in a row, the</w:t>
      </w:r>
      <w:r w:rsidR="009603ED">
        <w:t xml:space="preserve"> </w:t>
      </w:r>
      <w:r>
        <w:rPr>
          <w:w w:val="105"/>
        </w:rPr>
        <w:t>spare frame’s score is 10 + 3 = 13. The game [1, 9] [3, 6] [7, 2] [3, 6] [4, 4] [5, 3] [3, 3] [4, 5] [8, 1]</w:t>
      </w:r>
      <w:r w:rsidR="009603ED">
        <w:t xml:space="preserve"> </w:t>
      </w:r>
      <w:r>
        <w:rPr>
          <w:w w:val="105"/>
        </w:rPr>
        <w:t>[2, 6] has a score of 88.</w:t>
      </w:r>
    </w:p>
    <w:p w:rsidR="00745DAA" w:rsidRPr="00E2291E" w:rsidRDefault="00745DAA" w:rsidP="00E2291E">
      <w:pPr>
        <w:pStyle w:val="ListNumbered1"/>
        <w:spacing w:before="240"/>
        <w:rPr>
          <w:rFonts w:ascii="Arial" w:hAnsi="Arial" w:cs="Arial"/>
          <w:b/>
        </w:rPr>
      </w:pPr>
      <w:r w:rsidRPr="00E2291E">
        <w:rPr>
          <w:rFonts w:ascii="Arial" w:hAnsi="Arial" w:cs="Arial"/>
          <w:b/>
          <w:w w:val="105"/>
        </w:rPr>
        <w:t>Strike and</w:t>
      </w:r>
      <w:r w:rsidRPr="00E2291E">
        <w:rPr>
          <w:rFonts w:ascii="Arial" w:hAnsi="Arial" w:cs="Arial"/>
          <w:b/>
          <w:spacing w:val="1"/>
          <w:w w:val="105"/>
        </w:rPr>
        <w:t xml:space="preserve"> </w:t>
      </w:r>
      <w:r w:rsidRPr="00E2291E">
        <w:rPr>
          <w:rFonts w:ascii="Arial" w:hAnsi="Arial" w:cs="Arial"/>
          <w:b/>
          <w:w w:val="105"/>
        </w:rPr>
        <w:t>Spare</w:t>
      </w:r>
    </w:p>
    <w:p w:rsidR="009603ED" w:rsidRDefault="00745DAA" w:rsidP="009603ED">
      <w:pPr>
        <w:pStyle w:val="ListNumbered1"/>
        <w:numPr>
          <w:ilvl w:val="0"/>
          <w:numId w:val="0"/>
        </w:numPr>
        <w:ind w:left="432"/>
        <w:rPr>
          <w:i/>
          <w:w w:val="105"/>
        </w:rPr>
      </w:pPr>
      <w:r>
        <w:rPr>
          <w:i/>
          <w:w w:val="105"/>
        </w:rPr>
        <w:t>A strike can be followed by a spare. The strike’s score is not affected when this happens.</w:t>
      </w:r>
    </w:p>
    <w:p w:rsidR="00745DAA" w:rsidRDefault="009603ED" w:rsidP="009603ED">
      <w:pPr>
        <w:pStyle w:val="ListNumbered1"/>
        <w:numPr>
          <w:ilvl w:val="0"/>
          <w:numId w:val="0"/>
        </w:numPr>
        <w:ind w:left="432"/>
      </w:pPr>
      <w:r>
        <w:rPr>
          <w:b/>
          <w:w w:val="105"/>
        </w:rPr>
        <w:t>R</w:t>
      </w:r>
      <w:r w:rsidR="00745DAA">
        <w:rPr>
          <w:b/>
          <w:w w:val="105"/>
        </w:rPr>
        <w:t xml:space="preserve">equirement: </w:t>
      </w:r>
      <w:r w:rsidR="00745DAA">
        <w:rPr>
          <w:w w:val="105"/>
        </w:rPr>
        <w:t>Compute the score of a strike when it’s followed by a spare. Compute the score of a game with a spare following a strike.</w:t>
      </w:r>
    </w:p>
    <w:p w:rsidR="00745DAA" w:rsidRDefault="00745DAA" w:rsidP="009603ED">
      <w:pPr>
        <w:pStyle w:val="ListNumbered1"/>
        <w:numPr>
          <w:ilvl w:val="0"/>
          <w:numId w:val="0"/>
        </w:numPr>
        <w:ind w:left="432"/>
      </w:pPr>
      <w:r>
        <w:rPr>
          <w:b/>
          <w:w w:val="105"/>
        </w:rPr>
        <w:t xml:space="preserve">Examples: </w:t>
      </w:r>
      <w:r>
        <w:rPr>
          <w:w w:val="105"/>
        </w:rPr>
        <w:t>In the sequence [10, 0] [4, 6] [7, 2], a strike is followed by a spare. In this case, the score of the strike is 10 + 4 + 6 = 20, and the score of the spare is 4 + 6 + 7 = 17. The game [10, 0] [4, 6]</w:t>
      </w:r>
      <w:r w:rsidR="009603ED">
        <w:t xml:space="preserve"> </w:t>
      </w:r>
      <w:r>
        <w:rPr>
          <w:w w:val="105"/>
        </w:rPr>
        <w:t>[7, 2] [3, 6] [4, 4] [5, 3] [3, 3] [4, 5] [8, 1] [2, 6] has a score of 103.</w:t>
      </w:r>
    </w:p>
    <w:p w:rsidR="00745DAA" w:rsidRPr="00E2291E" w:rsidRDefault="00745DAA" w:rsidP="00E2291E">
      <w:pPr>
        <w:pStyle w:val="ListNumbered1"/>
        <w:spacing w:before="240"/>
        <w:rPr>
          <w:rFonts w:ascii="Arial" w:hAnsi="Arial" w:cs="Arial"/>
          <w:b/>
        </w:rPr>
      </w:pPr>
      <w:r w:rsidRPr="00E2291E">
        <w:rPr>
          <w:rFonts w:ascii="Arial" w:hAnsi="Arial" w:cs="Arial"/>
          <w:b/>
          <w:w w:val="105"/>
        </w:rPr>
        <w:t>Multiple Strikes</w:t>
      </w:r>
    </w:p>
    <w:p w:rsidR="00745DAA" w:rsidRPr="009603ED" w:rsidRDefault="00745DAA" w:rsidP="009603ED">
      <w:pPr>
        <w:pStyle w:val="ListNumbered1"/>
        <w:numPr>
          <w:ilvl w:val="0"/>
          <w:numId w:val="0"/>
        </w:numPr>
        <w:ind w:left="432"/>
        <w:rPr>
          <w:i/>
        </w:rPr>
      </w:pPr>
      <w:r w:rsidRPr="009603ED">
        <w:rPr>
          <w:i/>
          <w:w w:val="105"/>
        </w:rPr>
        <w:t>Two or more strikes in a row are possible. When this happens, the first strike’s score requires the values of throws from two subsequent frames.</w:t>
      </w:r>
    </w:p>
    <w:p w:rsidR="00745DAA" w:rsidRDefault="00745DAA" w:rsidP="009603ED">
      <w:pPr>
        <w:pStyle w:val="ListNumbered1"/>
        <w:numPr>
          <w:ilvl w:val="0"/>
          <w:numId w:val="0"/>
        </w:numPr>
        <w:ind w:left="432"/>
      </w:pPr>
      <w:r>
        <w:rPr>
          <w:b/>
          <w:w w:val="105"/>
        </w:rPr>
        <w:t xml:space="preserve">Requirement: </w:t>
      </w:r>
      <w:r>
        <w:rPr>
          <w:w w:val="105"/>
        </w:rPr>
        <w:t>Compute the score of a strike that is followed by another strike. Compute the score of a game with two strikes in a row.</w:t>
      </w:r>
    </w:p>
    <w:p w:rsidR="00745DAA" w:rsidRDefault="00745DAA" w:rsidP="009603ED">
      <w:pPr>
        <w:pStyle w:val="ListNumbered1"/>
        <w:numPr>
          <w:ilvl w:val="0"/>
          <w:numId w:val="0"/>
        </w:numPr>
        <w:ind w:left="432"/>
      </w:pPr>
      <w:r>
        <w:rPr>
          <w:b/>
          <w:w w:val="105"/>
        </w:rPr>
        <w:lastRenderedPageBreak/>
        <w:t xml:space="preserve">Examples: </w:t>
      </w:r>
      <w:r>
        <w:rPr>
          <w:w w:val="105"/>
        </w:rPr>
        <w:t>In the sequence [10, 0] [10, 0] [7, 2], the score of the first strike is 10 + 10 + 7 = 27. The</w:t>
      </w:r>
      <w:r w:rsidR="009603ED">
        <w:t xml:space="preserve"> </w:t>
      </w:r>
      <w:r>
        <w:rPr>
          <w:w w:val="105"/>
        </w:rPr>
        <w:t>score of the second strike is 10 + 7 + 2 = 19. The game [10, 0] [10, 0] [7, 2] [3, 6] [4, 4] [5, 3] [3, 3]</w:t>
      </w:r>
      <w:r w:rsidR="009603ED">
        <w:t xml:space="preserve"> </w:t>
      </w:r>
      <w:r>
        <w:rPr>
          <w:w w:val="105"/>
        </w:rPr>
        <w:t>[4, 5] [8, 1] [2, 6] has a score of 112.</w:t>
      </w:r>
    </w:p>
    <w:p w:rsidR="00745DAA" w:rsidRPr="00E2291E" w:rsidRDefault="00745DAA" w:rsidP="00E2291E">
      <w:pPr>
        <w:pStyle w:val="ListNumbered1"/>
        <w:spacing w:before="240"/>
        <w:rPr>
          <w:rFonts w:ascii="Arial" w:hAnsi="Arial" w:cs="Arial"/>
          <w:b/>
        </w:rPr>
      </w:pPr>
      <w:r w:rsidRPr="00E2291E">
        <w:rPr>
          <w:rFonts w:ascii="Arial" w:hAnsi="Arial" w:cs="Arial"/>
          <w:b/>
          <w:w w:val="105"/>
        </w:rPr>
        <w:t>Multiple Spares</w:t>
      </w:r>
    </w:p>
    <w:p w:rsidR="00745DAA" w:rsidRPr="009603ED" w:rsidRDefault="00745DAA" w:rsidP="009603ED">
      <w:pPr>
        <w:pStyle w:val="ListNumbered1"/>
        <w:numPr>
          <w:ilvl w:val="0"/>
          <w:numId w:val="0"/>
        </w:numPr>
        <w:ind w:left="432"/>
        <w:rPr>
          <w:i/>
        </w:rPr>
      </w:pPr>
      <w:r w:rsidRPr="009603ED">
        <w:rPr>
          <w:i/>
          <w:w w:val="105"/>
        </w:rPr>
        <w:t>Two spares in a row are possible. The first spare’s score is not affected when this happens.</w:t>
      </w:r>
    </w:p>
    <w:p w:rsidR="00745DAA" w:rsidRDefault="00745DAA" w:rsidP="009603ED">
      <w:pPr>
        <w:pStyle w:val="ListNumbered1"/>
        <w:numPr>
          <w:ilvl w:val="0"/>
          <w:numId w:val="0"/>
        </w:numPr>
        <w:ind w:left="432"/>
      </w:pPr>
      <w:r>
        <w:rPr>
          <w:b/>
          <w:w w:val="105"/>
        </w:rPr>
        <w:t xml:space="preserve">Requirement: </w:t>
      </w:r>
      <w:r>
        <w:rPr>
          <w:w w:val="105"/>
        </w:rPr>
        <w:t>Compute the score of a game with two spares in a row.</w:t>
      </w:r>
    </w:p>
    <w:p w:rsidR="00745DAA" w:rsidRDefault="00745DAA" w:rsidP="009603ED">
      <w:pPr>
        <w:pStyle w:val="ListNumbered1"/>
        <w:numPr>
          <w:ilvl w:val="0"/>
          <w:numId w:val="0"/>
        </w:numPr>
        <w:ind w:left="432"/>
      </w:pPr>
      <w:r>
        <w:rPr>
          <w:b/>
          <w:w w:val="105"/>
        </w:rPr>
        <w:t xml:space="preserve">Example: </w:t>
      </w:r>
      <w:r>
        <w:rPr>
          <w:w w:val="105"/>
        </w:rPr>
        <w:t>The game [8, 2] [5, 5] [7, 2] [3, 6] [4, 4] [5, 3] [3, 3] [4, 5] [8, 1] [2, 6] has a score of 98.</w:t>
      </w:r>
    </w:p>
    <w:p w:rsidR="00745DAA" w:rsidRPr="00E2291E" w:rsidRDefault="00745DAA" w:rsidP="00E2291E">
      <w:pPr>
        <w:pStyle w:val="ListNumbered1"/>
        <w:keepNext/>
        <w:spacing w:before="240"/>
        <w:rPr>
          <w:rFonts w:ascii="Arial" w:hAnsi="Arial" w:cs="Arial"/>
          <w:b/>
        </w:rPr>
      </w:pPr>
      <w:r w:rsidRPr="00E2291E">
        <w:rPr>
          <w:rFonts w:ascii="Arial" w:hAnsi="Arial" w:cs="Arial"/>
          <w:b/>
          <w:w w:val="105"/>
        </w:rPr>
        <w:t>Spare as the Last</w:t>
      </w:r>
      <w:r w:rsidRPr="00E2291E">
        <w:rPr>
          <w:rFonts w:ascii="Arial" w:hAnsi="Arial" w:cs="Arial"/>
          <w:b/>
          <w:spacing w:val="2"/>
          <w:w w:val="105"/>
        </w:rPr>
        <w:t xml:space="preserve"> </w:t>
      </w:r>
      <w:r w:rsidRPr="00E2291E">
        <w:rPr>
          <w:rFonts w:ascii="Arial" w:hAnsi="Arial" w:cs="Arial"/>
          <w:b/>
          <w:w w:val="105"/>
        </w:rPr>
        <w:t>Frame</w:t>
      </w:r>
    </w:p>
    <w:p w:rsidR="009603ED" w:rsidRPr="009603ED" w:rsidRDefault="00745DAA" w:rsidP="009603ED">
      <w:pPr>
        <w:pStyle w:val="ListNumbered1"/>
        <w:numPr>
          <w:ilvl w:val="0"/>
          <w:numId w:val="0"/>
        </w:numPr>
        <w:ind w:left="432"/>
        <w:rPr>
          <w:i/>
          <w:w w:val="105"/>
        </w:rPr>
      </w:pPr>
      <w:r w:rsidRPr="009603ED">
        <w:rPr>
          <w:i/>
          <w:w w:val="105"/>
        </w:rPr>
        <w:t xml:space="preserve">When a game’s last frame is a spare, the player will be given a bonus throw. However, this bonus throw does not belong to a regular frame. It is only used to calculate the score of the last spare. </w:t>
      </w:r>
    </w:p>
    <w:p w:rsidR="00745DAA" w:rsidRDefault="00745DAA" w:rsidP="009603ED">
      <w:pPr>
        <w:pStyle w:val="ListNumbered1"/>
        <w:numPr>
          <w:ilvl w:val="0"/>
          <w:numId w:val="0"/>
        </w:numPr>
        <w:ind w:left="432"/>
      </w:pPr>
      <w:r>
        <w:rPr>
          <w:b/>
          <w:w w:val="105"/>
        </w:rPr>
        <w:t xml:space="preserve">Requirement: </w:t>
      </w:r>
      <w:r>
        <w:rPr>
          <w:w w:val="105"/>
        </w:rPr>
        <w:t>Compute the score of a spare when it’s the last frame of a game. Compute the score of a game when its last frame is a spare.</w:t>
      </w:r>
    </w:p>
    <w:p w:rsidR="00745DAA" w:rsidRDefault="00745DAA" w:rsidP="009603ED">
      <w:pPr>
        <w:pStyle w:val="ListNumbered1"/>
        <w:numPr>
          <w:ilvl w:val="0"/>
          <w:numId w:val="0"/>
        </w:numPr>
        <w:ind w:left="432"/>
      </w:pPr>
      <w:r>
        <w:rPr>
          <w:b/>
          <w:w w:val="105"/>
        </w:rPr>
        <w:t xml:space="preserve">Example: </w:t>
      </w:r>
      <w:r>
        <w:rPr>
          <w:w w:val="105"/>
        </w:rPr>
        <w:t>The last frame in the game [1, 5] [3, 6] [7, 2] [3, 6] [4, 4] [5, 3] [3, 3] [4, 5] [8, 1] [2, 8] is a</w:t>
      </w:r>
      <w:r>
        <w:rPr>
          <w:spacing w:val="-2"/>
          <w:w w:val="105"/>
        </w:rPr>
        <w:t xml:space="preserve"> </w:t>
      </w:r>
      <w:r>
        <w:rPr>
          <w:w w:val="105"/>
        </w:rPr>
        <w:t>spare.</w:t>
      </w:r>
      <w:r>
        <w:rPr>
          <w:spacing w:val="-3"/>
          <w:w w:val="105"/>
        </w:rPr>
        <w:t xml:space="preserve"> </w:t>
      </w:r>
      <w:r>
        <w:rPr>
          <w:w w:val="105"/>
        </w:rPr>
        <w:t>If</w:t>
      </w:r>
      <w:r>
        <w:rPr>
          <w:spacing w:val="-3"/>
          <w:w w:val="105"/>
        </w:rPr>
        <w:t xml:space="preserve"> </w:t>
      </w:r>
      <w:r>
        <w:rPr>
          <w:w w:val="105"/>
        </w:rPr>
        <w:t>the</w:t>
      </w:r>
      <w:r>
        <w:rPr>
          <w:spacing w:val="-2"/>
          <w:w w:val="105"/>
        </w:rPr>
        <w:t xml:space="preserve"> </w:t>
      </w:r>
      <w:r>
        <w:rPr>
          <w:w w:val="105"/>
        </w:rPr>
        <w:t>bonus</w:t>
      </w:r>
      <w:r>
        <w:rPr>
          <w:spacing w:val="-2"/>
          <w:w w:val="105"/>
        </w:rPr>
        <w:t xml:space="preserve"> </w:t>
      </w:r>
      <w:r>
        <w:rPr>
          <w:w w:val="105"/>
        </w:rPr>
        <w:t>throw</w:t>
      </w:r>
      <w:r>
        <w:rPr>
          <w:spacing w:val="-1"/>
          <w:w w:val="105"/>
        </w:rPr>
        <w:t xml:space="preserve"> </w:t>
      </w:r>
      <w:r>
        <w:rPr>
          <w:w w:val="105"/>
        </w:rPr>
        <w:t>is</w:t>
      </w:r>
      <w:r>
        <w:rPr>
          <w:spacing w:val="-2"/>
          <w:w w:val="105"/>
        </w:rPr>
        <w:t xml:space="preserve"> </w:t>
      </w:r>
      <w:r>
        <w:rPr>
          <w:w w:val="105"/>
        </w:rPr>
        <w:t>[7],</w:t>
      </w:r>
      <w:r>
        <w:rPr>
          <w:spacing w:val="-3"/>
          <w:w w:val="105"/>
        </w:rPr>
        <w:t xml:space="preserve"> </w:t>
      </w:r>
      <w:r>
        <w:rPr>
          <w:w w:val="105"/>
        </w:rPr>
        <w:t>the</w:t>
      </w:r>
      <w:r>
        <w:rPr>
          <w:spacing w:val="-2"/>
          <w:w w:val="105"/>
        </w:rPr>
        <w:t xml:space="preserve"> </w:t>
      </w:r>
      <w:r>
        <w:rPr>
          <w:w w:val="105"/>
        </w:rPr>
        <w:t>last</w:t>
      </w:r>
      <w:r>
        <w:rPr>
          <w:spacing w:val="-3"/>
          <w:w w:val="105"/>
        </w:rPr>
        <w:t xml:space="preserve"> </w:t>
      </w:r>
      <w:r>
        <w:rPr>
          <w:w w:val="105"/>
        </w:rPr>
        <w:t>frame</w:t>
      </w:r>
      <w:r>
        <w:rPr>
          <w:spacing w:val="-2"/>
          <w:w w:val="105"/>
        </w:rPr>
        <w:t xml:space="preserve"> </w:t>
      </w:r>
      <w:r>
        <w:rPr>
          <w:w w:val="105"/>
        </w:rPr>
        <w:t>has</w:t>
      </w:r>
      <w:r>
        <w:rPr>
          <w:spacing w:val="-2"/>
          <w:w w:val="105"/>
        </w:rPr>
        <w:t xml:space="preserve"> </w:t>
      </w:r>
      <w:r>
        <w:rPr>
          <w:w w:val="105"/>
        </w:rPr>
        <w:t>a</w:t>
      </w:r>
      <w:r>
        <w:rPr>
          <w:spacing w:val="-2"/>
          <w:w w:val="105"/>
        </w:rPr>
        <w:t xml:space="preserve"> </w:t>
      </w:r>
      <w:r>
        <w:rPr>
          <w:w w:val="105"/>
        </w:rPr>
        <w:t>score</w:t>
      </w:r>
      <w:r>
        <w:rPr>
          <w:spacing w:val="-2"/>
          <w:w w:val="105"/>
        </w:rPr>
        <w:t xml:space="preserve"> </w:t>
      </w:r>
      <w:r>
        <w:rPr>
          <w:w w:val="105"/>
        </w:rPr>
        <w:t>of</w:t>
      </w:r>
      <w:r>
        <w:rPr>
          <w:spacing w:val="-3"/>
          <w:w w:val="105"/>
        </w:rPr>
        <w:t xml:space="preserve"> </w:t>
      </w:r>
      <w:r>
        <w:rPr>
          <w:w w:val="105"/>
        </w:rPr>
        <w:t>2</w:t>
      </w:r>
      <w:r>
        <w:rPr>
          <w:spacing w:val="-2"/>
          <w:w w:val="105"/>
        </w:rPr>
        <w:t xml:space="preserve"> </w:t>
      </w:r>
      <w:r>
        <w:rPr>
          <w:w w:val="105"/>
        </w:rPr>
        <w:t>+</w:t>
      </w:r>
      <w:r>
        <w:rPr>
          <w:spacing w:val="-2"/>
          <w:w w:val="105"/>
        </w:rPr>
        <w:t xml:space="preserve"> </w:t>
      </w:r>
      <w:r>
        <w:rPr>
          <w:w w:val="105"/>
        </w:rPr>
        <w:t>8</w:t>
      </w:r>
      <w:r>
        <w:rPr>
          <w:spacing w:val="-2"/>
          <w:w w:val="105"/>
        </w:rPr>
        <w:t xml:space="preserve"> </w:t>
      </w:r>
      <w:r>
        <w:rPr>
          <w:w w:val="105"/>
        </w:rPr>
        <w:t>+</w:t>
      </w:r>
      <w:r>
        <w:rPr>
          <w:spacing w:val="-2"/>
          <w:w w:val="105"/>
        </w:rPr>
        <w:t xml:space="preserve"> </w:t>
      </w:r>
      <w:r>
        <w:rPr>
          <w:w w:val="105"/>
        </w:rPr>
        <w:t>7</w:t>
      </w:r>
      <w:r>
        <w:rPr>
          <w:spacing w:val="-2"/>
          <w:w w:val="105"/>
        </w:rPr>
        <w:t xml:space="preserve"> </w:t>
      </w:r>
      <w:r>
        <w:rPr>
          <w:w w:val="105"/>
        </w:rPr>
        <w:t>=</w:t>
      </w:r>
      <w:r>
        <w:rPr>
          <w:spacing w:val="-2"/>
          <w:w w:val="105"/>
        </w:rPr>
        <w:t xml:space="preserve"> </w:t>
      </w:r>
      <w:r>
        <w:rPr>
          <w:w w:val="105"/>
        </w:rPr>
        <w:t>17.</w:t>
      </w:r>
      <w:r>
        <w:rPr>
          <w:spacing w:val="-5"/>
          <w:w w:val="105"/>
        </w:rPr>
        <w:t xml:space="preserve"> </w:t>
      </w:r>
      <w:r>
        <w:rPr>
          <w:w w:val="105"/>
        </w:rPr>
        <w:t>The</w:t>
      </w:r>
      <w:r>
        <w:rPr>
          <w:spacing w:val="-2"/>
          <w:w w:val="105"/>
        </w:rPr>
        <w:t xml:space="preserve"> </w:t>
      </w:r>
      <w:r>
        <w:rPr>
          <w:w w:val="105"/>
        </w:rPr>
        <w:t>game</w:t>
      </w:r>
      <w:r>
        <w:rPr>
          <w:spacing w:val="-2"/>
          <w:w w:val="105"/>
        </w:rPr>
        <w:t xml:space="preserve"> </w:t>
      </w:r>
      <w:r>
        <w:rPr>
          <w:w w:val="105"/>
        </w:rPr>
        <w:t>has</w:t>
      </w:r>
      <w:r>
        <w:rPr>
          <w:spacing w:val="-3"/>
          <w:w w:val="105"/>
        </w:rPr>
        <w:t xml:space="preserve"> </w:t>
      </w:r>
      <w:r>
        <w:rPr>
          <w:w w:val="105"/>
        </w:rPr>
        <w:t>a</w:t>
      </w:r>
      <w:r>
        <w:rPr>
          <w:spacing w:val="-2"/>
          <w:w w:val="105"/>
        </w:rPr>
        <w:t xml:space="preserve"> </w:t>
      </w:r>
      <w:r>
        <w:rPr>
          <w:w w:val="105"/>
        </w:rPr>
        <w:t>score</w:t>
      </w:r>
      <w:r>
        <w:rPr>
          <w:spacing w:val="-2"/>
          <w:w w:val="105"/>
        </w:rPr>
        <w:t xml:space="preserve"> </w:t>
      </w:r>
      <w:r>
        <w:rPr>
          <w:w w:val="105"/>
        </w:rPr>
        <w:t>of 90.</w:t>
      </w:r>
    </w:p>
    <w:p w:rsidR="00745DAA" w:rsidRPr="00E2291E" w:rsidRDefault="00745DAA" w:rsidP="00E2291E">
      <w:pPr>
        <w:pStyle w:val="ListNumbered1"/>
        <w:spacing w:before="240"/>
        <w:rPr>
          <w:rFonts w:ascii="Arial" w:hAnsi="Arial" w:cs="Arial"/>
          <w:b/>
        </w:rPr>
      </w:pPr>
      <w:r w:rsidRPr="00E2291E">
        <w:rPr>
          <w:rFonts w:ascii="Arial" w:hAnsi="Arial" w:cs="Arial"/>
          <w:b/>
          <w:w w:val="105"/>
        </w:rPr>
        <w:t>Strike as the Last</w:t>
      </w:r>
      <w:r w:rsidRPr="00E2291E">
        <w:rPr>
          <w:rFonts w:ascii="Arial" w:hAnsi="Arial" w:cs="Arial"/>
          <w:b/>
          <w:spacing w:val="2"/>
          <w:w w:val="105"/>
        </w:rPr>
        <w:t xml:space="preserve"> </w:t>
      </w:r>
      <w:r w:rsidRPr="00E2291E">
        <w:rPr>
          <w:rFonts w:ascii="Arial" w:hAnsi="Arial" w:cs="Arial"/>
          <w:b/>
          <w:w w:val="105"/>
        </w:rPr>
        <w:t>Frame</w:t>
      </w:r>
    </w:p>
    <w:p w:rsidR="00745DAA" w:rsidRPr="009603ED" w:rsidRDefault="00745DAA" w:rsidP="009603ED">
      <w:pPr>
        <w:pStyle w:val="ListNumbered1"/>
        <w:numPr>
          <w:ilvl w:val="0"/>
          <w:numId w:val="0"/>
        </w:numPr>
        <w:ind w:left="432"/>
        <w:rPr>
          <w:i/>
        </w:rPr>
      </w:pPr>
      <w:r w:rsidRPr="009603ED">
        <w:rPr>
          <w:i/>
          <w:w w:val="105"/>
        </w:rPr>
        <w:t>When a game’s last frame is a strike, the player will be given two bonus throws. However, these two bonus throws do not belong to a regular frame. They are only used to calculate score of the last strike frame.</w:t>
      </w:r>
    </w:p>
    <w:p w:rsidR="00745DAA" w:rsidRDefault="00745DAA" w:rsidP="009603ED">
      <w:pPr>
        <w:pStyle w:val="ListNumbered1"/>
        <w:numPr>
          <w:ilvl w:val="0"/>
          <w:numId w:val="0"/>
        </w:numPr>
        <w:ind w:left="432"/>
      </w:pPr>
      <w:r>
        <w:rPr>
          <w:b/>
          <w:w w:val="105"/>
        </w:rPr>
        <w:t xml:space="preserve">Requirement: </w:t>
      </w:r>
      <w:r>
        <w:rPr>
          <w:w w:val="105"/>
        </w:rPr>
        <w:t>Compute the score of a spare when it’s the last frame of a game. Compute the score of a game when the last frame is a strike.</w:t>
      </w:r>
    </w:p>
    <w:p w:rsidR="00745DAA" w:rsidRDefault="00745DAA" w:rsidP="009603ED">
      <w:pPr>
        <w:pStyle w:val="ListNumbered1"/>
        <w:numPr>
          <w:ilvl w:val="0"/>
          <w:numId w:val="0"/>
        </w:numPr>
        <w:ind w:left="432"/>
      </w:pPr>
      <w:r>
        <w:rPr>
          <w:b/>
          <w:w w:val="105"/>
        </w:rPr>
        <w:t xml:space="preserve">Example: </w:t>
      </w:r>
      <w:r>
        <w:rPr>
          <w:w w:val="105"/>
        </w:rPr>
        <w:t>The last frame in the game [1, 5] [3, 6] [7, 2] [3, 6] [4, 4] [5, 3] [3, 3] [4, 5] [8, 1] [10, 0] is a strike. If the bonus throws are [7, 2], the last frame’s score is 10 + 7 + 2 = 19. The game’s score is 92.</w:t>
      </w:r>
    </w:p>
    <w:p w:rsidR="00745DAA" w:rsidRPr="00E2291E" w:rsidRDefault="00745DAA" w:rsidP="00E2291E">
      <w:pPr>
        <w:pStyle w:val="ListNumbered1"/>
        <w:spacing w:before="240"/>
        <w:rPr>
          <w:rFonts w:ascii="Arial" w:hAnsi="Arial" w:cs="Arial"/>
          <w:b/>
        </w:rPr>
      </w:pPr>
      <w:r w:rsidRPr="00E2291E">
        <w:rPr>
          <w:rFonts w:ascii="Arial" w:hAnsi="Arial" w:cs="Arial"/>
          <w:b/>
          <w:w w:val="105"/>
        </w:rPr>
        <w:t xml:space="preserve">Bonus </w:t>
      </w:r>
      <w:r w:rsidR="008D6287">
        <w:rPr>
          <w:rFonts w:ascii="Arial" w:hAnsi="Arial" w:cs="Arial"/>
          <w:b/>
          <w:w w:val="105"/>
        </w:rPr>
        <w:t>I</w:t>
      </w:r>
      <w:r w:rsidRPr="00E2291E">
        <w:rPr>
          <w:rFonts w:ascii="Arial" w:hAnsi="Arial" w:cs="Arial"/>
          <w:b/>
          <w:w w:val="105"/>
        </w:rPr>
        <w:t>s a Strike</w:t>
      </w:r>
    </w:p>
    <w:p w:rsidR="00745DAA" w:rsidRPr="009603ED" w:rsidRDefault="00745DAA" w:rsidP="009603ED">
      <w:pPr>
        <w:pStyle w:val="ListNumbered1"/>
        <w:numPr>
          <w:ilvl w:val="0"/>
          <w:numId w:val="0"/>
        </w:numPr>
        <w:ind w:left="432"/>
        <w:rPr>
          <w:i/>
        </w:rPr>
      </w:pPr>
      <w:r w:rsidRPr="009603ED">
        <w:rPr>
          <w:i/>
          <w:w w:val="105"/>
        </w:rPr>
        <w:t>Further bonus throws are not granted when a game’s last frame is a spare and the bonus throw is a strike.</w:t>
      </w:r>
    </w:p>
    <w:p w:rsidR="00745DAA" w:rsidRDefault="00745DAA" w:rsidP="009603ED">
      <w:pPr>
        <w:pStyle w:val="ListNumbered1"/>
        <w:numPr>
          <w:ilvl w:val="0"/>
          <w:numId w:val="0"/>
        </w:numPr>
        <w:ind w:left="432"/>
      </w:pPr>
      <w:r>
        <w:rPr>
          <w:b/>
          <w:w w:val="105"/>
        </w:rPr>
        <w:t xml:space="preserve">Requirement: </w:t>
      </w:r>
      <w:r>
        <w:rPr>
          <w:w w:val="105"/>
        </w:rPr>
        <w:t>Compute the score of a game in which the last frame is a spare and the bonus throw is a strike.</w:t>
      </w:r>
    </w:p>
    <w:p w:rsidR="00745DAA" w:rsidRDefault="00745DAA" w:rsidP="009603ED">
      <w:pPr>
        <w:pStyle w:val="ListNumbered1"/>
        <w:numPr>
          <w:ilvl w:val="0"/>
          <w:numId w:val="0"/>
        </w:numPr>
        <w:ind w:left="432"/>
      </w:pPr>
      <w:r>
        <w:rPr>
          <w:b/>
          <w:w w:val="105"/>
        </w:rPr>
        <w:t xml:space="preserve">Example: </w:t>
      </w:r>
      <w:r>
        <w:rPr>
          <w:w w:val="105"/>
        </w:rPr>
        <w:t>In the game [1, 5] [3, 6] [7, 2] [3, 6] [4, 4] [5, 3] [3, 3] [4, 5] [8, 1] [2, 8], the last frame is a spare. If the bonus throw is [10], the game’s score is 93.</w:t>
      </w:r>
    </w:p>
    <w:p w:rsidR="00745DAA" w:rsidRPr="00E2291E" w:rsidRDefault="00745DAA" w:rsidP="00E2291E">
      <w:pPr>
        <w:pStyle w:val="ListNumbered1"/>
        <w:spacing w:before="240"/>
        <w:rPr>
          <w:rFonts w:ascii="Arial" w:hAnsi="Arial" w:cs="Arial"/>
          <w:b/>
        </w:rPr>
      </w:pPr>
      <w:r w:rsidRPr="00E2291E">
        <w:rPr>
          <w:rFonts w:ascii="Arial" w:hAnsi="Arial" w:cs="Arial"/>
          <w:b/>
          <w:w w:val="105"/>
        </w:rPr>
        <w:t>Best Score</w:t>
      </w:r>
    </w:p>
    <w:p w:rsidR="00745DAA" w:rsidRPr="009603ED" w:rsidRDefault="00745DAA" w:rsidP="009603ED">
      <w:pPr>
        <w:pStyle w:val="ListNumbered1"/>
        <w:numPr>
          <w:ilvl w:val="0"/>
          <w:numId w:val="0"/>
        </w:numPr>
        <w:ind w:left="432"/>
        <w:rPr>
          <w:i/>
        </w:rPr>
      </w:pPr>
      <w:r w:rsidRPr="009603ED">
        <w:rPr>
          <w:i/>
          <w:w w:val="105"/>
        </w:rPr>
        <w:t>A perfect game consists of all strikes (a total of 12 including the bonus throws) and has a score of 300.</w:t>
      </w:r>
    </w:p>
    <w:p w:rsidR="00745DAA" w:rsidRDefault="00745DAA" w:rsidP="009603ED">
      <w:pPr>
        <w:pStyle w:val="ListNumbered1"/>
        <w:numPr>
          <w:ilvl w:val="0"/>
          <w:numId w:val="0"/>
        </w:numPr>
        <w:ind w:left="432"/>
      </w:pPr>
      <w:r>
        <w:rPr>
          <w:b/>
          <w:w w:val="105"/>
        </w:rPr>
        <w:lastRenderedPageBreak/>
        <w:t xml:space="preserve">Requirement: </w:t>
      </w:r>
      <w:r>
        <w:rPr>
          <w:w w:val="105"/>
        </w:rPr>
        <w:t>Check that the score of a perfect game is 300.</w:t>
      </w:r>
    </w:p>
    <w:p w:rsidR="00745DAA" w:rsidRDefault="00745DAA" w:rsidP="009603ED">
      <w:pPr>
        <w:pStyle w:val="ListNumbered1"/>
        <w:numPr>
          <w:ilvl w:val="0"/>
          <w:numId w:val="0"/>
        </w:numPr>
        <w:ind w:left="432"/>
      </w:pPr>
      <w:r>
        <w:rPr>
          <w:b/>
          <w:w w:val="105"/>
        </w:rPr>
        <w:t xml:space="preserve">Example: </w:t>
      </w:r>
      <w:r>
        <w:rPr>
          <w:w w:val="105"/>
        </w:rPr>
        <w:t>A perfect game looks like [10, 0] [10, 0] [10, 0] [10, 0] [10, 0] [10, 0] [10, 0] [10, 0] [10,</w:t>
      </w:r>
      <w:r w:rsidR="009603ED">
        <w:t xml:space="preserve"> </w:t>
      </w:r>
      <w:r>
        <w:rPr>
          <w:w w:val="105"/>
        </w:rPr>
        <w:t>0] [10, 0] with bonus throws [10, 10]. It’s score is 300.</w:t>
      </w:r>
    </w:p>
    <w:p w:rsidR="00745DAA" w:rsidRPr="00E2291E" w:rsidRDefault="00745DAA" w:rsidP="00E2291E">
      <w:pPr>
        <w:pStyle w:val="ListNumbered1"/>
        <w:spacing w:before="240"/>
        <w:rPr>
          <w:rFonts w:ascii="Arial" w:hAnsi="Arial" w:cs="Arial"/>
          <w:b/>
        </w:rPr>
      </w:pPr>
      <w:r w:rsidRPr="00E2291E">
        <w:rPr>
          <w:rFonts w:ascii="Arial" w:hAnsi="Arial" w:cs="Arial"/>
          <w:b/>
          <w:w w:val="105"/>
        </w:rPr>
        <w:t>Real Game</w:t>
      </w:r>
    </w:p>
    <w:p w:rsidR="00880F1A" w:rsidRPr="00880F1A" w:rsidRDefault="00745DAA" w:rsidP="00880F1A">
      <w:pPr>
        <w:pStyle w:val="ListNumbered1"/>
        <w:numPr>
          <w:ilvl w:val="0"/>
          <w:numId w:val="0"/>
        </w:numPr>
        <w:ind w:left="432"/>
        <w:rPr>
          <w:w w:val="105"/>
        </w:rPr>
      </w:pPr>
      <w:r>
        <w:rPr>
          <w:b/>
          <w:w w:val="105"/>
        </w:rPr>
        <w:t xml:space="preserve">Requirement: </w:t>
      </w:r>
      <w:r>
        <w:rPr>
          <w:w w:val="105"/>
        </w:rPr>
        <w:t>Check that the score of the game [6, 3] [7, 1] [8, 2] [7, 2] [10, 0] [6, 2] [7, 3] [10, 0]</w:t>
      </w:r>
      <w:r w:rsidR="009603ED">
        <w:t xml:space="preserve"> </w:t>
      </w:r>
      <w:r>
        <w:rPr>
          <w:w w:val="105"/>
        </w:rPr>
        <w:t>[8, 0] [7, 3] [10] is 135.</w:t>
      </w:r>
    </w:p>
    <w:p w:rsidR="00880F1A" w:rsidRDefault="00880F1A" w:rsidP="00880F1A">
      <w:pPr>
        <w:pStyle w:val="Body"/>
        <w:spacing w:before="240"/>
      </w:pPr>
      <w:r>
        <w:t>Congratulations, you are done!</w:t>
      </w:r>
    </w:p>
    <w:p w:rsidR="00880F1A" w:rsidRDefault="00880F1A" w:rsidP="009603ED">
      <w:pPr>
        <w:pStyle w:val="ListNumbered1"/>
        <w:numPr>
          <w:ilvl w:val="0"/>
          <w:numId w:val="0"/>
        </w:numPr>
        <w:ind w:left="432"/>
      </w:pPr>
    </w:p>
    <w:p w:rsidR="00FD5441" w:rsidRDefault="00FD5441" w:rsidP="00FD5441">
      <w:pPr>
        <w:pStyle w:val="Maptitle"/>
      </w:pPr>
    </w:p>
    <w:p w:rsidR="00FD5441" w:rsidRDefault="00FD5441">
      <w:pPr>
        <w:spacing w:before="0" w:after="0" w:line="240" w:lineRule="auto"/>
        <w:rPr>
          <w:rFonts w:ascii="Arial" w:hAnsi="Arial"/>
          <w:b/>
          <w:color w:val="000000"/>
          <w:kern w:val="22"/>
          <w:sz w:val="28"/>
        </w:rPr>
      </w:pPr>
      <w:r>
        <w:br w:type="page"/>
      </w:r>
    </w:p>
    <w:p w:rsidR="005D795A" w:rsidRPr="008F0BE1" w:rsidRDefault="003B7B8E" w:rsidP="00C66677">
      <w:pPr>
        <w:pStyle w:val="ContactUs-Heading"/>
        <w:keepLines/>
      </w:pPr>
      <w:r>
        <w:lastRenderedPageBreak/>
        <w:t>Document Markings</w:t>
      </w:r>
    </w:p>
    <w:p w:rsidR="003B7B8E" w:rsidRPr="003B7B8E" w:rsidRDefault="003B7B8E" w:rsidP="003B7B8E">
      <w:pPr>
        <w:pStyle w:val="DistributionStatement"/>
        <w:rPr>
          <w:rFonts w:cs="Arial"/>
          <w:snapToGrid w:val="0"/>
        </w:rPr>
      </w:pPr>
      <w:r w:rsidRPr="003B7B8E">
        <w:rPr>
          <w:rFonts w:cs="Arial"/>
          <w:snapToGrid w:val="0"/>
        </w:rPr>
        <w:t>Copyright 20</w:t>
      </w:r>
      <w:r w:rsidR="007E5653">
        <w:rPr>
          <w:rFonts w:cs="Arial"/>
          <w:snapToGrid w:val="0"/>
        </w:rPr>
        <w:t>20</w:t>
      </w:r>
      <w:bookmarkStart w:id="0" w:name="_GoBack"/>
      <w:bookmarkEnd w:id="0"/>
      <w:r w:rsidRPr="003B7B8E">
        <w:rPr>
          <w:rFonts w:cs="Arial"/>
          <w:snapToGrid w:val="0"/>
        </w:rPr>
        <w:t xml:space="preserve"> Carnegie Mellon University.  All rights reserved.</w:t>
      </w:r>
      <w:r w:rsidRPr="003B7B8E">
        <w:rPr>
          <w:rFonts w:cs="Arial"/>
          <w:snapToGrid w:val="0"/>
        </w:rPr>
        <w:br/>
      </w:r>
      <w:r w:rsidRPr="003B7B8E">
        <w:rPr>
          <w:rFonts w:cs="Arial"/>
          <w:snapToGrid w:val="0"/>
        </w:rPr>
        <w:br/>
        <w:t>This material is based upon work funded and supported by the Department of Defense under Contract No. FA8721-05-C-0003 with Carnegie Mellon University for the operation of the Software Engineering Institute, a federally funded research and development center.</w:t>
      </w:r>
      <w:r w:rsidRPr="003B7B8E">
        <w:rPr>
          <w:rFonts w:cs="Arial"/>
          <w:snapToGrid w:val="0"/>
        </w:rPr>
        <w:br/>
      </w:r>
      <w:r w:rsidRPr="003B7B8E">
        <w:rPr>
          <w:rFonts w:cs="Arial"/>
          <w:snapToGrid w:val="0"/>
        </w:rPr>
        <w:br/>
        <w:t>Any opinions, findings and conclusions or recommendations expressed in this material are those of the author(s) and do not necessarily reflect the views of the United States Department of Defense.</w:t>
      </w:r>
      <w:r w:rsidRPr="003B7B8E">
        <w:rPr>
          <w:rFonts w:cs="Arial"/>
          <w:snapToGrid w:val="0"/>
        </w:rPr>
        <w:br/>
      </w:r>
      <w:r w:rsidRPr="003B7B8E">
        <w:rPr>
          <w:rFonts w:cs="Arial"/>
          <w:snapToGrid w:val="0"/>
        </w:rPr>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3B7B8E">
        <w:rPr>
          <w:rFonts w:cs="Arial"/>
          <w:snapToGrid w:val="0"/>
        </w:rPr>
        <w:br/>
      </w:r>
      <w:r w:rsidRPr="003B7B8E">
        <w:rPr>
          <w:rFonts w:cs="Arial"/>
          <w:snapToGrid w:val="0"/>
        </w:rPr>
        <w:br/>
        <w:t>[Distribution Statement A] This material has been approved for public release and unlimited distribution.  The United States Government has Unlimited Rights in this material as defined by DFARS 252.227-7013.</w:t>
      </w:r>
    </w:p>
    <w:p w:rsidR="003B7B8E" w:rsidRPr="003B7B8E" w:rsidRDefault="003B7B8E" w:rsidP="003B7B8E">
      <w:pPr>
        <w:pStyle w:val="DistributionStatement"/>
        <w:rPr>
          <w:rFonts w:cs="Arial"/>
          <w:snapToGrid w:val="0"/>
        </w:rPr>
      </w:pPr>
      <w:r w:rsidRPr="003B7B8E">
        <w:rPr>
          <w:rFonts w:cs="Arial"/>
          <w:snapToGrid w:val="0"/>
        </w:rPr>
        <w:t xml:space="preserve">The text and illustrations in this material are licensed by Carnegie Mellon University under a </w:t>
      </w:r>
      <w:hyperlink r:id="rId8" w:history="1">
        <w:r w:rsidRPr="003B7B8E">
          <w:rPr>
            <w:rStyle w:val="Hyperlink"/>
            <w:rFonts w:cs="Arial"/>
            <w:snapToGrid w:val="0"/>
          </w:rPr>
          <w:t>Creative Commons Attribution 4.0 International License</w:t>
        </w:r>
      </w:hyperlink>
      <w:r w:rsidRPr="003B7B8E">
        <w:rPr>
          <w:rFonts w:cs="Arial"/>
          <w:snapToGrid w:val="0"/>
        </w:rPr>
        <w:t xml:space="preserve">. </w:t>
      </w:r>
    </w:p>
    <w:p w:rsidR="00BD589C" w:rsidRPr="003B7B8E" w:rsidRDefault="003B7B8E" w:rsidP="003B7B8E">
      <w:pPr>
        <w:pStyle w:val="DistributionStatement"/>
        <w:rPr>
          <w:rFonts w:cs="Arial"/>
          <w:snapToGrid w:val="0"/>
        </w:rPr>
      </w:pPr>
      <w:r w:rsidRPr="003B7B8E">
        <w:rPr>
          <w:rFonts w:cs="Arial"/>
          <w:snapToGrid w:val="0"/>
        </w:rPr>
        <w:t>The Creative Commons license does not extend to logos, trade marks, or service marks of Carnegie Mellon University.</w:t>
      </w:r>
    </w:p>
    <w:sectPr w:rsidR="00BD589C" w:rsidRPr="003B7B8E" w:rsidSect="0088101F">
      <w:footerReference w:type="even" r:id="rId9"/>
      <w:footerReference w:type="default" r:id="rId10"/>
      <w:headerReference w:type="first" r:id="rId11"/>
      <w:footerReference w:type="first" r:id="rId12"/>
      <w:pgSz w:w="12240" w:h="15840" w:code="1"/>
      <w:pgMar w:top="2160" w:right="1800" w:bottom="1440" w:left="1800" w:header="720" w:footer="720"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7B8E" w:rsidRDefault="003B7B8E">
      <w:r>
        <w:separator/>
      </w:r>
    </w:p>
    <w:p w:rsidR="003B7B8E" w:rsidRDefault="003B7B8E"/>
  </w:endnote>
  <w:endnote w:type="continuationSeparator" w:id="0">
    <w:p w:rsidR="003B7B8E" w:rsidRDefault="003B7B8E">
      <w:r>
        <w:continuationSeparator/>
      </w:r>
    </w:p>
    <w:p w:rsidR="003B7B8E" w:rsidRDefault="003B7B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7E786A" w:rsidRDefault="00C0509B" w:rsidP="007E786A">
    <w:pPr>
      <w:pStyle w:val="Body"/>
      <w:rPr>
        <w:rFonts w:ascii="Arial" w:hAnsi="Arial" w:cs="Arial"/>
      </w:rPr>
    </w:pPr>
    <w:r w:rsidRPr="0019389B">
      <w:rPr>
        <w:rStyle w:val="PageNumber"/>
        <w:noProof/>
      </w:rPr>
      <w:t>Software Engineering Institute</w:t>
    </w:r>
    <w:r>
      <w:t xml:space="preserve"> </w:t>
    </w:r>
    <w:r w:rsidRPr="004329DB">
      <w:rPr>
        <w:rStyle w:val="PageNumber"/>
      </w:rPr>
      <w:t>|</w:t>
    </w:r>
    <w:r w:rsidR="0073032C">
      <w:rPr>
        <w:rStyle w:val="PageNumber"/>
      </w:rPr>
      <w:t xml:space="preserve"> Carnegie mellon University | </w:t>
    </w:r>
    <w:r w:rsidRPr="007E786A">
      <w:rPr>
        <w:rStyle w:val="PageNumber"/>
        <w:rFonts w:cs="Arial"/>
      </w:rPr>
      <w:fldChar w:fldCharType="begin"/>
    </w:r>
    <w:r w:rsidRPr="007E786A">
      <w:rPr>
        <w:rStyle w:val="PageNumber"/>
        <w:rFonts w:cs="Arial"/>
      </w:rPr>
      <w:instrText xml:space="preserve"> PAGE </w:instrText>
    </w:r>
    <w:r w:rsidRPr="007E786A">
      <w:rPr>
        <w:rStyle w:val="PageNumber"/>
        <w:rFonts w:cs="Arial"/>
      </w:rPr>
      <w:fldChar w:fldCharType="separate"/>
    </w:r>
    <w:r w:rsidR="00A40053">
      <w:rPr>
        <w:rStyle w:val="PageNumber"/>
        <w:rFonts w:cs="Arial"/>
        <w:noProof/>
      </w:rPr>
      <w:t>2</w:t>
    </w:r>
    <w:r w:rsidRPr="007E786A">
      <w:rPr>
        <w:rStyle w:val="PageNumber"/>
        <w:rFonts w:cs="Arial"/>
      </w:rPr>
      <w:fldChar w:fldCharType="end"/>
    </w:r>
  </w:p>
  <w:p w:rsidR="009114D2" w:rsidRDefault="009114D2"/>
  <w:p w:rsidR="009114D2" w:rsidRDefault="009114D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FE0" w:rsidRPr="00687FE0" w:rsidRDefault="00687FE0" w:rsidP="00FD5441">
    <w:pPr>
      <w:pStyle w:val="Body"/>
      <w:tabs>
        <w:tab w:val="clear" w:pos="216"/>
        <w:tab w:val="right" w:pos="864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xml:space="preserve">| Carnegie Mellon University </w:t>
    </w:r>
    <w:r w:rsidRPr="00687FE0">
      <w:rPr>
        <w:rStyle w:val="PageNumber"/>
      </w:rPr>
      <w:tab/>
    </w:r>
    <w:r w:rsidRPr="00687FE0">
      <w:rPr>
        <w:rStyle w:val="PageNumber"/>
        <w:rFonts w:cs="Arial"/>
      </w:rPr>
      <w:fldChar w:fldCharType="begin"/>
    </w:r>
    <w:r w:rsidRPr="00687FE0">
      <w:rPr>
        <w:rStyle w:val="PageNumber"/>
        <w:rFonts w:cs="Arial"/>
      </w:rPr>
      <w:instrText xml:space="preserve"> PAGE </w:instrText>
    </w:r>
    <w:r w:rsidRPr="00687FE0">
      <w:rPr>
        <w:rStyle w:val="PageNumber"/>
        <w:rFonts w:cs="Arial"/>
      </w:rPr>
      <w:fldChar w:fldCharType="separate"/>
    </w:r>
    <w:r w:rsidR="00687E1D">
      <w:rPr>
        <w:rStyle w:val="PageNumber"/>
        <w:rFonts w:cs="Arial"/>
        <w:noProof/>
      </w:rPr>
      <w:t>2</w:t>
    </w:r>
    <w:r w:rsidRPr="00687FE0">
      <w:rPr>
        <w:rStyle w:val="PageNumber"/>
        <w:rFonts w:cs="Arial"/>
      </w:rPr>
      <w:fldChar w:fldCharType="end"/>
    </w:r>
    <w:r w:rsidRPr="00687FE0">
      <w:rPr>
        <w:rStyle w:val="PageNumber"/>
      </w:rPr>
      <w:t xml:space="preserve"> </w:t>
    </w:r>
  </w:p>
  <w:p w:rsidR="009114D2" w:rsidRDefault="00687FE0" w:rsidP="00745DAA">
    <w:pPr>
      <w:pStyle w:val="TitlePage-DistributionStatement"/>
      <w:spacing w:before="0"/>
    </w:pPr>
    <w:r w:rsidRPr="008F0BE1">
      <w:rPr>
        <w:b w:val="0"/>
        <w:sz w:val="15"/>
        <w:szCs w:val="15"/>
        <w:lang w:val="en-US"/>
      </w:rPr>
      <w:t>Distribution Statement A: Approved fo</w:t>
    </w:r>
    <w:r w:rsidR="003C6EEE" w:rsidRPr="008F0BE1">
      <w:rPr>
        <w:b w:val="0"/>
        <w:sz w:val="15"/>
        <w:szCs w:val="15"/>
        <w:lang w:val="en-US"/>
      </w:rPr>
      <w:t>r Public Release; Distribution I</w:t>
    </w:r>
    <w:r w:rsidRPr="008F0BE1">
      <w:rPr>
        <w:b w:val="0"/>
        <w:sz w:val="15"/>
        <w:szCs w:val="15"/>
        <w:lang w:val="en-US"/>
      </w:rPr>
      <w:t>s Unlimited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EEE" w:rsidRPr="00687FE0" w:rsidRDefault="003C6EEE" w:rsidP="003C6EEE">
    <w:pPr>
      <w:pStyle w:val="Body"/>
      <w:tabs>
        <w:tab w:val="clear" w:pos="216"/>
        <w:tab w:val="left" w:pos="765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Carnegie Mellon University</w:t>
    </w:r>
    <w:r w:rsidRPr="00687FE0">
      <w:rPr>
        <w:rStyle w:val="PageNumber"/>
      </w:rPr>
      <w:tab/>
    </w:r>
    <w:r w:rsidRPr="00F0026B">
      <w:rPr>
        <w:rStyle w:val="PageNumber"/>
        <w:caps w:val="0"/>
        <w:color w:val="808080" w:themeColor="background1" w:themeShade="80"/>
        <w:sz w:val="12"/>
      </w:rPr>
      <w:t>REV-03.18.2016.0</w:t>
    </w:r>
  </w:p>
  <w:p w:rsidR="00687FE0" w:rsidRPr="003C6EEE" w:rsidRDefault="003C6EEE" w:rsidP="003C6EEE">
    <w:pPr>
      <w:pStyle w:val="Body"/>
      <w:tabs>
        <w:tab w:val="clear" w:pos="216"/>
        <w:tab w:val="right" w:pos="8730"/>
      </w:tabs>
      <w:spacing w:before="0" w:after="0" w:line="240" w:lineRule="atLeast"/>
      <w:ind w:right="-270"/>
      <w:rPr>
        <w:rStyle w:val="PageNumber"/>
        <w:caps w:val="0"/>
        <w:color w:val="808080" w:themeColor="background1" w:themeShade="80"/>
        <w:sz w:val="12"/>
      </w:rPr>
    </w:pPr>
    <w:r w:rsidRPr="00F0026B">
      <w:rPr>
        <w:rStyle w:val="PageNumber"/>
        <w:caps w:val="0"/>
      </w:rPr>
      <w:t>Distribution Statement A: Approved for</w:t>
    </w:r>
    <w:r>
      <w:rPr>
        <w:rStyle w:val="PageNumber"/>
        <w:caps w:val="0"/>
      </w:rPr>
      <w:t xml:space="preserve"> Public Release; Distribution Is</w:t>
    </w:r>
    <w:r w:rsidRPr="00F0026B">
      <w:rPr>
        <w:rStyle w:val="PageNumber"/>
        <w:caps w:val="0"/>
      </w:rPr>
      <w:t xml:space="preserve"> Unlimited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7B8E" w:rsidRPr="00C97B3D" w:rsidRDefault="003B7B8E" w:rsidP="00C97B3D">
      <w:pPr>
        <w:pStyle w:val="Footer"/>
        <w:rPr>
          <w:szCs w:val="22"/>
        </w:rPr>
      </w:pPr>
      <w:r>
        <w:rPr>
          <w:szCs w:val="22"/>
        </w:rPr>
        <w:t>____________________________________________________________________________</w:t>
      </w:r>
    </w:p>
  </w:footnote>
  <w:footnote w:type="continuationSeparator" w:id="0">
    <w:p w:rsidR="003B7B8E" w:rsidRDefault="003B7B8E">
      <w:r>
        <w:continuationSeparator/>
      </w:r>
    </w:p>
    <w:p w:rsidR="003B7B8E" w:rsidRDefault="003B7B8E"/>
  </w:footnote>
  <w:footnote w:type="continuationNotice" w:id="1">
    <w:p w:rsidR="003B7B8E" w:rsidRDefault="003B7B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9A3EA3" w:rsidRDefault="005A2288" w:rsidP="00A40053">
    <w:pPr>
      <w:pStyle w:val="LogoPlacement-SEI"/>
      <w:widowControl w:val="0"/>
      <w:tabs>
        <w:tab w:val="left" w:pos="3341"/>
        <w:tab w:val="center" w:pos="3744"/>
      </w:tabs>
      <w:ind w:left="-43"/>
      <w:rPr>
        <w:sz w:val="16"/>
        <w:szCs w:val="16"/>
      </w:rPr>
    </w:pPr>
    <w:r>
      <w:rPr>
        <w:noProof/>
        <w:sz w:val="16"/>
        <w:szCs w:val="16"/>
      </w:rPr>
      <w:drawing>
        <wp:inline distT="0" distB="0" distL="0" distR="0" wp14:anchorId="43EA9178" wp14:editId="18DB8954">
          <wp:extent cx="2286000" cy="3840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ftware_Engineering_Institute_Unitmark_Red_and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0" cy="3840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233BE12"/>
    <w:multiLevelType w:val="hybridMultilevel"/>
    <w:tmpl w:val="3A6DC5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765794"/>
    <w:multiLevelType w:val="hybridMultilevel"/>
    <w:tmpl w:val="44D33B0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1A429DCE"/>
    <w:lvl w:ilvl="0">
      <w:start w:val="1"/>
      <w:numFmt w:val="decimal"/>
      <w:lvlText w:val="%1."/>
      <w:lvlJc w:val="left"/>
      <w:pPr>
        <w:tabs>
          <w:tab w:val="num" w:pos="1800"/>
        </w:tabs>
        <w:ind w:left="1800" w:hanging="360"/>
      </w:pPr>
    </w:lvl>
  </w:abstractNum>
  <w:abstractNum w:abstractNumId="3" w15:restartNumberingAfterBreak="0">
    <w:nsid w:val="FFFFFF7D"/>
    <w:multiLevelType w:val="singleLevel"/>
    <w:tmpl w:val="6AAA7DB6"/>
    <w:lvl w:ilvl="0">
      <w:start w:val="1"/>
      <w:numFmt w:val="decimal"/>
      <w:lvlText w:val="%1."/>
      <w:lvlJc w:val="left"/>
      <w:pPr>
        <w:tabs>
          <w:tab w:val="num" w:pos="1440"/>
        </w:tabs>
        <w:ind w:left="1440" w:hanging="360"/>
      </w:pPr>
    </w:lvl>
  </w:abstractNum>
  <w:abstractNum w:abstractNumId="4" w15:restartNumberingAfterBreak="0">
    <w:nsid w:val="FFFFFF7E"/>
    <w:multiLevelType w:val="singleLevel"/>
    <w:tmpl w:val="81B0D45C"/>
    <w:lvl w:ilvl="0">
      <w:start w:val="1"/>
      <w:numFmt w:val="decimal"/>
      <w:lvlText w:val="%1."/>
      <w:lvlJc w:val="left"/>
      <w:pPr>
        <w:tabs>
          <w:tab w:val="num" w:pos="1080"/>
        </w:tabs>
        <w:ind w:left="1080" w:hanging="360"/>
      </w:pPr>
    </w:lvl>
  </w:abstractNum>
  <w:abstractNum w:abstractNumId="5" w15:restartNumberingAfterBreak="0">
    <w:nsid w:val="FFFFFF7F"/>
    <w:multiLevelType w:val="singleLevel"/>
    <w:tmpl w:val="9EF80120"/>
    <w:lvl w:ilvl="0">
      <w:start w:val="1"/>
      <w:numFmt w:val="decimal"/>
      <w:lvlText w:val="%1."/>
      <w:lvlJc w:val="left"/>
      <w:pPr>
        <w:tabs>
          <w:tab w:val="num" w:pos="720"/>
        </w:tabs>
        <w:ind w:left="720" w:hanging="360"/>
      </w:pPr>
    </w:lvl>
  </w:abstractNum>
  <w:abstractNum w:abstractNumId="6" w15:restartNumberingAfterBreak="0">
    <w:nsid w:val="FFFFFF80"/>
    <w:multiLevelType w:val="singleLevel"/>
    <w:tmpl w:val="10247766"/>
    <w:lvl w:ilvl="0">
      <w:start w:val="1"/>
      <w:numFmt w:val="bullet"/>
      <w:lvlText w:val=""/>
      <w:lvlJc w:val="left"/>
      <w:pPr>
        <w:tabs>
          <w:tab w:val="num" w:pos="1800"/>
        </w:tabs>
        <w:ind w:left="1800" w:hanging="360"/>
      </w:pPr>
      <w:rPr>
        <w:rFonts w:ascii="Symbol" w:hAnsi="Symbol" w:hint="default"/>
      </w:rPr>
    </w:lvl>
  </w:abstractNum>
  <w:abstractNum w:abstractNumId="7" w15:restartNumberingAfterBreak="0">
    <w:nsid w:val="FFFFFF81"/>
    <w:multiLevelType w:val="singleLevel"/>
    <w:tmpl w:val="F5AA0F0E"/>
    <w:lvl w:ilvl="0">
      <w:start w:val="1"/>
      <w:numFmt w:val="bullet"/>
      <w:lvlText w:val=""/>
      <w:lvlJc w:val="left"/>
      <w:pPr>
        <w:tabs>
          <w:tab w:val="num" w:pos="1440"/>
        </w:tabs>
        <w:ind w:left="1440" w:hanging="360"/>
      </w:pPr>
      <w:rPr>
        <w:rFonts w:ascii="Symbol" w:hAnsi="Symbol" w:hint="default"/>
      </w:rPr>
    </w:lvl>
  </w:abstractNum>
  <w:abstractNum w:abstractNumId="8" w15:restartNumberingAfterBreak="0">
    <w:nsid w:val="FFFFFF82"/>
    <w:multiLevelType w:val="singleLevel"/>
    <w:tmpl w:val="DAA6BD5C"/>
    <w:lvl w:ilvl="0">
      <w:start w:val="1"/>
      <w:numFmt w:val="bullet"/>
      <w:lvlText w:val=""/>
      <w:lvlJc w:val="left"/>
      <w:pPr>
        <w:tabs>
          <w:tab w:val="num" w:pos="1080"/>
        </w:tabs>
        <w:ind w:left="1080" w:hanging="360"/>
      </w:pPr>
      <w:rPr>
        <w:rFonts w:ascii="Symbol" w:hAnsi="Symbol" w:hint="default"/>
      </w:rPr>
    </w:lvl>
  </w:abstractNum>
  <w:abstractNum w:abstractNumId="9" w15:restartNumberingAfterBreak="0">
    <w:nsid w:val="FFFFFF83"/>
    <w:multiLevelType w:val="singleLevel"/>
    <w:tmpl w:val="26D28B62"/>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FFFFFF88"/>
    <w:multiLevelType w:val="singleLevel"/>
    <w:tmpl w:val="FBDE3410"/>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28B4D490"/>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915CC8"/>
    <w:multiLevelType w:val="singleLevel"/>
    <w:tmpl w:val="0A5CBBAA"/>
    <w:lvl w:ilvl="0">
      <w:start w:val="1"/>
      <w:numFmt w:val="bullet"/>
      <w:lvlText w:val=""/>
      <w:lvlJc w:val="left"/>
      <w:pPr>
        <w:tabs>
          <w:tab w:val="num" w:pos="360"/>
        </w:tabs>
        <w:ind w:left="360" w:hanging="360"/>
      </w:pPr>
      <w:rPr>
        <w:rFonts w:ascii="Symbol" w:hAnsi="Symbol" w:hint="default"/>
        <w:sz w:val="16"/>
        <w:szCs w:val="16"/>
      </w:rPr>
    </w:lvl>
  </w:abstractNum>
  <w:abstractNum w:abstractNumId="13" w15:restartNumberingAfterBreak="0">
    <w:nsid w:val="070329EF"/>
    <w:multiLevelType w:val="hybridMultilevel"/>
    <w:tmpl w:val="DB0CDFB4"/>
    <w:lvl w:ilvl="0" w:tplc="09E054E4">
      <w:start w:val="1"/>
      <w:numFmt w:val="lowerLetter"/>
      <w:pStyle w:val="ListNumbered2"/>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4" w15:restartNumberingAfterBreak="0">
    <w:nsid w:val="14703B60"/>
    <w:multiLevelType w:val="multilevel"/>
    <w:tmpl w:val="E8EC4F64"/>
    <w:lvl w:ilvl="0">
      <w:start w:val="1"/>
      <w:numFmt w:val="decimal"/>
      <w:lvlRestart w:val="0"/>
      <w:lvlText w:val="%1."/>
      <w:legacy w:legacy="1" w:legacySpace="0" w:legacyIndent="432"/>
      <w:lvlJc w:val="left"/>
      <w:pPr>
        <w:ind w:left="432" w:hanging="432"/>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7294253"/>
    <w:multiLevelType w:val="singleLevel"/>
    <w:tmpl w:val="3014BBD6"/>
    <w:lvl w:ilvl="0">
      <w:start w:val="1"/>
      <w:numFmt w:val="decimal"/>
      <w:lvlText w:val="%1."/>
      <w:legacy w:legacy="1" w:legacySpace="0" w:legacyIndent="432"/>
      <w:lvlJc w:val="left"/>
      <w:pPr>
        <w:ind w:left="432" w:hanging="432"/>
      </w:pPr>
    </w:lvl>
  </w:abstractNum>
  <w:abstractNum w:abstractNumId="16" w15:restartNumberingAfterBreak="0">
    <w:nsid w:val="17A53D75"/>
    <w:multiLevelType w:val="hybridMultilevel"/>
    <w:tmpl w:val="8DCA16C2"/>
    <w:lvl w:ilvl="0" w:tplc="67D82C7A">
      <w:start w:val="1"/>
      <w:numFmt w:val="bullet"/>
      <w:pStyle w:val="ListBulleted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1169ED"/>
    <w:multiLevelType w:val="hybridMultilevel"/>
    <w:tmpl w:val="0694CB40"/>
    <w:lvl w:ilvl="0" w:tplc="93665850">
      <w:start w:val="1"/>
      <w:numFmt w:val="bullet"/>
      <w:pStyle w:val="ListBulleted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240228"/>
    <w:multiLevelType w:val="hybridMultilevel"/>
    <w:tmpl w:val="B14AE72C"/>
    <w:lvl w:ilvl="0" w:tplc="2188E2B4">
      <w:start w:val="1"/>
      <w:numFmt w:val="decimal"/>
      <w:lvlText w:val="%1."/>
      <w:lvlJc w:val="left"/>
      <w:pPr>
        <w:ind w:left="621" w:hanging="220"/>
      </w:pPr>
      <w:rPr>
        <w:rFonts w:ascii="Times New Roman" w:eastAsia="Times New Roman" w:hAnsi="Times New Roman" w:cs="Times New Roman" w:hint="default"/>
        <w:b/>
        <w:bCs/>
        <w:spacing w:val="0"/>
        <w:w w:val="102"/>
        <w:sz w:val="21"/>
        <w:szCs w:val="21"/>
      </w:rPr>
    </w:lvl>
    <w:lvl w:ilvl="1" w:tplc="D17AD06C">
      <w:numFmt w:val="bullet"/>
      <w:lvlText w:val="•"/>
      <w:lvlJc w:val="left"/>
      <w:pPr>
        <w:ind w:left="1508" w:hanging="220"/>
      </w:pPr>
      <w:rPr>
        <w:rFonts w:hint="default"/>
      </w:rPr>
    </w:lvl>
    <w:lvl w:ilvl="2" w:tplc="6B9258C4">
      <w:numFmt w:val="bullet"/>
      <w:lvlText w:val="•"/>
      <w:lvlJc w:val="left"/>
      <w:pPr>
        <w:ind w:left="2396" w:hanging="220"/>
      </w:pPr>
      <w:rPr>
        <w:rFonts w:hint="default"/>
      </w:rPr>
    </w:lvl>
    <w:lvl w:ilvl="3" w:tplc="CB24A76C">
      <w:numFmt w:val="bullet"/>
      <w:lvlText w:val="•"/>
      <w:lvlJc w:val="left"/>
      <w:pPr>
        <w:ind w:left="3284" w:hanging="220"/>
      </w:pPr>
      <w:rPr>
        <w:rFonts w:hint="default"/>
      </w:rPr>
    </w:lvl>
    <w:lvl w:ilvl="4" w:tplc="5CD82518">
      <w:numFmt w:val="bullet"/>
      <w:lvlText w:val="•"/>
      <w:lvlJc w:val="left"/>
      <w:pPr>
        <w:ind w:left="4172" w:hanging="220"/>
      </w:pPr>
      <w:rPr>
        <w:rFonts w:hint="default"/>
      </w:rPr>
    </w:lvl>
    <w:lvl w:ilvl="5" w:tplc="528C1AAE">
      <w:numFmt w:val="bullet"/>
      <w:lvlText w:val="•"/>
      <w:lvlJc w:val="left"/>
      <w:pPr>
        <w:ind w:left="5060" w:hanging="220"/>
      </w:pPr>
      <w:rPr>
        <w:rFonts w:hint="default"/>
      </w:rPr>
    </w:lvl>
    <w:lvl w:ilvl="6" w:tplc="E68AC692">
      <w:numFmt w:val="bullet"/>
      <w:lvlText w:val="•"/>
      <w:lvlJc w:val="left"/>
      <w:pPr>
        <w:ind w:left="5948" w:hanging="220"/>
      </w:pPr>
      <w:rPr>
        <w:rFonts w:hint="default"/>
      </w:rPr>
    </w:lvl>
    <w:lvl w:ilvl="7" w:tplc="7132FFA0">
      <w:numFmt w:val="bullet"/>
      <w:lvlText w:val="•"/>
      <w:lvlJc w:val="left"/>
      <w:pPr>
        <w:ind w:left="6836" w:hanging="220"/>
      </w:pPr>
      <w:rPr>
        <w:rFonts w:hint="default"/>
      </w:rPr>
    </w:lvl>
    <w:lvl w:ilvl="8" w:tplc="30BAAB40">
      <w:numFmt w:val="bullet"/>
      <w:lvlText w:val="•"/>
      <w:lvlJc w:val="left"/>
      <w:pPr>
        <w:ind w:left="7724" w:hanging="220"/>
      </w:pPr>
      <w:rPr>
        <w:rFonts w:hint="default"/>
      </w:rPr>
    </w:lvl>
  </w:abstractNum>
  <w:abstractNum w:abstractNumId="19" w15:restartNumberingAfterBreak="0">
    <w:nsid w:val="44EF385F"/>
    <w:multiLevelType w:val="singleLevel"/>
    <w:tmpl w:val="F52C5F76"/>
    <w:lvl w:ilvl="0">
      <w:start w:val="1"/>
      <w:numFmt w:val="decimal"/>
      <w:lvlRestart w:val="0"/>
      <w:lvlText w:val="%1."/>
      <w:legacy w:legacy="1" w:legacySpace="0" w:legacyIndent="432"/>
      <w:lvlJc w:val="left"/>
      <w:pPr>
        <w:ind w:left="432" w:hanging="432"/>
      </w:pPr>
    </w:lvl>
  </w:abstractNum>
  <w:abstractNum w:abstractNumId="20" w15:restartNumberingAfterBreak="0">
    <w:nsid w:val="468178AF"/>
    <w:multiLevelType w:val="hybridMultilevel"/>
    <w:tmpl w:val="40567034"/>
    <w:lvl w:ilvl="0" w:tplc="CCE621CA">
      <w:start w:val="1"/>
      <w:numFmt w:val="bullet"/>
      <w:lvlText w:val=""/>
      <w:lvlJc w:val="left"/>
      <w:pPr>
        <w:tabs>
          <w:tab w:val="num" w:pos="360"/>
        </w:tabs>
        <w:ind w:left="360" w:hanging="360"/>
      </w:pPr>
      <w:rPr>
        <w:rFonts w:ascii="Symbol" w:hAnsi="Symbol" w:hint="default"/>
        <w:color w:val="000000"/>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A96D34"/>
    <w:multiLevelType w:val="singleLevel"/>
    <w:tmpl w:val="0409000F"/>
    <w:lvl w:ilvl="0">
      <w:start w:val="1"/>
      <w:numFmt w:val="decimal"/>
      <w:lvlText w:val="%1."/>
      <w:legacy w:legacy="1" w:legacySpace="0" w:legacyIndent="432"/>
      <w:lvlJc w:val="left"/>
      <w:pPr>
        <w:ind w:left="432" w:hanging="432"/>
      </w:pPr>
    </w:lvl>
  </w:abstractNum>
  <w:abstractNum w:abstractNumId="22" w15:restartNumberingAfterBreak="0">
    <w:nsid w:val="5A844386"/>
    <w:multiLevelType w:val="hybridMultilevel"/>
    <w:tmpl w:val="6DBA13DC"/>
    <w:lvl w:ilvl="0" w:tplc="CA02677E">
      <w:start w:val="1"/>
      <w:numFmt w:val="decimal"/>
      <w:pStyle w:val="ListNumbered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926986"/>
    <w:multiLevelType w:val="hybridMultilevel"/>
    <w:tmpl w:val="E8EC4F64"/>
    <w:lvl w:ilvl="0" w:tplc="A78C34CE">
      <w:start w:val="1"/>
      <w:numFmt w:val="decimal"/>
      <w:lvlRestart w:val="0"/>
      <w:lvlText w:val="%1."/>
      <w:legacy w:legacy="1" w:legacySpace="0" w:legacyIndent="432"/>
      <w:lvlJc w:val="left"/>
      <w:pPr>
        <w:ind w:left="432" w:hanging="432"/>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ACA4C97"/>
    <w:multiLevelType w:val="multilevel"/>
    <w:tmpl w:val="2242B7B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5E2570B4"/>
    <w:multiLevelType w:val="multilevel"/>
    <w:tmpl w:val="F7B47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1350A22"/>
    <w:multiLevelType w:val="singleLevel"/>
    <w:tmpl w:val="3014BBD6"/>
    <w:lvl w:ilvl="0">
      <w:start w:val="1"/>
      <w:numFmt w:val="decimal"/>
      <w:lvlText w:val="%1."/>
      <w:legacy w:legacy="1" w:legacySpace="0" w:legacyIndent="432"/>
      <w:lvlJc w:val="left"/>
      <w:pPr>
        <w:ind w:left="432" w:hanging="432"/>
      </w:pPr>
    </w:lvl>
  </w:abstractNum>
  <w:abstractNum w:abstractNumId="27" w15:restartNumberingAfterBreak="0">
    <w:nsid w:val="62F10239"/>
    <w:multiLevelType w:val="singleLevel"/>
    <w:tmpl w:val="C3EA693E"/>
    <w:lvl w:ilvl="0">
      <w:start w:val="1"/>
      <w:numFmt w:val="bullet"/>
      <w:lvlText w:val=""/>
      <w:lvlJc w:val="left"/>
      <w:pPr>
        <w:tabs>
          <w:tab w:val="num" w:pos="792"/>
        </w:tabs>
        <w:ind w:left="792" w:hanging="360"/>
      </w:pPr>
      <w:rPr>
        <w:rFonts w:ascii="Symbol" w:hAnsi="Symbol" w:hint="default"/>
        <w:sz w:val="16"/>
        <w:szCs w:val="16"/>
      </w:rPr>
    </w:lvl>
  </w:abstractNum>
  <w:abstractNum w:abstractNumId="28" w15:restartNumberingAfterBreak="0">
    <w:nsid w:val="67E9FB76"/>
    <w:multiLevelType w:val="hybridMultilevel"/>
    <w:tmpl w:val="C617164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6EA59FF0"/>
    <w:multiLevelType w:val="hybridMultilevel"/>
    <w:tmpl w:val="AFFB4EB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EB27D3E"/>
    <w:multiLevelType w:val="singleLevel"/>
    <w:tmpl w:val="64D4AB14"/>
    <w:lvl w:ilvl="0">
      <w:start w:val="1"/>
      <w:numFmt w:val="lowerLetter"/>
      <w:lvlText w:val="%1."/>
      <w:legacy w:legacy="1" w:legacySpace="0" w:legacyIndent="432"/>
      <w:lvlJc w:val="left"/>
      <w:pPr>
        <w:ind w:left="864" w:hanging="432"/>
      </w:pPr>
    </w:lvl>
  </w:abstractNum>
  <w:abstractNum w:abstractNumId="31" w15:restartNumberingAfterBreak="0">
    <w:nsid w:val="78F94985"/>
    <w:multiLevelType w:val="hybridMultilevel"/>
    <w:tmpl w:val="62DAC9AC"/>
    <w:lvl w:ilvl="0" w:tplc="3E86E698">
      <w:start w:val="1"/>
      <w:numFmt w:val="bullet"/>
      <w:lvlText w:val=""/>
      <w:lvlJc w:val="left"/>
      <w:pPr>
        <w:tabs>
          <w:tab w:val="num" w:pos="1224"/>
        </w:tabs>
        <w:ind w:left="1224" w:hanging="360"/>
      </w:pPr>
      <w:rPr>
        <w:rFonts w:ascii="Symbol" w:hAnsi="Symbol" w:hint="default"/>
        <w:sz w:val="16"/>
        <w:szCs w:val="16"/>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2" w15:restartNumberingAfterBreak="0">
    <w:nsid w:val="79144E34"/>
    <w:multiLevelType w:val="singleLevel"/>
    <w:tmpl w:val="A78C34CE"/>
    <w:lvl w:ilvl="0">
      <w:start w:val="1"/>
      <w:numFmt w:val="decimal"/>
      <w:lvlRestart w:val="0"/>
      <w:lvlText w:val="%1."/>
      <w:legacy w:legacy="1" w:legacySpace="0" w:legacyIndent="432"/>
      <w:lvlJc w:val="left"/>
      <w:pPr>
        <w:ind w:left="864" w:hanging="432"/>
      </w:pPr>
    </w:lvl>
  </w:abstractNum>
  <w:abstractNum w:abstractNumId="33" w15:restartNumberingAfterBreak="0">
    <w:nsid w:val="7B926FB7"/>
    <w:multiLevelType w:val="hybridMultilevel"/>
    <w:tmpl w:val="F1969E04"/>
    <w:lvl w:ilvl="0" w:tplc="CA20C80C">
      <w:start w:val="1"/>
      <w:numFmt w:val="bullet"/>
      <w:pStyle w:val="TableBody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2"/>
  </w:num>
  <w:num w:numId="3">
    <w:abstractNumId w:val="27"/>
  </w:num>
  <w:num w:numId="4">
    <w:abstractNumId w:val="19"/>
  </w:num>
  <w:num w:numId="5">
    <w:abstractNumId w:val="26"/>
  </w:num>
  <w:num w:numId="6">
    <w:abstractNumId w:val="15"/>
  </w:num>
  <w:num w:numId="7">
    <w:abstractNumId w:val="30"/>
  </w:num>
  <w:num w:numId="8">
    <w:abstractNumId w:val="19"/>
    <w:lvlOverride w:ilvl="0">
      <w:startOverride w:val="1"/>
    </w:lvlOverride>
  </w:num>
  <w:num w:numId="9">
    <w:abstractNumId w:val="19"/>
    <w:lvlOverride w:ilvl="0">
      <w:startOverride w:val="1"/>
    </w:lvlOverride>
  </w:num>
  <w:num w:numId="10">
    <w:abstractNumId w:val="32"/>
    <w:lvlOverride w:ilvl="0">
      <w:startOverride w:val="1"/>
    </w:lvlOverride>
  </w:num>
  <w:num w:numId="11">
    <w:abstractNumId w:val="11"/>
  </w:num>
  <w:num w:numId="12">
    <w:abstractNumId w:val="23"/>
  </w:num>
  <w:num w:numId="13">
    <w:abstractNumId w:val="19"/>
    <w:lvlOverride w:ilvl="0">
      <w:startOverride w:val="1"/>
    </w:lvlOverride>
  </w:num>
  <w:num w:numId="14">
    <w:abstractNumId w:val="10"/>
  </w:num>
  <w:num w:numId="15">
    <w:abstractNumId w:val="4"/>
  </w:num>
  <w:num w:numId="16">
    <w:abstractNumId w:val="9"/>
  </w:num>
  <w:num w:numId="17">
    <w:abstractNumId w:val="8"/>
  </w:num>
  <w:num w:numId="18">
    <w:abstractNumId w:val="7"/>
  </w:num>
  <w:num w:numId="19">
    <w:abstractNumId w:val="6"/>
  </w:num>
  <w:num w:numId="20">
    <w:abstractNumId w:val="5"/>
  </w:num>
  <w:num w:numId="21">
    <w:abstractNumId w:val="3"/>
  </w:num>
  <w:num w:numId="22">
    <w:abstractNumId w:val="2"/>
  </w:num>
  <w:num w:numId="23">
    <w:abstractNumId w:val="19"/>
    <w:lvlOverride w:ilvl="0">
      <w:startOverride w:val="1"/>
    </w:lvlOverride>
  </w:num>
  <w:num w:numId="24">
    <w:abstractNumId w:val="19"/>
    <w:lvlOverride w:ilvl="0">
      <w:startOverride w:val="1"/>
    </w:lvlOverride>
  </w:num>
  <w:num w:numId="25">
    <w:abstractNumId w:val="30"/>
    <w:lvlOverride w:ilvl="0">
      <w:startOverride w:val="1"/>
    </w:lvlOverride>
  </w:num>
  <w:num w:numId="26">
    <w:abstractNumId w:val="14"/>
  </w:num>
  <w:num w:numId="27">
    <w:abstractNumId w:val="19"/>
    <w:lvlOverride w:ilvl="0">
      <w:startOverride w:val="1"/>
    </w:lvlOverride>
  </w:num>
  <w:num w:numId="28">
    <w:abstractNumId w:val="32"/>
  </w:num>
  <w:num w:numId="29">
    <w:abstractNumId w:val="25"/>
  </w:num>
  <w:num w:numId="30">
    <w:abstractNumId w:val="19"/>
    <w:lvlOverride w:ilvl="0">
      <w:startOverride w:val="1"/>
    </w:lvlOverride>
  </w:num>
  <w:num w:numId="31">
    <w:abstractNumId w:val="19"/>
  </w:num>
  <w:num w:numId="32">
    <w:abstractNumId w:val="19"/>
    <w:lvlOverride w:ilvl="0">
      <w:startOverride w:val="1"/>
    </w:lvlOverride>
  </w:num>
  <w:num w:numId="33">
    <w:abstractNumId w:val="19"/>
  </w:num>
  <w:num w:numId="34">
    <w:abstractNumId w:val="19"/>
    <w:lvlOverride w:ilvl="0">
      <w:startOverride w:val="1"/>
    </w:lvlOverride>
  </w:num>
  <w:num w:numId="35">
    <w:abstractNumId w:val="21"/>
  </w:num>
  <w:num w:numId="36">
    <w:abstractNumId w:val="19"/>
    <w:lvlOverride w:ilvl="0">
      <w:startOverride w:val="1"/>
    </w:lvlOverride>
  </w:num>
  <w:num w:numId="37">
    <w:abstractNumId w:val="29"/>
  </w:num>
  <w:num w:numId="38">
    <w:abstractNumId w:val="0"/>
  </w:num>
  <w:num w:numId="39">
    <w:abstractNumId w:val="28"/>
  </w:num>
  <w:num w:numId="40">
    <w:abstractNumId w:val="1"/>
  </w:num>
  <w:num w:numId="41">
    <w:abstractNumId w:val="20"/>
  </w:num>
  <w:num w:numId="42">
    <w:abstractNumId w:val="31"/>
  </w:num>
  <w:num w:numId="43">
    <w:abstractNumId w:val="22"/>
  </w:num>
  <w:num w:numId="44">
    <w:abstractNumId w:val="17"/>
  </w:num>
  <w:num w:numId="45">
    <w:abstractNumId w:val="13"/>
  </w:num>
  <w:num w:numId="46">
    <w:abstractNumId w:val="16"/>
  </w:num>
  <w:num w:numId="47">
    <w:abstractNumId w:val="33"/>
  </w:num>
  <w:num w:numId="48">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US" w:vendorID="64" w:dllVersion="6" w:nlCheck="1" w:checkStyle="1"/>
  <w:activeWritingStyle w:appName="MSWord" w:lang="en-US" w:vendorID="64" w:dllVersion="4096" w:nlCheck="1" w:checkStyle="0"/>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onsecutiveHyphenLimit w:val="3"/>
  <w:doNotHyphenateCap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B8E"/>
    <w:rsid w:val="00000CEC"/>
    <w:rsid w:val="0000370E"/>
    <w:rsid w:val="00003DB0"/>
    <w:rsid w:val="00014388"/>
    <w:rsid w:val="00015EE4"/>
    <w:rsid w:val="000160E8"/>
    <w:rsid w:val="00016EFF"/>
    <w:rsid w:val="000258D6"/>
    <w:rsid w:val="00025B6D"/>
    <w:rsid w:val="00033435"/>
    <w:rsid w:val="00034FEF"/>
    <w:rsid w:val="00050986"/>
    <w:rsid w:val="00054AE8"/>
    <w:rsid w:val="000557B0"/>
    <w:rsid w:val="00060E5D"/>
    <w:rsid w:val="0006136A"/>
    <w:rsid w:val="00064CA6"/>
    <w:rsid w:val="00066235"/>
    <w:rsid w:val="00074C17"/>
    <w:rsid w:val="000756B8"/>
    <w:rsid w:val="00083ED3"/>
    <w:rsid w:val="0008627F"/>
    <w:rsid w:val="000903AC"/>
    <w:rsid w:val="00090D02"/>
    <w:rsid w:val="00094CF6"/>
    <w:rsid w:val="00095F53"/>
    <w:rsid w:val="000A197B"/>
    <w:rsid w:val="000A211D"/>
    <w:rsid w:val="000A46FF"/>
    <w:rsid w:val="000A4BAC"/>
    <w:rsid w:val="000B0EBB"/>
    <w:rsid w:val="000B2A2E"/>
    <w:rsid w:val="000B6A82"/>
    <w:rsid w:val="000B7096"/>
    <w:rsid w:val="000B75B8"/>
    <w:rsid w:val="000C0319"/>
    <w:rsid w:val="000C2196"/>
    <w:rsid w:val="000C30B5"/>
    <w:rsid w:val="000C3280"/>
    <w:rsid w:val="000C60EF"/>
    <w:rsid w:val="000D0623"/>
    <w:rsid w:val="000D115E"/>
    <w:rsid w:val="000D151E"/>
    <w:rsid w:val="000D3AA9"/>
    <w:rsid w:val="000D4408"/>
    <w:rsid w:val="000D6A39"/>
    <w:rsid w:val="000E02BA"/>
    <w:rsid w:val="000E22D7"/>
    <w:rsid w:val="000E36B2"/>
    <w:rsid w:val="000F25F4"/>
    <w:rsid w:val="0010526F"/>
    <w:rsid w:val="0010685A"/>
    <w:rsid w:val="00112A65"/>
    <w:rsid w:val="001155B4"/>
    <w:rsid w:val="0011561A"/>
    <w:rsid w:val="001169A1"/>
    <w:rsid w:val="001229E9"/>
    <w:rsid w:val="001307B9"/>
    <w:rsid w:val="001330D7"/>
    <w:rsid w:val="0013432F"/>
    <w:rsid w:val="00134C56"/>
    <w:rsid w:val="00135344"/>
    <w:rsid w:val="00141153"/>
    <w:rsid w:val="001425B6"/>
    <w:rsid w:val="00143543"/>
    <w:rsid w:val="00146C22"/>
    <w:rsid w:val="00147236"/>
    <w:rsid w:val="00150453"/>
    <w:rsid w:val="00151F34"/>
    <w:rsid w:val="0015325B"/>
    <w:rsid w:val="001560A3"/>
    <w:rsid w:val="00156506"/>
    <w:rsid w:val="00157CE2"/>
    <w:rsid w:val="0016545F"/>
    <w:rsid w:val="00165D8A"/>
    <w:rsid w:val="00166D3F"/>
    <w:rsid w:val="00167CB5"/>
    <w:rsid w:val="0017028C"/>
    <w:rsid w:val="00171D28"/>
    <w:rsid w:val="00173CA5"/>
    <w:rsid w:val="00175DCF"/>
    <w:rsid w:val="00176857"/>
    <w:rsid w:val="00181C11"/>
    <w:rsid w:val="0018200F"/>
    <w:rsid w:val="00185DD5"/>
    <w:rsid w:val="00190306"/>
    <w:rsid w:val="00191675"/>
    <w:rsid w:val="00195C50"/>
    <w:rsid w:val="00196FF6"/>
    <w:rsid w:val="00197E33"/>
    <w:rsid w:val="001A06FE"/>
    <w:rsid w:val="001A3B2F"/>
    <w:rsid w:val="001A3EC1"/>
    <w:rsid w:val="001A49D0"/>
    <w:rsid w:val="001A6E0B"/>
    <w:rsid w:val="001B1B0B"/>
    <w:rsid w:val="001B41BC"/>
    <w:rsid w:val="001C25A1"/>
    <w:rsid w:val="001C3546"/>
    <w:rsid w:val="001C4EEA"/>
    <w:rsid w:val="001C7928"/>
    <w:rsid w:val="001D2119"/>
    <w:rsid w:val="001D5795"/>
    <w:rsid w:val="001D6771"/>
    <w:rsid w:val="001D774C"/>
    <w:rsid w:val="001D78C4"/>
    <w:rsid w:val="001D7D81"/>
    <w:rsid w:val="001E0A8D"/>
    <w:rsid w:val="001E0B33"/>
    <w:rsid w:val="001E500D"/>
    <w:rsid w:val="002002FA"/>
    <w:rsid w:val="00200C91"/>
    <w:rsid w:val="00201E73"/>
    <w:rsid w:val="00202762"/>
    <w:rsid w:val="002045EC"/>
    <w:rsid w:val="00204701"/>
    <w:rsid w:val="0020512E"/>
    <w:rsid w:val="0021082E"/>
    <w:rsid w:val="00212C53"/>
    <w:rsid w:val="00215C96"/>
    <w:rsid w:val="002171BB"/>
    <w:rsid w:val="00220040"/>
    <w:rsid w:val="00220DF6"/>
    <w:rsid w:val="00221B3D"/>
    <w:rsid w:val="00222ED1"/>
    <w:rsid w:val="00225645"/>
    <w:rsid w:val="002273A4"/>
    <w:rsid w:val="002404B2"/>
    <w:rsid w:val="00242807"/>
    <w:rsid w:val="00245256"/>
    <w:rsid w:val="002473C8"/>
    <w:rsid w:val="00250459"/>
    <w:rsid w:val="00250DFF"/>
    <w:rsid w:val="00250E64"/>
    <w:rsid w:val="002529D7"/>
    <w:rsid w:val="00253BF0"/>
    <w:rsid w:val="00254AE8"/>
    <w:rsid w:val="0025621A"/>
    <w:rsid w:val="00260E92"/>
    <w:rsid w:val="00266EAD"/>
    <w:rsid w:val="00270907"/>
    <w:rsid w:val="002833BA"/>
    <w:rsid w:val="00283A0B"/>
    <w:rsid w:val="002855EB"/>
    <w:rsid w:val="00287ADC"/>
    <w:rsid w:val="0029337D"/>
    <w:rsid w:val="002933BD"/>
    <w:rsid w:val="002A2230"/>
    <w:rsid w:val="002A2340"/>
    <w:rsid w:val="002B128D"/>
    <w:rsid w:val="002B2AF8"/>
    <w:rsid w:val="002B58DB"/>
    <w:rsid w:val="002B5B52"/>
    <w:rsid w:val="002B7255"/>
    <w:rsid w:val="002B7CF3"/>
    <w:rsid w:val="002C0C18"/>
    <w:rsid w:val="002C4B60"/>
    <w:rsid w:val="002D1B50"/>
    <w:rsid w:val="002D3B81"/>
    <w:rsid w:val="002D45A6"/>
    <w:rsid w:val="002D541C"/>
    <w:rsid w:val="002D65FD"/>
    <w:rsid w:val="002D7E09"/>
    <w:rsid w:val="002E1CEC"/>
    <w:rsid w:val="002E40B4"/>
    <w:rsid w:val="002E5F43"/>
    <w:rsid w:val="002E7F2E"/>
    <w:rsid w:val="002F78E7"/>
    <w:rsid w:val="003008E3"/>
    <w:rsid w:val="003032DE"/>
    <w:rsid w:val="00310800"/>
    <w:rsid w:val="00313778"/>
    <w:rsid w:val="003260E3"/>
    <w:rsid w:val="00327151"/>
    <w:rsid w:val="0033126F"/>
    <w:rsid w:val="003324ED"/>
    <w:rsid w:val="00332BDC"/>
    <w:rsid w:val="00333AEF"/>
    <w:rsid w:val="0033535E"/>
    <w:rsid w:val="003371F4"/>
    <w:rsid w:val="003425D6"/>
    <w:rsid w:val="00343D41"/>
    <w:rsid w:val="003477BC"/>
    <w:rsid w:val="00347FD5"/>
    <w:rsid w:val="0035233B"/>
    <w:rsid w:val="003550A7"/>
    <w:rsid w:val="00355796"/>
    <w:rsid w:val="00361FAD"/>
    <w:rsid w:val="00362097"/>
    <w:rsid w:val="00362954"/>
    <w:rsid w:val="00363EA8"/>
    <w:rsid w:val="00365541"/>
    <w:rsid w:val="0036651F"/>
    <w:rsid w:val="003701B9"/>
    <w:rsid w:val="003722D0"/>
    <w:rsid w:val="00372713"/>
    <w:rsid w:val="00372BFE"/>
    <w:rsid w:val="00375DFD"/>
    <w:rsid w:val="0039230E"/>
    <w:rsid w:val="003950BB"/>
    <w:rsid w:val="0039624F"/>
    <w:rsid w:val="003A2D09"/>
    <w:rsid w:val="003B0E71"/>
    <w:rsid w:val="003B2E45"/>
    <w:rsid w:val="003B4469"/>
    <w:rsid w:val="003B5743"/>
    <w:rsid w:val="003B7B8E"/>
    <w:rsid w:val="003C1CD4"/>
    <w:rsid w:val="003C6D1C"/>
    <w:rsid w:val="003C6EEE"/>
    <w:rsid w:val="003D0F32"/>
    <w:rsid w:val="003D3953"/>
    <w:rsid w:val="003D6CEA"/>
    <w:rsid w:val="003E227C"/>
    <w:rsid w:val="003F0020"/>
    <w:rsid w:val="003F15D8"/>
    <w:rsid w:val="003F1B4C"/>
    <w:rsid w:val="003F35B0"/>
    <w:rsid w:val="003F4778"/>
    <w:rsid w:val="003F4C0B"/>
    <w:rsid w:val="004011DA"/>
    <w:rsid w:val="004022CD"/>
    <w:rsid w:val="00403787"/>
    <w:rsid w:val="004064A0"/>
    <w:rsid w:val="004100A2"/>
    <w:rsid w:val="00410EF1"/>
    <w:rsid w:val="00411B7D"/>
    <w:rsid w:val="004120AC"/>
    <w:rsid w:val="004120B8"/>
    <w:rsid w:val="004129A1"/>
    <w:rsid w:val="0041424B"/>
    <w:rsid w:val="004203E8"/>
    <w:rsid w:val="00423078"/>
    <w:rsid w:val="00423C8B"/>
    <w:rsid w:val="004251FB"/>
    <w:rsid w:val="00425360"/>
    <w:rsid w:val="00426F7C"/>
    <w:rsid w:val="00427023"/>
    <w:rsid w:val="00431457"/>
    <w:rsid w:val="0043154B"/>
    <w:rsid w:val="00431E89"/>
    <w:rsid w:val="00432DE0"/>
    <w:rsid w:val="00437A74"/>
    <w:rsid w:val="00441F4B"/>
    <w:rsid w:val="004443FE"/>
    <w:rsid w:val="0045072B"/>
    <w:rsid w:val="00453C9E"/>
    <w:rsid w:val="00457329"/>
    <w:rsid w:val="004578D0"/>
    <w:rsid w:val="004601FF"/>
    <w:rsid w:val="004624B8"/>
    <w:rsid w:val="00462B11"/>
    <w:rsid w:val="0047331D"/>
    <w:rsid w:val="00475069"/>
    <w:rsid w:val="00486557"/>
    <w:rsid w:val="0048737A"/>
    <w:rsid w:val="00492A7C"/>
    <w:rsid w:val="00492E2F"/>
    <w:rsid w:val="00492F78"/>
    <w:rsid w:val="00494211"/>
    <w:rsid w:val="00494322"/>
    <w:rsid w:val="004964F6"/>
    <w:rsid w:val="004A020C"/>
    <w:rsid w:val="004A1D8D"/>
    <w:rsid w:val="004A2403"/>
    <w:rsid w:val="004A2528"/>
    <w:rsid w:val="004A4897"/>
    <w:rsid w:val="004B00AE"/>
    <w:rsid w:val="004B34D5"/>
    <w:rsid w:val="004B49C4"/>
    <w:rsid w:val="004B7061"/>
    <w:rsid w:val="004B79B5"/>
    <w:rsid w:val="004C16AF"/>
    <w:rsid w:val="004C4202"/>
    <w:rsid w:val="004C586D"/>
    <w:rsid w:val="004D3CBB"/>
    <w:rsid w:val="004E30A7"/>
    <w:rsid w:val="004E3CF3"/>
    <w:rsid w:val="004E43D9"/>
    <w:rsid w:val="004E4D28"/>
    <w:rsid w:val="004E639D"/>
    <w:rsid w:val="004E717A"/>
    <w:rsid w:val="004F22A6"/>
    <w:rsid w:val="004F3495"/>
    <w:rsid w:val="004F369A"/>
    <w:rsid w:val="004F53AF"/>
    <w:rsid w:val="00512774"/>
    <w:rsid w:val="005164A2"/>
    <w:rsid w:val="00516971"/>
    <w:rsid w:val="00517EF5"/>
    <w:rsid w:val="00520DFA"/>
    <w:rsid w:val="005216D2"/>
    <w:rsid w:val="00522655"/>
    <w:rsid w:val="005248F6"/>
    <w:rsid w:val="005265D1"/>
    <w:rsid w:val="00526B06"/>
    <w:rsid w:val="005307D4"/>
    <w:rsid w:val="00530D22"/>
    <w:rsid w:val="00536941"/>
    <w:rsid w:val="005450E6"/>
    <w:rsid w:val="005475E5"/>
    <w:rsid w:val="00552309"/>
    <w:rsid w:val="00552CBF"/>
    <w:rsid w:val="005534AC"/>
    <w:rsid w:val="005569B5"/>
    <w:rsid w:val="00556D3E"/>
    <w:rsid w:val="00557746"/>
    <w:rsid w:val="0056197B"/>
    <w:rsid w:val="005634C5"/>
    <w:rsid w:val="00567B8D"/>
    <w:rsid w:val="005728A9"/>
    <w:rsid w:val="00573D84"/>
    <w:rsid w:val="005762BA"/>
    <w:rsid w:val="00581F13"/>
    <w:rsid w:val="00582894"/>
    <w:rsid w:val="0059742D"/>
    <w:rsid w:val="005A2288"/>
    <w:rsid w:val="005A78B3"/>
    <w:rsid w:val="005B1172"/>
    <w:rsid w:val="005B179B"/>
    <w:rsid w:val="005B297F"/>
    <w:rsid w:val="005B2F44"/>
    <w:rsid w:val="005B400E"/>
    <w:rsid w:val="005B476E"/>
    <w:rsid w:val="005B537F"/>
    <w:rsid w:val="005B62D2"/>
    <w:rsid w:val="005B7B44"/>
    <w:rsid w:val="005C13BE"/>
    <w:rsid w:val="005C1656"/>
    <w:rsid w:val="005C7853"/>
    <w:rsid w:val="005D2224"/>
    <w:rsid w:val="005D31FA"/>
    <w:rsid w:val="005D5509"/>
    <w:rsid w:val="005D65B3"/>
    <w:rsid w:val="005D795A"/>
    <w:rsid w:val="005D7D88"/>
    <w:rsid w:val="005E6EC2"/>
    <w:rsid w:val="005F3504"/>
    <w:rsid w:val="005F38F6"/>
    <w:rsid w:val="005F6BB4"/>
    <w:rsid w:val="006015F2"/>
    <w:rsid w:val="00603B36"/>
    <w:rsid w:val="00606083"/>
    <w:rsid w:val="0061023D"/>
    <w:rsid w:val="00612C79"/>
    <w:rsid w:val="00613BCA"/>
    <w:rsid w:val="00614503"/>
    <w:rsid w:val="0061661B"/>
    <w:rsid w:val="00616A8B"/>
    <w:rsid w:val="00621E1B"/>
    <w:rsid w:val="00623A31"/>
    <w:rsid w:val="00630A1C"/>
    <w:rsid w:val="00630EE0"/>
    <w:rsid w:val="006325F1"/>
    <w:rsid w:val="00635E02"/>
    <w:rsid w:val="00641195"/>
    <w:rsid w:val="0064585F"/>
    <w:rsid w:val="006460FA"/>
    <w:rsid w:val="006462A4"/>
    <w:rsid w:val="00654596"/>
    <w:rsid w:val="00654D03"/>
    <w:rsid w:val="00655F0F"/>
    <w:rsid w:val="006565B0"/>
    <w:rsid w:val="00656A57"/>
    <w:rsid w:val="006606DA"/>
    <w:rsid w:val="00662ABA"/>
    <w:rsid w:val="00664137"/>
    <w:rsid w:val="00667300"/>
    <w:rsid w:val="00672579"/>
    <w:rsid w:val="00673459"/>
    <w:rsid w:val="00680CAC"/>
    <w:rsid w:val="0068256B"/>
    <w:rsid w:val="00685423"/>
    <w:rsid w:val="00687E1D"/>
    <w:rsid w:val="00687FE0"/>
    <w:rsid w:val="00693D2E"/>
    <w:rsid w:val="006A0D91"/>
    <w:rsid w:val="006A5468"/>
    <w:rsid w:val="006A553C"/>
    <w:rsid w:val="006B2CC3"/>
    <w:rsid w:val="006B427C"/>
    <w:rsid w:val="006C5623"/>
    <w:rsid w:val="006C7594"/>
    <w:rsid w:val="006D3A4D"/>
    <w:rsid w:val="006D4B75"/>
    <w:rsid w:val="006E2671"/>
    <w:rsid w:val="006E4822"/>
    <w:rsid w:val="006E491C"/>
    <w:rsid w:val="006E4C9D"/>
    <w:rsid w:val="006F2C9F"/>
    <w:rsid w:val="006F5562"/>
    <w:rsid w:val="006F68B1"/>
    <w:rsid w:val="007079BF"/>
    <w:rsid w:val="0071209D"/>
    <w:rsid w:val="0071784C"/>
    <w:rsid w:val="00725B27"/>
    <w:rsid w:val="0073032C"/>
    <w:rsid w:val="00730B41"/>
    <w:rsid w:val="00732F55"/>
    <w:rsid w:val="00733057"/>
    <w:rsid w:val="007440C6"/>
    <w:rsid w:val="00745DAA"/>
    <w:rsid w:val="00746510"/>
    <w:rsid w:val="007515C6"/>
    <w:rsid w:val="00752A52"/>
    <w:rsid w:val="00753341"/>
    <w:rsid w:val="00753524"/>
    <w:rsid w:val="007558F3"/>
    <w:rsid w:val="00762D56"/>
    <w:rsid w:val="00767D68"/>
    <w:rsid w:val="007757F7"/>
    <w:rsid w:val="0077707C"/>
    <w:rsid w:val="00781709"/>
    <w:rsid w:val="00784CB9"/>
    <w:rsid w:val="007914BD"/>
    <w:rsid w:val="00791E1F"/>
    <w:rsid w:val="00794313"/>
    <w:rsid w:val="007965FF"/>
    <w:rsid w:val="007A2C8E"/>
    <w:rsid w:val="007A2CE9"/>
    <w:rsid w:val="007A3103"/>
    <w:rsid w:val="007A61AC"/>
    <w:rsid w:val="007A7B5F"/>
    <w:rsid w:val="007B4AC4"/>
    <w:rsid w:val="007B6524"/>
    <w:rsid w:val="007B6848"/>
    <w:rsid w:val="007C02FF"/>
    <w:rsid w:val="007C278B"/>
    <w:rsid w:val="007C2C31"/>
    <w:rsid w:val="007C7688"/>
    <w:rsid w:val="007D01C8"/>
    <w:rsid w:val="007D5AA6"/>
    <w:rsid w:val="007E0A52"/>
    <w:rsid w:val="007E2888"/>
    <w:rsid w:val="007E5653"/>
    <w:rsid w:val="007E5A85"/>
    <w:rsid w:val="007E74FB"/>
    <w:rsid w:val="007E786A"/>
    <w:rsid w:val="007F358A"/>
    <w:rsid w:val="007F489B"/>
    <w:rsid w:val="007F5199"/>
    <w:rsid w:val="007F6613"/>
    <w:rsid w:val="00800D18"/>
    <w:rsid w:val="008024FA"/>
    <w:rsid w:val="0080380A"/>
    <w:rsid w:val="00810A3C"/>
    <w:rsid w:val="00810ADF"/>
    <w:rsid w:val="00814CFE"/>
    <w:rsid w:val="0081723B"/>
    <w:rsid w:val="0082118C"/>
    <w:rsid w:val="00821255"/>
    <w:rsid w:val="00821B2D"/>
    <w:rsid w:val="008231C3"/>
    <w:rsid w:val="00826DAA"/>
    <w:rsid w:val="00830351"/>
    <w:rsid w:val="00835EA2"/>
    <w:rsid w:val="008406CC"/>
    <w:rsid w:val="0084144C"/>
    <w:rsid w:val="00841ADA"/>
    <w:rsid w:val="0084794A"/>
    <w:rsid w:val="0085094C"/>
    <w:rsid w:val="00854F75"/>
    <w:rsid w:val="00861F49"/>
    <w:rsid w:val="00863609"/>
    <w:rsid w:val="00863E3E"/>
    <w:rsid w:val="00864E39"/>
    <w:rsid w:val="008657D2"/>
    <w:rsid w:val="0086605E"/>
    <w:rsid w:val="00867F12"/>
    <w:rsid w:val="00871CD8"/>
    <w:rsid w:val="00873B72"/>
    <w:rsid w:val="00876592"/>
    <w:rsid w:val="008805C1"/>
    <w:rsid w:val="00880F1A"/>
    <w:rsid w:val="0088101F"/>
    <w:rsid w:val="00881563"/>
    <w:rsid w:val="008917A5"/>
    <w:rsid w:val="00893986"/>
    <w:rsid w:val="008965EF"/>
    <w:rsid w:val="00897FD0"/>
    <w:rsid w:val="008A1BCE"/>
    <w:rsid w:val="008A20EA"/>
    <w:rsid w:val="008A3A6A"/>
    <w:rsid w:val="008A5030"/>
    <w:rsid w:val="008A523B"/>
    <w:rsid w:val="008A5654"/>
    <w:rsid w:val="008A6177"/>
    <w:rsid w:val="008A7F46"/>
    <w:rsid w:val="008B007B"/>
    <w:rsid w:val="008B203A"/>
    <w:rsid w:val="008B37AD"/>
    <w:rsid w:val="008B5AD0"/>
    <w:rsid w:val="008B6922"/>
    <w:rsid w:val="008B756A"/>
    <w:rsid w:val="008C17DB"/>
    <w:rsid w:val="008C476A"/>
    <w:rsid w:val="008C49C5"/>
    <w:rsid w:val="008D3CAC"/>
    <w:rsid w:val="008D4C82"/>
    <w:rsid w:val="008D6287"/>
    <w:rsid w:val="008E0D29"/>
    <w:rsid w:val="008E0E9A"/>
    <w:rsid w:val="008E24F2"/>
    <w:rsid w:val="008E4624"/>
    <w:rsid w:val="008E4692"/>
    <w:rsid w:val="008F0803"/>
    <w:rsid w:val="008F0BE1"/>
    <w:rsid w:val="008F5CF4"/>
    <w:rsid w:val="009017B0"/>
    <w:rsid w:val="00902487"/>
    <w:rsid w:val="00906052"/>
    <w:rsid w:val="009114D2"/>
    <w:rsid w:val="00911A31"/>
    <w:rsid w:val="00915E92"/>
    <w:rsid w:val="009202D2"/>
    <w:rsid w:val="0092332D"/>
    <w:rsid w:val="00924CF1"/>
    <w:rsid w:val="00925148"/>
    <w:rsid w:val="00925E76"/>
    <w:rsid w:val="00927417"/>
    <w:rsid w:val="00927C59"/>
    <w:rsid w:val="009312B7"/>
    <w:rsid w:val="00931B3E"/>
    <w:rsid w:val="00933BF6"/>
    <w:rsid w:val="0093419D"/>
    <w:rsid w:val="009357CA"/>
    <w:rsid w:val="0093661E"/>
    <w:rsid w:val="0093664B"/>
    <w:rsid w:val="009372C5"/>
    <w:rsid w:val="00942711"/>
    <w:rsid w:val="00946251"/>
    <w:rsid w:val="00946651"/>
    <w:rsid w:val="00950B64"/>
    <w:rsid w:val="00955BC4"/>
    <w:rsid w:val="00956455"/>
    <w:rsid w:val="009603ED"/>
    <w:rsid w:val="00961861"/>
    <w:rsid w:val="00964831"/>
    <w:rsid w:val="00973264"/>
    <w:rsid w:val="009745E9"/>
    <w:rsid w:val="00977615"/>
    <w:rsid w:val="00981270"/>
    <w:rsid w:val="00984425"/>
    <w:rsid w:val="00986408"/>
    <w:rsid w:val="00987C3B"/>
    <w:rsid w:val="00990D34"/>
    <w:rsid w:val="009977EC"/>
    <w:rsid w:val="009A1863"/>
    <w:rsid w:val="009A3D01"/>
    <w:rsid w:val="009A3EA3"/>
    <w:rsid w:val="009A70D9"/>
    <w:rsid w:val="009B1307"/>
    <w:rsid w:val="009B4336"/>
    <w:rsid w:val="009B60EA"/>
    <w:rsid w:val="009B665A"/>
    <w:rsid w:val="009B6ACE"/>
    <w:rsid w:val="009B6D1A"/>
    <w:rsid w:val="009B6FE7"/>
    <w:rsid w:val="009C45C9"/>
    <w:rsid w:val="009C6933"/>
    <w:rsid w:val="009C69F2"/>
    <w:rsid w:val="009D2E00"/>
    <w:rsid w:val="009D4389"/>
    <w:rsid w:val="009D6252"/>
    <w:rsid w:val="009E6A25"/>
    <w:rsid w:val="009E7407"/>
    <w:rsid w:val="009F23E3"/>
    <w:rsid w:val="009F3A92"/>
    <w:rsid w:val="009F420B"/>
    <w:rsid w:val="009F56AE"/>
    <w:rsid w:val="00A003BA"/>
    <w:rsid w:val="00A01547"/>
    <w:rsid w:val="00A01DCD"/>
    <w:rsid w:val="00A01F81"/>
    <w:rsid w:val="00A02C48"/>
    <w:rsid w:val="00A05D4D"/>
    <w:rsid w:val="00A10FAF"/>
    <w:rsid w:val="00A11C3C"/>
    <w:rsid w:val="00A15A9E"/>
    <w:rsid w:val="00A16E48"/>
    <w:rsid w:val="00A20089"/>
    <w:rsid w:val="00A247D4"/>
    <w:rsid w:val="00A304D1"/>
    <w:rsid w:val="00A30817"/>
    <w:rsid w:val="00A31F36"/>
    <w:rsid w:val="00A32B4F"/>
    <w:rsid w:val="00A33241"/>
    <w:rsid w:val="00A33386"/>
    <w:rsid w:val="00A34FAB"/>
    <w:rsid w:val="00A3771A"/>
    <w:rsid w:val="00A40053"/>
    <w:rsid w:val="00A40AE9"/>
    <w:rsid w:val="00A419B8"/>
    <w:rsid w:val="00A41C51"/>
    <w:rsid w:val="00A43D15"/>
    <w:rsid w:val="00A508E9"/>
    <w:rsid w:val="00A52E97"/>
    <w:rsid w:val="00A55921"/>
    <w:rsid w:val="00A6049C"/>
    <w:rsid w:val="00A62B1D"/>
    <w:rsid w:val="00A62C10"/>
    <w:rsid w:val="00A678D3"/>
    <w:rsid w:val="00A716A2"/>
    <w:rsid w:val="00A75DB6"/>
    <w:rsid w:val="00A80722"/>
    <w:rsid w:val="00A81A1B"/>
    <w:rsid w:val="00A823FE"/>
    <w:rsid w:val="00A837CF"/>
    <w:rsid w:val="00A84F2F"/>
    <w:rsid w:val="00A92AF4"/>
    <w:rsid w:val="00A93150"/>
    <w:rsid w:val="00A9365D"/>
    <w:rsid w:val="00A937E7"/>
    <w:rsid w:val="00AA16EE"/>
    <w:rsid w:val="00AA3B30"/>
    <w:rsid w:val="00AB35D1"/>
    <w:rsid w:val="00AB41CD"/>
    <w:rsid w:val="00AB546A"/>
    <w:rsid w:val="00AB792D"/>
    <w:rsid w:val="00AC56C8"/>
    <w:rsid w:val="00AD194B"/>
    <w:rsid w:val="00AD4C10"/>
    <w:rsid w:val="00AE4433"/>
    <w:rsid w:val="00AE4854"/>
    <w:rsid w:val="00AE5E4F"/>
    <w:rsid w:val="00AF02DA"/>
    <w:rsid w:val="00AF6B21"/>
    <w:rsid w:val="00AF6C17"/>
    <w:rsid w:val="00AF7942"/>
    <w:rsid w:val="00B022EE"/>
    <w:rsid w:val="00B02E00"/>
    <w:rsid w:val="00B077F1"/>
    <w:rsid w:val="00B108C2"/>
    <w:rsid w:val="00B169E8"/>
    <w:rsid w:val="00B230A4"/>
    <w:rsid w:val="00B344A5"/>
    <w:rsid w:val="00B34F0C"/>
    <w:rsid w:val="00B376E4"/>
    <w:rsid w:val="00B424A4"/>
    <w:rsid w:val="00B50480"/>
    <w:rsid w:val="00B52AE6"/>
    <w:rsid w:val="00B60F74"/>
    <w:rsid w:val="00B75892"/>
    <w:rsid w:val="00B774ED"/>
    <w:rsid w:val="00B812F2"/>
    <w:rsid w:val="00B936D3"/>
    <w:rsid w:val="00B951E3"/>
    <w:rsid w:val="00B96435"/>
    <w:rsid w:val="00BA530F"/>
    <w:rsid w:val="00BA64A1"/>
    <w:rsid w:val="00BA797E"/>
    <w:rsid w:val="00BB1ED9"/>
    <w:rsid w:val="00BB238D"/>
    <w:rsid w:val="00BC0820"/>
    <w:rsid w:val="00BC3EDB"/>
    <w:rsid w:val="00BC608E"/>
    <w:rsid w:val="00BC6E68"/>
    <w:rsid w:val="00BC762A"/>
    <w:rsid w:val="00BC7733"/>
    <w:rsid w:val="00BD3F93"/>
    <w:rsid w:val="00BD3FA5"/>
    <w:rsid w:val="00BD50C1"/>
    <w:rsid w:val="00BD589C"/>
    <w:rsid w:val="00BD7072"/>
    <w:rsid w:val="00BD70D0"/>
    <w:rsid w:val="00BE136C"/>
    <w:rsid w:val="00BF3C30"/>
    <w:rsid w:val="00BF3D8C"/>
    <w:rsid w:val="00BF5313"/>
    <w:rsid w:val="00C0509B"/>
    <w:rsid w:val="00C05B2C"/>
    <w:rsid w:val="00C062B4"/>
    <w:rsid w:val="00C110F6"/>
    <w:rsid w:val="00C13098"/>
    <w:rsid w:val="00C15634"/>
    <w:rsid w:val="00C17F60"/>
    <w:rsid w:val="00C20592"/>
    <w:rsid w:val="00C21FBD"/>
    <w:rsid w:val="00C23713"/>
    <w:rsid w:val="00C25ECC"/>
    <w:rsid w:val="00C27113"/>
    <w:rsid w:val="00C30FC1"/>
    <w:rsid w:val="00C3123E"/>
    <w:rsid w:val="00C33654"/>
    <w:rsid w:val="00C43137"/>
    <w:rsid w:val="00C438C7"/>
    <w:rsid w:val="00C53340"/>
    <w:rsid w:val="00C6372A"/>
    <w:rsid w:val="00C67DC3"/>
    <w:rsid w:val="00C70206"/>
    <w:rsid w:val="00C74D51"/>
    <w:rsid w:val="00C74E8D"/>
    <w:rsid w:val="00C7670B"/>
    <w:rsid w:val="00C76E6B"/>
    <w:rsid w:val="00C84FB4"/>
    <w:rsid w:val="00C87B67"/>
    <w:rsid w:val="00C9163D"/>
    <w:rsid w:val="00C9383B"/>
    <w:rsid w:val="00C93DA4"/>
    <w:rsid w:val="00C970E9"/>
    <w:rsid w:val="00C97B3D"/>
    <w:rsid w:val="00CA0EB9"/>
    <w:rsid w:val="00CA447B"/>
    <w:rsid w:val="00CA70D3"/>
    <w:rsid w:val="00CA7DFC"/>
    <w:rsid w:val="00CB416F"/>
    <w:rsid w:val="00CC2278"/>
    <w:rsid w:val="00CC2A75"/>
    <w:rsid w:val="00CC4723"/>
    <w:rsid w:val="00CC504B"/>
    <w:rsid w:val="00CC6CD7"/>
    <w:rsid w:val="00CD36CF"/>
    <w:rsid w:val="00CD3C0D"/>
    <w:rsid w:val="00CD49C9"/>
    <w:rsid w:val="00CD5C01"/>
    <w:rsid w:val="00CD70D3"/>
    <w:rsid w:val="00CE439D"/>
    <w:rsid w:val="00CE4571"/>
    <w:rsid w:val="00CE6443"/>
    <w:rsid w:val="00CF23F2"/>
    <w:rsid w:val="00D00C0B"/>
    <w:rsid w:val="00D119BF"/>
    <w:rsid w:val="00D119D9"/>
    <w:rsid w:val="00D12EDA"/>
    <w:rsid w:val="00D130A5"/>
    <w:rsid w:val="00D14B11"/>
    <w:rsid w:val="00D14EB3"/>
    <w:rsid w:val="00D158C7"/>
    <w:rsid w:val="00D1792D"/>
    <w:rsid w:val="00D23F0C"/>
    <w:rsid w:val="00D2411C"/>
    <w:rsid w:val="00D2528A"/>
    <w:rsid w:val="00D25F8F"/>
    <w:rsid w:val="00D26155"/>
    <w:rsid w:val="00D31735"/>
    <w:rsid w:val="00D32407"/>
    <w:rsid w:val="00D32A10"/>
    <w:rsid w:val="00D35C4C"/>
    <w:rsid w:val="00D36B5B"/>
    <w:rsid w:val="00D47FB1"/>
    <w:rsid w:val="00D5369A"/>
    <w:rsid w:val="00D55770"/>
    <w:rsid w:val="00D56AA0"/>
    <w:rsid w:val="00D631F1"/>
    <w:rsid w:val="00D649E3"/>
    <w:rsid w:val="00D65B29"/>
    <w:rsid w:val="00D65FE3"/>
    <w:rsid w:val="00D73194"/>
    <w:rsid w:val="00D743F0"/>
    <w:rsid w:val="00D74984"/>
    <w:rsid w:val="00D75864"/>
    <w:rsid w:val="00D7768D"/>
    <w:rsid w:val="00D81588"/>
    <w:rsid w:val="00D840CE"/>
    <w:rsid w:val="00D84957"/>
    <w:rsid w:val="00D84BBB"/>
    <w:rsid w:val="00D94402"/>
    <w:rsid w:val="00D95129"/>
    <w:rsid w:val="00DA070B"/>
    <w:rsid w:val="00DA11FF"/>
    <w:rsid w:val="00DA2465"/>
    <w:rsid w:val="00DA4229"/>
    <w:rsid w:val="00DA7E17"/>
    <w:rsid w:val="00DB432A"/>
    <w:rsid w:val="00DC0073"/>
    <w:rsid w:val="00DC1785"/>
    <w:rsid w:val="00DC1845"/>
    <w:rsid w:val="00DC235C"/>
    <w:rsid w:val="00DD0C11"/>
    <w:rsid w:val="00DD3144"/>
    <w:rsid w:val="00DD5AC4"/>
    <w:rsid w:val="00DD5CDC"/>
    <w:rsid w:val="00DE0244"/>
    <w:rsid w:val="00DE2937"/>
    <w:rsid w:val="00DE3466"/>
    <w:rsid w:val="00DE388E"/>
    <w:rsid w:val="00DE3B36"/>
    <w:rsid w:val="00DE439B"/>
    <w:rsid w:val="00DF224A"/>
    <w:rsid w:val="00DF2A22"/>
    <w:rsid w:val="00DF5D8B"/>
    <w:rsid w:val="00DF6C47"/>
    <w:rsid w:val="00DF700D"/>
    <w:rsid w:val="00DF71A1"/>
    <w:rsid w:val="00E041E3"/>
    <w:rsid w:val="00E045B8"/>
    <w:rsid w:val="00E06079"/>
    <w:rsid w:val="00E075BF"/>
    <w:rsid w:val="00E078F9"/>
    <w:rsid w:val="00E07FC3"/>
    <w:rsid w:val="00E10196"/>
    <w:rsid w:val="00E1479F"/>
    <w:rsid w:val="00E154F9"/>
    <w:rsid w:val="00E16C76"/>
    <w:rsid w:val="00E17D50"/>
    <w:rsid w:val="00E2156C"/>
    <w:rsid w:val="00E2291E"/>
    <w:rsid w:val="00E31F25"/>
    <w:rsid w:val="00E330A2"/>
    <w:rsid w:val="00E34DD1"/>
    <w:rsid w:val="00E3742D"/>
    <w:rsid w:val="00E47408"/>
    <w:rsid w:val="00E50A1D"/>
    <w:rsid w:val="00E53533"/>
    <w:rsid w:val="00E560DA"/>
    <w:rsid w:val="00E567C9"/>
    <w:rsid w:val="00E57DCA"/>
    <w:rsid w:val="00E62C55"/>
    <w:rsid w:val="00E6360D"/>
    <w:rsid w:val="00E64075"/>
    <w:rsid w:val="00E6604A"/>
    <w:rsid w:val="00E6630D"/>
    <w:rsid w:val="00E70A0C"/>
    <w:rsid w:val="00E745C0"/>
    <w:rsid w:val="00E90BBE"/>
    <w:rsid w:val="00EA0293"/>
    <w:rsid w:val="00EA0564"/>
    <w:rsid w:val="00EA3365"/>
    <w:rsid w:val="00EA4F13"/>
    <w:rsid w:val="00EA6C56"/>
    <w:rsid w:val="00EB4C59"/>
    <w:rsid w:val="00EC40F8"/>
    <w:rsid w:val="00EC6A42"/>
    <w:rsid w:val="00ED30C4"/>
    <w:rsid w:val="00ED401B"/>
    <w:rsid w:val="00EE2495"/>
    <w:rsid w:val="00EF35D5"/>
    <w:rsid w:val="00EF3F20"/>
    <w:rsid w:val="00EF6A11"/>
    <w:rsid w:val="00F00B7F"/>
    <w:rsid w:val="00F02FBD"/>
    <w:rsid w:val="00F06C94"/>
    <w:rsid w:val="00F1084A"/>
    <w:rsid w:val="00F10CF0"/>
    <w:rsid w:val="00F13B1C"/>
    <w:rsid w:val="00F210B2"/>
    <w:rsid w:val="00F2488A"/>
    <w:rsid w:val="00F25D80"/>
    <w:rsid w:val="00F269F2"/>
    <w:rsid w:val="00F35341"/>
    <w:rsid w:val="00F35A29"/>
    <w:rsid w:val="00F42104"/>
    <w:rsid w:val="00F42960"/>
    <w:rsid w:val="00F50C78"/>
    <w:rsid w:val="00F61CA6"/>
    <w:rsid w:val="00F64EB8"/>
    <w:rsid w:val="00F662DF"/>
    <w:rsid w:val="00F7324B"/>
    <w:rsid w:val="00F84A6C"/>
    <w:rsid w:val="00F9270D"/>
    <w:rsid w:val="00F943D2"/>
    <w:rsid w:val="00FA115A"/>
    <w:rsid w:val="00FA1456"/>
    <w:rsid w:val="00FB58E7"/>
    <w:rsid w:val="00FB6046"/>
    <w:rsid w:val="00FB6560"/>
    <w:rsid w:val="00FB72ED"/>
    <w:rsid w:val="00FB7647"/>
    <w:rsid w:val="00FC0D42"/>
    <w:rsid w:val="00FC64EF"/>
    <w:rsid w:val="00FD5441"/>
    <w:rsid w:val="00FD654E"/>
    <w:rsid w:val="00FE005A"/>
    <w:rsid w:val="00FE018F"/>
    <w:rsid w:val="00FE309D"/>
    <w:rsid w:val="00FE3A6F"/>
    <w:rsid w:val="00FE4F81"/>
    <w:rsid w:val="00FE4FD7"/>
    <w:rsid w:val="00FE6CC4"/>
    <w:rsid w:val="00FE6DCF"/>
    <w:rsid w:val="00FE7AEB"/>
    <w:rsid w:val="00FF1353"/>
    <w:rsid w:val="00FF2D2F"/>
    <w:rsid w:val="00FF2EF8"/>
    <w:rsid w:val="00FF40E6"/>
    <w:rsid w:val="00FF5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E0520B3"/>
  <w15:docId w15:val="{84AB9D07-B42A-4B5F-B0DE-519386D6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semiHidden/>
    <w:qFormat/>
    <w:rsid w:val="000C60EF"/>
    <w:pPr>
      <w:spacing w:before="40" w:after="220" w:line="280" w:lineRule="atLeast"/>
    </w:pPr>
    <w:rPr>
      <w:sz w:val="21"/>
    </w:rPr>
  </w:style>
  <w:style w:type="paragraph" w:styleId="Heading1">
    <w:name w:val="heading 1"/>
    <w:next w:val="Body"/>
    <w:qFormat/>
    <w:rsid w:val="00B376E4"/>
    <w:pPr>
      <w:pBdr>
        <w:top w:val="single" w:sz="8" w:space="1" w:color="000000" w:themeColor="text1"/>
      </w:pBdr>
      <w:suppressAutoHyphens/>
      <w:spacing w:before="864" w:line="340" w:lineRule="atLeast"/>
      <w:outlineLvl w:val="0"/>
    </w:pPr>
    <w:rPr>
      <w:rFonts w:ascii="Arial" w:hAnsi="Arial"/>
      <w:b/>
      <w:color w:val="000000" w:themeColor="text1"/>
      <w:kern w:val="28"/>
      <w:sz w:val="28"/>
      <w:szCs w:val="28"/>
    </w:rPr>
  </w:style>
  <w:style w:type="paragraph" w:styleId="Heading2">
    <w:name w:val="heading 2"/>
    <w:basedOn w:val="Heading1"/>
    <w:next w:val="Body"/>
    <w:qFormat/>
    <w:rsid w:val="00B376E4"/>
    <w:pPr>
      <w:keepNext/>
      <w:pBdr>
        <w:top w:val="none" w:sz="0" w:space="0" w:color="auto"/>
      </w:pBdr>
      <w:spacing w:before="240" w:after="180" w:line="280" w:lineRule="atLeast"/>
      <w:outlineLvl w:val="1"/>
    </w:pPr>
    <w:rPr>
      <w:kern w:val="32"/>
      <w:sz w:val="24"/>
    </w:rPr>
  </w:style>
  <w:style w:type="paragraph" w:styleId="Heading3">
    <w:name w:val="heading 3"/>
    <w:basedOn w:val="Heading2"/>
    <w:next w:val="Body"/>
    <w:qFormat/>
    <w:rsid w:val="00B376E4"/>
    <w:pPr>
      <w:spacing w:before="160"/>
      <w:outlineLvl w:val="2"/>
    </w:pPr>
    <w:rPr>
      <w:kern w:val="28"/>
      <w:sz w:val="21"/>
    </w:rPr>
  </w:style>
  <w:style w:type="paragraph" w:styleId="Heading4">
    <w:name w:val="heading 4"/>
    <w:basedOn w:val="Heading3"/>
    <w:next w:val="Body"/>
    <w:qFormat/>
    <w:rsid w:val="005D795A"/>
    <w:pPr>
      <w:outlineLvl w:val="3"/>
    </w:pPr>
    <w:rPr>
      <w:b w:val="0"/>
      <w:szCs w:val="18"/>
    </w:rPr>
  </w:style>
  <w:style w:type="paragraph" w:styleId="Heading5">
    <w:name w:val="heading 5"/>
    <w:basedOn w:val="Heading4"/>
    <w:semiHidden/>
    <w:qFormat/>
    <w:rsid w:val="002473C8"/>
    <w:pPr>
      <w:outlineLvl w:val="4"/>
    </w:pPr>
    <w:rPr>
      <w:i/>
    </w:rPr>
  </w:style>
  <w:style w:type="paragraph" w:styleId="Heading6">
    <w:name w:val="heading 6"/>
    <w:basedOn w:val="Heading5"/>
    <w:semiHidden/>
    <w:qFormat/>
    <w:rsid w:val="002473C8"/>
    <w:pPr>
      <w:outlineLvl w:val="5"/>
    </w:pPr>
    <w:rPr>
      <w:rFonts w:ascii="Times New Roman" w:hAnsi="Times New Roman"/>
      <w:sz w:val="17"/>
      <w:szCs w:val="17"/>
    </w:rPr>
  </w:style>
  <w:style w:type="paragraph" w:styleId="Heading7">
    <w:name w:val="heading 7"/>
    <w:basedOn w:val="Heading6"/>
    <w:semiHidden/>
    <w:qFormat/>
    <w:rsid w:val="002473C8"/>
    <w:pPr>
      <w:spacing w:after="60"/>
      <w:outlineLvl w:val="6"/>
    </w:pPr>
    <w:rPr>
      <w:rFonts w:ascii="Arial" w:hAnsi="Arial"/>
      <w:noProof/>
      <w:sz w:val="20"/>
    </w:rPr>
  </w:style>
  <w:style w:type="paragraph" w:styleId="Heading8">
    <w:name w:val="heading 8"/>
    <w:basedOn w:val="Heading7"/>
    <w:semiHidden/>
    <w:qFormat/>
    <w:rsid w:val="002473C8"/>
    <w:pPr>
      <w:outlineLvl w:val="7"/>
    </w:pPr>
  </w:style>
  <w:style w:type="paragraph" w:styleId="Heading9">
    <w:name w:val="heading 9"/>
    <w:basedOn w:val="Heading8"/>
    <w:semiHidden/>
    <w:qFormat/>
    <w:rsid w:val="002473C8"/>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2D1B50"/>
    <w:pPr>
      <w:tabs>
        <w:tab w:val="left" w:pos="216"/>
      </w:tabs>
      <w:spacing w:before="180" w:after="180" w:line="280" w:lineRule="atLeast"/>
    </w:pPr>
    <w:rPr>
      <w:snapToGrid w:val="0"/>
      <w:color w:val="000000"/>
      <w:kern w:val="22"/>
      <w:sz w:val="21"/>
    </w:rPr>
  </w:style>
  <w:style w:type="paragraph" w:styleId="Header">
    <w:name w:val="header"/>
    <w:basedOn w:val="Normal"/>
    <w:semiHidden/>
    <w:rsid w:val="00245256"/>
    <w:pPr>
      <w:tabs>
        <w:tab w:val="center" w:pos="4320"/>
        <w:tab w:val="right" w:pos="8640"/>
      </w:tabs>
    </w:pPr>
  </w:style>
  <w:style w:type="paragraph" w:customStyle="1" w:styleId="Code-Example">
    <w:name w:val="Code-Example"/>
    <w:qFormat/>
    <w:rsid w:val="00222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line="240" w:lineRule="atLeast"/>
    </w:pPr>
    <w:rPr>
      <w:rFonts w:ascii="Courier New" w:hAnsi="Courier New"/>
      <w:noProof/>
      <w:sz w:val="18"/>
      <w:szCs w:val="17"/>
    </w:rPr>
  </w:style>
  <w:style w:type="paragraph" w:customStyle="1" w:styleId="Caption-Table">
    <w:name w:val="Caption-Table"/>
    <w:basedOn w:val="Normal"/>
    <w:semiHidden/>
    <w:rsid w:val="00A3771A"/>
    <w:pPr>
      <w:tabs>
        <w:tab w:val="left" w:pos="864"/>
      </w:tabs>
      <w:spacing w:before="100" w:after="60" w:line="220" w:lineRule="atLeast"/>
      <w:ind w:left="864" w:hanging="864"/>
    </w:pPr>
    <w:rPr>
      <w:i/>
      <w:color w:val="000000"/>
      <w:kern w:val="22"/>
      <w:sz w:val="18"/>
      <w:szCs w:val="19"/>
    </w:rPr>
  </w:style>
  <w:style w:type="paragraph" w:customStyle="1" w:styleId="Quotation">
    <w:name w:val="Quotation"/>
    <w:next w:val="Body"/>
    <w:semiHidden/>
    <w:qFormat/>
    <w:rsid w:val="00A247D4"/>
    <w:pPr>
      <w:spacing w:before="80" w:after="80" w:line="250" w:lineRule="atLeast"/>
      <w:ind w:left="432" w:right="432"/>
    </w:pPr>
    <w:rPr>
      <w:i/>
      <w:color w:val="00357F"/>
      <w:kern w:val="22"/>
      <w:sz w:val="21"/>
    </w:rPr>
  </w:style>
  <w:style w:type="paragraph" w:customStyle="1" w:styleId="Bib-Author">
    <w:name w:val="Bib-Author"/>
    <w:next w:val="Bib-Entry"/>
    <w:link w:val="Bib-AuthorChar"/>
    <w:semiHidden/>
    <w:qFormat/>
    <w:rsid w:val="00CE6443"/>
    <w:pPr>
      <w:keepNext/>
      <w:spacing w:before="300" w:line="260" w:lineRule="exact"/>
    </w:pPr>
    <w:rPr>
      <w:rFonts w:ascii="Arial" w:hAnsi="Arial"/>
      <w:b/>
      <w:noProof/>
      <w:kern w:val="20"/>
      <w:sz w:val="22"/>
      <w:szCs w:val="18"/>
    </w:rPr>
  </w:style>
  <w:style w:type="paragraph" w:customStyle="1" w:styleId="Bib-Entry">
    <w:name w:val="Bib-Entry"/>
    <w:basedOn w:val="Normal"/>
    <w:next w:val="Bib-Author"/>
    <w:semiHidden/>
    <w:qFormat/>
    <w:rsid w:val="00CE6443"/>
    <w:pPr>
      <w:tabs>
        <w:tab w:val="left" w:pos="216"/>
      </w:tabs>
      <w:spacing w:line="260" w:lineRule="atLeast"/>
    </w:pPr>
    <w:rPr>
      <w:color w:val="000000"/>
      <w:kern w:val="22"/>
      <w:szCs w:val="18"/>
    </w:rPr>
  </w:style>
  <w:style w:type="character" w:customStyle="1" w:styleId="Bib-AuthorChar">
    <w:name w:val="Bib-Author Char"/>
    <w:basedOn w:val="DefaultParagraphFont"/>
    <w:link w:val="Bib-Author"/>
    <w:semiHidden/>
    <w:rsid w:val="00635E02"/>
    <w:rPr>
      <w:rFonts w:ascii="Arial" w:hAnsi="Arial"/>
      <w:b/>
      <w:noProof/>
      <w:kern w:val="20"/>
      <w:sz w:val="22"/>
      <w:szCs w:val="18"/>
    </w:rPr>
  </w:style>
  <w:style w:type="paragraph" w:customStyle="1" w:styleId="Caption-Figure">
    <w:name w:val="Caption-Figure"/>
    <w:basedOn w:val="Caption-Table"/>
    <w:semiHidden/>
    <w:rsid w:val="00D12EDA"/>
    <w:pPr>
      <w:spacing w:before="40" w:after="200"/>
    </w:pPr>
  </w:style>
  <w:style w:type="paragraph" w:customStyle="1" w:styleId="Author">
    <w:name w:val="Author"/>
    <w:qFormat/>
    <w:rsid w:val="00925148"/>
    <w:pPr>
      <w:spacing w:before="80" w:after="80" w:line="200" w:lineRule="atLeast"/>
    </w:pPr>
    <w:rPr>
      <w:rFonts w:ascii="Arial" w:hAnsi="Arial"/>
      <w:i/>
      <w:color w:val="000000"/>
      <w:kern w:val="28"/>
      <w:sz w:val="18"/>
      <w:szCs w:val="28"/>
    </w:rPr>
  </w:style>
  <w:style w:type="paragraph" w:styleId="Title">
    <w:name w:val="Title"/>
    <w:basedOn w:val="Normal"/>
    <w:next w:val="Heading1"/>
    <w:qFormat/>
    <w:rsid w:val="00201E73"/>
    <w:pPr>
      <w:suppressAutoHyphens/>
      <w:spacing w:before="0" w:after="80"/>
      <w:outlineLvl w:val="0"/>
    </w:pPr>
    <w:rPr>
      <w:rFonts w:ascii="Arial" w:hAnsi="Arial" w:cs="Arial"/>
      <w:b/>
      <w:bCs/>
      <w:caps/>
      <w:color w:val="969696"/>
      <w:kern w:val="28"/>
      <w:sz w:val="36"/>
      <w:szCs w:val="32"/>
    </w:rPr>
  </w:style>
  <w:style w:type="paragraph" w:customStyle="1" w:styleId="Introduction">
    <w:name w:val="Introduction"/>
    <w:basedOn w:val="Body"/>
    <w:next w:val="Body"/>
    <w:qFormat/>
    <w:rsid w:val="002171BB"/>
    <w:pPr>
      <w:spacing w:after="300" w:line="320" w:lineRule="atLeast"/>
    </w:pPr>
    <w:rPr>
      <w:rFonts w:ascii="Arial" w:hAnsi="Arial"/>
      <w:sz w:val="22"/>
    </w:rPr>
  </w:style>
  <w:style w:type="paragraph" w:customStyle="1" w:styleId="BottomAddress">
    <w:name w:val="Bottom Address"/>
    <w:basedOn w:val="Signature"/>
    <w:next w:val="BottomAddress-1"/>
    <w:semiHidden/>
    <w:rsid w:val="00667300"/>
    <w:pPr>
      <w:tabs>
        <w:tab w:val="left" w:pos="648"/>
        <w:tab w:val="left" w:pos="720"/>
      </w:tabs>
      <w:spacing w:line="200" w:lineRule="exact"/>
      <w:ind w:left="0"/>
    </w:pPr>
    <w:rPr>
      <w:rFonts w:ascii="Arial" w:hAnsi="Arial"/>
      <w:sz w:val="15"/>
      <w:szCs w:val="15"/>
    </w:rPr>
  </w:style>
  <w:style w:type="paragraph" w:customStyle="1" w:styleId="BottomAddress-1">
    <w:name w:val="Bottom Address-1"/>
    <w:basedOn w:val="BottomAddress"/>
    <w:next w:val="BottomAddress-2"/>
    <w:qFormat/>
    <w:rsid w:val="001229E9"/>
    <w:pPr>
      <w:tabs>
        <w:tab w:val="clear" w:pos="648"/>
      </w:tabs>
    </w:pPr>
  </w:style>
  <w:style w:type="paragraph" w:customStyle="1" w:styleId="z-border">
    <w:name w:val="z-border"/>
    <w:semiHidden/>
    <w:rsid w:val="00FA115A"/>
    <w:pPr>
      <w:pBdr>
        <w:top w:val="single" w:sz="4" w:space="1" w:color="000000"/>
      </w:pBdr>
      <w:spacing w:line="40" w:lineRule="exact"/>
      <w:ind w:hanging="2880"/>
    </w:pPr>
    <w:rPr>
      <w:rFonts w:ascii="Arial" w:hAnsi="Arial" w:cs="Arial"/>
      <w:b/>
      <w:bCs/>
      <w:kern w:val="28"/>
      <w:sz w:val="16"/>
      <w:szCs w:val="32"/>
    </w:rPr>
  </w:style>
  <w:style w:type="character" w:styleId="PageNumber">
    <w:name w:val="page number"/>
    <w:basedOn w:val="DefaultParagraphFont"/>
    <w:semiHidden/>
    <w:rsid w:val="007E786A"/>
    <w:rPr>
      <w:rFonts w:ascii="Arial" w:hAnsi="Arial"/>
      <w:caps/>
      <w:color w:val="000000" w:themeColor="text1"/>
      <w:sz w:val="15"/>
      <w:szCs w:val="15"/>
      <w:u w:val="none"/>
      <w:bdr w:val="none" w:sz="0" w:space="0" w:color="auto"/>
      <w:lang w:val="en-US"/>
    </w:rPr>
  </w:style>
  <w:style w:type="paragraph" w:styleId="Signature">
    <w:name w:val="Signature"/>
    <w:basedOn w:val="Normal"/>
    <w:link w:val="SignatureChar"/>
    <w:semiHidden/>
    <w:unhideWhenUsed/>
    <w:rsid w:val="00220040"/>
    <w:pPr>
      <w:spacing w:before="0" w:after="0" w:line="240" w:lineRule="auto"/>
      <w:ind w:left="4320"/>
    </w:pPr>
  </w:style>
  <w:style w:type="character" w:customStyle="1" w:styleId="SignatureChar">
    <w:name w:val="Signature Char"/>
    <w:basedOn w:val="DefaultParagraphFont"/>
    <w:link w:val="Signature"/>
    <w:semiHidden/>
    <w:rsid w:val="00220040"/>
    <w:rPr>
      <w:sz w:val="21"/>
    </w:rPr>
  </w:style>
  <w:style w:type="paragraph" w:customStyle="1" w:styleId="ListMultilist1">
    <w:name w:val="List Multilist 1"/>
    <w:basedOn w:val="Body"/>
    <w:next w:val="Body"/>
    <w:qFormat/>
    <w:rsid w:val="007079BF"/>
    <w:pPr>
      <w:spacing w:before="60" w:after="20"/>
      <w:ind w:left="432"/>
    </w:pPr>
  </w:style>
  <w:style w:type="character" w:styleId="Hyperlink">
    <w:name w:val="Hyperlink"/>
    <w:basedOn w:val="DefaultParagraphFont"/>
    <w:uiPriority w:val="99"/>
    <w:semiHidden/>
    <w:rsid w:val="00CC2278"/>
    <w:rPr>
      <w:color w:val="000000"/>
    </w:rPr>
  </w:style>
  <w:style w:type="character" w:styleId="FollowedHyperlink">
    <w:name w:val="FollowedHyperlink"/>
    <w:basedOn w:val="DefaultParagraphFont"/>
    <w:semiHidden/>
    <w:rsid w:val="00CC2278"/>
    <w:rPr>
      <w:color w:val="000000"/>
    </w:rPr>
  </w:style>
  <w:style w:type="paragraph" w:styleId="HTMLPreformatted">
    <w:name w:val="HTML Preformatted"/>
    <w:basedOn w:val="Normal"/>
    <w:semiHidden/>
    <w:rsid w:val="00D47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paragraph" w:customStyle="1" w:styleId="TableHeading">
    <w:name w:val="Table Heading"/>
    <w:qFormat/>
    <w:rsid w:val="000C60EF"/>
    <w:pPr>
      <w:keepNext/>
      <w:spacing w:before="60" w:after="60" w:line="180" w:lineRule="atLeast"/>
    </w:pPr>
    <w:rPr>
      <w:rFonts w:ascii="Arial" w:hAnsi="Arial"/>
      <w:b/>
      <w:sz w:val="16"/>
      <w:szCs w:val="18"/>
    </w:rPr>
  </w:style>
  <w:style w:type="paragraph" w:customStyle="1" w:styleId="Default">
    <w:name w:val="Default"/>
    <w:semiHidden/>
    <w:rsid w:val="007558F3"/>
    <w:pPr>
      <w:autoSpaceDE w:val="0"/>
      <w:autoSpaceDN w:val="0"/>
      <w:adjustRightInd w:val="0"/>
    </w:pPr>
    <w:rPr>
      <w:color w:val="000000"/>
      <w:sz w:val="24"/>
      <w:szCs w:val="24"/>
    </w:rPr>
  </w:style>
  <w:style w:type="paragraph" w:customStyle="1" w:styleId="TableBody">
    <w:name w:val="Table Body"/>
    <w:basedOn w:val="Normal"/>
    <w:qFormat/>
    <w:rsid w:val="000C60EF"/>
    <w:pPr>
      <w:spacing w:before="60" w:after="60" w:line="200" w:lineRule="atLeast"/>
    </w:pPr>
    <w:rPr>
      <w:rFonts w:ascii="Arial" w:hAnsi="Arial" w:cs="Arial"/>
      <w:sz w:val="16"/>
      <w:szCs w:val="18"/>
    </w:rPr>
  </w:style>
  <w:style w:type="paragraph" w:customStyle="1" w:styleId="Footnote">
    <w:name w:val="Footnote"/>
    <w:basedOn w:val="Body"/>
    <w:qFormat/>
    <w:rsid w:val="00492F78"/>
    <w:pPr>
      <w:tabs>
        <w:tab w:val="clear" w:pos="216"/>
        <w:tab w:val="left" w:pos="360"/>
      </w:tabs>
      <w:spacing w:before="0" w:after="160" w:line="200" w:lineRule="atLeast"/>
      <w:ind w:left="360" w:hanging="360"/>
    </w:pPr>
    <w:rPr>
      <w:rFonts w:ascii="Arial" w:hAnsi="Arial"/>
      <w:sz w:val="16"/>
      <w:szCs w:val="16"/>
    </w:rPr>
  </w:style>
  <w:style w:type="paragraph" w:styleId="NormalWeb">
    <w:name w:val="Normal (Web)"/>
    <w:basedOn w:val="Body"/>
    <w:uiPriority w:val="99"/>
    <w:semiHidden/>
    <w:rsid w:val="00DF71A1"/>
  </w:style>
  <w:style w:type="character" w:styleId="FootnoteReference">
    <w:name w:val="footnote reference"/>
    <w:basedOn w:val="DefaultParagraphFont"/>
    <w:semiHidden/>
    <w:rsid w:val="00B34F0C"/>
    <w:rPr>
      <w:sz w:val="20"/>
      <w:vertAlign w:val="superscript"/>
    </w:rPr>
  </w:style>
  <w:style w:type="paragraph" w:styleId="FootnoteText">
    <w:name w:val="footnote text"/>
    <w:basedOn w:val="Normal"/>
    <w:semiHidden/>
    <w:rsid w:val="00DF5D8B"/>
    <w:pPr>
      <w:widowControl w:val="0"/>
      <w:tabs>
        <w:tab w:val="left" w:pos="432"/>
      </w:tabs>
      <w:spacing w:before="60" w:after="100" w:line="240" w:lineRule="atLeast"/>
    </w:pPr>
    <w:rPr>
      <w:kern w:val="20"/>
    </w:rPr>
  </w:style>
  <w:style w:type="paragraph" w:customStyle="1" w:styleId="z-Footer-Line">
    <w:name w:val="z-Footer-Line"/>
    <w:basedOn w:val="Normal"/>
    <w:semiHidden/>
    <w:rsid w:val="002171BB"/>
    <w:pPr>
      <w:pBdr>
        <w:top w:val="single" w:sz="2" w:space="0" w:color="C0C0C0"/>
      </w:pBdr>
      <w:tabs>
        <w:tab w:val="center" w:pos="4320"/>
        <w:tab w:val="right" w:pos="8640"/>
      </w:tabs>
      <w:spacing w:before="360" w:line="80" w:lineRule="exact"/>
      <w:ind w:left="-2880" w:firstLine="4320"/>
    </w:pPr>
  </w:style>
  <w:style w:type="paragraph" w:customStyle="1" w:styleId="z-Footer-Text">
    <w:name w:val="z-Footer-Text"/>
    <w:basedOn w:val="Normal"/>
    <w:semiHidden/>
    <w:rsid w:val="00EA0564"/>
    <w:pPr>
      <w:tabs>
        <w:tab w:val="left" w:pos="288"/>
      </w:tabs>
      <w:spacing w:line="80" w:lineRule="atLeast"/>
      <w:ind w:left="288" w:hanging="288"/>
    </w:pPr>
    <w:rPr>
      <w:bCs/>
      <w:caps/>
      <w:noProof/>
      <w:color w:val="999999"/>
    </w:rPr>
  </w:style>
  <w:style w:type="paragraph" w:customStyle="1" w:styleId="z-Contact-Info">
    <w:name w:val="z-Contact-Info"/>
    <w:basedOn w:val="Footnote"/>
    <w:semiHidden/>
    <w:rsid w:val="00333AEF"/>
    <w:pPr>
      <w:pBdr>
        <w:top w:val="single" w:sz="2" w:space="3" w:color="000000"/>
      </w:pBdr>
      <w:ind w:left="0" w:right="-216" w:firstLine="0"/>
    </w:pPr>
  </w:style>
  <w:style w:type="paragraph" w:styleId="Date">
    <w:name w:val="Date"/>
    <w:basedOn w:val="Normal"/>
    <w:next w:val="Normal"/>
    <w:link w:val="DateChar"/>
    <w:qFormat/>
    <w:rsid w:val="007440C6"/>
    <w:pPr>
      <w:spacing w:before="80" w:after="240" w:line="200" w:lineRule="atLeast"/>
    </w:pPr>
    <w:rPr>
      <w:rFonts w:ascii="Arial" w:hAnsi="Arial"/>
      <w:sz w:val="18"/>
    </w:rPr>
  </w:style>
  <w:style w:type="paragraph" w:styleId="Caption">
    <w:name w:val="caption"/>
    <w:basedOn w:val="Normal"/>
    <w:next w:val="Normal"/>
    <w:qFormat/>
    <w:rsid w:val="00313778"/>
    <w:pPr>
      <w:tabs>
        <w:tab w:val="left" w:pos="864"/>
      </w:tabs>
      <w:suppressAutoHyphens/>
      <w:spacing w:before="100" w:after="100" w:line="220" w:lineRule="atLeast"/>
      <w:ind w:left="864" w:hanging="864"/>
    </w:pPr>
    <w:rPr>
      <w:i/>
      <w:sz w:val="18"/>
    </w:rPr>
  </w:style>
  <w:style w:type="paragraph" w:customStyle="1" w:styleId="Disclaimer">
    <w:name w:val="Disclaimer"/>
    <w:basedOn w:val="Body"/>
    <w:next w:val="Body"/>
    <w:semiHidden/>
    <w:qFormat/>
    <w:rsid w:val="00EA0564"/>
    <w:pPr>
      <w:spacing w:before="600" w:line="200" w:lineRule="atLeast"/>
    </w:pPr>
    <w:rPr>
      <w:sz w:val="16"/>
    </w:rPr>
  </w:style>
  <w:style w:type="paragraph" w:styleId="Footer">
    <w:name w:val="footer"/>
    <w:basedOn w:val="Normal"/>
    <w:semiHidden/>
    <w:rsid w:val="00C97B3D"/>
    <w:pPr>
      <w:tabs>
        <w:tab w:val="center" w:pos="4320"/>
        <w:tab w:val="right" w:pos="8640"/>
      </w:tabs>
    </w:pPr>
  </w:style>
  <w:style w:type="paragraph" w:styleId="BalloonText">
    <w:name w:val="Balloon Text"/>
    <w:basedOn w:val="Normal"/>
    <w:link w:val="BalloonTextChar"/>
    <w:semiHidden/>
    <w:rsid w:val="00DD5AC4"/>
    <w:pPr>
      <w:spacing w:line="240" w:lineRule="auto"/>
    </w:pPr>
    <w:rPr>
      <w:rFonts w:ascii="Tahoma" w:hAnsi="Tahoma" w:cs="Tahoma"/>
      <w:szCs w:val="16"/>
    </w:rPr>
  </w:style>
  <w:style w:type="character" w:customStyle="1" w:styleId="BalloonTextChar">
    <w:name w:val="Balloon Text Char"/>
    <w:basedOn w:val="DefaultParagraphFont"/>
    <w:link w:val="BalloonText"/>
    <w:semiHidden/>
    <w:rsid w:val="00635E02"/>
    <w:rPr>
      <w:rFonts w:ascii="Tahoma" w:hAnsi="Tahoma" w:cs="Tahoma"/>
      <w:sz w:val="21"/>
      <w:szCs w:val="16"/>
    </w:rPr>
  </w:style>
  <w:style w:type="paragraph" w:customStyle="1" w:styleId="z-signature-page-text">
    <w:name w:val="z-signature-page-text"/>
    <w:basedOn w:val="Normal"/>
    <w:uiPriority w:val="99"/>
    <w:semiHidden/>
    <w:rsid w:val="00DD5AC4"/>
    <w:pPr>
      <w:spacing w:line="220" w:lineRule="exact"/>
      <w:ind w:right="-1080"/>
    </w:pPr>
    <w:rPr>
      <w:rFonts w:eastAsiaTheme="minorHAnsi" w:cs="Arial"/>
      <w:sz w:val="18"/>
      <w:szCs w:val="18"/>
    </w:rPr>
  </w:style>
  <w:style w:type="paragraph" w:customStyle="1" w:styleId="zsignaturepagetext">
    <w:name w:val="z signature page text"/>
    <w:basedOn w:val="Normal"/>
    <w:semiHidden/>
    <w:rsid w:val="00DD5AC4"/>
    <w:pPr>
      <w:spacing w:before="160" w:after="160" w:line="240" w:lineRule="atLeast"/>
    </w:pPr>
    <w:rPr>
      <w:rFonts w:eastAsiaTheme="minorHAnsi"/>
      <w:sz w:val="18"/>
      <w:szCs w:val="18"/>
    </w:rPr>
  </w:style>
  <w:style w:type="paragraph" w:customStyle="1" w:styleId="Disclaimer-Back-Page">
    <w:name w:val="Disclaimer-Back-Page"/>
    <w:basedOn w:val="Normal"/>
    <w:semiHidden/>
    <w:rsid w:val="00DD5AC4"/>
    <w:pPr>
      <w:tabs>
        <w:tab w:val="left" w:pos="216"/>
      </w:tabs>
      <w:spacing w:after="40"/>
      <w:jc w:val="both"/>
    </w:pPr>
    <w:rPr>
      <w:snapToGrid w:val="0"/>
      <w:color w:val="000000"/>
      <w:kern w:val="22"/>
    </w:rPr>
  </w:style>
  <w:style w:type="character" w:customStyle="1" w:styleId="DateChar">
    <w:name w:val="Date Char"/>
    <w:basedOn w:val="DefaultParagraphFont"/>
    <w:link w:val="Date"/>
    <w:rsid w:val="007440C6"/>
    <w:rPr>
      <w:rFonts w:ascii="Arial" w:hAnsi="Arial"/>
      <w:sz w:val="18"/>
    </w:rPr>
  </w:style>
  <w:style w:type="paragraph" w:customStyle="1" w:styleId="LogoPlacement-SEI">
    <w:name w:val="Logo Placement - SEI"/>
    <w:basedOn w:val="Normal"/>
    <w:semiHidden/>
    <w:rsid w:val="009A3EA3"/>
    <w:pPr>
      <w:spacing w:before="300" w:after="80" w:line="240" w:lineRule="atLeast"/>
      <w:ind w:left="-1037"/>
    </w:pPr>
    <w:rPr>
      <w:kern w:val="52"/>
      <w:sz w:val="48"/>
      <w:szCs w:val="48"/>
    </w:rPr>
  </w:style>
  <w:style w:type="paragraph" w:customStyle="1" w:styleId="z-signoff-return-address">
    <w:name w:val="z-signoff-return-address"/>
    <w:basedOn w:val="Normal"/>
    <w:semiHidden/>
    <w:rsid w:val="000E36B2"/>
    <w:pPr>
      <w:spacing w:before="0" w:after="0" w:line="200" w:lineRule="atLeast"/>
    </w:pPr>
    <w:rPr>
      <w:rFonts w:ascii="Arial" w:hAnsi="Arial"/>
      <w:sz w:val="15"/>
      <w:szCs w:val="15"/>
    </w:rPr>
  </w:style>
  <w:style w:type="paragraph" w:customStyle="1" w:styleId="DistributionStatement">
    <w:name w:val="Distribution Statement"/>
    <w:basedOn w:val="Normal"/>
    <w:next w:val="Normal"/>
    <w:semiHidden/>
    <w:rsid w:val="007F489B"/>
    <w:pPr>
      <w:spacing w:before="0" w:after="180" w:line="220" w:lineRule="atLeast"/>
      <w:outlineLvl w:val="0"/>
    </w:pPr>
    <w:rPr>
      <w:rFonts w:ascii="Arial" w:hAnsi="Arial"/>
      <w:kern w:val="20"/>
      <w:sz w:val="17"/>
      <w:szCs w:val="15"/>
    </w:rPr>
  </w:style>
  <w:style w:type="paragraph" w:customStyle="1" w:styleId="ListBulleted1">
    <w:name w:val="List Bulleted 1"/>
    <w:qFormat/>
    <w:rsid w:val="005D795A"/>
    <w:pPr>
      <w:numPr>
        <w:numId w:val="44"/>
      </w:numPr>
      <w:tabs>
        <w:tab w:val="left" w:pos="432"/>
      </w:tabs>
      <w:spacing w:before="60" w:after="20" w:line="280" w:lineRule="atLeast"/>
      <w:ind w:left="432" w:hanging="432"/>
    </w:pPr>
    <w:rPr>
      <w:kern w:val="22"/>
      <w:sz w:val="21"/>
    </w:rPr>
  </w:style>
  <w:style w:type="paragraph" w:customStyle="1" w:styleId="ListNumbered1">
    <w:name w:val="List Numbered 1"/>
    <w:basedOn w:val="Body"/>
    <w:qFormat/>
    <w:rsid w:val="005D795A"/>
    <w:pPr>
      <w:numPr>
        <w:numId w:val="43"/>
      </w:numPr>
      <w:tabs>
        <w:tab w:val="clear" w:pos="216"/>
        <w:tab w:val="left" w:pos="432"/>
      </w:tabs>
      <w:spacing w:before="60" w:after="20"/>
      <w:ind w:left="432" w:hanging="432"/>
    </w:pPr>
    <w:rPr>
      <w:snapToGrid/>
    </w:rPr>
  </w:style>
  <w:style w:type="paragraph" w:customStyle="1" w:styleId="BottomAddress-2">
    <w:name w:val="Bottom Address-2"/>
    <w:basedOn w:val="BottomAddress-1"/>
    <w:next w:val="BottomAddress-3"/>
    <w:qFormat/>
    <w:rsid w:val="001229E9"/>
    <w:pPr>
      <w:spacing w:before="120"/>
    </w:pPr>
  </w:style>
  <w:style w:type="paragraph" w:customStyle="1" w:styleId="BottomAddress-3">
    <w:name w:val="Bottom Address-3"/>
    <w:basedOn w:val="BottomAddress"/>
    <w:next w:val="BottomAddress-4"/>
    <w:qFormat/>
    <w:rsid w:val="001229E9"/>
    <w:pPr>
      <w:tabs>
        <w:tab w:val="clear" w:pos="648"/>
      </w:tabs>
    </w:pPr>
  </w:style>
  <w:style w:type="paragraph" w:customStyle="1" w:styleId="BottomAddress-4">
    <w:name w:val="Bottom Address-4"/>
    <w:basedOn w:val="BottomAddress-1"/>
    <w:qFormat/>
    <w:rsid w:val="001229E9"/>
  </w:style>
  <w:style w:type="table" w:styleId="TableGrid">
    <w:name w:val="Table Grid"/>
    <w:basedOn w:val="TableNormal"/>
    <w:rsid w:val="00A40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ank-Spacers">
    <w:name w:val="Blank-Spacers"/>
    <w:next w:val="Normal"/>
    <w:semiHidden/>
    <w:rsid w:val="005D795A"/>
    <w:rPr>
      <w:noProof/>
      <w:kern w:val="20"/>
      <w:sz w:val="4"/>
    </w:rPr>
  </w:style>
  <w:style w:type="paragraph" w:customStyle="1" w:styleId="ContactUs-Heading">
    <w:name w:val="Contact Us - Heading"/>
    <w:basedOn w:val="Normal"/>
    <w:semiHidden/>
    <w:rsid w:val="005D795A"/>
    <w:pPr>
      <w:pBdr>
        <w:top w:val="single" w:sz="18" w:space="1" w:color="000000" w:themeColor="text1"/>
      </w:pBdr>
      <w:tabs>
        <w:tab w:val="left" w:pos="216"/>
      </w:tabs>
      <w:spacing w:before="660" w:after="120" w:line="300" w:lineRule="atLeast"/>
    </w:pPr>
    <w:rPr>
      <w:rFonts w:ascii="Arial" w:hAnsi="Arial"/>
      <w:b/>
      <w:color w:val="000000"/>
      <w:kern w:val="22"/>
      <w:sz w:val="28"/>
    </w:rPr>
  </w:style>
  <w:style w:type="paragraph" w:customStyle="1" w:styleId="ContactUs-Line1">
    <w:name w:val="Contact  Us - Line 1"/>
    <w:basedOn w:val="ContactUs-Heading"/>
    <w:semiHidden/>
    <w:rsid w:val="005D795A"/>
    <w:pPr>
      <w:spacing w:before="0" w:line="230" w:lineRule="atLeast"/>
    </w:pPr>
    <w:rPr>
      <w:b w:val="0"/>
      <w:sz w:val="17"/>
    </w:rPr>
  </w:style>
  <w:style w:type="paragraph" w:customStyle="1" w:styleId="ContactUs-Line2">
    <w:name w:val="Contact Us - Line 2"/>
    <w:basedOn w:val="ContactUs-Line1"/>
    <w:semiHidden/>
    <w:rsid w:val="005D795A"/>
    <w:pPr>
      <w:tabs>
        <w:tab w:val="clear" w:pos="216"/>
        <w:tab w:val="left" w:pos="720"/>
      </w:tabs>
      <w:spacing w:before="43" w:after="480"/>
    </w:pPr>
  </w:style>
  <w:style w:type="paragraph" w:customStyle="1" w:styleId="ListNumbered2">
    <w:name w:val="List Numbered 2"/>
    <w:basedOn w:val="Body"/>
    <w:qFormat/>
    <w:rsid w:val="005D795A"/>
    <w:pPr>
      <w:numPr>
        <w:numId w:val="45"/>
      </w:numPr>
      <w:tabs>
        <w:tab w:val="clear" w:pos="216"/>
        <w:tab w:val="left" w:pos="432"/>
      </w:tabs>
      <w:spacing w:before="60" w:after="20"/>
      <w:ind w:left="792"/>
    </w:pPr>
    <w:rPr>
      <w:snapToGrid/>
    </w:rPr>
  </w:style>
  <w:style w:type="paragraph" w:customStyle="1" w:styleId="ListBulleted2">
    <w:name w:val="List Bulleted 2"/>
    <w:qFormat/>
    <w:rsid w:val="007079BF"/>
    <w:pPr>
      <w:numPr>
        <w:numId w:val="46"/>
      </w:numPr>
      <w:spacing w:before="60" w:after="20" w:line="280" w:lineRule="atLeast"/>
      <w:ind w:left="792"/>
    </w:pPr>
    <w:rPr>
      <w:color w:val="000000" w:themeColor="text1"/>
      <w:kern w:val="20"/>
      <w:sz w:val="21"/>
    </w:rPr>
  </w:style>
  <w:style w:type="paragraph" w:customStyle="1" w:styleId="ListMultilist2">
    <w:name w:val="List Multilist 2"/>
    <w:basedOn w:val="ListMultilist1"/>
    <w:qFormat/>
    <w:rsid w:val="007079BF"/>
    <w:pPr>
      <w:ind w:left="806"/>
    </w:pPr>
  </w:style>
  <w:style w:type="paragraph" w:customStyle="1" w:styleId="TitlePage-DistributionStatement">
    <w:name w:val="Title Page - Distribution Statement"/>
    <w:basedOn w:val="Normal"/>
    <w:semiHidden/>
    <w:rsid w:val="00687FE0"/>
    <w:pPr>
      <w:spacing w:before="240" w:after="0" w:line="200" w:lineRule="atLeast"/>
    </w:pPr>
    <w:rPr>
      <w:rFonts w:ascii="Arial" w:hAnsi="Arial"/>
      <w:b/>
      <w:kern w:val="20"/>
      <w:sz w:val="18"/>
      <w:szCs w:val="18"/>
      <w:lang w:val="pt-BR"/>
    </w:rPr>
  </w:style>
  <w:style w:type="paragraph" w:customStyle="1" w:styleId="TitlePageBack-DistributionStatement">
    <w:name w:val="Title Page Back - Distribution Statement"/>
    <w:basedOn w:val="Normal"/>
    <w:next w:val="Normal"/>
    <w:semiHidden/>
    <w:rsid w:val="004F369A"/>
    <w:pPr>
      <w:spacing w:before="0" w:after="180" w:line="220" w:lineRule="atLeast"/>
    </w:pPr>
    <w:rPr>
      <w:rFonts w:ascii="Arial" w:hAnsi="Arial"/>
      <w:color w:val="000000" w:themeColor="text1"/>
      <w:kern w:val="20"/>
      <w:sz w:val="17"/>
      <w:szCs w:val="15"/>
    </w:rPr>
  </w:style>
  <w:style w:type="paragraph" w:customStyle="1" w:styleId="Maptitle">
    <w:name w:val="Map title"/>
    <w:basedOn w:val="Normal"/>
    <w:next w:val="Blockline"/>
    <w:rsid w:val="00FD5441"/>
    <w:pPr>
      <w:spacing w:before="0" w:after="240" w:line="240" w:lineRule="auto"/>
    </w:pPr>
    <w:rPr>
      <w:rFonts w:ascii="Helvetica" w:hAnsi="Helvetica"/>
      <w:b/>
      <w:sz w:val="32"/>
    </w:rPr>
  </w:style>
  <w:style w:type="paragraph" w:customStyle="1" w:styleId="Blockline">
    <w:name w:val="Block line"/>
    <w:basedOn w:val="BlockText1"/>
    <w:next w:val="Heading4"/>
    <w:rsid w:val="00FD5441"/>
    <w:pPr>
      <w:pBdr>
        <w:top w:val="single" w:sz="6" w:space="0" w:color="auto"/>
      </w:pBdr>
      <w:spacing w:before="240"/>
      <w:ind w:right="100"/>
    </w:pPr>
    <w:rPr>
      <w:sz w:val="20"/>
    </w:rPr>
  </w:style>
  <w:style w:type="paragraph" w:customStyle="1" w:styleId="BlockText1">
    <w:name w:val="Block Text1"/>
    <w:basedOn w:val="Normal"/>
    <w:rsid w:val="00FD5441"/>
    <w:pPr>
      <w:spacing w:before="0" w:after="0" w:line="240" w:lineRule="auto"/>
      <w:ind w:left="2160"/>
    </w:pPr>
    <w:rPr>
      <w:rFonts w:ascii="Times" w:hAnsi="Times"/>
      <w:sz w:val="24"/>
    </w:rPr>
  </w:style>
  <w:style w:type="paragraph" w:customStyle="1" w:styleId="TableBodyBullet">
    <w:name w:val="Table Body Bullet"/>
    <w:basedOn w:val="TableBody"/>
    <w:qFormat/>
    <w:rsid w:val="000C60EF"/>
    <w:pPr>
      <w:numPr>
        <w:numId w:val="47"/>
      </w:numPr>
      <w:spacing w:before="20" w:after="20"/>
      <w:ind w:left="216" w:hanging="216"/>
    </w:pPr>
  </w:style>
  <w:style w:type="paragraph" w:styleId="BodyText">
    <w:name w:val="Body Text"/>
    <w:basedOn w:val="Normal"/>
    <w:link w:val="BodyTextChar"/>
    <w:uiPriority w:val="1"/>
    <w:qFormat/>
    <w:rsid w:val="00745DAA"/>
    <w:pPr>
      <w:widowControl w:val="0"/>
      <w:autoSpaceDE w:val="0"/>
      <w:autoSpaceDN w:val="0"/>
      <w:spacing w:before="0" w:after="0" w:line="240" w:lineRule="auto"/>
      <w:ind w:left="401"/>
    </w:pPr>
    <w:rPr>
      <w:szCs w:val="21"/>
    </w:rPr>
  </w:style>
  <w:style w:type="character" w:customStyle="1" w:styleId="BodyTextChar">
    <w:name w:val="Body Text Char"/>
    <w:basedOn w:val="DefaultParagraphFont"/>
    <w:link w:val="BodyText"/>
    <w:uiPriority w:val="1"/>
    <w:rsid w:val="00745DAA"/>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3054">
      <w:bodyDiv w:val="1"/>
      <w:marLeft w:val="0"/>
      <w:marRight w:val="0"/>
      <w:marTop w:val="0"/>
      <w:marBottom w:val="0"/>
      <w:divBdr>
        <w:top w:val="none" w:sz="0" w:space="0" w:color="auto"/>
        <w:left w:val="none" w:sz="0" w:space="0" w:color="auto"/>
        <w:bottom w:val="none" w:sz="0" w:space="0" w:color="auto"/>
        <w:right w:val="none" w:sz="0" w:space="0" w:color="auto"/>
      </w:divBdr>
      <w:divsChild>
        <w:div w:id="324432053">
          <w:marLeft w:val="0"/>
          <w:marRight w:val="0"/>
          <w:marTop w:val="0"/>
          <w:marBottom w:val="0"/>
          <w:divBdr>
            <w:top w:val="none" w:sz="0" w:space="0" w:color="auto"/>
            <w:left w:val="none" w:sz="0" w:space="0" w:color="auto"/>
            <w:bottom w:val="none" w:sz="0" w:space="0" w:color="auto"/>
            <w:right w:val="none" w:sz="0" w:space="0" w:color="auto"/>
          </w:divBdr>
          <w:divsChild>
            <w:div w:id="107991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1557">
      <w:bodyDiv w:val="1"/>
      <w:marLeft w:val="0"/>
      <w:marRight w:val="0"/>
      <w:marTop w:val="0"/>
      <w:marBottom w:val="0"/>
      <w:divBdr>
        <w:top w:val="none" w:sz="0" w:space="0" w:color="auto"/>
        <w:left w:val="none" w:sz="0" w:space="0" w:color="auto"/>
        <w:bottom w:val="none" w:sz="0" w:space="0" w:color="auto"/>
        <w:right w:val="none" w:sz="0" w:space="0" w:color="auto"/>
      </w:divBdr>
    </w:div>
    <w:div w:id="171259039">
      <w:bodyDiv w:val="1"/>
      <w:marLeft w:val="0"/>
      <w:marRight w:val="0"/>
      <w:marTop w:val="0"/>
      <w:marBottom w:val="0"/>
      <w:divBdr>
        <w:top w:val="none" w:sz="0" w:space="0" w:color="auto"/>
        <w:left w:val="none" w:sz="0" w:space="0" w:color="auto"/>
        <w:bottom w:val="none" w:sz="0" w:space="0" w:color="auto"/>
        <w:right w:val="none" w:sz="0" w:space="0" w:color="auto"/>
      </w:divBdr>
    </w:div>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421537558">
      <w:bodyDiv w:val="1"/>
      <w:marLeft w:val="0"/>
      <w:marRight w:val="0"/>
      <w:marTop w:val="0"/>
      <w:marBottom w:val="0"/>
      <w:divBdr>
        <w:top w:val="none" w:sz="0" w:space="0" w:color="auto"/>
        <w:left w:val="none" w:sz="0" w:space="0" w:color="auto"/>
        <w:bottom w:val="none" w:sz="0" w:space="0" w:color="auto"/>
        <w:right w:val="none" w:sz="0" w:space="0" w:color="auto"/>
      </w:divBdr>
    </w:div>
    <w:div w:id="434054998">
      <w:bodyDiv w:val="1"/>
      <w:marLeft w:val="0"/>
      <w:marRight w:val="0"/>
      <w:marTop w:val="0"/>
      <w:marBottom w:val="0"/>
      <w:divBdr>
        <w:top w:val="none" w:sz="0" w:space="0" w:color="auto"/>
        <w:left w:val="none" w:sz="0" w:space="0" w:color="auto"/>
        <w:bottom w:val="none" w:sz="0" w:space="0" w:color="auto"/>
        <w:right w:val="none" w:sz="0" w:space="0" w:color="auto"/>
      </w:divBdr>
    </w:div>
    <w:div w:id="454523568">
      <w:bodyDiv w:val="1"/>
      <w:marLeft w:val="0"/>
      <w:marRight w:val="0"/>
      <w:marTop w:val="0"/>
      <w:marBottom w:val="0"/>
      <w:divBdr>
        <w:top w:val="none" w:sz="0" w:space="0" w:color="auto"/>
        <w:left w:val="none" w:sz="0" w:space="0" w:color="auto"/>
        <w:bottom w:val="none" w:sz="0" w:space="0" w:color="auto"/>
        <w:right w:val="none" w:sz="0" w:space="0" w:color="auto"/>
      </w:divBdr>
      <w:divsChild>
        <w:div w:id="345979505">
          <w:marLeft w:val="0"/>
          <w:marRight w:val="0"/>
          <w:marTop w:val="0"/>
          <w:marBottom w:val="0"/>
          <w:divBdr>
            <w:top w:val="none" w:sz="0" w:space="0" w:color="auto"/>
            <w:left w:val="none" w:sz="0" w:space="0" w:color="auto"/>
            <w:bottom w:val="none" w:sz="0" w:space="0" w:color="auto"/>
            <w:right w:val="none" w:sz="0" w:space="0" w:color="auto"/>
          </w:divBdr>
        </w:div>
      </w:divsChild>
    </w:div>
    <w:div w:id="465128517">
      <w:bodyDiv w:val="1"/>
      <w:marLeft w:val="0"/>
      <w:marRight w:val="0"/>
      <w:marTop w:val="0"/>
      <w:marBottom w:val="0"/>
      <w:divBdr>
        <w:top w:val="none" w:sz="0" w:space="0" w:color="auto"/>
        <w:left w:val="none" w:sz="0" w:space="0" w:color="auto"/>
        <w:bottom w:val="none" w:sz="0" w:space="0" w:color="auto"/>
        <w:right w:val="none" w:sz="0" w:space="0" w:color="auto"/>
      </w:divBdr>
    </w:div>
    <w:div w:id="696539462">
      <w:bodyDiv w:val="1"/>
      <w:marLeft w:val="0"/>
      <w:marRight w:val="0"/>
      <w:marTop w:val="0"/>
      <w:marBottom w:val="0"/>
      <w:divBdr>
        <w:top w:val="none" w:sz="0" w:space="0" w:color="auto"/>
        <w:left w:val="none" w:sz="0" w:space="0" w:color="auto"/>
        <w:bottom w:val="none" w:sz="0" w:space="0" w:color="auto"/>
        <w:right w:val="none" w:sz="0" w:space="0" w:color="auto"/>
      </w:divBdr>
    </w:div>
    <w:div w:id="1086220330">
      <w:bodyDiv w:val="1"/>
      <w:marLeft w:val="0"/>
      <w:marRight w:val="0"/>
      <w:marTop w:val="0"/>
      <w:marBottom w:val="0"/>
      <w:divBdr>
        <w:top w:val="none" w:sz="0" w:space="0" w:color="auto"/>
        <w:left w:val="none" w:sz="0" w:space="0" w:color="auto"/>
        <w:bottom w:val="none" w:sz="0" w:space="0" w:color="auto"/>
        <w:right w:val="none" w:sz="0" w:space="0" w:color="auto"/>
      </w:divBdr>
    </w:div>
    <w:div w:id="1647971038">
      <w:bodyDiv w:val="1"/>
      <w:marLeft w:val="0"/>
      <w:marRight w:val="0"/>
      <w:marTop w:val="0"/>
      <w:marBottom w:val="0"/>
      <w:divBdr>
        <w:top w:val="none" w:sz="0" w:space="0" w:color="auto"/>
        <w:left w:val="none" w:sz="0" w:space="0" w:color="auto"/>
        <w:bottom w:val="none" w:sz="0" w:space="0" w:color="auto"/>
        <w:right w:val="none" w:sz="0" w:space="0" w:color="auto"/>
      </w:divBdr>
      <w:divsChild>
        <w:div w:id="12073720">
          <w:marLeft w:val="0"/>
          <w:marRight w:val="0"/>
          <w:marTop w:val="0"/>
          <w:marBottom w:val="0"/>
          <w:divBdr>
            <w:top w:val="none" w:sz="0" w:space="0" w:color="auto"/>
            <w:left w:val="none" w:sz="0" w:space="0" w:color="auto"/>
            <w:bottom w:val="none" w:sz="0" w:space="0" w:color="auto"/>
            <w:right w:val="none" w:sz="0" w:space="0" w:color="auto"/>
          </w:divBdr>
        </w:div>
      </w:divsChild>
    </w:div>
    <w:div w:id="1839076481">
      <w:bodyDiv w:val="1"/>
      <w:marLeft w:val="0"/>
      <w:marRight w:val="0"/>
      <w:marTop w:val="0"/>
      <w:marBottom w:val="0"/>
      <w:divBdr>
        <w:top w:val="none" w:sz="0" w:space="0" w:color="auto"/>
        <w:left w:val="none" w:sz="0" w:space="0" w:color="auto"/>
        <w:bottom w:val="none" w:sz="0" w:space="0" w:color="auto"/>
        <w:right w:val="none" w:sz="0" w:space="0" w:color="auto"/>
      </w:divBdr>
    </w:div>
    <w:div w:id="1954630975">
      <w:bodyDiv w:val="1"/>
      <w:marLeft w:val="0"/>
      <w:marRight w:val="0"/>
      <w:marTop w:val="0"/>
      <w:marBottom w:val="0"/>
      <w:divBdr>
        <w:top w:val="none" w:sz="0" w:space="0" w:color="auto"/>
        <w:left w:val="none" w:sz="0" w:space="0" w:color="auto"/>
        <w:bottom w:val="none" w:sz="0" w:space="0" w:color="auto"/>
        <w:right w:val="none" w:sz="0" w:space="0" w:color="auto"/>
      </w:divBdr>
      <w:divsChild>
        <w:div w:id="1882476913">
          <w:marLeft w:val="0"/>
          <w:marRight w:val="0"/>
          <w:marTop w:val="0"/>
          <w:marBottom w:val="0"/>
          <w:divBdr>
            <w:top w:val="none" w:sz="0" w:space="0" w:color="auto"/>
            <w:left w:val="none" w:sz="0" w:space="0" w:color="auto"/>
            <w:bottom w:val="none" w:sz="0" w:space="0" w:color="auto"/>
            <w:right w:val="none" w:sz="0" w:space="0" w:color="auto"/>
          </w:divBdr>
          <w:divsChild>
            <w:div w:id="198103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4244">
      <w:bodyDiv w:val="1"/>
      <w:marLeft w:val="0"/>
      <w:marRight w:val="0"/>
      <w:marTop w:val="0"/>
      <w:marBottom w:val="0"/>
      <w:divBdr>
        <w:top w:val="none" w:sz="0" w:space="0" w:color="auto"/>
        <w:left w:val="none" w:sz="0" w:space="0" w:color="auto"/>
        <w:bottom w:val="none" w:sz="0" w:space="0" w:color="auto"/>
        <w:right w:val="none" w:sz="0" w:space="0" w:color="auto"/>
      </w:divBdr>
    </w:div>
    <w:div w:id="2052487355">
      <w:bodyDiv w:val="1"/>
      <w:marLeft w:val="0"/>
      <w:marRight w:val="0"/>
      <w:marTop w:val="0"/>
      <w:marBottom w:val="0"/>
      <w:divBdr>
        <w:top w:val="none" w:sz="0" w:space="0" w:color="auto"/>
        <w:left w:val="none" w:sz="0" w:space="0" w:color="auto"/>
        <w:bottom w:val="none" w:sz="0" w:space="0" w:color="auto"/>
        <w:right w:val="none" w:sz="0" w:space="0" w:color="auto"/>
      </w:divBdr>
    </w:div>
    <w:div w:id="2061517096">
      <w:bodyDiv w:val="1"/>
      <w:marLeft w:val="0"/>
      <w:marRight w:val="0"/>
      <w:marTop w:val="0"/>
      <w:marBottom w:val="0"/>
      <w:divBdr>
        <w:top w:val="none" w:sz="0" w:space="0" w:color="auto"/>
        <w:left w:val="none" w:sz="0" w:space="0" w:color="auto"/>
        <w:bottom w:val="none" w:sz="0" w:space="0" w:color="auto"/>
        <w:right w:val="none" w:sz="0" w:space="0" w:color="auto"/>
      </w:divBdr>
      <w:divsChild>
        <w:div w:id="254477786">
          <w:marLeft w:val="150"/>
          <w:marRight w:val="150"/>
          <w:marTop w:val="225"/>
          <w:marBottom w:val="0"/>
          <w:divBdr>
            <w:top w:val="none" w:sz="0" w:space="0" w:color="auto"/>
            <w:left w:val="none" w:sz="0" w:space="0" w:color="auto"/>
            <w:bottom w:val="none" w:sz="0" w:space="0" w:color="auto"/>
            <w:right w:val="none" w:sz="0" w:space="0" w:color="auto"/>
          </w:divBdr>
          <w:divsChild>
            <w:div w:id="4529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RelyOnCSS/>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ARSH~1\AppData\Local\Temp\white-paper-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22D0491B-8BD5-4C7D-BD97-1539AE7BC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white-paper-3.dotx</Template>
  <TotalTime>5</TotalTime>
  <Pages>5</Pages>
  <Words>1648</Words>
  <Characters>6821</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Software Engineering Institute, Carnegie Mellon University</vt:lpstr>
    </vt:vector>
  </TitlesOfParts>
  <Company>Software Engineering Institute www.sei.cmu.edu</Company>
  <LinksUpToDate>false</LinksUpToDate>
  <CharactersWithSpaces>8453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Engineering Institute, Carnegie Mellon University</dc:title>
  <dc:creator>Tamara</dc:creator>
  <cp:lastModifiedBy>Sheela Nath</cp:lastModifiedBy>
  <cp:revision>4</cp:revision>
  <cp:lastPrinted>2015-04-23T18:42:00Z</cp:lastPrinted>
  <dcterms:created xsi:type="dcterms:W3CDTF">2018-12-05T16:44:00Z</dcterms:created>
  <dcterms:modified xsi:type="dcterms:W3CDTF">2020-03-24T19:34:00Z</dcterms:modified>
</cp:coreProperties>
</file>