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745DAA" w:rsidP="00201E73">
      <w:pPr>
        <w:pStyle w:val="Title"/>
      </w:pPr>
      <w:r>
        <w:t>Bowling Score Keeper</w:t>
      </w:r>
    </w:p>
    <w:p w:rsidR="00A40053" w:rsidRPr="008F0BE1" w:rsidRDefault="003B7B8E" w:rsidP="003B7B8E">
      <w:pPr>
        <w:pStyle w:val="Author"/>
      </w:pPr>
      <w:r>
        <w:t>Personal Software Process for Engineers</w:t>
      </w:r>
    </w:p>
    <w:p w:rsidR="00FD5441" w:rsidRDefault="00FD5441" w:rsidP="00212B6F">
      <w:pPr>
        <w:pStyle w:val="Body"/>
      </w:pPr>
      <w:bookmarkStart w:id="0" w:name="_GoBack"/>
      <w:bookmarkEnd w:id="0"/>
    </w:p>
    <w:p w:rsidR="00745DAA" w:rsidRDefault="00745DAA" w:rsidP="00E2291E">
      <w:pPr>
        <w:pStyle w:val="Body"/>
        <w:spacing w:before="0" w:after="240"/>
        <w:rPr>
          <w:w w:val="105"/>
        </w:rPr>
      </w:pPr>
      <w:r>
        <w:rPr>
          <w:w w:val="105"/>
        </w:rPr>
        <w:t>The objective is to develop an application that can calculate the score of a single bowling game. There is no graphical user interface</w:t>
      </w:r>
      <w:r w:rsidR="00E2291E">
        <w:rPr>
          <w:w w:val="105"/>
        </w:rPr>
        <w:t>;</w:t>
      </w:r>
      <w:r>
        <w:rPr>
          <w:w w:val="105"/>
        </w:rPr>
        <w:t xml:space="preserve"> all inputs and outputs use text or file IO.</w:t>
      </w:r>
    </w:p>
    <w:p w:rsidR="00745DAA" w:rsidRDefault="00745DAA" w:rsidP="00745DAA">
      <w:pPr>
        <w:pStyle w:val="BodyText"/>
        <w:spacing w:line="372" w:lineRule="auto"/>
        <w:ind w:right="148"/>
        <w:jc w:val="center"/>
        <w:rPr>
          <w:w w:val="105"/>
        </w:rPr>
      </w:pPr>
      <w:r>
        <w:rPr>
          <w:noProof/>
        </w:rPr>
        <w:drawing>
          <wp:inline distT="0" distB="0" distL="0" distR="0" wp14:anchorId="046A97BF" wp14:editId="084C1F08">
            <wp:extent cx="1825022" cy="1606174"/>
            <wp:effectExtent l="0" t="0" r="0" b="0"/>
            <wp:docPr id="2" name="Picture 2" descr="https://upload.wikimedia.org/wikipedia/commons/thumb/7/7f/Bowling_all.svg/408px-Bowling_all.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thumb/7/7f/Bowling_all.svg/408px-Bowling_all.sv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8569" cy="1618097"/>
                    </a:xfrm>
                    <a:prstGeom prst="rect">
                      <a:avLst/>
                    </a:prstGeom>
                    <a:noFill/>
                    <a:ln>
                      <a:noFill/>
                    </a:ln>
                  </pic:spPr>
                </pic:pic>
              </a:graphicData>
            </a:graphic>
          </wp:inline>
        </w:drawing>
      </w:r>
    </w:p>
    <w:p w:rsidR="00745DAA" w:rsidRDefault="00745DAA" w:rsidP="00745DAA">
      <w:pPr>
        <w:pStyle w:val="Body"/>
        <w:rPr>
          <w:w w:val="105"/>
        </w:rPr>
      </w:pPr>
      <w:r>
        <w:rPr>
          <w:noProof/>
        </w:rPr>
        <w:drawing>
          <wp:inline distT="0" distB="0" distL="0" distR="0" wp14:anchorId="6B4F2290" wp14:editId="55EDD20B">
            <wp:extent cx="5486400" cy="3657600"/>
            <wp:effectExtent l="0" t="0" r="0" b="0"/>
            <wp:docPr id="1" name="Picture 1" descr="http://officetemplates.net/wp-content/uploads/2012/12/13-Bowling-Score-Sheet-V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fficetemplates.net/wp-content/uploads/2012/12/13-Bowling-Score-Sheet-V1.2.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9094" t="13732" r="9037" b="15613"/>
                    <a:stretch/>
                  </pic:blipFill>
                  <pic:spPr bwMode="auto">
                    <a:xfrm>
                      <a:off x="0" y="0"/>
                      <a:ext cx="5486400" cy="3657600"/>
                    </a:xfrm>
                    <a:prstGeom prst="rect">
                      <a:avLst/>
                    </a:prstGeom>
                    <a:noFill/>
                    <a:ln>
                      <a:noFill/>
                    </a:ln>
                    <a:extLst>
                      <a:ext uri="{53640926-AAD7-44D8-BBD7-CCE9431645EC}">
                        <a14:shadowObscured xmlns:a14="http://schemas.microsoft.com/office/drawing/2010/main"/>
                      </a:ext>
                    </a:extLst>
                  </pic:spPr>
                </pic:pic>
              </a:graphicData>
            </a:graphic>
          </wp:inline>
        </w:drawing>
      </w:r>
    </w:p>
    <w:p w:rsidR="00745DAA" w:rsidRDefault="00745DAA" w:rsidP="00745DAA">
      <w:pPr>
        <w:pStyle w:val="BodyText"/>
        <w:spacing w:line="372" w:lineRule="auto"/>
        <w:ind w:right="148"/>
        <w:rPr>
          <w:w w:val="105"/>
        </w:rPr>
      </w:pPr>
    </w:p>
    <w:p w:rsidR="00745DAA" w:rsidRPr="00745DAA" w:rsidRDefault="00745DAA" w:rsidP="00745DAA">
      <w:pPr>
        <w:pStyle w:val="Body"/>
      </w:pPr>
      <w:r w:rsidRPr="00745DAA">
        <w:t>In bowling, a frame begins with 10 pins as arranged in the figure</w:t>
      </w:r>
      <w:r w:rsidR="00E2291E">
        <w:t xml:space="preserve"> on page 1</w:t>
      </w:r>
      <w:r w:rsidRPr="00745DAA">
        <w:t>. In each frame</w:t>
      </w:r>
      <w:r w:rsidR="00E2291E">
        <w:t>,</w:t>
      </w:r>
      <w:r w:rsidRPr="00745DAA">
        <w:t xml:space="preserve"> the player has two opportunities to knock down the 10 pins by rolling the bowling ball. After the first roll, the </w:t>
      </w:r>
      <w:r w:rsidRPr="00745DAA">
        <w:lastRenderedPageBreak/>
        <w:t>downed pins are removed</w:t>
      </w:r>
      <w:r w:rsidR="00E2291E">
        <w:t>,</w:t>
      </w:r>
      <w:r w:rsidRPr="00745DAA">
        <w:t xml:space="preserve"> with the second roll attempting to knock down the remaining pins. The frame ends after all pins have been knocked down or two balls have been thrown. The score for the frame is the total number of pins knocked down, plus bonuses for strikes and spares. A spare is when the player knocks down all 10 pins with two rolls. The bonus for that frame is the number of pins knocked down by the next roll. A strike is when the player knocks down all 10 pins on the first roll. The bonus for that frame is the value of the next two balls rolled. A game consists of 10 frames plus any additional bonus rolls for strikes and spares.</w:t>
      </w:r>
    </w:p>
    <w:p w:rsidR="00745DAA" w:rsidRPr="00E2291E" w:rsidRDefault="00745DAA" w:rsidP="00E2291E">
      <w:pPr>
        <w:pStyle w:val="ListNumbered1"/>
        <w:spacing w:before="240"/>
        <w:rPr>
          <w:rFonts w:ascii="Arial" w:hAnsi="Arial" w:cs="Arial"/>
          <w:b/>
        </w:rPr>
      </w:pPr>
      <w:r w:rsidRPr="00E2291E">
        <w:rPr>
          <w:rFonts w:ascii="Arial" w:hAnsi="Arial" w:cs="Arial"/>
          <w:b/>
          <w:w w:val="105"/>
        </w:rPr>
        <w:t>Frame</w:t>
      </w:r>
    </w:p>
    <w:p w:rsidR="009603ED" w:rsidRPr="009603ED" w:rsidRDefault="00745DAA" w:rsidP="009603ED">
      <w:pPr>
        <w:pStyle w:val="ListNumbered1"/>
        <w:numPr>
          <w:ilvl w:val="0"/>
          <w:numId w:val="0"/>
        </w:numPr>
        <w:ind w:left="432"/>
        <w:rPr>
          <w:i/>
          <w:w w:val="105"/>
        </w:rPr>
      </w:pPr>
      <w:r w:rsidRPr="009603ED">
        <w:rPr>
          <w:i/>
          <w:w w:val="105"/>
        </w:rPr>
        <w:t xml:space="preserve">Each turn of a bowling game is called a </w:t>
      </w:r>
      <w:r w:rsidRPr="009603ED">
        <w:rPr>
          <w:b/>
          <w:i/>
          <w:w w:val="105"/>
        </w:rPr>
        <w:t>frame</w:t>
      </w:r>
      <w:r w:rsidRPr="009603ED">
        <w:rPr>
          <w:i/>
          <w:w w:val="105"/>
        </w:rPr>
        <w:t>. 10 pins are arranged in each frame. The player</w:t>
      </w:r>
      <w:r w:rsidR="00E2291E">
        <w:rPr>
          <w:i/>
          <w:w w:val="105"/>
        </w:rPr>
        <w:t>’s goal</w:t>
      </w:r>
      <w:r w:rsidRPr="009603ED">
        <w:rPr>
          <w:i/>
          <w:w w:val="105"/>
        </w:rPr>
        <w:t xml:space="preserve"> is to knock down as many pins as possible in each frame. The player has two chances, or </w:t>
      </w:r>
      <w:r w:rsidRPr="009603ED">
        <w:rPr>
          <w:b/>
          <w:i/>
          <w:w w:val="105"/>
        </w:rPr>
        <w:t>throws</w:t>
      </w:r>
      <w:r w:rsidRPr="009603ED">
        <w:rPr>
          <w:i/>
          <w:w w:val="105"/>
        </w:rPr>
        <w:t xml:space="preserve">, to do so. The value of a throw is the number of pins knocked down in that throw. </w:t>
      </w:r>
    </w:p>
    <w:p w:rsidR="00745DAA" w:rsidRDefault="00745DAA" w:rsidP="009603ED">
      <w:pPr>
        <w:pStyle w:val="ListNumbered1"/>
        <w:numPr>
          <w:ilvl w:val="0"/>
          <w:numId w:val="0"/>
        </w:numPr>
        <w:ind w:left="432"/>
      </w:pPr>
      <w:r>
        <w:rPr>
          <w:b/>
          <w:w w:val="105"/>
        </w:rPr>
        <w:t xml:space="preserve">Requirement: </w:t>
      </w:r>
      <w:r>
        <w:rPr>
          <w:w w:val="105"/>
        </w:rPr>
        <w:t>Define a frame as composed of two throws. The first and second throws should be distinguishable.</w:t>
      </w:r>
    </w:p>
    <w:p w:rsidR="00745DAA" w:rsidRDefault="00745DAA" w:rsidP="009603ED">
      <w:pPr>
        <w:pStyle w:val="ListNumbered1"/>
        <w:numPr>
          <w:ilvl w:val="0"/>
          <w:numId w:val="0"/>
        </w:numPr>
        <w:ind w:left="432"/>
      </w:pPr>
      <w:r>
        <w:rPr>
          <w:b/>
          <w:w w:val="105"/>
        </w:rPr>
        <w:t xml:space="preserve">Example: </w:t>
      </w:r>
      <w:r>
        <w:rPr>
          <w:w w:val="105"/>
        </w:rPr>
        <w:t>[2, 4] is a frame with two throws, in which two pins were knocked down in the first throw and four pins were knocked down in the second</w:t>
      </w:r>
      <w:r w:rsidR="004120AC">
        <w:rPr>
          <w:w w:val="105"/>
        </w:rPr>
        <w:t xml:space="preserve"> throw</w:t>
      </w:r>
      <w:r>
        <w:rPr>
          <w:w w:val="105"/>
        </w:rPr>
        <w:t>.</w:t>
      </w:r>
    </w:p>
    <w:p w:rsidR="00745DAA" w:rsidRPr="00E2291E" w:rsidRDefault="00745DAA" w:rsidP="00E2291E">
      <w:pPr>
        <w:pStyle w:val="ListNumbered1"/>
        <w:spacing w:before="240"/>
        <w:rPr>
          <w:rFonts w:ascii="Arial" w:hAnsi="Arial" w:cs="Arial"/>
          <w:b/>
        </w:rPr>
      </w:pPr>
      <w:r w:rsidRPr="00E2291E">
        <w:rPr>
          <w:rFonts w:ascii="Arial" w:hAnsi="Arial" w:cs="Arial"/>
          <w:b/>
          <w:w w:val="105"/>
        </w:rPr>
        <w:t>Frame Score</w:t>
      </w:r>
    </w:p>
    <w:p w:rsidR="00745DAA" w:rsidRPr="009603ED" w:rsidRDefault="00745DAA" w:rsidP="009603ED">
      <w:pPr>
        <w:pStyle w:val="ListNumbered1"/>
        <w:numPr>
          <w:ilvl w:val="0"/>
          <w:numId w:val="0"/>
        </w:numPr>
        <w:ind w:left="432"/>
        <w:rPr>
          <w:i/>
        </w:rPr>
      </w:pPr>
      <w:r w:rsidRPr="009603ED">
        <w:rPr>
          <w:i/>
          <w:w w:val="105"/>
        </w:rPr>
        <w:t xml:space="preserve">An ordinary frame’s score is the sum scores from each </w:t>
      </w:r>
      <w:r w:rsidR="00E2291E">
        <w:rPr>
          <w:i/>
          <w:w w:val="105"/>
        </w:rPr>
        <w:t xml:space="preserve">of </w:t>
      </w:r>
      <w:r w:rsidRPr="009603ED">
        <w:rPr>
          <w:i/>
          <w:w w:val="105"/>
        </w:rPr>
        <w:t>its throws.</w:t>
      </w:r>
    </w:p>
    <w:p w:rsidR="00745DAA" w:rsidRDefault="00745DAA" w:rsidP="009603ED">
      <w:pPr>
        <w:pStyle w:val="ListNumbered1"/>
        <w:numPr>
          <w:ilvl w:val="0"/>
          <w:numId w:val="0"/>
        </w:numPr>
        <w:ind w:left="432"/>
      </w:pPr>
      <w:r>
        <w:rPr>
          <w:b/>
          <w:w w:val="105"/>
        </w:rPr>
        <w:t xml:space="preserve">Requirement: </w:t>
      </w:r>
      <w:r>
        <w:rPr>
          <w:w w:val="105"/>
        </w:rPr>
        <w:t>Compute the score of an ordinary frame.</w:t>
      </w:r>
    </w:p>
    <w:p w:rsidR="00745DAA" w:rsidRDefault="00745DAA" w:rsidP="009603ED">
      <w:pPr>
        <w:pStyle w:val="ListNumbered1"/>
        <w:numPr>
          <w:ilvl w:val="0"/>
          <w:numId w:val="0"/>
        </w:numPr>
        <w:ind w:left="432"/>
      </w:pPr>
      <w:r>
        <w:rPr>
          <w:b/>
          <w:w w:val="105"/>
        </w:rPr>
        <w:t xml:space="preserve">Examples: </w:t>
      </w:r>
      <w:r>
        <w:rPr>
          <w:w w:val="105"/>
        </w:rPr>
        <w:t>The score of the frame [2, 6] is 8. The score of the frame [0, 9] is 9.</w:t>
      </w:r>
    </w:p>
    <w:p w:rsidR="00745DAA" w:rsidRPr="00E2291E" w:rsidRDefault="00745DAA" w:rsidP="00E2291E">
      <w:pPr>
        <w:pStyle w:val="ListNumbered1"/>
        <w:spacing w:before="240"/>
        <w:rPr>
          <w:rFonts w:ascii="Arial" w:hAnsi="Arial" w:cs="Arial"/>
          <w:b/>
        </w:rPr>
      </w:pPr>
      <w:r w:rsidRPr="00E2291E">
        <w:rPr>
          <w:rFonts w:ascii="Arial" w:hAnsi="Arial" w:cs="Arial"/>
          <w:b/>
          <w:w w:val="105"/>
        </w:rPr>
        <w:t>Game</w:t>
      </w:r>
    </w:p>
    <w:p w:rsidR="00745DAA" w:rsidRPr="009603ED" w:rsidRDefault="00745DAA" w:rsidP="009603ED">
      <w:pPr>
        <w:pStyle w:val="ListNumbered1"/>
        <w:numPr>
          <w:ilvl w:val="0"/>
          <w:numId w:val="0"/>
        </w:numPr>
        <w:ind w:left="432"/>
        <w:rPr>
          <w:i/>
        </w:rPr>
      </w:pPr>
      <w:r w:rsidRPr="009603ED">
        <w:rPr>
          <w:i/>
          <w:w w:val="105"/>
        </w:rPr>
        <w:t>A single game consists of 10 frames.</w:t>
      </w:r>
    </w:p>
    <w:p w:rsidR="00745DAA" w:rsidRDefault="00745DAA" w:rsidP="009603ED">
      <w:pPr>
        <w:pStyle w:val="ListNumbered1"/>
        <w:numPr>
          <w:ilvl w:val="0"/>
          <w:numId w:val="0"/>
        </w:numPr>
        <w:ind w:left="432"/>
      </w:pPr>
      <w:r>
        <w:rPr>
          <w:b/>
          <w:w w:val="105"/>
        </w:rPr>
        <w:t xml:space="preserve">Requirement: </w:t>
      </w:r>
      <w:r>
        <w:rPr>
          <w:w w:val="105"/>
        </w:rPr>
        <w:t>Define a game, which consists of 10 frames.</w:t>
      </w:r>
    </w:p>
    <w:p w:rsidR="00745DAA" w:rsidRDefault="00745DAA" w:rsidP="009603ED">
      <w:pPr>
        <w:pStyle w:val="ListNumbered1"/>
        <w:numPr>
          <w:ilvl w:val="0"/>
          <w:numId w:val="0"/>
        </w:numPr>
        <w:ind w:left="432"/>
      </w:pPr>
      <w:r>
        <w:rPr>
          <w:b/>
          <w:w w:val="105"/>
        </w:rPr>
        <w:t xml:space="preserve">Example: </w:t>
      </w:r>
      <w:r>
        <w:rPr>
          <w:w w:val="105"/>
        </w:rPr>
        <w:t xml:space="preserve">The sequence of frames [1, 5] [3, 6] [7, 2] [3, 6] [4, 4] [5, 3] [3, 3] [4, 5] [8, 1] [2, 6] represents a game. </w:t>
      </w:r>
    </w:p>
    <w:p w:rsidR="00745DAA" w:rsidRPr="00E2291E" w:rsidRDefault="00745DAA" w:rsidP="00E2291E">
      <w:pPr>
        <w:pStyle w:val="ListNumbered1"/>
        <w:spacing w:before="240"/>
        <w:rPr>
          <w:rFonts w:ascii="Arial" w:hAnsi="Arial" w:cs="Arial"/>
          <w:b/>
        </w:rPr>
      </w:pPr>
      <w:r w:rsidRPr="00E2291E">
        <w:rPr>
          <w:rFonts w:ascii="Arial" w:hAnsi="Arial" w:cs="Arial"/>
          <w:b/>
          <w:w w:val="105"/>
        </w:rPr>
        <w:t>Game Score</w:t>
      </w:r>
    </w:p>
    <w:p w:rsidR="00745DAA" w:rsidRPr="009603ED" w:rsidRDefault="00745DAA" w:rsidP="009603ED">
      <w:pPr>
        <w:pStyle w:val="ListNumbered1"/>
        <w:numPr>
          <w:ilvl w:val="0"/>
          <w:numId w:val="0"/>
        </w:numPr>
        <w:ind w:left="432"/>
        <w:rPr>
          <w:i/>
        </w:rPr>
      </w:pPr>
      <w:r w:rsidRPr="009603ED">
        <w:rPr>
          <w:i/>
          <w:w w:val="105"/>
        </w:rPr>
        <w:t>The score of a bowling game is the sum of the individual scores of its frames.</w:t>
      </w:r>
    </w:p>
    <w:p w:rsidR="00745DAA" w:rsidRDefault="00745DAA" w:rsidP="009603ED">
      <w:pPr>
        <w:pStyle w:val="ListNumbered1"/>
        <w:numPr>
          <w:ilvl w:val="0"/>
          <w:numId w:val="0"/>
        </w:numPr>
        <w:ind w:left="432"/>
      </w:pPr>
      <w:r>
        <w:rPr>
          <w:b/>
          <w:w w:val="105"/>
        </w:rPr>
        <w:t xml:space="preserve">Requirement: </w:t>
      </w:r>
      <w:r>
        <w:rPr>
          <w:w w:val="105"/>
        </w:rPr>
        <w:t>Compute the score of a game.</w:t>
      </w:r>
    </w:p>
    <w:p w:rsidR="00745DAA" w:rsidRDefault="00745DAA" w:rsidP="009603ED">
      <w:pPr>
        <w:pStyle w:val="ListNumbered1"/>
        <w:numPr>
          <w:ilvl w:val="0"/>
          <w:numId w:val="0"/>
        </w:numPr>
        <w:ind w:left="432"/>
      </w:pPr>
      <w:r>
        <w:rPr>
          <w:b/>
          <w:w w:val="105"/>
        </w:rPr>
        <w:t xml:space="preserve">Example: </w:t>
      </w:r>
      <w:r>
        <w:rPr>
          <w:w w:val="105"/>
        </w:rPr>
        <w:t>The score of the game [1, 5] [3, 6] [7, 2] [3, 6] [4, 4] [5, 3] [3, 3] [4, 5] [8, 1] [2, 6] is 81.</w:t>
      </w:r>
    </w:p>
    <w:p w:rsidR="00745DAA" w:rsidRPr="00E2291E" w:rsidRDefault="00745DAA" w:rsidP="00E2291E">
      <w:pPr>
        <w:pStyle w:val="ListNumbered1"/>
        <w:spacing w:before="240"/>
        <w:rPr>
          <w:rFonts w:ascii="Arial" w:hAnsi="Arial" w:cs="Arial"/>
          <w:b/>
        </w:rPr>
      </w:pPr>
      <w:r w:rsidRPr="00E2291E">
        <w:rPr>
          <w:rFonts w:ascii="Arial" w:hAnsi="Arial" w:cs="Arial"/>
          <w:b/>
          <w:w w:val="105"/>
        </w:rPr>
        <w:t>Strike</w:t>
      </w:r>
    </w:p>
    <w:p w:rsidR="00745DAA" w:rsidRPr="009603ED" w:rsidRDefault="00745DAA" w:rsidP="009603ED">
      <w:pPr>
        <w:pStyle w:val="ListNumbered1"/>
        <w:numPr>
          <w:ilvl w:val="0"/>
          <w:numId w:val="0"/>
        </w:numPr>
        <w:ind w:left="432"/>
        <w:rPr>
          <w:i/>
        </w:rPr>
      </w:pPr>
      <w:r w:rsidRPr="009603ED">
        <w:rPr>
          <w:i/>
          <w:w w:val="105"/>
        </w:rPr>
        <w:t xml:space="preserve">A frame is called a </w:t>
      </w:r>
      <w:r w:rsidRPr="009603ED">
        <w:rPr>
          <w:b/>
          <w:i/>
          <w:w w:val="105"/>
        </w:rPr>
        <w:t xml:space="preserve">strike </w:t>
      </w:r>
      <w:r w:rsidRPr="009603ED">
        <w:rPr>
          <w:i/>
          <w:w w:val="105"/>
        </w:rPr>
        <w:t>if all 10 pins are knocked down in the first throw. In this case, there is no second throw. A strike frame can be written as [10, 0]. The score of a strike equals 10 plus the sum of the next two throws of the subsequent frame.</w:t>
      </w:r>
    </w:p>
    <w:p w:rsidR="00745DAA" w:rsidRDefault="00745DAA" w:rsidP="009603ED">
      <w:pPr>
        <w:pStyle w:val="ListNumbered1"/>
        <w:numPr>
          <w:ilvl w:val="0"/>
          <w:numId w:val="0"/>
        </w:numPr>
        <w:ind w:left="432"/>
      </w:pPr>
      <w:r>
        <w:rPr>
          <w:b/>
          <w:w w:val="105"/>
        </w:rPr>
        <w:t xml:space="preserve">Requirement: </w:t>
      </w:r>
      <w:r>
        <w:rPr>
          <w:w w:val="105"/>
        </w:rPr>
        <w:t>Recognize a strike frame. Compute the score of a strike. Compute the score of a game containing a strike.</w:t>
      </w:r>
    </w:p>
    <w:p w:rsidR="00745DAA" w:rsidRDefault="00745DAA" w:rsidP="009603ED">
      <w:pPr>
        <w:pStyle w:val="ListNumbered1"/>
        <w:numPr>
          <w:ilvl w:val="0"/>
          <w:numId w:val="0"/>
        </w:numPr>
        <w:ind w:left="432"/>
      </w:pPr>
      <w:r>
        <w:rPr>
          <w:b/>
          <w:w w:val="105"/>
        </w:rPr>
        <w:lastRenderedPageBreak/>
        <w:t xml:space="preserve">Examples: </w:t>
      </w:r>
      <w:r>
        <w:rPr>
          <w:w w:val="105"/>
        </w:rPr>
        <w:t>Suppose [10, 0] and [3, 6] are consecutive frames. Then the first frame is a strike</w:t>
      </w:r>
      <w:r w:rsidR="004120AC">
        <w:rPr>
          <w:w w:val="105"/>
        </w:rPr>
        <w:t>,</w:t>
      </w:r>
      <w:r>
        <w:rPr>
          <w:w w:val="105"/>
        </w:rPr>
        <w:t xml:space="preserve"> and its score equals 10 + 3 + 6 = 19. The game [10, 0] [3, 6] [7, 2] [3, 6] [4, 4] [5, 3] [3, 3] [4, 5] [8, 1] [2, 6]</w:t>
      </w:r>
      <w:r w:rsidR="009603ED">
        <w:t xml:space="preserve"> </w:t>
      </w:r>
      <w:r>
        <w:rPr>
          <w:w w:val="105"/>
        </w:rPr>
        <w:t>has a score of 94.</w:t>
      </w:r>
    </w:p>
    <w:p w:rsidR="00745DAA" w:rsidRPr="00E2291E" w:rsidRDefault="00745DAA" w:rsidP="00E2291E">
      <w:pPr>
        <w:pStyle w:val="ListNumbered1"/>
        <w:spacing w:before="240"/>
        <w:rPr>
          <w:rFonts w:ascii="Arial" w:hAnsi="Arial" w:cs="Arial"/>
          <w:b/>
        </w:rPr>
      </w:pPr>
      <w:r w:rsidRPr="00E2291E">
        <w:rPr>
          <w:rFonts w:ascii="Arial" w:hAnsi="Arial" w:cs="Arial"/>
          <w:b/>
          <w:w w:val="105"/>
        </w:rPr>
        <w:t>Spare</w:t>
      </w:r>
    </w:p>
    <w:p w:rsidR="00745DAA" w:rsidRPr="009603ED" w:rsidRDefault="00745DAA" w:rsidP="009603ED">
      <w:pPr>
        <w:pStyle w:val="ListNumbered1"/>
        <w:numPr>
          <w:ilvl w:val="0"/>
          <w:numId w:val="0"/>
        </w:numPr>
        <w:ind w:left="432"/>
        <w:rPr>
          <w:i/>
        </w:rPr>
      </w:pPr>
      <w:r w:rsidRPr="009603ED">
        <w:rPr>
          <w:i/>
          <w:w w:val="105"/>
        </w:rPr>
        <w:t xml:space="preserve">A frame is called a </w:t>
      </w:r>
      <w:r w:rsidRPr="009603ED">
        <w:rPr>
          <w:b/>
          <w:i/>
          <w:w w:val="105"/>
        </w:rPr>
        <w:t xml:space="preserve">spare </w:t>
      </w:r>
      <w:r w:rsidRPr="009603ED">
        <w:rPr>
          <w:i/>
          <w:w w:val="105"/>
        </w:rPr>
        <w:t>when all 10 pins are knocked down in two throws. The score of a spare frame is 10 plus the value of the first throw from the subsequent frame.</w:t>
      </w:r>
    </w:p>
    <w:p w:rsidR="00745DAA" w:rsidRDefault="00745DAA" w:rsidP="009603ED">
      <w:pPr>
        <w:pStyle w:val="ListNumbered1"/>
        <w:numPr>
          <w:ilvl w:val="0"/>
          <w:numId w:val="0"/>
        </w:numPr>
        <w:ind w:left="432"/>
      </w:pPr>
      <w:r>
        <w:rPr>
          <w:b/>
          <w:w w:val="105"/>
        </w:rPr>
        <w:t xml:space="preserve">Requirement: </w:t>
      </w:r>
      <w:r>
        <w:rPr>
          <w:w w:val="105"/>
        </w:rPr>
        <w:t>Recognize a spare frame. Compute the score of a spare. Compute the score of a game containing a spare frame.</w:t>
      </w:r>
    </w:p>
    <w:p w:rsidR="00745DAA" w:rsidRDefault="00745DAA" w:rsidP="009603ED">
      <w:pPr>
        <w:pStyle w:val="ListNumbered1"/>
        <w:numPr>
          <w:ilvl w:val="0"/>
          <w:numId w:val="0"/>
        </w:numPr>
        <w:ind w:left="432"/>
      </w:pPr>
      <w:r>
        <w:rPr>
          <w:b/>
          <w:w w:val="105"/>
        </w:rPr>
        <w:t xml:space="preserve">Examples: </w:t>
      </w:r>
      <w:r>
        <w:rPr>
          <w:w w:val="105"/>
        </w:rPr>
        <w:t xml:space="preserve">[1, 9], [4, 6], </w:t>
      </w:r>
      <w:r w:rsidR="008D6287">
        <w:rPr>
          <w:w w:val="105"/>
        </w:rPr>
        <w:t xml:space="preserve">and </w:t>
      </w:r>
      <w:r>
        <w:rPr>
          <w:w w:val="105"/>
        </w:rPr>
        <w:t>[7, 3] are all spares. If you have two frames [1, 9] and [3, 6] in a row, the</w:t>
      </w:r>
      <w:r w:rsidR="009603ED">
        <w:t xml:space="preserve"> </w:t>
      </w:r>
      <w:r>
        <w:rPr>
          <w:w w:val="105"/>
        </w:rPr>
        <w:t>spare frame’s score is 10 + 3 = 13. The game [1, 9] [3, 6] [7, 2] [3, 6] [4, 4] [5, 3] [3, 3] [4, 5] [8, 1]</w:t>
      </w:r>
      <w:r w:rsidR="009603ED">
        <w:t xml:space="preserve"> </w:t>
      </w:r>
      <w:r>
        <w:rPr>
          <w:w w:val="105"/>
        </w:rPr>
        <w:t>[2, 6] has a score of 88.</w:t>
      </w:r>
    </w:p>
    <w:p w:rsidR="00745DAA" w:rsidRPr="00E2291E" w:rsidRDefault="00745DAA" w:rsidP="00E2291E">
      <w:pPr>
        <w:pStyle w:val="ListNumbered1"/>
        <w:spacing w:before="240"/>
        <w:rPr>
          <w:rFonts w:ascii="Arial" w:hAnsi="Arial" w:cs="Arial"/>
          <w:b/>
        </w:rPr>
      </w:pPr>
      <w:r w:rsidRPr="00E2291E">
        <w:rPr>
          <w:rFonts w:ascii="Arial" w:hAnsi="Arial" w:cs="Arial"/>
          <w:b/>
          <w:w w:val="105"/>
        </w:rPr>
        <w:t>Strike and</w:t>
      </w:r>
      <w:r w:rsidRPr="00E2291E">
        <w:rPr>
          <w:rFonts w:ascii="Arial" w:hAnsi="Arial" w:cs="Arial"/>
          <w:b/>
          <w:spacing w:val="1"/>
          <w:w w:val="105"/>
        </w:rPr>
        <w:t xml:space="preserve"> </w:t>
      </w:r>
      <w:r w:rsidRPr="00E2291E">
        <w:rPr>
          <w:rFonts w:ascii="Arial" w:hAnsi="Arial" w:cs="Arial"/>
          <w:b/>
          <w:w w:val="105"/>
        </w:rPr>
        <w:t>Spare</w:t>
      </w:r>
    </w:p>
    <w:p w:rsidR="009603ED" w:rsidRDefault="00745DAA" w:rsidP="009603ED">
      <w:pPr>
        <w:pStyle w:val="ListNumbered1"/>
        <w:numPr>
          <w:ilvl w:val="0"/>
          <w:numId w:val="0"/>
        </w:numPr>
        <w:ind w:left="432"/>
        <w:rPr>
          <w:i/>
          <w:w w:val="105"/>
        </w:rPr>
      </w:pPr>
      <w:r>
        <w:rPr>
          <w:i/>
          <w:w w:val="105"/>
        </w:rPr>
        <w:t>A strike can be followed by a spare. The strike’s score is not affected when this happens.</w:t>
      </w:r>
    </w:p>
    <w:p w:rsidR="00745DAA" w:rsidRDefault="009603ED" w:rsidP="009603ED">
      <w:pPr>
        <w:pStyle w:val="ListNumbered1"/>
        <w:numPr>
          <w:ilvl w:val="0"/>
          <w:numId w:val="0"/>
        </w:numPr>
        <w:ind w:left="432"/>
      </w:pPr>
      <w:r>
        <w:rPr>
          <w:b/>
          <w:w w:val="105"/>
        </w:rPr>
        <w:t>R</w:t>
      </w:r>
      <w:r w:rsidR="00745DAA">
        <w:rPr>
          <w:b/>
          <w:w w:val="105"/>
        </w:rPr>
        <w:t xml:space="preserve">equirement: </w:t>
      </w:r>
      <w:r w:rsidR="00745DAA">
        <w:rPr>
          <w:w w:val="105"/>
        </w:rPr>
        <w:t>Compute the score of a strike when it’s followed by a spare. Compute the score of a game with a spare following a strike.</w:t>
      </w:r>
    </w:p>
    <w:p w:rsidR="00745DAA" w:rsidRDefault="00745DAA" w:rsidP="009603ED">
      <w:pPr>
        <w:pStyle w:val="ListNumbered1"/>
        <w:numPr>
          <w:ilvl w:val="0"/>
          <w:numId w:val="0"/>
        </w:numPr>
        <w:ind w:left="432"/>
      </w:pPr>
      <w:r>
        <w:rPr>
          <w:b/>
          <w:w w:val="105"/>
        </w:rPr>
        <w:t xml:space="preserve">Examples: </w:t>
      </w:r>
      <w:r>
        <w:rPr>
          <w:w w:val="105"/>
        </w:rPr>
        <w:t>In the sequence [10, 0] [4, 6] [7, 2], a strike is followed by a spare. In this case, the score of the strike is 10 + 4 + 6 = 20, and the score of the spare is 4 + 6 + 7 = 17. The game [10, 0] [4, 6]</w:t>
      </w:r>
      <w:r w:rsidR="009603ED">
        <w:t xml:space="preserve"> </w:t>
      </w:r>
      <w:r>
        <w:rPr>
          <w:w w:val="105"/>
        </w:rPr>
        <w:t>[7, 2] [3, 6] [4, 4] [5, 3] [3, 3] [4, 5] [8, 1] [2, 6] has a score of 103.</w:t>
      </w:r>
    </w:p>
    <w:p w:rsidR="00745DAA" w:rsidRPr="00E2291E" w:rsidRDefault="00745DAA" w:rsidP="00E2291E">
      <w:pPr>
        <w:pStyle w:val="ListNumbered1"/>
        <w:spacing w:before="240"/>
        <w:rPr>
          <w:rFonts w:ascii="Arial" w:hAnsi="Arial" w:cs="Arial"/>
          <w:b/>
        </w:rPr>
      </w:pPr>
      <w:r w:rsidRPr="00E2291E">
        <w:rPr>
          <w:rFonts w:ascii="Arial" w:hAnsi="Arial" w:cs="Arial"/>
          <w:b/>
          <w:w w:val="105"/>
        </w:rPr>
        <w:t>Multiple Strikes</w:t>
      </w:r>
    </w:p>
    <w:p w:rsidR="00745DAA" w:rsidRPr="009603ED" w:rsidRDefault="00745DAA" w:rsidP="009603ED">
      <w:pPr>
        <w:pStyle w:val="ListNumbered1"/>
        <w:numPr>
          <w:ilvl w:val="0"/>
          <w:numId w:val="0"/>
        </w:numPr>
        <w:ind w:left="432"/>
        <w:rPr>
          <w:i/>
        </w:rPr>
      </w:pPr>
      <w:r w:rsidRPr="009603ED">
        <w:rPr>
          <w:i/>
          <w:w w:val="105"/>
        </w:rPr>
        <w:t>Two or more strikes in a row are possible. When this happens, the first strike’s score requires the values of throws from two subsequent frames.</w:t>
      </w:r>
    </w:p>
    <w:p w:rsidR="00745DAA" w:rsidRDefault="00745DAA" w:rsidP="009603ED">
      <w:pPr>
        <w:pStyle w:val="ListNumbered1"/>
        <w:numPr>
          <w:ilvl w:val="0"/>
          <w:numId w:val="0"/>
        </w:numPr>
        <w:ind w:left="432"/>
      </w:pPr>
      <w:r>
        <w:rPr>
          <w:b/>
          <w:w w:val="105"/>
        </w:rPr>
        <w:t xml:space="preserve">Requirement: </w:t>
      </w:r>
      <w:r>
        <w:rPr>
          <w:w w:val="105"/>
        </w:rPr>
        <w:t>Compute the score of a strike that is followed by another strike. Compute the score of a game with two strikes in a row.</w:t>
      </w:r>
    </w:p>
    <w:p w:rsidR="00745DAA" w:rsidRDefault="00745DAA" w:rsidP="009603ED">
      <w:pPr>
        <w:pStyle w:val="ListNumbered1"/>
        <w:numPr>
          <w:ilvl w:val="0"/>
          <w:numId w:val="0"/>
        </w:numPr>
        <w:ind w:left="432"/>
      </w:pPr>
      <w:r>
        <w:rPr>
          <w:b/>
          <w:w w:val="105"/>
        </w:rPr>
        <w:t xml:space="preserve">Examples: </w:t>
      </w:r>
      <w:r>
        <w:rPr>
          <w:w w:val="105"/>
        </w:rPr>
        <w:t>In the sequence [10, 0] [10, 0] [7, 2], the score of the first strike is 10 + 10 + 7 = 27. The</w:t>
      </w:r>
      <w:r w:rsidR="009603ED">
        <w:t xml:space="preserve"> </w:t>
      </w:r>
      <w:r>
        <w:rPr>
          <w:w w:val="105"/>
        </w:rPr>
        <w:t>score of the second strike is 10 + 7 + 2 = 19. The game [10, 0] [10, 0] [7, 2] [3, 6] [4, 4] [5, 3] [3, 3]</w:t>
      </w:r>
      <w:r w:rsidR="009603ED">
        <w:t xml:space="preserve"> </w:t>
      </w:r>
      <w:r>
        <w:rPr>
          <w:w w:val="105"/>
        </w:rPr>
        <w:t>[4, 5] [8, 1] [2, 6] has a score of 112.</w:t>
      </w:r>
    </w:p>
    <w:p w:rsidR="00745DAA" w:rsidRPr="00E2291E" w:rsidRDefault="00745DAA" w:rsidP="00E2291E">
      <w:pPr>
        <w:pStyle w:val="ListNumbered1"/>
        <w:spacing w:before="240"/>
        <w:rPr>
          <w:rFonts w:ascii="Arial" w:hAnsi="Arial" w:cs="Arial"/>
          <w:b/>
        </w:rPr>
      </w:pPr>
      <w:r w:rsidRPr="00E2291E">
        <w:rPr>
          <w:rFonts w:ascii="Arial" w:hAnsi="Arial" w:cs="Arial"/>
          <w:b/>
          <w:w w:val="105"/>
        </w:rPr>
        <w:t>Multiple Spares</w:t>
      </w:r>
    </w:p>
    <w:p w:rsidR="00745DAA" w:rsidRPr="009603ED" w:rsidRDefault="00745DAA" w:rsidP="009603ED">
      <w:pPr>
        <w:pStyle w:val="ListNumbered1"/>
        <w:numPr>
          <w:ilvl w:val="0"/>
          <w:numId w:val="0"/>
        </w:numPr>
        <w:ind w:left="432"/>
        <w:rPr>
          <w:i/>
        </w:rPr>
      </w:pPr>
      <w:r w:rsidRPr="009603ED">
        <w:rPr>
          <w:i/>
          <w:w w:val="105"/>
        </w:rPr>
        <w:t>Two spares in a row are possible. The first spare’s score is not affected when this happens.</w:t>
      </w:r>
    </w:p>
    <w:p w:rsidR="00745DAA" w:rsidRDefault="00745DAA" w:rsidP="009603ED">
      <w:pPr>
        <w:pStyle w:val="ListNumbered1"/>
        <w:numPr>
          <w:ilvl w:val="0"/>
          <w:numId w:val="0"/>
        </w:numPr>
        <w:ind w:left="432"/>
      </w:pPr>
      <w:r>
        <w:rPr>
          <w:b/>
          <w:w w:val="105"/>
        </w:rPr>
        <w:t xml:space="preserve">Requirement: </w:t>
      </w:r>
      <w:r>
        <w:rPr>
          <w:w w:val="105"/>
        </w:rPr>
        <w:t>Compute the score of a game with two spares in a row.</w:t>
      </w:r>
    </w:p>
    <w:p w:rsidR="00745DAA" w:rsidRDefault="00745DAA" w:rsidP="009603ED">
      <w:pPr>
        <w:pStyle w:val="ListNumbered1"/>
        <w:numPr>
          <w:ilvl w:val="0"/>
          <w:numId w:val="0"/>
        </w:numPr>
        <w:ind w:left="432"/>
      </w:pPr>
      <w:r>
        <w:rPr>
          <w:b/>
          <w:w w:val="105"/>
        </w:rPr>
        <w:t xml:space="preserve">Example: </w:t>
      </w:r>
      <w:r>
        <w:rPr>
          <w:w w:val="105"/>
        </w:rPr>
        <w:t>The game [8, 2] [5, 5] [7, 2] [3, 6] [4, 4] [5, 3] [3, 3] [4, 5] [8, 1] [2, 6] has a score of 98.</w:t>
      </w:r>
    </w:p>
    <w:p w:rsidR="00745DAA" w:rsidRPr="00E2291E" w:rsidRDefault="00745DAA" w:rsidP="00E2291E">
      <w:pPr>
        <w:pStyle w:val="ListNumbered1"/>
        <w:keepNext/>
        <w:spacing w:before="240"/>
        <w:rPr>
          <w:rFonts w:ascii="Arial" w:hAnsi="Arial" w:cs="Arial"/>
          <w:b/>
        </w:rPr>
      </w:pPr>
      <w:r w:rsidRPr="00E2291E">
        <w:rPr>
          <w:rFonts w:ascii="Arial" w:hAnsi="Arial" w:cs="Arial"/>
          <w:b/>
          <w:w w:val="105"/>
        </w:rPr>
        <w:t>Spare as the Last</w:t>
      </w:r>
      <w:r w:rsidRPr="00E2291E">
        <w:rPr>
          <w:rFonts w:ascii="Arial" w:hAnsi="Arial" w:cs="Arial"/>
          <w:b/>
          <w:spacing w:val="2"/>
          <w:w w:val="105"/>
        </w:rPr>
        <w:t xml:space="preserve"> </w:t>
      </w:r>
      <w:r w:rsidRPr="00E2291E">
        <w:rPr>
          <w:rFonts w:ascii="Arial" w:hAnsi="Arial" w:cs="Arial"/>
          <w:b/>
          <w:w w:val="105"/>
        </w:rPr>
        <w:t>Frame</w:t>
      </w:r>
    </w:p>
    <w:p w:rsidR="009603ED" w:rsidRPr="009603ED" w:rsidRDefault="00745DAA" w:rsidP="009603ED">
      <w:pPr>
        <w:pStyle w:val="ListNumbered1"/>
        <w:numPr>
          <w:ilvl w:val="0"/>
          <w:numId w:val="0"/>
        </w:numPr>
        <w:ind w:left="432"/>
        <w:rPr>
          <w:i/>
          <w:w w:val="105"/>
        </w:rPr>
      </w:pPr>
      <w:r w:rsidRPr="009603ED">
        <w:rPr>
          <w:i/>
          <w:w w:val="105"/>
        </w:rPr>
        <w:t xml:space="preserve">When a game’s last frame is a spare, the player will be given a bonus throw. However, this bonus throw does not belong to a regular frame. It is only used to calculate the score of the last spare. </w:t>
      </w:r>
    </w:p>
    <w:p w:rsidR="00745DAA" w:rsidRDefault="00745DAA" w:rsidP="009603ED">
      <w:pPr>
        <w:pStyle w:val="ListNumbered1"/>
        <w:numPr>
          <w:ilvl w:val="0"/>
          <w:numId w:val="0"/>
        </w:numPr>
        <w:ind w:left="432"/>
      </w:pPr>
      <w:r>
        <w:rPr>
          <w:b/>
          <w:w w:val="105"/>
        </w:rPr>
        <w:lastRenderedPageBreak/>
        <w:t xml:space="preserve">Requirement: </w:t>
      </w:r>
      <w:r>
        <w:rPr>
          <w:w w:val="105"/>
        </w:rPr>
        <w:t>Compute the score of a spare when it’s the last frame of a game. Compute the score of a game when its last frame is a spare.</w:t>
      </w:r>
    </w:p>
    <w:p w:rsidR="00745DAA" w:rsidRDefault="00745DAA" w:rsidP="009603ED">
      <w:pPr>
        <w:pStyle w:val="ListNumbered1"/>
        <w:numPr>
          <w:ilvl w:val="0"/>
          <w:numId w:val="0"/>
        </w:numPr>
        <w:ind w:left="432"/>
      </w:pPr>
      <w:r>
        <w:rPr>
          <w:b/>
          <w:w w:val="105"/>
        </w:rPr>
        <w:t xml:space="preserve">Example: </w:t>
      </w:r>
      <w:r>
        <w:rPr>
          <w:w w:val="105"/>
        </w:rPr>
        <w:t>The last frame in the game [1, 5] [3, 6] [7, 2] [3, 6] [4, 4] [5, 3] [3, 3] [4, 5] [8, 1] [2, 8] is a</w:t>
      </w:r>
      <w:r>
        <w:rPr>
          <w:spacing w:val="-2"/>
          <w:w w:val="105"/>
        </w:rPr>
        <w:t xml:space="preserve"> </w:t>
      </w:r>
      <w:r>
        <w:rPr>
          <w:w w:val="105"/>
        </w:rPr>
        <w:t>spare.</w:t>
      </w:r>
      <w:r>
        <w:rPr>
          <w:spacing w:val="-3"/>
          <w:w w:val="105"/>
        </w:rPr>
        <w:t xml:space="preserve"> </w:t>
      </w:r>
      <w:r>
        <w:rPr>
          <w:w w:val="105"/>
        </w:rPr>
        <w:t>If</w:t>
      </w:r>
      <w:r>
        <w:rPr>
          <w:spacing w:val="-3"/>
          <w:w w:val="105"/>
        </w:rPr>
        <w:t xml:space="preserve"> </w:t>
      </w:r>
      <w:r>
        <w:rPr>
          <w:w w:val="105"/>
        </w:rPr>
        <w:t>the</w:t>
      </w:r>
      <w:r>
        <w:rPr>
          <w:spacing w:val="-2"/>
          <w:w w:val="105"/>
        </w:rPr>
        <w:t xml:space="preserve"> </w:t>
      </w:r>
      <w:r>
        <w:rPr>
          <w:w w:val="105"/>
        </w:rPr>
        <w:t>bonus</w:t>
      </w:r>
      <w:r>
        <w:rPr>
          <w:spacing w:val="-2"/>
          <w:w w:val="105"/>
        </w:rPr>
        <w:t xml:space="preserve"> </w:t>
      </w:r>
      <w:r>
        <w:rPr>
          <w:w w:val="105"/>
        </w:rPr>
        <w:t>throw</w:t>
      </w:r>
      <w:r>
        <w:rPr>
          <w:spacing w:val="-1"/>
          <w:w w:val="105"/>
        </w:rPr>
        <w:t xml:space="preserve"> </w:t>
      </w:r>
      <w:r>
        <w:rPr>
          <w:w w:val="105"/>
        </w:rPr>
        <w:t>is</w:t>
      </w:r>
      <w:r>
        <w:rPr>
          <w:spacing w:val="-2"/>
          <w:w w:val="105"/>
        </w:rPr>
        <w:t xml:space="preserve"> </w:t>
      </w:r>
      <w:r>
        <w:rPr>
          <w:w w:val="105"/>
        </w:rPr>
        <w:t>[7],</w:t>
      </w:r>
      <w:r>
        <w:rPr>
          <w:spacing w:val="-3"/>
          <w:w w:val="105"/>
        </w:rPr>
        <w:t xml:space="preserve"> </w:t>
      </w:r>
      <w:r>
        <w:rPr>
          <w:w w:val="105"/>
        </w:rPr>
        <w:t>the</w:t>
      </w:r>
      <w:r>
        <w:rPr>
          <w:spacing w:val="-2"/>
          <w:w w:val="105"/>
        </w:rPr>
        <w:t xml:space="preserve"> </w:t>
      </w:r>
      <w:r>
        <w:rPr>
          <w:w w:val="105"/>
        </w:rPr>
        <w:t>last</w:t>
      </w:r>
      <w:r>
        <w:rPr>
          <w:spacing w:val="-3"/>
          <w:w w:val="105"/>
        </w:rPr>
        <w:t xml:space="preserve"> </w:t>
      </w:r>
      <w:r>
        <w:rPr>
          <w:w w:val="105"/>
        </w:rPr>
        <w:t>frame</w:t>
      </w:r>
      <w:r>
        <w:rPr>
          <w:spacing w:val="-2"/>
          <w:w w:val="105"/>
        </w:rPr>
        <w:t xml:space="preserve"> </w:t>
      </w:r>
      <w:r>
        <w:rPr>
          <w:w w:val="105"/>
        </w:rPr>
        <w:t>has</w:t>
      </w:r>
      <w:r>
        <w:rPr>
          <w:spacing w:val="-2"/>
          <w:w w:val="105"/>
        </w:rPr>
        <w:t xml:space="preserve"> </w:t>
      </w:r>
      <w:r>
        <w:rPr>
          <w:w w:val="105"/>
        </w:rPr>
        <w:t>a</w:t>
      </w:r>
      <w:r>
        <w:rPr>
          <w:spacing w:val="-2"/>
          <w:w w:val="105"/>
        </w:rPr>
        <w:t xml:space="preserve"> </w:t>
      </w:r>
      <w:r>
        <w:rPr>
          <w:w w:val="105"/>
        </w:rPr>
        <w:t>score</w:t>
      </w:r>
      <w:r>
        <w:rPr>
          <w:spacing w:val="-2"/>
          <w:w w:val="105"/>
        </w:rPr>
        <w:t xml:space="preserve"> </w:t>
      </w:r>
      <w:r>
        <w:rPr>
          <w:w w:val="105"/>
        </w:rPr>
        <w:t>of</w:t>
      </w:r>
      <w:r>
        <w:rPr>
          <w:spacing w:val="-3"/>
          <w:w w:val="105"/>
        </w:rPr>
        <w:t xml:space="preserve"> </w:t>
      </w:r>
      <w:r>
        <w:rPr>
          <w:w w:val="105"/>
        </w:rPr>
        <w:t>2</w:t>
      </w:r>
      <w:r>
        <w:rPr>
          <w:spacing w:val="-2"/>
          <w:w w:val="105"/>
        </w:rPr>
        <w:t xml:space="preserve"> </w:t>
      </w:r>
      <w:r>
        <w:rPr>
          <w:w w:val="105"/>
        </w:rPr>
        <w:t>+</w:t>
      </w:r>
      <w:r>
        <w:rPr>
          <w:spacing w:val="-2"/>
          <w:w w:val="105"/>
        </w:rPr>
        <w:t xml:space="preserve"> </w:t>
      </w:r>
      <w:r>
        <w:rPr>
          <w:w w:val="105"/>
        </w:rPr>
        <w:t>8</w:t>
      </w:r>
      <w:r>
        <w:rPr>
          <w:spacing w:val="-2"/>
          <w:w w:val="105"/>
        </w:rPr>
        <w:t xml:space="preserve"> </w:t>
      </w:r>
      <w:r>
        <w:rPr>
          <w:w w:val="105"/>
        </w:rPr>
        <w:t>+</w:t>
      </w:r>
      <w:r>
        <w:rPr>
          <w:spacing w:val="-2"/>
          <w:w w:val="105"/>
        </w:rPr>
        <w:t xml:space="preserve"> </w:t>
      </w:r>
      <w:r>
        <w:rPr>
          <w:w w:val="105"/>
        </w:rPr>
        <w:t>7</w:t>
      </w:r>
      <w:r>
        <w:rPr>
          <w:spacing w:val="-2"/>
          <w:w w:val="105"/>
        </w:rPr>
        <w:t xml:space="preserve"> </w:t>
      </w:r>
      <w:r>
        <w:rPr>
          <w:w w:val="105"/>
        </w:rPr>
        <w:t>=</w:t>
      </w:r>
      <w:r>
        <w:rPr>
          <w:spacing w:val="-2"/>
          <w:w w:val="105"/>
        </w:rPr>
        <w:t xml:space="preserve"> </w:t>
      </w:r>
      <w:r>
        <w:rPr>
          <w:w w:val="105"/>
        </w:rPr>
        <w:t>17.</w:t>
      </w:r>
      <w:r>
        <w:rPr>
          <w:spacing w:val="-5"/>
          <w:w w:val="105"/>
        </w:rPr>
        <w:t xml:space="preserve"> </w:t>
      </w:r>
      <w:r>
        <w:rPr>
          <w:w w:val="105"/>
        </w:rPr>
        <w:t>The</w:t>
      </w:r>
      <w:r>
        <w:rPr>
          <w:spacing w:val="-2"/>
          <w:w w:val="105"/>
        </w:rPr>
        <w:t xml:space="preserve"> </w:t>
      </w:r>
      <w:r>
        <w:rPr>
          <w:w w:val="105"/>
        </w:rPr>
        <w:t>game</w:t>
      </w:r>
      <w:r>
        <w:rPr>
          <w:spacing w:val="-2"/>
          <w:w w:val="105"/>
        </w:rPr>
        <w:t xml:space="preserve"> </w:t>
      </w:r>
      <w:r>
        <w:rPr>
          <w:w w:val="105"/>
        </w:rPr>
        <w:t>has</w:t>
      </w:r>
      <w:r>
        <w:rPr>
          <w:spacing w:val="-3"/>
          <w:w w:val="105"/>
        </w:rPr>
        <w:t xml:space="preserve"> </w:t>
      </w:r>
      <w:r>
        <w:rPr>
          <w:w w:val="105"/>
        </w:rPr>
        <w:t>a</w:t>
      </w:r>
      <w:r>
        <w:rPr>
          <w:spacing w:val="-2"/>
          <w:w w:val="105"/>
        </w:rPr>
        <w:t xml:space="preserve"> </w:t>
      </w:r>
      <w:r>
        <w:rPr>
          <w:w w:val="105"/>
        </w:rPr>
        <w:t>score</w:t>
      </w:r>
      <w:r>
        <w:rPr>
          <w:spacing w:val="-2"/>
          <w:w w:val="105"/>
        </w:rPr>
        <w:t xml:space="preserve"> </w:t>
      </w:r>
      <w:r>
        <w:rPr>
          <w:w w:val="105"/>
        </w:rPr>
        <w:t>of 90.</w:t>
      </w:r>
    </w:p>
    <w:p w:rsidR="00745DAA" w:rsidRPr="00E2291E" w:rsidRDefault="00745DAA" w:rsidP="00E2291E">
      <w:pPr>
        <w:pStyle w:val="ListNumbered1"/>
        <w:spacing w:before="240"/>
        <w:rPr>
          <w:rFonts w:ascii="Arial" w:hAnsi="Arial" w:cs="Arial"/>
          <w:b/>
        </w:rPr>
      </w:pPr>
      <w:r w:rsidRPr="00E2291E">
        <w:rPr>
          <w:rFonts w:ascii="Arial" w:hAnsi="Arial" w:cs="Arial"/>
          <w:b/>
          <w:w w:val="105"/>
        </w:rPr>
        <w:t>Strike as the Last</w:t>
      </w:r>
      <w:r w:rsidRPr="00E2291E">
        <w:rPr>
          <w:rFonts w:ascii="Arial" w:hAnsi="Arial" w:cs="Arial"/>
          <w:b/>
          <w:spacing w:val="2"/>
          <w:w w:val="105"/>
        </w:rPr>
        <w:t xml:space="preserve"> </w:t>
      </w:r>
      <w:r w:rsidRPr="00E2291E">
        <w:rPr>
          <w:rFonts w:ascii="Arial" w:hAnsi="Arial" w:cs="Arial"/>
          <w:b/>
          <w:w w:val="105"/>
        </w:rPr>
        <w:t>Frame</w:t>
      </w:r>
    </w:p>
    <w:p w:rsidR="00745DAA" w:rsidRPr="009603ED" w:rsidRDefault="00745DAA" w:rsidP="009603ED">
      <w:pPr>
        <w:pStyle w:val="ListNumbered1"/>
        <w:numPr>
          <w:ilvl w:val="0"/>
          <w:numId w:val="0"/>
        </w:numPr>
        <w:ind w:left="432"/>
        <w:rPr>
          <w:i/>
        </w:rPr>
      </w:pPr>
      <w:r w:rsidRPr="009603ED">
        <w:rPr>
          <w:i/>
          <w:w w:val="105"/>
        </w:rPr>
        <w:t>When a game’s last frame is a strike, the player will be given two bonus throws. However, these two bonus throws do not belong to a regular frame. They are only used to calculate score of the last strike frame.</w:t>
      </w:r>
    </w:p>
    <w:p w:rsidR="00745DAA" w:rsidRDefault="00745DAA" w:rsidP="009603ED">
      <w:pPr>
        <w:pStyle w:val="ListNumbered1"/>
        <w:numPr>
          <w:ilvl w:val="0"/>
          <w:numId w:val="0"/>
        </w:numPr>
        <w:ind w:left="432"/>
      </w:pPr>
      <w:r>
        <w:rPr>
          <w:b/>
          <w:w w:val="105"/>
        </w:rPr>
        <w:t xml:space="preserve">Requirement: </w:t>
      </w:r>
      <w:r>
        <w:rPr>
          <w:w w:val="105"/>
        </w:rPr>
        <w:t>Compute the score of a spare when it’s the last frame of a game. Compute the score of a game when the last frame is a strike.</w:t>
      </w:r>
    </w:p>
    <w:p w:rsidR="00745DAA" w:rsidRDefault="00745DAA" w:rsidP="009603ED">
      <w:pPr>
        <w:pStyle w:val="ListNumbered1"/>
        <w:numPr>
          <w:ilvl w:val="0"/>
          <w:numId w:val="0"/>
        </w:numPr>
        <w:ind w:left="432"/>
      </w:pPr>
      <w:r>
        <w:rPr>
          <w:b/>
          <w:w w:val="105"/>
        </w:rPr>
        <w:t xml:space="preserve">Example: </w:t>
      </w:r>
      <w:r>
        <w:rPr>
          <w:w w:val="105"/>
        </w:rPr>
        <w:t>The last frame in the game [1, 5] [3, 6] [7, 2] [3, 6] [4, 4] [5, 3] [3, 3] [4, 5] [8, 1] [10, 0] is a strike. If the bonus throws are [7, 2], the last frame’s score is 10 + 7 + 2 = 19. The game’s score is 92.</w:t>
      </w:r>
    </w:p>
    <w:p w:rsidR="00745DAA" w:rsidRPr="00E2291E" w:rsidRDefault="00745DAA" w:rsidP="00E2291E">
      <w:pPr>
        <w:pStyle w:val="ListNumbered1"/>
        <w:spacing w:before="240"/>
        <w:rPr>
          <w:rFonts w:ascii="Arial" w:hAnsi="Arial" w:cs="Arial"/>
          <w:b/>
        </w:rPr>
      </w:pPr>
      <w:r w:rsidRPr="00E2291E">
        <w:rPr>
          <w:rFonts w:ascii="Arial" w:hAnsi="Arial" w:cs="Arial"/>
          <w:b/>
          <w:w w:val="105"/>
        </w:rPr>
        <w:t xml:space="preserve">Bonus </w:t>
      </w:r>
      <w:r w:rsidR="008D6287">
        <w:rPr>
          <w:rFonts w:ascii="Arial" w:hAnsi="Arial" w:cs="Arial"/>
          <w:b/>
          <w:w w:val="105"/>
        </w:rPr>
        <w:t>I</w:t>
      </w:r>
      <w:r w:rsidRPr="00E2291E">
        <w:rPr>
          <w:rFonts w:ascii="Arial" w:hAnsi="Arial" w:cs="Arial"/>
          <w:b/>
          <w:w w:val="105"/>
        </w:rPr>
        <w:t>s a Strike</w:t>
      </w:r>
    </w:p>
    <w:p w:rsidR="00745DAA" w:rsidRPr="009603ED" w:rsidRDefault="00745DAA" w:rsidP="009603ED">
      <w:pPr>
        <w:pStyle w:val="ListNumbered1"/>
        <w:numPr>
          <w:ilvl w:val="0"/>
          <w:numId w:val="0"/>
        </w:numPr>
        <w:ind w:left="432"/>
        <w:rPr>
          <w:i/>
        </w:rPr>
      </w:pPr>
      <w:r w:rsidRPr="009603ED">
        <w:rPr>
          <w:i/>
          <w:w w:val="105"/>
        </w:rPr>
        <w:t>Further bonus throws are not granted when a game’s last frame is a spare and the bonus throw is a strike.</w:t>
      </w:r>
    </w:p>
    <w:p w:rsidR="00745DAA" w:rsidRDefault="00745DAA" w:rsidP="009603ED">
      <w:pPr>
        <w:pStyle w:val="ListNumbered1"/>
        <w:numPr>
          <w:ilvl w:val="0"/>
          <w:numId w:val="0"/>
        </w:numPr>
        <w:ind w:left="432"/>
      </w:pPr>
      <w:r>
        <w:rPr>
          <w:b/>
          <w:w w:val="105"/>
        </w:rPr>
        <w:t xml:space="preserve">Requirement: </w:t>
      </w:r>
      <w:r>
        <w:rPr>
          <w:w w:val="105"/>
        </w:rPr>
        <w:t>Compute the score of a game in which the last frame is a spare and the bonus throw is a strike.</w:t>
      </w:r>
    </w:p>
    <w:p w:rsidR="00745DAA" w:rsidRDefault="00745DAA" w:rsidP="009603ED">
      <w:pPr>
        <w:pStyle w:val="ListNumbered1"/>
        <w:numPr>
          <w:ilvl w:val="0"/>
          <w:numId w:val="0"/>
        </w:numPr>
        <w:ind w:left="432"/>
      </w:pPr>
      <w:r>
        <w:rPr>
          <w:b/>
          <w:w w:val="105"/>
        </w:rPr>
        <w:t xml:space="preserve">Example: </w:t>
      </w:r>
      <w:r>
        <w:rPr>
          <w:w w:val="105"/>
        </w:rPr>
        <w:t>In the game [1, 5] [3, 6] [7, 2] [3, 6] [4, 4] [5, 3] [3, 3] [4, 5] [8, 1] [2, 8], the last frame is a spare. If the bonus throw is [10], the game’s score is 93.</w:t>
      </w:r>
    </w:p>
    <w:p w:rsidR="00745DAA" w:rsidRPr="00E2291E" w:rsidRDefault="00745DAA" w:rsidP="00E2291E">
      <w:pPr>
        <w:pStyle w:val="ListNumbered1"/>
        <w:spacing w:before="240"/>
        <w:rPr>
          <w:rFonts w:ascii="Arial" w:hAnsi="Arial" w:cs="Arial"/>
          <w:b/>
        </w:rPr>
      </w:pPr>
      <w:r w:rsidRPr="00E2291E">
        <w:rPr>
          <w:rFonts w:ascii="Arial" w:hAnsi="Arial" w:cs="Arial"/>
          <w:b/>
          <w:w w:val="105"/>
        </w:rPr>
        <w:t>Best Score</w:t>
      </w:r>
    </w:p>
    <w:p w:rsidR="00745DAA" w:rsidRPr="009603ED" w:rsidRDefault="00745DAA" w:rsidP="009603ED">
      <w:pPr>
        <w:pStyle w:val="ListNumbered1"/>
        <w:numPr>
          <w:ilvl w:val="0"/>
          <w:numId w:val="0"/>
        </w:numPr>
        <w:ind w:left="432"/>
        <w:rPr>
          <w:i/>
        </w:rPr>
      </w:pPr>
      <w:r w:rsidRPr="009603ED">
        <w:rPr>
          <w:i/>
          <w:w w:val="105"/>
        </w:rPr>
        <w:t>A perfect game consists of all strikes (a total of 12 including the bonus throws) and has a score of 300.</w:t>
      </w:r>
    </w:p>
    <w:p w:rsidR="00745DAA" w:rsidRDefault="00745DAA" w:rsidP="009603ED">
      <w:pPr>
        <w:pStyle w:val="ListNumbered1"/>
        <w:numPr>
          <w:ilvl w:val="0"/>
          <w:numId w:val="0"/>
        </w:numPr>
        <w:ind w:left="432"/>
      </w:pPr>
      <w:r>
        <w:rPr>
          <w:b/>
          <w:w w:val="105"/>
        </w:rPr>
        <w:t xml:space="preserve">Requirement: </w:t>
      </w:r>
      <w:r>
        <w:rPr>
          <w:w w:val="105"/>
        </w:rPr>
        <w:t>Check that the score of a perfect game is 300.</w:t>
      </w:r>
    </w:p>
    <w:p w:rsidR="00745DAA" w:rsidRDefault="00745DAA" w:rsidP="009603ED">
      <w:pPr>
        <w:pStyle w:val="ListNumbered1"/>
        <w:numPr>
          <w:ilvl w:val="0"/>
          <w:numId w:val="0"/>
        </w:numPr>
        <w:ind w:left="432"/>
      </w:pPr>
      <w:r>
        <w:rPr>
          <w:b/>
          <w:w w:val="105"/>
        </w:rPr>
        <w:t xml:space="preserve">Example: </w:t>
      </w:r>
      <w:r>
        <w:rPr>
          <w:w w:val="105"/>
        </w:rPr>
        <w:t>A perfect game looks like [10, 0] [10, 0] [10, 0] [10, 0] [10, 0] [10, 0] [10, 0] [10, 0] [10,</w:t>
      </w:r>
      <w:r w:rsidR="009603ED">
        <w:t xml:space="preserve"> </w:t>
      </w:r>
      <w:r>
        <w:rPr>
          <w:w w:val="105"/>
        </w:rPr>
        <w:t>0] [10, 0] with bonus throws [10, 10]. It’s score is 300.</w:t>
      </w:r>
    </w:p>
    <w:p w:rsidR="00745DAA" w:rsidRPr="00E2291E" w:rsidRDefault="00745DAA" w:rsidP="00E2291E">
      <w:pPr>
        <w:pStyle w:val="ListNumbered1"/>
        <w:spacing w:before="240"/>
        <w:rPr>
          <w:rFonts w:ascii="Arial" w:hAnsi="Arial" w:cs="Arial"/>
          <w:b/>
        </w:rPr>
      </w:pPr>
      <w:r w:rsidRPr="00E2291E">
        <w:rPr>
          <w:rFonts w:ascii="Arial" w:hAnsi="Arial" w:cs="Arial"/>
          <w:b/>
          <w:w w:val="105"/>
        </w:rPr>
        <w:t>Real Game</w:t>
      </w:r>
    </w:p>
    <w:p w:rsidR="00745DAA" w:rsidRDefault="00745DAA" w:rsidP="009603ED">
      <w:pPr>
        <w:pStyle w:val="ListNumbered1"/>
        <w:numPr>
          <w:ilvl w:val="0"/>
          <w:numId w:val="0"/>
        </w:numPr>
        <w:ind w:left="432"/>
      </w:pPr>
      <w:r>
        <w:rPr>
          <w:b/>
          <w:w w:val="105"/>
        </w:rPr>
        <w:t xml:space="preserve">Requirement: </w:t>
      </w:r>
      <w:r>
        <w:rPr>
          <w:w w:val="105"/>
        </w:rPr>
        <w:t>Check that the score of the game [6, 3] [7, 1] [8, 2] [7, 2] [10, 0] [6, 2] [7, 3] [10, 0]</w:t>
      </w:r>
      <w:r w:rsidR="009603ED">
        <w:t xml:space="preserve"> </w:t>
      </w:r>
      <w:r>
        <w:rPr>
          <w:w w:val="105"/>
        </w:rPr>
        <w:t>[8, 0] [7, 3] [10] is 135.</w:t>
      </w:r>
    </w:p>
    <w:p w:rsidR="00FD5441" w:rsidRDefault="00FD5441" w:rsidP="00FD5441">
      <w:pPr>
        <w:pStyle w:val="Maptitle"/>
      </w:pPr>
    </w:p>
    <w:p w:rsidR="00FD5441" w:rsidRDefault="00FD5441">
      <w:pPr>
        <w:spacing w:before="0" w:after="0" w:line="240" w:lineRule="auto"/>
        <w:rPr>
          <w:rFonts w:ascii="Arial" w:hAnsi="Arial"/>
          <w:b/>
          <w:color w:val="000000"/>
          <w:kern w:val="22"/>
          <w:sz w:val="28"/>
        </w:rPr>
      </w:pPr>
      <w:r>
        <w:br w:type="page"/>
      </w:r>
    </w:p>
    <w:p w:rsidR="005D795A" w:rsidRPr="008F0BE1" w:rsidRDefault="003B7B8E" w:rsidP="00C66677">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B045A8">
        <w:rPr>
          <w:rFonts w:cs="Arial"/>
          <w:snapToGrid w:val="0"/>
        </w:rPr>
        <w:t>20</w:t>
      </w:r>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10"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footerReference w:type="even" r:id="rId11"/>
      <w:footerReference w:type="default" r:id="rId12"/>
      <w:headerReference w:type="first" r:id="rId13"/>
      <w:footerReference w:type="first" r:id="rId14"/>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p w:rsidR="00604323" w:rsidRDefault="00604323"/>
  <w:p w:rsidR="00604323" w:rsidRDefault="0060432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4120AC">
      <w:rPr>
        <w:rStyle w:val="PageNumber"/>
        <w:rFonts w:cs="Arial"/>
        <w:noProof/>
      </w:rPr>
      <w:t>2</w:t>
    </w:r>
    <w:r w:rsidRPr="00687FE0">
      <w:rPr>
        <w:rStyle w:val="PageNumber"/>
        <w:rFonts w:cs="Arial"/>
      </w:rPr>
      <w:fldChar w:fldCharType="end"/>
    </w:r>
    <w:r w:rsidRPr="00687FE0">
      <w:rPr>
        <w:rStyle w:val="PageNumber"/>
      </w:rPr>
      <w:t xml:space="preserve"> </w:t>
    </w:r>
  </w:p>
  <w:p w:rsidR="00604323" w:rsidRDefault="00687FE0" w:rsidP="00745DAA">
    <w:pPr>
      <w:pStyle w:val="TitlePage-DistributionStatement"/>
      <w:spacing w:before="0"/>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240228"/>
    <w:multiLevelType w:val="hybridMultilevel"/>
    <w:tmpl w:val="B14AE72C"/>
    <w:lvl w:ilvl="0" w:tplc="2188E2B4">
      <w:start w:val="1"/>
      <w:numFmt w:val="decimal"/>
      <w:lvlText w:val="%1."/>
      <w:lvlJc w:val="left"/>
      <w:pPr>
        <w:ind w:left="621" w:hanging="220"/>
      </w:pPr>
      <w:rPr>
        <w:rFonts w:ascii="Times New Roman" w:eastAsia="Times New Roman" w:hAnsi="Times New Roman" w:cs="Times New Roman" w:hint="default"/>
        <w:b/>
        <w:bCs/>
        <w:spacing w:val="0"/>
        <w:w w:val="102"/>
        <w:sz w:val="21"/>
        <w:szCs w:val="21"/>
      </w:rPr>
    </w:lvl>
    <w:lvl w:ilvl="1" w:tplc="D17AD06C">
      <w:numFmt w:val="bullet"/>
      <w:lvlText w:val="•"/>
      <w:lvlJc w:val="left"/>
      <w:pPr>
        <w:ind w:left="1508" w:hanging="220"/>
      </w:pPr>
      <w:rPr>
        <w:rFonts w:hint="default"/>
      </w:rPr>
    </w:lvl>
    <w:lvl w:ilvl="2" w:tplc="6B9258C4">
      <w:numFmt w:val="bullet"/>
      <w:lvlText w:val="•"/>
      <w:lvlJc w:val="left"/>
      <w:pPr>
        <w:ind w:left="2396" w:hanging="220"/>
      </w:pPr>
      <w:rPr>
        <w:rFonts w:hint="default"/>
      </w:rPr>
    </w:lvl>
    <w:lvl w:ilvl="3" w:tplc="CB24A76C">
      <w:numFmt w:val="bullet"/>
      <w:lvlText w:val="•"/>
      <w:lvlJc w:val="left"/>
      <w:pPr>
        <w:ind w:left="3284" w:hanging="220"/>
      </w:pPr>
      <w:rPr>
        <w:rFonts w:hint="default"/>
      </w:rPr>
    </w:lvl>
    <w:lvl w:ilvl="4" w:tplc="5CD82518">
      <w:numFmt w:val="bullet"/>
      <w:lvlText w:val="•"/>
      <w:lvlJc w:val="left"/>
      <w:pPr>
        <w:ind w:left="4172" w:hanging="220"/>
      </w:pPr>
      <w:rPr>
        <w:rFonts w:hint="default"/>
      </w:rPr>
    </w:lvl>
    <w:lvl w:ilvl="5" w:tplc="528C1AAE">
      <w:numFmt w:val="bullet"/>
      <w:lvlText w:val="•"/>
      <w:lvlJc w:val="left"/>
      <w:pPr>
        <w:ind w:left="5060" w:hanging="220"/>
      </w:pPr>
      <w:rPr>
        <w:rFonts w:hint="default"/>
      </w:rPr>
    </w:lvl>
    <w:lvl w:ilvl="6" w:tplc="E68AC692">
      <w:numFmt w:val="bullet"/>
      <w:lvlText w:val="•"/>
      <w:lvlJc w:val="left"/>
      <w:pPr>
        <w:ind w:left="5948" w:hanging="220"/>
      </w:pPr>
      <w:rPr>
        <w:rFonts w:hint="default"/>
      </w:rPr>
    </w:lvl>
    <w:lvl w:ilvl="7" w:tplc="7132FFA0">
      <w:numFmt w:val="bullet"/>
      <w:lvlText w:val="•"/>
      <w:lvlJc w:val="left"/>
      <w:pPr>
        <w:ind w:left="6836" w:hanging="220"/>
      </w:pPr>
      <w:rPr>
        <w:rFonts w:hint="default"/>
      </w:rPr>
    </w:lvl>
    <w:lvl w:ilvl="8" w:tplc="30BAAB40">
      <w:numFmt w:val="bullet"/>
      <w:lvlText w:val="•"/>
      <w:lvlJc w:val="left"/>
      <w:pPr>
        <w:ind w:left="7724" w:hanging="220"/>
      </w:pPr>
      <w:rPr>
        <w:rFonts w:hint="default"/>
      </w:rPr>
    </w:lvl>
  </w:abstractNum>
  <w:abstractNum w:abstractNumId="19"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20"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2"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7"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8"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1"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2"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abstractNum w:abstractNumId="33" w15:restartNumberingAfterBreak="0">
    <w:nsid w:val="7B926FB7"/>
    <w:multiLevelType w:val="hybridMultilevel"/>
    <w:tmpl w:val="F1969E04"/>
    <w:lvl w:ilvl="0" w:tplc="CA20C80C">
      <w:start w:val="1"/>
      <w:numFmt w:val="bullet"/>
      <w:pStyle w:val="TableBody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2"/>
  </w:num>
  <w:num w:numId="3">
    <w:abstractNumId w:val="27"/>
  </w:num>
  <w:num w:numId="4">
    <w:abstractNumId w:val="19"/>
  </w:num>
  <w:num w:numId="5">
    <w:abstractNumId w:val="26"/>
  </w:num>
  <w:num w:numId="6">
    <w:abstractNumId w:val="15"/>
  </w:num>
  <w:num w:numId="7">
    <w:abstractNumId w:val="30"/>
  </w:num>
  <w:num w:numId="8">
    <w:abstractNumId w:val="19"/>
    <w:lvlOverride w:ilvl="0">
      <w:startOverride w:val="1"/>
    </w:lvlOverride>
  </w:num>
  <w:num w:numId="9">
    <w:abstractNumId w:val="19"/>
    <w:lvlOverride w:ilvl="0">
      <w:startOverride w:val="1"/>
    </w:lvlOverride>
  </w:num>
  <w:num w:numId="10">
    <w:abstractNumId w:val="32"/>
    <w:lvlOverride w:ilvl="0">
      <w:startOverride w:val="1"/>
    </w:lvlOverride>
  </w:num>
  <w:num w:numId="11">
    <w:abstractNumId w:val="11"/>
  </w:num>
  <w:num w:numId="12">
    <w:abstractNumId w:val="23"/>
  </w:num>
  <w:num w:numId="13">
    <w:abstractNumId w:val="19"/>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9"/>
    <w:lvlOverride w:ilvl="0">
      <w:startOverride w:val="1"/>
    </w:lvlOverride>
  </w:num>
  <w:num w:numId="24">
    <w:abstractNumId w:val="19"/>
    <w:lvlOverride w:ilvl="0">
      <w:startOverride w:val="1"/>
    </w:lvlOverride>
  </w:num>
  <w:num w:numId="25">
    <w:abstractNumId w:val="30"/>
    <w:lvlOverride w:ilvl="0">
      <w:startOverride w:val="1"/>
    </w:lvlOverride>
  </w:num>
  <w:num w:numId="26">
    <w:abstractNumId w:val="14"/>
  </w:num>
  <w:num w:numId="27">
    <w:abstractNumId w:val="19"/>
    <w:lvlOverride w:ilvl="0">
      <w:startOverride w:val="1"/>
    </w:lvlOverride>
  </w:num>
  <w:num w:numId="28">
    <w:abstractNumId w:val="32"/>
  </w:num>
  <w:num w:numId="29">
    <w:abstractNumId w:val="25"/>
  </w:num>
  <w:num w:numId="30">
    <w:abstractNumId w:val="19"/>
    <w:lvlOverride w:ilvl="0">
      <w:startOverride w:val="1"/>
    </w:lvlOverride>
  </w:num>
  <w:num w:numId="31">
    <w:abstractNumId w:val="19"/>
  </w:num>
  <w:num w:numId="32">
    <w:abstractNumId w:val="19"/>
    <w:lvlOverride w:ilvl="0">
      <w:startOverride w:val="1"/>
    </w:lvlOverride>
  </w:num>
  <w:num w:numId="33">
    <w:abstractNumId w:val="19"/>
  </w:num>
  <w:num w:numId="34">
    <w:abstractNumId w:val="19"/>
    <w:lvlOverride w:ilvl="0">
      <w:startOverride w:val="1"/>
    </w:lvlOverride>
  </w:num>
  <w:num w:numId="35">
    <w:abstractNumId w:val="21"/>
  </w:num>
  <w:num w:numId="36">
    <w:abstractNumId w:val="19"/>
    <w:lvlOverride w:ilvl="0">
      <w:startOverride w:val="1"/>
    </w:lvlOverride>
  </w:num>
  <w:num w:numId="37">
    <w:abstractNumId w:val="29"/>
  </w:num>
  <w:num w:numId="38">
    <w:abstractNumId w:val="0"/>
  </w:num>
  <w:num w:numId="39">
    <w:abstractNumId w:val="28"/>
  </w:num>
  <w:num w:numId="40">
    <w:abstractNumId w:val="1"/>
  </w:num>
  <w:num w:numId="41">
    <w:abstractNumId w:val="20"/>
  </w:num>
  <w:num w:numId="42">
    <w:abstractNumId w:val="31"/>
  </w:num>
  <w:num w:numId="43">
    <w:abstractNumId w:val="22"/>
  </w:num>
  <w:num w:numId="44">
    <w:abstractNumId w:val="17"/>
  </w:num>
  <w:num w:numId="45">
    <w:abstractNumId w:val="13"/>
  </w:num>
  <w:num w:numId="46">
    <w:abstractNumId w:val="16"/>
  </w:num>
  <w:num w:numId="47">
    <w:abstractNumId w:val="33"/>
  </w:num>
  <w:num w:numId="48">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9"/>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C60EF"/>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B6F"/>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AC"/>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4323"/>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5DAA"/>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D6287"/>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03ED"/>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45A8"/>
    <w:rsid w:val="00B077F1"/>
    <w:rsid w:val="00B108C2"/>
    <w:rsid w:val="00B169E8"/>
    <w:rsid w:val="00B230A4"/>
    <w:rsid w:val="00B344A5"/>
    <w:rsid w:val="00B34F0C"/>
    <w:rsid w:val="00B376E4"/>
    <w:rsid w:val="00B424A4"/>
    <w:rsid w:val="00B50480"/>
    <w:rsid w:val="00B52AE6"/>
    <w:rsid w:val="00B60F74"/>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2291E"/>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8C35CC2"/>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0C60EF"/>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0C60EF"/>
    <w:pPr>
      <w:keepNext/>
      <w:spacing w:before="60" w:after="6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0C60EF"/>
    <w:pPr>
      <w:spacing w:before="60" w:after="60" w:line="20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TableBodyBullet">
    <w:name w:val="Table Body Bullet"/>
    <w:basedOn w:val="TableBody"/>
    <w:qFormat/>
    <w:rsid w:val="000C60EF"/>
    <w:pPr>
      <w:numPr>
        <w:numId w:val="47"/>
      </w:numPr>
      <w:spacing w:before="20" w:after="20"/>
      <w:ind w:left="216" w:hanging="216"/>
    </w:pPr>
  </w:style>
  <w:style w:type="paragraph" w:styleId="BodyText">
    <w:name w:val="Body Text"/>
    <w:basedOn w:val="Normal"/>
    <w:link w:val="BodyTextChar"/>
    <w:uiPriority w:val="1"/>
    <w:qFormat/>
    <w:rsid w:val="00745DAA"/>
    <w:pPr>
      <w:widowControl w:val="0"/>
      <w:autoSpaceDE w:val="0"/>
      <w:autoSpaceDN w:val="0"/>
      <w:spacing w:before="0" w:after="0" w:line="240" w:lineRule="auto"/>
      <w:ind w:left="401"/>
    </w:pPr>
    <w:rPr>
      <w:szCs w:val="21"/>
    </w:rPr>
  </w:style>
  <w:style w:type="character" w:customStyle="1" w:styleId="BodyTextChar">
    <w:name w:val="Body Text Char"/>
    <w:basedOn w:val="DefaultParagraphFont"/>
    <w:link w:val="BodyText"/>
    <w:uiPriority w:val="1"/>
    <w:rsid w:val="00745DAA"/>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985F09C4-3F00-4500-8D81-1E6D83E33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white-paper-3.dotx</Template>
  <TotalTime>35</TotalTime>
  <Pages>5</Pages>
  <Words>1647</Words>
  <Characters>6667</Characters>
  <Application>Microsoft Office Word</Application>
  <DocSecurity>0</DocSecurity>
  <Lines>55</Lines>
  <Paragraphs>16</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7</cp:revision>
  <cp:lastPrinted>2015-04-23T18:42:00Z</cp:lastPrinted>
  <dcterms:created xsi:type="dcterms:W3CDTF">2018-12-05T16:07:00Z</dcterms:created>
  <dcterms:modified xsi:type="dcterms:W3CDTF">2020-04-02T20:58:00Z</dcterms:modified>
</cp:coreProperties>
</file>